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CDFD0C" w14:textId="13D3AFC6" w:rsidR="00610A54" w:rsidRPr="009C6B9A" w:rsidRDefault="00EC11A8" w:rsidP="007B4C63">
      <w:r w:rsidRPr="009C6B9A">
        <w:t>Základné náležitosti</w:t>
      </w:r>
      <w:r w:rsidR="00216DFE" w:rsidRPr="009C6B9A">
        <w:t xml:space="preserve"> dokumentácie </w:t>
      </w:r>
      <w:r w:rsidR="00251D90">
        <w:t>na</w:t>
      </w:r>
      <w:r w:rsidR="00251D90" w:rsidRPr="009C6B9A">
        <w:t xml:space="preserve"> </w:t>
      </w:r>
      <w:r w:rsidR="00216DFE" w:rsidRPr="009C6B9A">
        <w:t xml:space="preserve">stavebné povolenie </w:t>
      </w:r>
      <w:r w:rsidR="00507D10">
        <w:t xml:space="preserve">v podrobnosti dokumentácie na realizáciu stavby </w:t>
      </w:r>
      <w:r w:rsidR="00507D10" w:rsidRPr="00E230FC">
        <w:t>(</w:t>
      </w:r>
      <w:r w:rsidR="005E675E" w:rsidRPr="00E230FC">
        <w:t xml:space="preserve">DSP v podrobnosti </w:t>
      </w:r>
      <w:r w:rsidR="00507D10" w:rsidRPr="00E230FC">
        <w:t>DRS)</w:t>
      </w:r>
      <w:r w:rsidR="00B72062">
        <w:t xml:space="preserve"> </w:t>
      </w:r>
      <w:r w:rsidR="00216DFE" w:rsidRPr="00AC1FD2">
        <w:t>vrátane meračských a vytyčovacích prác (VP)</w:t>
      </w:r>
    </w:p>
    <w:p w14:paraId="0A71817D" w14:textId="77777777" w:rsidR="00216DFE" w:rsidRDefault="00216DFE" w:rsidP="004D4A3F">
      <w:pPr>
        <w:pStyle w:val="Hlavika"/>
        <w:tabs>
          <w:tab w:val="clear" w:pos="4819"/>
          <w:tab w:val="clear" w:pos="9071"/>
          <w:tab w:val="left" w:pos="-3261"/>
          <w:tab w:val="left" w:pos="540"/>
          <w:tab w:val="left" w:pos="2160"/>
        </w:tabs>
        <w:spacing w:after="120"/>
        <w:jc w:val="both"/>
        <w:rPr>
          <w:bCs/>
        </w:rPr>
      </w:pPr>
    </w:p>
    <w:p w14:paraId="3F8160DE" w14:textId="7EA5D918" w:rsidR="005F5499" w:rsidRPr="00ED58F2" w:rsidRDefault="005F5499" w:rsidP="005F5499">
      <w:pPr>
        <w:pStyle w:val="Hlavika"/>
        <w:tabs>
          <w:tab w:val="clear" w:pos="4819"/>
          <w:tab w:val="clear" w:pos="9071"/>
          <w:tab w:val="left" w:pos="-3261"/>
          <w:tab w:val="left" w:pos="540"/>
          <w:tab w:val="left" w:pos="2160"/>
        </w:tabs>
        <w:spacing w:after="120"/>
        <w:jc w:val="both"/>
        <w:rPr>
          <w:bCs/>
        </w:rPr>
      </w:pPr>
      <w:r w:rsidRPr="00ED58F2">
        <w:rPr>
          <w:b/>
          <w:bCs/>
        </w:rPr>
        <w:t xml:space="preserve">Dokumentáciu na stavebné povolenie v podrobnosti dokumentácie na realizáciu stavby </w:t>
      </w:r>
      <w:r w:rsidRPr="00E97E78">
        <w:rPr>
          <w:b/>
          <w:bCs/>
        </w:rPr>
        <w:t xml:space="preserve">(DSP v podrobnosti DRS) použije objednávateľ </w:t>
      </w:r>
      <w:r w:rsidR="00D47435" w:rsidRPr="00E97E78">
        <w:rPr>
          <w:b/>
          <w:bCs/>
        </w:rPr>
        <w:t>za účelom vydania stavebné</w:t>
      </w:r>
      <w:r w:rsidR="00DC594D" w:rsidRPr="00E97E78">
        <w:rPr>
          <w:b/>
          <w:bCs/>
        </w:rPr>
        <w:t>ho povolenia</w:t>
      </w:r>
      <w:r w:rsidRPr="00E97E78">
        <w:rPr>
          <w:b/>
          <w:bCs/>
        </w:rPr>
        <w:t>.</w:t>
      </w:r>
      <w:r w:rsidR="00B33C08" w:rsidRPr="00E97E78">
        <w:rPr>
          <w:b/>
          <w:bCs/>
        </w:rPr>
        <w:t xml:space="preserve"> Projektová dokumentácia </w:t>
      </w:r>
      <w:r w:rsidR="009A74A8" w:rsidRPr="00E97E78">
        <w:rPr>
          <w:b/>
          <w:bCs/>
        </w:rPr>
        <w:t>bude</w:t>
      </w:r>
      <w:r w:rsidR="00B33C08" w:rsidRPr="00E97E78">
        <w:rPr>
          <w:b/>
          <w:bCs/>
        </w:rPr>
        <w:t xml:space="preserve"> vypracovaná v podrobnostiach DRS</w:t>
      </w:r>
      <w:r w:rsidR="00F614DD" w:rsidRPr="00E97E78">
        <w:rPr>
          <w:b/>
          <w:bCs/>
        </w:rPr>
        <w:t>.</w:t>
      </w:r>
    </w:p>
    <w:p w14:paraId="616DF0EC" w14:textId="0FD0B2EA" w:rsidR="005F5499" w:rsidRPr="00ED58F2" w:rsidRDefault="005F5499" w:rsidP="005F5499">
      <w:pPr>
        <w:pStyle w:val="Hlavika"/>
        <w:tabs>
          <w:tab w:val="left" w:pos="-3261"/>
          <w:tab w:val="left" w:pos="540"/>
          <w:tab w:val="left" w:pos="2160"/>
        </w:tabs>
        <w:spacing w:after="120"/>
        <w:jc w:val="both"/>
        <w:rPr>
          <w:bCs/>
        </w:rPr>
      </w:pPr>
      <w:r w:rsidRPr="00ED58F2">
        <w:rPr>
          <w:bCs/>
        </w:rPr>
        <w:t>Dokumentácia na stavebné povolenie v podrobnosti dokumentácie pre realizáciu stavby bude vypracovaná do takých podrobností, ktoré jednoznačne definujú konštrukcie, výrobky, materiály, stroje, zariadenia, konštrukčné detaily a pod.</w:t>
      </w:r>
      <w:r w:rsidR="00D15A93">
        <w:rPr>
          <w:bCs/>
        </w:rPr>
        <w:t xml:space="preserve"> </w:t>
      </w:r>
      <w:r w:rsidRPr="00ED58F2">
        <w:rPr>
          <w:bCs/>
        </w:rPr>
        <w:t xml:space="preserve"> </w:t>
      </w:r>
      <w:r w:rsidR="00B65A7B" w:rsidRPr="00E97E78">
        <w:rPr>
          <w:bCs/>
        </w:rPr>
        <w:t xml:space="preserve">DSP v podrobnosti </w:t>
      </w:r>
      <w:r w:rsidR="00D15A93" w:rsidRPr="00E97E78">
        <w:rPr>
          <w:bCs/>
        </w:rPr>
        <w:t>DRS</w:t>
      </w:r>
      <w:r w:rsidR="00D15A93" w:rsidRPr="00D15A93">
        <w:t xml:space="preserve"> bude vypracovaná v podrobnostiach dokumentácie </w:t>
      </w:r>
      <w:r w:rsidR="00320A5D">
        <w:br/>
      </w:r>
      <w:r w:rsidR="00D15A93" w:rsidRPr="00D15A93">
        <w:t>na vykonanie prác</w:t>
      </w:r>
      <w:r w:rsidR="009309DC">
        <w:t xml:space="preserve"> (DVP)</w:t>
      </w:r>
      <w:r w:rsidR="00D15A93" w:rsidRPr="00D15A93">
        <w:t>. Znamená to, že bude obsahovať návrhy technických riešení s uvažovaním konkrétnych výrobkov tak</w:t>
      </w:r>
      <w:r w:rsidR="00D15A93">
        <w:t>,</w:t>
      </w:r>
      <w:r w:rsidR="00D15A93" w:rsidRPr="00D15A93">
        <w:t xml:space="preserve"> aby DRS riešila všetky konštrukčné detaily</w:t>
      </w:r>
      <w:r w:rsidR="00D15A93">
        <w:rPr>
          <w:sz w:val="22"/>
          <w:szCs w:val="22"/>
        </w:rPr>
        <w:t xml:space="preserve"> </w:t>
      </w:r>
      <w:r w:rsidRPr="00ED58F2">
        <w:rPr>
          <w:bCs/>
        </w:rPr>
        <w:t xml:space="preserve">tak, aby zhotoviteľovi bola jednoznačne zrozumiteľná a aby bola postačujúcim podkladom na výrobnú prípravu zhotoviteľa stavby a na uskutočnenie stavby. </w:t>
      </w:r>
    </w:p>
    <w:p w14:paraId="51C08A7D" w14:textId="77777777" w:rsidR="005F5499" w:rsidRPr="009C6B9A" w:rsidRDefault="005F5499" w:rsidP="004D4A3F">
      <w:pPr>
        <w:pStyle w:val="Hlavika"/>
        <w:tabs>
          <w:tab w:val="clear" w:pos="4819"/>
          <w:tab w:val="clear" w:pos="9071"/>
          <w:tab w:val="left" w:pos="-3261"/>
          <w:tab w:val="left" w:pos="540"/>
          <w:tab w:val="left" w:pos="2160"/>
        </w:tabs>
        <w:spacing w:after="120"/>
        <w:jc w:val="both"/>
        <w:rPr>
          <w:bCs/>
        </w:rPr>
      </w:pPr>
    </w:p>
    <w:p w14:paraId="628DC7CE" w14:textId="77777777" w:rsidR="009B52AD" w:rsidRPr="009C6B9A" w:rsidRDefault="009B52AD" w:rsidP="004D4A3F">
      <w:pPr>
        <w:pStyle w:val="Hlavika"/>
        <w:tabs>
          <w:tab w:val="clear" w:pos="4819"/>
          <w:tab w:val="clear" w:pos="9071"/>
          <w:tab w:val="left" w:pos="-3261"/>
          <w:tab w:val="left" w:pos="540"/>
          <w:tab w:val="left" w:pos="2160"/>
        </w:tabs>
        <w:spacing w:after="120"/>
        <w:jc w:val="both"/>
        <w:rPr>
          <w:bCs/>
        </w:rPr>
      </w:pPr>
      <w:r w:rsidRPr="009C6B9A">
        <w:rPr>
          <w:bCs/>
        </w:rPr>
        <w:t xml:space="preserve">Dokumentácia na stavebné povolenie </w:t>
      </w:r>
      <w:r w:rsidR="007E3969">
        <w:rPr>
          <w:bCs/>
        </w:rPr>
        <w:t xml:space="preserve">v podrobnosti </w:t>
      </w:r>
      <w:r w:rsidR="00A746F6">
        <w:rPr>
          <w:bCs/>
        </w:rPr>
        <w:t>dokumentácie na realizáciu stavby</w:t>
      </w:r>
      <w:r w:rsidR="00A746F6" w:rsidRPr="009C6B9A">
        <w:rPr>
          <w:bCs/>
        </w:rPr>
        <w:t xml:space="preserve">  </w:t>
      </w:r>
      <w:r w:rsidR="00EF51DF">
        <w:rPr>
          <w:bCs/>
        </w:rPr>
        <w:t xml:space="preserve">v súlade s TP 019 </w:t>
      </w:r>
      <w:r w:rsidRPr="009C6B9A">
        <w:rPr>
          <w:bCs/>
        </w:rPr>
        <w:t>má tieto časti:</w:t>
      </w:r>
    </w:p>
    <w:p w14:paraId="74372757" w14:textId="0199A285" w:rsidR="00F73F49" w:rsidRPr="00544195" w:rsidRDefault="00F73F49" w:rsidP="0062638E">
      <w:pPr>
        <w:pStyle w:val="Hlavika"/>
        <w:tabs>
          <w:tab w:val="clear" w:pos="4819"/>
          <w:tab w:val="clear" w:pos="9071"/>
          <w:tab w:val="left" w:pos="-3261"/>
          <w:tab w:val="left" w:pos="709"/>
          <w:tab w:val="left" w:pos="2160"/>
        </w:tabs>
        <w:jc w:val="both"/>
        <w:rPr>
          <w:b/>
          <w:bCs/>
        </w:rPr>
      </w:pPr>
      <w:r w:rsidRPr="007C5945">
        <w:rPr>
          <w:b/>
          <w:bCs/>
        </w:rPr>
        <w:t>A</w:t>
      </w:r>
      <w:r w:rsidRPr="007C5945">
        <w:rPr>
          <w:b/>
          <w:bCs/>
        </w:rPr>
        <w:tab/>
      </w:r>
      <w:r w:rsidR="00E25870">
        <w:rPr>
          <w:b/>
          <w:bCs/>
        </w:rPr>
        <w:t>S</w:t>
      </w:r>
      <w:r w:rsidRPr="00544195">
        <w:rPr>
          <w:b/>
          <w:bCs/>
        </w:rPr>
        <w:t>prievodná správa</w:t>
      </w:r>
      <w:r w:rsidR="0062105B" w:rsidRPr="00544195">
        <w:rPr>
          <w:b/>
          <w:bCs/>
        </w:rPr>
        <w:t xml:space="preserve"> </w:t>
      </w:r>
    </w:p>
    <w:p w14:paraId="02ED17F7" w14:textId="77777777" w:rsidR="0062105B" w:rsidRDefault="00544195" w:rsidP="0062638E">
      <w:pPr>
        <w:pStyle w:val="Hlavika"/>
        <w:tabs>
          <w:tab w:val="clear" w:pos="4819"/>
          <w:tab w:val="clear" w:pos="9071"/>
          <w:tab w:val="left" w:pos="-3261"/>
          <w:tab w:val="left" w:pos="709"/>
          <w:tab w:val="left" w:pos="2160"/>
        </w:tabs>
        <w:jc w:val="both"/>
        <w:rPr>
          <w:b/>
          <w:bCs/>
        </w:rPr>
      </w:pPr>
      <w:r>
        <w:rPr>
          <w:b/>
          <w:bCs/>
        </w:rPr>
        <w:t>B</w:t>
      </w:r>
      <w:r w:rsidR="0062105B" w:rsidRPr="00544195">
        <w:rPr>
          <w:b/>
          <w:bCs/>
        </w:rPr>
        <w:tab/>
        <w:t xml:space="preserve">Technická správa </w:t>
      </w:r>
    </w:p>
    <w:p w14:paraId="5CBD0CCF" w14:textId="77777777" w:rsidR="00807534" w:rsidRPr="0062638E" w:rsidRDefault="001638D5" w:rsidP="0062638E">
      <w:pPr>
        <w:pStyle w:val="Hlavika"/>
        <w:tabs>
          <w:tab w:val="clear" w:pos="4819"/>
          <w:tab w:val="clear" w:pos="9071"/>
          <w:tab w:val="left" w:pos="-3261"/>
          <w:tab w:val="left" w:pos="709"/>
          <w:tab w:val="left" w:pos="3261"/>
          <w:tab w:val="right" w:pos="4536"/>
        </w:tabs>
        <w:jc w:val="both"/>
        <w:rPr>
          <w:b/>
          <w:bCs/>
        </w:rPr>
      </w:pPr>
      <w:r w:rsidRPr="0062638E">
        <w:rPr>
          <w:b/>
          <w:bCs/>
        </w:rPr>
        <w:t>C</w:t>
      </w:r>
      <w:r w:rsidR="00807534" w:rsidRPr="0062638E">
        <w:rPr>
          <w:b/>
          <w:bCs/>
        </w:rPr>
        <w:tab/>
      </w:r>
      <w:r w:rsidR="0062638E">
        <w:rPr>
          <w:b/>
          <w:bCs/>
        </w:rPr>
        <w:t>Ekonomická správa</w:t>
      </w:r>
    </w:p>
    <w:p w14:paraId="5BA1563D" w14:textId="77777777" w:rsidR="00F73F49" w:rsidRPr="0062638E" w:rsidRDefault="00807534" w:rsidP="0062638E">
      <w:pPr>
        <w:pStyle w:val="Hlavika"/>
        <w:tabs>
          <w:tab w:val="clear" w:pos="4819"/>
          <w:tab w:val="clear" w:pos="9071"/>
          <w:tab w:val="left" w:pos="-3261"/>
          <w:tab w:val="left" w:pos="709"/>
          <w:tab w:val="left" w:pos="2160"/>
        </w:tabs>
        <w:jc w:val="both"/>
        <w:rPr>
          <w:b/>
          <w:bCs/>
        </w:rPr>
      </w:pPr>
      <w:r w:rsidRPr="0062638E">
        <w:rPr>
          <w:b/>
          <w:bCs/>
        </w:rPr>
        <w:t>D</w:t>
      </w:r>
      <w:r w:rsidR="00F73F49" w:rsidRPr="0062638E">
        <w:rPr>
          <w:b/>
          <w:bCs/>
        </w:rPr>
        <w:tab/>
      </w:r>
      <w:r w:rsidR="009B52AD" w:rsidRPr="0062638E">
        <w:rPr>
          <w:b/>
          <w:bCs/>
        </w:rPr>
        <w:t>Písomnosti a výkresy objektov</w:t>
      </w:r>
    </w:p>
    <w:p w14:paraId="5776485C" w14:textId="77777777" w:rsidR="0062638E" w:rsidRDefault="00807534" w:rsidP="0062638E">
      <w:pPr>
        <w:pStyle w:val="Hlavika"/>
        <w:tabs>
          <w:tab w:val="clear" w:pos="4819"/>
          <w:tab w:val="clear" w:pos="9071"/>
          <w:tab w:val="left" w:pos="-3261"/>
          <w:tab w:val="left" w:pos="709"/>
          <w:tab w:val="left" w:pos="2160"/>
        </w:tabs>
        <w:jc w:val="both"/>
        <w:rPr>
          <w:b/>
          <w:bCs/>
        </w:rPr>
      </w:pPr>
      <w:r w:rsidRPr="0062638E">
        <w:rPr>
          <w:b/>
          <w:bCs/>
        </w:rPr>
        <w:t>E</w:t>
      </w:r>
      <w:r w:rsidR="0062638E">
        <w:rPr>
          <w:b/>
          <w:bCs/>
        </w:rPr>
        <w:tab/>
        <w:t>Dokladová časť</w:t>
      </w:r>
    </w:p>
    <w:p w14:paraId="6FC2E855" w14:textId="77777777" w:rsidR="00F73F49" w:rsidRPr="0062638E" w:rsidRDefault="00807534" w:rsidP="0062638E">
      <w:pPr>
        <w:pStyle w:val="Hlavika"/>
        <w:tabs>
          <w:tab w:val="clear" w:pos="4819"/>
          <w:tab w:val="clear" w:pos="9071"/>
          <w:tab w:val="left" w:pos="-3261"/>
          <w:tab w:val="left" w:pos="709"/>
          <w:tab w:val="left" w:pos="2160"/>
        </w:tabs>
        <w:jc w:val="both"/>
        <w:rPr>
          <w:b/>
          <w:bCs/>
        </w:rPr>
      </w:pPr>
      <w:r w:rsidRPr="0062638E">
        <w:rPr>
          <w:b/>
          <w:bCs/>
        </w:rPr>
        <w:t>F</w:t>
      </w:r>
      <w:r w:rsidR="00F73F49" w:rsidRPr="0062638E">
        <w:rPr>
          <w:b/>
          <w:bCs/>
        </w:rPr>
        <w:tab/>
      </w:r>
      <w:r w:rsidR="0062638E">
        <w:rPr>
          <w:b/>
          <w:bCs/>
        </w:rPr>
        <w:t>Prieskumy a štúdie</w:t>
      </w:r>
    </w:p>
    <w:p w14:paraId="2357E8D6" w14:textId="5B95647A" w:rsidR="00F73F49" w:rsidRPr="0062638E" w:rsidRDefault="00807534" w:rsidP="000B3E82">
      <w:pPr>
        <w:pStyle w:val="Hlavika"/>
        <w:tabs>
          <w:tab w:val="clear" w:pos="4819"/>
          <w:tab w:val="clear" w:pos="9071"/>
          <w:tab w:val="left" w:pos="-3261"/>
          <w:tab w:val="left" w:pos="709"/>
          <w:tab w:val="left" w:pos="5535"/>
        </w:tabs>
        <w:jc w:val="both"/>
        <w:rPr>
          <w:b/>
          <w:bCs/>
        </w:rPr>
      </w:pPr>
      <w:r w:rsidRPr="0062638E">
        <w:rPr>
          <w:b/>
          <w:bCs/>
        </w:rPr>
        <w:t>G</w:t>
      </w:r>
      <w:r w:rsidR="0062638E">
        <w:rPr>
          <w:b/>
          <w:bCs/>
        </w:rPr>
        <w:tab/>
        <w:t>Súvisiaca dokumentácia</w:t>
      </w:r>
      <w:r w:rsidR="00F73F49" w:rsidRPr="0062638E">
        <w:rPr>
          <w:b/>
          <w:bCs/>
        </w:rPr>
        <w:tab/>
      </w:r>
      <w:r w:rsidR="00F615DD">
        <w:rPr>
          <w:b/>
          <w:bCs/>
        </w:rPr>
        <w:tab/>
      </w:r>
    </w:p>
    <w:p w14:paraId="5FAFDA52" w14:textId="77777777" w:rsidR="007D1266" w:rsidRDefault="007D1266" w:rsidP="003D12EC">
      <w:pPr>
        <w:pStyle w:val="Hlavika"/>
        <w:tabs>
          <w:tab w:val="clear" w:pos="4819"/>
          <w:tab w:val="clear" w:pos="9071"/>
          <w:tab w:val="left" w:pos="-3261"/>
          <w:tab w:val="left" w:pos="540"/>
        </w:tabs>
        <w:spacing w:after="120"/>
        <w:jc w:val="both"/>
        <w:rPr>
          <w:b/>
          <w:bCs/>
          <w:sz w:val="22"/>
          <w:szCs w:val="22"/>
        </w:rPr>
      </w:pPr>
    </w:p>
    <w:p w14:paraId="7857747F" w14:textId="77777777" w:rsidR="006F60C9" w:rsidRPr="007F0A25" w:rsidRDefault="003D12EC" w:rsidP="003D12EC">
      <w:pPr>
        <w:pStyle w:val="Hlavika"/>
        <w:tabs>
          <w:tab w:val="clear" w:pos="4819"/>
          <w:tab w:val="clear" w:pos="9071"/>
          <w:tab w:val="left" w:pos="-3261"/>
          <w:tab w:val="left" w:pos="540"/>
        </w:tabs>
        <w:spacing w:after="120"/>
        <w:jc w:val="both"/>
        <w:rPr>
          <w:b/>
          <w:bCs/>
          <w:caps/>
          <w:sz w:val="24"/>
          <w:szCs w:val="24"/>
        </w:rPr>
      </w:pPr>
      <w:r w:rsidRPr="007F0A25">
        <w:rPr>
          <w:b/>
          <w:bCs/>
          <w:caps/>
          <w:sz w:val="24"/>
          <w:szCs w:val="24"/>
        </w:rPr>
        <w:t>A</w:t>
      </w:r>
      <w:r w:rsidRPr="007F0A25">
        <w:rPr>
          <w:b/>
          <w:bCs/>
          <w:caps/>
          <w:sz w:val="24"/>
          <w:szCs w:val="24"/>
        </w:rPr>
        <w:tab/>
      </w:r>
      <w:r w:rsidR="006F60C9" w:rsidRPr="007F0A25">
        <w:rPr>
          <w:b/>
          <w:bCs/>
          <w:caps/>
          <w:sz w:val="24"/>
          <w:szCs w:val="24"/>
        </w:rPr>
        <w:t>Sprievodná správa</w:t>
      </w:r>
      <w:r w:rsidR="006F60C9" w:rsidRPr="007F0A25">
        <w:rPr>
          <w:b/>
          <w:bCs/>
          <w:sz w:val="24"/>
          <w:szCs w:val="24"/>
        </w:rPr>
        <w:tab/>
      </w:r>
    </w:p>
    <w:p w14:paraId="4E1D1DE1" w14:textId="77777777" w:rsidR="00F73F49" w:rsidRPr="007F0A25" w:rsidRDefault="003D3CA4" w:rsidP="003D3CA4">
      <w:pPr>
        <w:pStyle w:val="Hlavika"/>
        <w:tabs>
          <w:tab w:val="clear" w:pos="4819"/>
          <w:tab w:val="clear" w:pos="9071"/>
          <w:tab w:val="left" w:pos="-3261"/>
          <w:tab w:val="left" w:pos="540"/>
        </w:tabs>
        <w:spacing w:after="120"/>
        <w:jc w:val="both"/>
        <w:rPr>
          <w:b/>
          <w:bCs/>
          <w:sz w:val="24"/>
          <w:szCs w:val="24"/>
        </w:rPr>
      </w:pPr>
      <w:r w:rsidRPr="007F0A25">
        <w:rPr>
          <w:b/>
          <w:bCs/>
          <w:sz w:val="24"/>
          <w:szCs w:val="24"/>
        </w:rPr>
        <w:t>1.</w:t>
      </w:r>
      <w:r w:rsidRPr="007F0A25">
        <w:rPr>
          <w:b/>
          <w:bCs/>
          <w:sz w:val="24"/>
          <w:szCs w:val="24"/>
        </w:rPr>
        <w:tab/>
      </w:r>
      <w:r w:rsidR="00F73F49" w:rsidRPr="007F0A25">
        <w:rPr>
          <w:b/>
          <w:bCs/>
          <w:sz w:val="24"/>
          <w:szCs w:val="24"/>
        </w:rPr>
        <w:t>Všeobecná časť</w:t>
      </w:r>
    </w:p>
    <w:p w14:paraId="4E101063" w14:textId="77777777" w:rsidR="00F73F49" w:rsidRPr="007F0A25" w:rsidRDefault="00F73F49" w:rsidP="00D44FA0">
      <w:pPr>
        <w:pStyle w:val="Hlavika"/>
        <w:numPr>
          <w:ilvl w:val="1"/>
          <w:numId w:val="10"/>
        </w:numPr>
        <w:tabs>
          <w:tab w:val="clear" w:pos="4819"/>
          <w:tab w:val="clear" w:pos="9071"/>
          <w:tab w:val="left" w:pos="-3261"/>
          <w:tab w:val="left" w:pos="540"/>
        </w:tabs>
        <w:spacing w:after="120"/>
        <w:ind w:left="539" w:hanging="539"/>
        <w:jc w:val="both"/>
        <w:rPr>
          <w:b/>
          <w:bCs/>
        </w:rPr>
      </w:pPr>
      <w:r w:rsidRPr="007F0A25">
        <w:rPr>
          <w:b/>
          <w:bCs/>
        </w:rPr>
        <w:t>Identifikačné údaje</w:t>
      </w:r>
    </w:p>
    <w:p w14:paraId="59518306" w14:textId="77777777" w:rsidR="00750587" w:rsidRDefault="00610A54" w:rsidP="001D112E">
      <w:pPr>
        <w:pStyle w:val="Hlavika"/>
        <w:numPr>
          <w:ilvl w:val="0"/>
          <w:numId w:val="2"/>
        </w:numPr>
        <w:tabs>
          <w:tab w:val="clear" w:pos="927"/>
          <w:tab w:val="clear" w:pos="4819"/>
          <w:tab w:val="clear" w:pos="9071"/>
          <w:tab w:val="left" w:pos="-3261"/>
        </w:tabs>
        <w:ind w:left="567" w:hanging="340"/>
        <w:jc w:val="both"/>
        <w:rPr>
          <w:b/>
          <w:bCs/>
        </w:rPr>
      </w:pPr>
      <w:r w:rsidRPr="00750587">
        <w:rPr>
          <w:bCs/>
        </w:rPr>
        <w:t>názov</w:t>
      </w:r>
      <w:r w:rsidR="006F60C9">
        <w:rPr>
          <w:bCs/>
        </w:rPr>
        <w:t xml:space="preserve"> stavby</w:t>
      </w:r>
      <w:r w:rsidRPr="00750587">
        <w:rPr>
          <w:bCs/>
        </w:rPr>
        <w:t>:</w:t>
      </w:r>
    </w:p>
    <w:p w14:paraId="271C6DF3" w14:textId="77777777" w:rsidR="006F60C9" w:rsidRDefault="00750587" w:rsidP="001D112E">
      <w:pPr>
        <w:pStyle w:val="Hlavika"/>
        <w:numPr>
          <w:ilvl w:val="0"/>
          <w:numId w:val="2"/>
        </w:numPr>
        <w:tabs>
          <w:tab w:val="clear" w:pos="927"/>
          <w:tab w:val="clear" w:pos="4819"/>
          <w:tab w:val="clear" w:pos="9071"/>
          <w:tab w:val="left" w:pos="-3261"/>
        </w:tabs>
        <w:ind w:left="567" w:hanging="340"/>
        <w:jc w:val="both"/>
        <w:rPr>
          <w:bCs/>
        </w:rPr>
      </w:pPr>
      <w:r>
        <w:rPr>
          <w:bCs/>
        </w:rPr>
        <w:t>miesto</w:t>
      </w:r>
      <w:r w:rsidR="006F60C9">
        <w:rPr>
          <w:bCs/>
        </w:rPr>
        <w:t xml:space="preserve"> stavby (</w:t>
      </w:r>
      <w:r w:rsidR="003C5B27">
        <w:rPr>
          <w:bCs/>
        </w:rPr>
        <w:t xml:space="preserve">obec, </w:t>
      </w:r>
      <w:r w:rsidR="006F60C9">
        <w:rPr>
          <w:bCs/>
        </w:rPr>
        <w:t xml:space="preserve">okres, </w:t>
      </w:r>
      <w:r w:rsidR="003C5B27">
        <w:rPr>
          <w:bCs/>
        </w:rPr>
        <w:t>VÚC/</w:t>
      </w:r>
      <w:r w:rsidR="006F60C9">
        <w:rPr>
          <w:bCs/>
        </w:rPr>
        <w:t>kraj)</w:t>
      </w:r>
    </w:p>
    <w:p w14:paraId="08B2C4EB" w14:textId="77777777" w:rsidR="006F60C9" w:rsidRDefault="006F60C9" w:rsidP="001D112E">
      <w:pPr>
        <w:pStyle w:val="Hlavika"/>
        <w:numPr>
          <w:ilvl w:val="0"/>
          <w:numId w:val="2"/>
        </w:numPr>
        <w:tabs>
          <w:tab w:val="clear" w:pos="927"/>
          <w:tab w:val="clear" w:pos="4819"/>
          <w:tab w:val="clear" w:pos="9071"/>
          <w:tab w:val="left" w:pos="-3261"/>
        </w:tabs>
        <w:ind w:left="567" w:hanging="340"/>
        <w:jc w:val="both"/>
        <w:rPr>
          <w:bCs/>
        </w:rPr>
      </w:pPr>
      <w:r>
        <w:rPr>
          <w:bCs/>
        </w:rPr>
        <w:t>katastrálne územie</w:t>
      </w:r>
    </w:p>
    <w:p w14:paraId="4D392358" w14:textId="77777777" w:rsidR="003C5B27" w:rsidRDefault="006F60C9" w:rsidP="003C5B27">
      <w:pPr>
        <w:pStyle w:val="Hlavika"/>
        <w:numPr>
          <w:ilvl w:val="0"/>
          <w:numId w:val="2"/>
        </w:numPr>
        <w:tabs>
          <w:tab w:val="clear" w:pos="927"/>
          <w:tab w:val="clear" w:pos="4819"/>
          <w:tab w:val="clear" w:pos="9071"/>
          <w:tab w:val="left" w:pos="-3261"/>
          <w:tab w:val="left" w:pos="1260"/>
        </w:tabs>
        <w:ind w:left="567" w:hanging="340"/>
        <w:jc w:val="both"/>
        <w:rPr>
          <w:bCs/>
        </w:rPr>
      </w:pPr>
      <w:r>
        <w:rPr>
          <w:bCs/>
        </w:rPr>
        <w:t>druh stavby</w:t>
      </w:r>
    </w:p>
    <w:p w14:paraId="240DB4BF" w14:textId="77777777" w:rsidR="000A439F" w:rsidRDefault="003C5B27">
      <w:pPr>
        <w:pStyle w:val="Hlavika"/>
        <w:numPr>
          <w:ilvl w:val="0"/>
          <w:numId w:val="2"/>
        </w:numPr>
        <w:tabs>
          <w:tab w:val="clear" w:pos="927"/>
          <w:tab w:val="clear" w:pos="4819"/>
          <w:tab w:val="clear" w:pos="9071"/>
          <w:tab w:val="left" w:pos="-3261"/>
          <w:tab w:val="left" w:pos="1260"/>
        </w:tabs>
        <w:spacing w:after="120"/>
        <w:ind w:left="567" w:hanging="340"/>
        <w:jc w:val="both"/>
        <w:rPr>
          <w:bCs/>
        </w:rPr>
      </w:pPr>
      <w:r>
        <w:rPr>
          <w:bCs/>
        </w:rPr>
        <w:t>funkčná trieda a kategória cesty</w:t>
      </w:r>
      <w:r w:rsidR="006F60C9">
        <w:rPr>
          <w:bCs/>
        </w:rPr>
        <w:t xml:space="preserve"> </w:t>
      </w:r>
    </w:p>
    <w:p w14:paraId="3CDBCBB1" w14:textId="77777777" w:rsidR="00776CAF" w:rsidRPr="007F0A25" w:rsidRDefault="00F73F49" w:rsidP="00D44FA0">
      <w:pPr>
        <w:pStyle w:val="Hlavika"/>
        <w:numPr>
          <w:ilvl w:val="0"/>
          <w:numId w:val="27"/>
        </w:numPr>
        <w:tabs>
          <w:tab w:val="clear" w:pos="4819"/>
          <w:tab w:val="clear" w:pos="9071"/>
          <w:tab w:val="left" w:pos="-3261"/>
          <w:tab w:val="left" w:pos="1260"/>
        </w:tabs>
        <w:spacing w:after="120"/>
        <w:ind w:left="567" w:hanging="567"/>
        <w:jc w:val="both"/>
        <w:rPr>
          <w:bCs/>
        </w:rPr>
      </w:pPr>
      <w:r w:rsidRPr="007F0A25">
        <w:rPr>
          <w:b/>
          <w:bCs/>
        </w:rPr>
        <w:t>Stavebník</w:t>
      </w:r>
    </w:p>
    <w:p w14:paraId="57222A01" w14:textId="77777777" w:rsidR="003C5B27" w:rsidRDefault="000E364D" w:rsidP="009938E4">
      <w:pPr>
        <w:pStyle w:val="Hlavika"/>
        <w:numPr>
          <w:ilvl w:val="0"/>
          <w:numId w:val="3"/>
        </w:numPr>
        <w:tabs>
          <w:tab w:val="clear" w:pos="567"/>
          <w:tab w:val="clear" w:pos="4819"/>
          <w:tab w:val="clear" w:pos="9071"/>
          <w:tab w:val="left" w:pos="-3261"/>
        </w:tabs>
        <w:ind w:hanging="340"/>
        <w:jc w:val="both"/>
        <w:rPr>
          <w:bCs/>
        </w:rPr>
      </w:pPr>
      <w:r>
        <w:rPr>
          <w:bCs/>
        </w:rPr>
        <w:t>názov</w:t>
      </w:r>
    </w:p>
    <w:p w14:paraId="54B246FF" w14:textId="77777777" w:rsidR="001013A3" w:rsidRDefault="000E364D" w:rsidP="001D112E">
      <w:pPr>
        <w:pStyle w:val="Hlavika"/>
        <w:numPr>
          <w:ilvl w:val="0"/>
          <w:numId w:val="3"/>
        </w:numPr>
        <w:tabs>
          <w:tab w:val="clear" w:pos="567"/>
          <w:tab w:val="clear" w:pos="4819"/>
          <w:tab w:val="clear" w:pos="9071"/>
          <w:tab w:val="left" w:pos="-3261"/>
        </w:tabs>
        <w:ind w:hanging="340"/>
        <w:jc w:val="both"/>
        <w:rPr>
          <w:bCs/>
        </w:rPr>
      </w:pPr>
      <w:r>
        <w:rPr>
          <w:bCs/>
        </w:rPr>
        <w:t>adresa</w:t>
      </w:r>
      <w:r w:rsidR="003C5B27">
        <w:rPr>
          <w:bCs/>
        </w:rPr>
        <w:t xml:space="preserve"> sídla</w:t>
      </w:r>
    </w:p>
    <w:p w14:paraId="565A8E49" w14:textId="77777777" w:rsidR="003C5B27" w:rsidRPr="006A0E03" w:rsidRDefault="003C5B27" w:rsidP="001D112E">
      <w:pPr>
        <w:pStyle w:val="Hlavika"/>
        <w:numPr>
          <w:ilvl w:val="0"/>
          <w:numId w:val="3"/>
        </w:numPr>
        <w:tabs>
          <w:tab w:val="clear" w:pos="567"/>
          <w:tab w:val="clear" w:pos="4819"/>
          <w:tab w:val="clear" w:pos="9071"/>
          <w:tab w:val="left" w:pos="-3261"/>
        </w:tabs>
        <w:ind w:hanging="340"/>
        <w:jc w:val="both"/>
        <w:rPr>
          <w:bCs/>
        </w:rPr>
      </w:pPr>
      <w:r>
        <w:rPr>
          <w:bCs/>
        </w:rPr>
        <w:t>IČO, DIČ</w:t>
      </w:r>
    </w:p>
    <w:p w14:paraId="6B1164B4" w14:textId="77777777" w:rsidR="006F60C9" w:rsidRPr="00C37E89" w:rsidRDefault="003C5B27" w:rsidP="001D112E">
      <w:pPr>
        <w:pStyle w:val="Hlavika"/>
        <w:numPr>
          <w:ilvl w:val="0"/>
          <w:numId w:val="3"/>
        </w:numPr>
        <w:tabs>
          <w:tab w:val="clear" w:pos="567"/>
          <w:tab w:val="clear" w:pos="4819"/>
          <w:tab w:val="clear" w:pos="9071"/>
          <w:tab w:val="left" w:pos="-3261"/>
        </w:tabs>
        <w:spacing w:after="120"/>
        <w:ind w:hanging="340"/>
        <w:jc w:val="both"/>
        <w:rPr>
          <w:bCs/>
        </w:rPr>
      </w:pPr>
      <w:r w:rsidRPr="00C37E89">
        <w:rPr>
          <w:bCs/>
        </w:rPr>
        <w:t>Z</w:t>
      </w:r>
      <w:r w:rsidR="000C3828">
        <w:rPr>
          <w:bCs/>
        </w:rPr>
        <w:t>riaďovat</w:t>
      </w:r>
      <w:r w:rsidR="006F60C9" w:rsidRPr="00C37E89">
        <w:rPr>
          <w:bCs/>
        </w:rPr>
        <w:t>eľ</w:t>
      </w:r>
      <w:r>
        <w:rPr>
          <w:bCs/>
        </w:rPr>
        <w:t>, nadriadený orgán (názov spoločnosti, adresa sídla,</w:t>
      </w:r>
      <w:r w:rsidRPr="003C5B27">
        <w:rPr>
          <w:bCs/>
        </w:rPr>
        <w:t xml:space="preserve"> </w:t>
      </w:r>
      <w:r>
        <w:rPr>
          <w:bCs/>
        </w:rPr>
        <w:t xml:space="preserve">IČO, DIČ) </w:t>
      </w:r>
    </w:p>
    <w:p w14:paraId="15513399" w14:textId="77777777" w:rsidR="00D52AAE" w:rsidRPr="007F0A25" w:rsidRDefault="00122C48" w:rsidP="00D44FA0">
      <w:pPr>
        <w:pStyle w:val="Hlavika"/>
        <w:numPr>
          <w:ilvl w:val="0"/>
          <w:numId w:val="28"/>
        </w:numPr>
        <w:tabs>
          <w:tab w:val="clear" w:pos="4819"/>
          <w:tab w:val="clear" w:pos="9071"/>
          <w:tab w:val="left" w:pos="-3261"/>
          <w:tab w:val="left" w:pos="1260"/>
        </w:tabs>
        <w:spacing w:after="120"/>
        <w:ind w:left="567" w:hanging="567"/>
        <w:jc w:val="both"/>
        <w:rPr>
          <w:b/>
          <w:bCs/>
        </w:rPr>
      </w:pPr>
      <w:r w:rsidRPr="007F0A25">
        <w:rPr>
          <w:b/>
          <w:bCs/>
        </w:rPr>
        <w:t>Spracovateľ</w:t>
      </w:r>
    </w:p>
    <w:p w14:paraId="67351EC4" w14:textId="77777777" w:rsidR="00122C48" w:rsidRPr="00122C48" w:rsidRDefault="00122C48" w:rsidP="001D112E">
      <w:pPr>
        <w:pStyle w:val="Hlavika"/>
        <w:numPr>
          <w:ilvl w:val="0"/>
          <w:numId w:val="4"/>
        </w:numPr>
        <w:tabs>
          <w:tab w:val="clear" w:pos="747"/>
          <w:tab w:val="clear" w:pos="4819"/>
          <w:tab w:val="clear" w:pos="9071"/>
          <w:tab w:val="left" w:pos="-3261"/>
        </w:tabs>
        <w:ind w:left="567" w:hanging="340"/>
        <w:jc w:val="both"/>
        <w:rPr>
          <w:b/>
          <w:bCs/>
        </w:rPr>
      </w:pPr>
      <w:r>
        <w:rPr>
          <w:bCs/>
        </w:rPr>
        <w:t>meno a priezvisko/</w:t>
      </w:r>
      <w:r w:rsidR="006F60C9">
        <w:rPr>
          <w:bCs/>
        </w:rPr>
        <w:t>názov</w:t>
      </w:r>
      <w:r>
        <w:rPr>
          <w:bCs/>
        </w:rPr>
        <w:t xml:space="preserve"> spoločnosti</w:t>
      </w:r>
      <w:r w:rsidR="00F73F49">
        <w:rPr>
          <w:bCs/>
        </w:rPr>
        <w:t xml:space="preserve"> </w:t>
      </w:r>
    </w:p>
    <w:p w14:paraId="7BEA2927" w14:textId="77777777" w:rsidR="006F60C9" w:rsidRPr="00122C48" w:rsidRDefault="00F73F49" w:rsidP="001D112E">
      <w:pPr>
        <w:pStyle w:val="Hlavika"/>
        <w:numPr>
          <w:ilvl w:val="0"/>
          <w:numId w:val="4"/>
        </w:numPr>
        <w:tabs>
          <w:tab w:val="clear" w:pos="747"/>
          <w:tab w:val="clear" w:pos="4819"/>
          <w:tab w:val="clear" w:pos="9071"/>
          <w:tab w:val="left" w:pos="-3261"/>
        </w:tabs>
        <w:ind w:left="567" w:hanging="340"/>
        <w:jc w:val="both"/>
        <w:rPr>
          <w:b/>
          <w:bCs/>
        </w:rPr>
      </w:pPr>
      <w:r>
        <w:rPr>
          <w:bCs/>
        </w:rPr>
        <w:t>IČO</w:t>
      </w:r>
      <w:r w:rsidR="00122C48">
        <w:rPr>
          <w:bCs/>
        </w:rPr>
        <w:t>, DIČ</w:t>
      </w:r>
    </w:p>
    <w:p w14:paraId="6139C935" w14:textId="77777777" w:rsidR="00122C48" w:rsidRPr="00122C48" w:rsidRDefault="00122C48" w:rsidP="001D112E">
      <w:pPr>
        <w:pStyle w:val="Hlavika"/>
        <w:numPr>
          <w:ilvl w:val="0"/>
          <w:numId w:val="4"/>
        </w:numPr>
        <w:tabs>
          <w:tab w:val="clear" w:pos="747"/>
          <w:tab w:val="clear" w:pos="4819"/>
          <w:tab w:val="clear" w:pos="9071"/>
          <w:tab w:val="left" w:pos="-3261"/>
        </w:tabs>
        <w:ind w:left="567" w:hanging="340"/>
        <w:jc w:val="both"/>
        <w:rPr>
          <w:b/>
          <w:bCs/>
        </w:rPr>
      </w:pPr>
      <w:r>
        <w:rPr>
          <w:bCs/>
        </w:rPr>
        <w:t>v prípade združenia (názov združenia, korešpondenčná adresa)</w:t>
      </w:r>
    </w:p>
    <w:p w14:paraId="00E8E2D4" w14:textId="77777777" w:rsidR="00122C48" w:rsidRDefault="00122C48" w:rsidP="001D112E">
      <w:pPr>
        <w:pStyle w:val="Hlavika"/>
        <w:numPr>
          <w:ilvl w:val="0"/>
          <w:numId w:val="4"/>
        </w:numPr>
        <w:tabs>
          <w:tab w:val="clear" w:pos="747"/>
          <w:tab w:val="clear" w:pos="4819"/>
          <w:tab w:val="clear" w:pos="9071"/>
          <w:tab w:val="left" w:pos="-3261"/>
        </w:tabs>
        <w:ind w:left="567" w:hanging="340"/>
        <w:jc w:val="both"/>
        <w:rPr>
          <w:bCs/>
        </w:rPr>
      </w:pPr>
      <w:r w:rsidRPr="00122C48">
        <w:rPr>
          <w:bCs/>
        </w:rPr>
        <w:t>vedúci člen združenia</w:t>
      </w:r>
      <w:r>
        <w:rPr>
          <w:bCs/>
        </w:rPr>
        <w:t xml:space="preserve"> (názov spoločnosti, adresa sídla, IČO, DIČ)</w:t>
      </w:r>
    </w:p>
    <w:p w14:paraId="01529A10" w14:textId="77777777" w:rsidR="00122C48" w:rsidRDefault="00122C48" w:rsidP="001D112E">
      <w:pPr>
        <w:pStyle w:val="Hlavika"/>
        <w:numPr>
          <w:ilvl w:val="0"/>
          <w:numId w:val="4"/>
        </w:numPr>
        <w:tabs>
          <w:tab w:val="clear" w:pos="747"/>
          <w:tab w:val="clear" w:pos="4819"/>
          <w:tab w:val="clear" w:pos="9071"/>
          <w:tab w:val="left" w:pos="-3261"/>
        </w:tabs>
        <w:ind w:left="567" w:hanging="340"/>
        <w:jc w:val="both"/>
        <w:rPr>
          <w:bCs/>
        </w:rPr>
      </w:pPr>
      <w:r>
        <w:rPr>
          <w:bCs/>
        </w:rPr>
        <w:t>členovia združenia (názov spoločnosti, adresa sídla, IČO, DIČ)</w:t>
      </w:r>
    </w:p>
    <w:p w14:paraId="58ED1062" w14:textId="77777777" w:rsidR="00122C48" w:rsidRPr="00122C48" w:rsidRDefault="00122C48" w:rsidP="001D112E">
      <w:pPr>
        <w:pStyle w:val="Hlavika"/>
        <w:numPr>
          <w:ilvl w:val="0"/>
          <w:numId w:val="4"/>
        </w:numPr>
        <w:tabs>
          <w:tab w:val="clear" w:pos="747"/>
          <w:tab w:val="clear" w:pos="4819"/>
          <w:tab w:val="clear" w:pos="9071"/>
          <w:tab w:val="left" w:pos="-3261"/>
        </w:tabs>
        <w:ind w:left="567" w:hanging="340"/>
        <w:jc w:val="both"/>
        <w:rPr>
          <w:bCs/>
        </w:rPr>
      </w:pPr>
      <w:r>
        <w:rPr>
          <w:bCs/>
        </w:rPr>
        <w:t xml:space="preserve">hlavný inžinier projektu </w:t>
      </w:r>
    </w:p>
    <w:p w14:paraId="199A6A43" w14:textId="77777777" w:rsidR="006F60C9" w:rsidRDefault="00122C48" w:rsidP="001D112E">
      <w:pPr>
        <w:pStyle w:val="Hlavika"/>
        <w:numPr>
          <w:ilvl w:val="0"/>
          <w:numId w:val="4"/>
        </w:numPr>
        <w:tabs>
          <w:tab w:val="clear" w:pos="747"/>
          <w:tab w:val="clear" w:pos="4819"/>
          <w:tab w:val="clear" w:pos="9071"/>
          <w:tab w:val="left" w:pos="-3261"/>
        </w:tabs>
        <w:spacing w:after="120"/>
        <w:ind w:left="567" w:hanging="340"/>
        <w:jc w:val="both"/>
        <w:rPr>
          <w:bCs/>
        </w:rPr>
      </w:pPr>
      <w:r>
        <w:rPr>
          <w:bCs/>
        </w:rPr>
        <w:t xml:space="preserve">zodpovední </w:t>
      </w:r>
      <w:r w:rsidR="00F73F49">
        <w:rPr>
          <w:bCs/>
        </w:rPr>
        <w:t>projektanti</w:t>
      </w:r>
    </w:p>
    <w:p w14:paraId="53EB51B9" w14:textId="77777777" w:rsidR="00023C92" w:rsidRPr="007F0A25" w:rsidRDefault="00023C92" w:rsidP="00D44FA0">
      <w:pPr>
        <w:pStyle w:val="Hlavika"/>
        <w:numPr>
          <w:ilvl w:val="1"/>
          <w:numId w:val="1"/>
        </w:numPr>
        <w:tabs>
          <w:tab w:val="clear" w:pos="4819"/>
          <w:tab w:val="clear" w:pos="9071"/>
          <w:tab w:val="left" w:pos="-3261"/>
        </w:tabs>
        <w:spacing w:after="120"/>
        <w:ind w:left="567" w:hanging="567"/>
        <w:jc w:val="both"/>
        <w:rPr>
          <w:b/>
          <w:bCs/>
        </w:rPr>
      </w:pPr>
      <w:r w:rsidRPr="007F0A25">
        <w:rPr>
          <w:b/>
          <w:bCs/>
        </w:rPr>
        <w:t>Vstupné podklady</w:t>
      </w:r>
    </w:p>
    <w:p w14:paraId="05AB07B1" w14:textId="77777777" w:rsidR="00023C92" w:rsidRDefault="00023C92" w:rsidP="007B4C63">
      <w:pPr>
        <w:pStyle w:val="Hlavika"/>
        <w:numPr>
          <w:ilvl w:val="0"/>
          <w:numId w:val="29"/>
        </w:numPr>
        <w:tabs>
          <w:tab w:val="clear" w:pos="4819"/>
          <w:tab w:val="clear" w:pos="9071"/>
          <w:tab w:val="left" w:pos="-3261"/>
        </w:tabs>
        <w:ind w:left="567" w:hanging="340"/>
        <w:jc w:val="both"/>
        <w:rPr>
          <w:bCs/>
        </w:rPr>
      </w:pPr>
      <w:r w:rsidRPr="00023C92">
        <w:rPr>
          <w:bCs/>
        </w:rPr>
        <w:t>predchád</w:t>
      </w:r>
      <w:r>
        <w:rPr>
          <w:bCs/>
        </w:rPr>
        <w:t>z</w:t>
      </w:r>
      <w:r w:rsidRPr="00023C92">
        <w:rPr>
          <w:bCs/>
        </w:rPr>
        <w:t>aj</w:t>
      </w:r>
      <w:r>
        <w:rPr>
          <w:bCs/>
        </w:rPr>
        <w:t>ú</w:t>
      </w:r>
      <w:r w:rsidRPr="00023C92">
        <w:rPr>
          <w:bCs/>
        </w:rPr>
        <w:t xml:space="preserve">ce stupne </w:t>
      </w:r>
      <w:r>
        <w:rPr>
          <w:bCs/>
        </w:rPr>
        <w:t>projektovej dokumentácie – vedú sa všetky predchádzajúce dokumentácie</w:t>
      </w:r>
      <w:r w:rsidR="00293E4A">
        <w:rPr>
          <w:bCs/>
        </w:rPr>
        <w:t xml:space="preserve"> (názov dokumentácie, spracovateľ, rok spracovania)</w:t>
      </w:r>
    </w:p>
    <w:p w14:paraId="0D52D0D8" w14:textId="77777777" w:rsidR="00293E4A" w:rsidRDefault="00293E4A" w:rsidP="007B4C63">
      <w:pPr>
        <w:pStyle w:val="Hlavika"/>
        <w:numPr>
          <w:ilvl w:val="0"/>
          <w:numId w:val="29"/>
        </w:numPr>
        <w:tabs>
          <w:tab w:val="clear" w:pos="4819"/>
          <w:tab w:val="clear" w:pos="9071"/>
          <w:tab w:val="left" w:pos="-3261"/>
        </w:tabs>
        <w:ind w:left="567" w:hanging="340"/>
        <w:jc w:val="both"/>
        <w:rPr>
          <w:bCs/>
        </w:rPr>
      </w:pPr>
      <w:r>
        <w:rPr>
          <w:bCs/>
        </w:rPr>
        <w:t>právoplatné vydané rozhodnutia, expertízy, posudky – uvedú sa všetky vydané rozhodnutia (právoplatné),</w:t>
      </w:r>
      <w:r w:rsidRPr="00B96B98">
        <w:rPr>
          <w:bCs/>
        </w:rPr>
        <w:t>protokoly zo štátnej expertízy</w:t>
      </w:r>
      <w:r>
        <w:rPr>
          <w:bCs/>
        </w:rPr>
        <w:t>, prípadne iné posudky k dokumentácii</w:t>
      </w:r>
    </w:p>
    <w:p w14:paraId="3D22A325" w14:textId="77777777" w:rsidR="00023C92" w:rsidRPr="00B96B98" w:rsidRDefault="00293E4A" w:rsidP="007B4C63">
      <w:pPr>
        <w:pStyle w:val="Hlavika"/>
        <w:numPr>
          <w:ilvl w:val="0"/>
          <w:numId w:val="29"/>
        </w:numPr>
        <w:tabs>
          <w:tab w:val="clear" w:pos="4819"/>
          <w:tab w:val="clear" w:pos="9071"/>
          <w:tab w:val="left" w:pos="-3261"/>
        </w:tabs>
        <w:ind w:left="567" w:hanging="340"/>
        <w:jc w:val="both"/>
        <w:rPr>
          <w:bCs/>
        </w:rPr>
      </w:pPr>
      <w:r w:rsidRPr="00B96B98">
        <w:rPr>
          <w:bCs/>
        </w:rPr>
        <w:t>územnoplánovacia dokumentácia (na úrovni kraja, mesta, obce) a územnoplánovacie informácie</w:t>
      </w:r>
    </w:p>
    <w:p w14:paraId="74D99084" w14:textId="77777777" w:rsidR="00293E4A" w:rsidRPr="00B96B98" w:rsidRDefault="00293E4A" w:rsidP="007B4C63">
      <w:pPr>
        <w:pStyle w:val="Hlavika"/>
        <w:numPr>
          <w:ilvl w:val="0"/>
          <w:numId w:val="29"/>
        </w:numPr>
        <w:tabs>
          <w:tab w:val="clear" w:pos="4819"/>
          <w:tab w:val="clear" w:pos="9071"/>
          <w:tab w:val="left" w:pos="-3261"/>
        </w:tabs>
        <w:ind w:left="567" w:hanging="340"/>
        <w:jc w:val="both"/>
        <w:rPr>
          <w:bCs/>
        </w:rPr>
      </w:pPr>
      <w:r w:rsidRPr="00B96B98">
        <w:rPr>
          <w:bCs/>
        </w:rPr>
        <w:lastRenderedPageBreak/>
        <w:t xml:space="preserve">dopravné </w:t>
      </w:r>
      <w:proofErr w:type="spellStart"/>
      <w:r w:rsidRPr="00B96B98">
        <w:rPr>
          <w:bCs/>
        </w:rPr>
        <w:t>generely</w:t>
      </w:r>
      <w:proofErr w:type="spellEnd"/>
      <w:r w:rsidRPr="00B96B98">
        <w:rPr>
          <w:bCs/>
        </w:rPr>
        <w:t xml:space="preserve"> a dopravnoinžinierske štúdie</w:t>
      </w:r>
    </w:p>
    <w:p w14:paraId="5989FC22" w14:textId="77777777" w:rsidR="00293E4A" w:rsidRPr="00293E4A" w:rsidRDefault="00293E4A" w:rsidP="007B4C63">
      <w:pPr>
        <w:pStyle w:val="Hlavika"/>
        <w:numPr>
          <w:ilvl w:val="0"/>
          <w:numId w:val="29"/>
        </w:numPr>
        <w:tabs>
          <w:tab w:val="clear" w:pos="4819"/>
          <w:tab w:val="clear" w:pos="9071"/>
          <w:tab w:val="left" w:pos="-3261"/>
        </w:tabs>
        <w:ind w:left="567" w:hanging="340"/>
        <w:jc w:val="both"/>
        <w:rPr>
          <w:bCs/>
        </w:rPr>
      </w:pPr>
      <w:r w:rsidRPr="00293E4A">
        <w:rPr>
          <w:bCs/>
        </w:rPr>
        <w:t>prieskumy</w:t>
      </w:r>
    </w:p>
    <w:p w14:paraId="1D9A78A6" w14:textId="77777777" w:rsidR="00293E4A" w:rsidRPr="00293E4A" w:rsidRDefault="00293E4A" w:rsidP="007B4C63">
      <w:pPr>
        <w:pStyle w:val="Hlavika"/>
        <w:numPr>
          <w:ilvl w:val="0"/>
          <w:numId w:val="29"/>
        </w:numPr>
        <w:tabs>
          <w:tab w:val="clear" w:pos="4819"/>
          <w:tab w:val="clear" w:pos="9071"/>
          <w:tab w:val="left" w:pos="-3261"/>
        </w:tabs>
        <w:ind w:left="567" w:hanging="340"/>
        <w:jc w:val="both"/>
        <w:rPr>
          <w:bCs/>
        </w:rPr>
      </w:pPr>
      <w:r w:rsidRPr="00293E4A">
        <w:rPr>
          <w:bCs/>
        </w:rPr>
        <w:t>všetky relevantné samostatné prieskumy, ak boli vykonané</w:t>
      </w:r>
    </w:p>
    <w:p w14:paraId="4A13390B" w14:textId="77777777" w:rsidR="00293E4A" w:rsidRDefault="005933F8" w:rsidP="007B4C63">
      <w:pPr>
        <w:pStyle w:val="Hlavika"/>
        <w:numPr>
          <w:ilvl w:val="0"/>
          <w:numId w:val="29"/>
        </w:numPr>
        <w:tabs>
          <w:tab w:val="clear" w:pos="4819"/>
          <w:tab w:val="clear" w:pos="9071"/>
          <w:tab w:val="left" w:pos="-3261"/>
        </w:tabs>
        <w:ind w:left="567" w:hanging="340"/>
        <w:jc w:val="both"/>
        <w:rPr>
          <w:bCs/>
        </w:rPr>
      </w:pPr>
      <w:r>
        <w:rPr>
          <w:bCs/>
        </w:rPr>
        <w:t>klimatologické údaje</w:t>
      </w:r>
    </w:p>
    <w:p w14:paraId="5E803270" w14:textId="18389CA6" w:rsidR="005933F8" w:rsidRDefault="005933F8" w:rsidP="007B4C63">
      <w:pPr>
        <w:pStyle w:val="Hlavika"/>
        <w:numPr>
          <w:ilvl w:val="0"/>
          <w:numId w:val="29"/>
        </w:numPr>
        <w:tabs>
          <w:tab w:val="clear" w:pos="4819"/>
          <w:tab w:val="clear" w:pos="9071"/>
          <w:tab w:val="left" w:pos="-3261"/>
        </w:tabs>
        <w:ind w:left="567" w:hanging="340"/>
        <w:jc w:val="both"/>
        <w:rPr>
          <w:bCs/>
        </w:rPr>
      </w:pPr>
      <w:r>
        <w:rPr>
          <w:bCs/>
        </w:rPr>
        <w:t>všetky relevantné štúdie, z ktorých sú zrejmé vplyvy prízemných mrazov, výskyt hmiel, smogových oblastí, smerov a rýchlostí vetra at</w:t>
      </w:r>
      <w:r w:rsidR="00FC1C63">
        <w:rPr>
          <w:bCs/>
        </w:rPr>
        <w:t>ď</w:t>
      </w:r>
      <w:r>
        <w:rPr>
          <w:bCs/>
        </w:rPr>
        <w:t>.</w:t>
      </w:r>
    </w:p>
    <w:p w14:paraId="771BCB8D" w14:textId="77777777" w:rsidR="005933F8" w:rsidRDefault="005933F8" w:rsidP="007B4C63">
      <w:pPr>
        <w:pStyle w:val="Hlavika"/>
        <w:numPr>
          <w:ilvl w:val="0"/>
          <w:numId w:val="29"/>
        </w:numPr>
        <w:tabs>
          <w:tab w:val="clear" w:pos="4819"/>
          <w:tab w:val="clear" w:pos="9071"/>
          <w:tab w:val="left" w:pos="-3261"/>
        </w:tabs>
        <w:ind w:left="567" w:hanging="340"/>
        <w:jc w:val="both"/>
        <w:rPr>
          <w:bCs/>
        </w:rPr>
      </w:pPr>
      <w:r>
        <w:rPr>
          <w:bCs/>
        </w:rPr>
        <w:t xml:space="preserve">požiadavky stavebníka </w:t>
      </w:r>
    </w:p>
    <w:p w14:paraId="005CCA66" w14:textId="77777777" w:rsidR="005933F8" w:rsidRPr="00293E4A" w:rsidRDefault="005933F8" w:rsidP="007B4C63">
      <w:pPr>
        <w:pStyle w:val="Hlavika"/>
        <w:numPr>
          <w:ilvl w:val="0"/>
          <w:numId w:val="29"/>
        </w:numPr>
        <w:tabs>
          <w:tab w:val="clear" w:pos="4819"/>
          <w:tab w:val="clear" w:pos="9071"/>
          <w:tab w:val="left" w:pos="-3261"/>
        </w:tabs>
        <w:spacing w:after="120"/>
        <w:ind w:left="567" w:hanging="340"/>
        <w:jc w:val="both"/>
        <w:rPr>
          <w:bCs/>
        </w:rPr>
      </w:pPr>
      <w:r>
        <w:rPr>
          <w:bCs/>
        </w:rPr>
        <w:t>popíšu sa požiadavky objednávateľa zo súťažných podkladov prípadne iné, interné požiadavky objednávateľa</w:t>
      </w:r>
    </w:p>
    <w:p w14:paraId="02CD6D5F" w14:textId="77777777" w:rsidR="005933F8" w:rsidRPr="007F0A25" w:rsidRDefault="00F73F49" w:rsidP="00D40451">
      <w:pPr>
        <w:pStyle w:val="Hlavika"/>
        <w:numPr>
          <w:ilvl w:val="1"/>
          <w:numId w:val="1"/>
        </w:numPr>
        <w:tabs>
          <w:tab w:val="clear" w:pos="4819"/>
          <w:tab w:val="clear" w:pos="9071"/>
          <w:tab w:val="left" w:pos="-3261"/>
        </w:tabs>
        <w:spacing w:after="120"/>
        <w:ind w:left="567" w:hanging="567"/>
        <w:jc w:val="both"/>
        <w:rPr>
          <w:b/>
          <w:bCs/>
          <w:sz w:val="24"/>
          <w:szCs w:val="24"/>
        </w:rPr>
      </w:pPr>
      <w:r w:rsidRPr="007F0A25">
        <w:rPr>
          <w:b/>
          <w:bCs/>
          <w:sz w:val="24"/>
          <w:szCs w:val="24"/>
        </w:rPr>
        <w:t>Základné údaje, charakterizujúce stavbu</w:t>
      </w:r>
    </w:p>
    <w:p w14:paraId="1DE97F7A" w14:textId="77777777" w:rsidR="005933F8" w:rsidRPr="007F0A25" w:rsidRDefault="005933F8" w:rsidP="00D44FA0">
      <w:pPr>
        <w:pStyle w:val="Hlavika"/>
        <w:numPr>
          <w:ilvl w:val="2"/>
          <w:numId w:val="30"/>
        </w:numPr>
        <w:tabs>
          <w:tab w:val="clear" w:pos="4819"/>
          <w:tab w:val="clear" w:pos="9071"/>
          <w:tab w:val="left" w:pos="-3261"/>
        </w:tabs>
        <w:spacing w:after="120"/>
        <w:ind w:left="567" w:hanging="567"/>
        <w:jc w:val="both"/>
        <w:rPr>
          <w:b/>
          <w:bCs/>
        </w:rPr>
      </w:pPr>
      <w:r w:rsidRPr="007F0A25">
        <w:rPr>
          <w:b/>
          <w:bCs/>
        </w:rPr>
        <w:t>Stručný popis stavby</w:t>
      </w:r>
    </w:p>
    <w:p w14:paraId="21CC2262" w14:textId="77777777" w:rsidR="008F7326" w:rsidRPr="00F73F49" w:rsidRDefault="008F7326" w:rsidP="001D112E">
      <w:pPr>
        <w:pStyle w:val="Hlavika"/>
        <w:numPr>
          <w:ilvl w:val="0"/>
          <w:numId w:val="4"/>
        </w:numPr>
        <w:tabs>
          <w:tab w:val="clear" w:pos="747"/>
          <w:tab w:val="clear" w:pos="4819"/>
          <w:tab w:val="clear" w:pos="9071"/>
          <w:tab w:val="num" w:pos="-3261"/>
        </w:tabs>
        <w:ind w:left="567" w:hanging="340"/>
        <w:jc w:val="both"/>
        <w:rPr>
          <w:b/>
          <w:bCs/>
        </w:rPr>
      </w:pPr>
      <w:r>
        <w:rPr>
          <w:bCs/>
        </w:rPr>
        <w:t xml:space="preserve">druh a jej funkcia, </w:t>
      </w:r>
    </w:p>
    <w:p w14:paraId="2F4FD099" w14:textId="77777777" w:rsidR="008F7326" w:rsidRDefault="008F7326" w:rsidP="001D112E">
      <w:pPr>
        <w:pStyle w:val="Hlavika"/>
        <w:numPr>
          <w:ilvl w:val="0"/>
          <w:numId w:val="4"/>
        </w:numPr>
        <w:tabs>
          <w:tab w:val="clear" w:pos="747"/>
          <w:tab w:val="clear" w:pos="4819"/>
          <w:tab w:val="clear" w:pos="9071"/>
          <w:tab w:val="num" w:pos="-3261"/>
        </w:tabs>
        <w:ind w:left="567" w:hanging="340"/>
        <w:jc w:val="both"/>
        <w:rPr>
          <w:bCs/>
        </w:rPr>
      </w:pPr>
      <w:r>
        <w:rPr>
          <w:bCs/>
        </w:rPr>
        <w:t xml:space="preserve">zdôvodnenie potreby stavby, </w:t>
      </w:r>
    </w:p>
    <w:p w14:paraId="24024840" w14:textId="77777777" w:rsidR="008F7326" w:rsidRDefault="008F7326" w:rsidP="001D112E">
      <w:pPr>
        <w:pStyle w:val="Hlavika"/>
        <w:numPr>
          <w:ilvl w:val="0"/>
          <w:numId w:val="4"/>
        </w:numPr>
        <w:tabs>
          <w:tab w:val="clear" w:pos="747"/>
          <w:tab w:val="clear" w:pos="4819"/>
          <w:tab w:val="clear" w:pos="9071"/>
          <w:tab w:val="num" w:pos="-3261"/>
        </w:tabs>
        <w:ind w:left="567" w:hanging="340"/>
        <w:jc w:val="both"/>
        <w:rPr>
          <w:bCs/>
        </w:rPr>
      </w:pPr>
      <w:r>
        <w:rPr>
          <w:bCs/>
        </w:rPr>
        <w:t xml:space="preserve">účel a ciele stavby, </w:t>
      </w:r>
    </w:p>
    <w:p w14:paraId="069A8619" w14:textId="77777777" w:rsidR="008F7326" w:rsidRDefault="008F7326" w:rsidP="001D112E">
      <w:pPr>
        <w:pStyle w:val="Hlavika"/>
        <w:numPr>
          <w:ilvl w:val="0"/>
          <w:numId w:val="4"/>
        </w:numPr>
        <w:tabs>
          <w:tab w:val="clear" w:pos="747"/>
          <w:tab w:val="clear" w:pos="4819"/>
          <w:tab w:val="clear" w:pos="9071"/>
          <w:tab w:val="num" w:pos="-3261"/>
        </w:tabs>
        <w:ind w:left="567" w:hanging="340"/>
        <w:jc w:val="both"/>
        <w:rPr>
          <w:bCs/>
        </w:rPr>
      </w:pPr>
      <w:r>
        <w:rPr>
          <w:bCs/>
        </w:rPr>
        <w:t xml:space="preserve">spôsob dosiahnutia cieľa, </w:t>
      </w:r>
    </w:p>
    <w:p w14:paraId="711729CF" w14:textId="48C61104" w:rsidR="00E754D8" w:rsidRPr="004F4099" w:rsidRDefault="00E754D8" w:rsidP="00320A5D">
      <w:pPr>
        <w:pStyle w:val="Hlavika"/>
        <w:numPr>
          <w:ilvl w:val="0"/>
          <w:numId w:val="4"/>
        </w:numPr>
        <w:tabs>
          <w:tab w:val="clear" w:pos="747"/>
          <w:tab w:val="clear" w:pos="4819"/>
          <w:tab w:val="clear" w:pos="9071"/>
          <w:tab w:val="num" w:pos="-3261"/>
        </w:tabs>
        <w:spacing w:after="120"/>
        <w:ind w:left="567" w:hanging="340"/>
        <w:jc w:val="both"/>
        <w:rPr>
          <w:bCs/>
        </w:rPr>
      </w:pPr>
      <w:r>
        <w:rPr>
          <w:bCs/>
        </w:rPr>
        <w:t xml:space="preserve">celkový rozsah (tabuľkový prehľad objektov na úseku, minimálne v rozsahu: počet a dĺžka mostov </w:t>
      </w:r>
      <w:r w:rsidR="00320A5D">
        <w:rPr>
          <w:bCs/>
        </w:rPr>
        <w:br/>
      </w:r>
      <w:r>
        <w:rPr>
          <w:bCs/>
        </w:rPr>
        <w:t xml:space="preserve">na privádzači, nad privádzačom, mimo privádzača, </w:t>
      </w:r>
      <w:r w:rsidRPr="00B96B98">
        <w:rPr>
          <w:bCs/>
        </w:rPr>
        <w:t>križovatky</w:t>
      </w:r>
      <w:r>
        <w:rPr>
          <w:bCs/>
        </w:rPr>
        <w:t>, PH steny, demolácie a pod).</w:t>
      </w:r>
    </w:p>
    <w:p w14:paraId="20ABDFA7" w14:textId="77777777" w:rsidR="00EA0E82" w:rsidRPr="007F0A25" w:rsidRDefault="00EA0E82" w:rsidP="007B4C63">
      <w:pPr>
        <w:pStyle w:val="Odsekzoznamu"/>
        <w:numPr>
          <w:ilvl w:val="2"/>
          <w:numId w:val="31"/>
        </w:numPr>
        <w:spacing w:before="0" w:after="120"/>
        <w:ind w:left="567" w:hanging="567"/>
        <w:rPr>
          <w:b/>
          <w:bCs/>
        </w:rPr>
      </w:pPr>
      <w:r w:rsidRPr="007F0A25">
        <w:rPr>
          <w:b/>
          <w:bCs/>
        </w:rPr>
        <w:t>Zmeny oproti dokumentácii na územné rozhodnutie</w:t>
      </w:r>
    </w:p>
    <w:p w14:paraId="7CAFC5AF" w14:textId="77777777" w:rsidR="0084507F" w:rsidRPr="007F0A25" w:rsidRDefault="0084507F" w:rsidP="007B4C63">
      <w:pPr>
        <w:pStyle w:val="Odsekzoznamu"/>
        <w:numPr>
          <w:ilvl w:val="2"/>
          <w:numId w:val="31"/>
        </w:numPr>
        <w:spacing w:before="0" w:after="120"/>
        <w:ind w:left="567" w:hanging="567"/>
        <w:rPr>
          <w:b/>
          <w:bCs/>
        </w:rPr>
      </w:pPr>
      <w:r w:rsidRPr="007F0A25">
        <w:rPr>
          <w:b/>
          <w:bCs/>
        </w:rPr>
        <w:t xml:space="preserve">Stručná charakteristika dotknutého územia </w:t>
      </w:r>
    </w:p>
    <w:p w14:paraId="7E3FB75E" w14:textId="77777777" w:rsidR="00DA5AA7" w:rsidRPr="007F0A25" w:rsidRDefault="0084507F" w:rsidP="00D44FA0">
      <w:pPr>
        <w:pStyle w:val="Odsekzoznamu"/>
        <w:numPr>
          <w:ilvl w:val="2"/>
          <w:numId w:val="31"/>
        </w:numPr>
        <w:spacing w:before="0" w:after="120"/>
        <w:ind w:left="567" w:hanging="567"/>
        <w:rPr>
          <w:bCs/>
        </w:rPr>
      </w:pPr>
      <w:r w:rsidRPr="007F0A25">
        <w:rPr>
          <w:b/>
          <w:bCs/>
        </w:rPr>
        <w:t xml:space="preserve">Väzby na okolitú zástavbu </w:t>
      </w:r>
    </w:p>
    <w:p w14:paraId="6D6A8775" w14:textId="77777777" w:rsidR="0084507F" w:rsidRPr="00DA5AA7" w:rsidRDefault="00DA5AA7" w:rsidP="00DA5AA7">
      <w:pPr>
        <w:spacing w:before="0" w:after="120"/>
        <w:ind w:firstLine="567"/>
        <w:rPr>
          <w:bCs/>
        </w:rPr>
      </w:pPr>
      <w:r>
        <w:rPr>
          <w:bCs/>
        </w:rPr>
        <w:t>U</w:t>
      </w:r>
      <w:r w:rsidR="0084507F" w:rsidRPr="00DA5AA7">
        <w:rPr>
          <w:bCs/>
        </w:rPr>
        <w:t xml:space="preserve">vedie sa dopad na existujúcu zástavbu, spôsob riešenia a prípadne </w:t>
      </w:r>
      <w:r w:rsidRPr="00DA5AA7">
        <w:rPr>
          <w:bCs/>
        </w:rPr>
        <w:t>odkaz na stavebný objekt</w:t>
      </w:r>
      <w:r w:rsidR="0084507F" w:rsidRPr="00DA5AA7">
        <w:rPr>
          <w:bCs/>
        </w:rPr>
        <w:t xml:space="preserve"> </w:t>
      </w:r>
    </w:p>
    <w:p w14:paraId="2ADB8C84" w14:textId="77777777" w:rsidR="00DA5AA7" w:rsidRPr="007F0A25" w:rsidRDefault="00D8442E" w:rsidP="00D44FA0">
      <w:pPr>
        <w:pStyle w:val="Odsekzoznamu"/>
        <w:numPr>
          <w:ilvl w:val="2"/>
          <w:numId w:val="31"/>
        </w:numPr>
        <w:spacing w:before="0" w:after="120"/>
        <w:ind w:left="567" w:hanging="567"/>
        <w:rPr>
          <w:b/>
          <w:bCs/>
        </w:rPr>
      </w:pPr>
      <w:r w:rsidRPr="007F0A25">
        <w:rPr>
          <w:b/>
          <w:bCs/>
        </w:rPr>
        <w:t xml:space="preserve">Väzby na priľahlú cestnú sieť </w:t>
      </w:r>
    </w:p>
    <w:p w14:paraId="43AA64EB" w14:textId="77777777" w:rsidR="0084507F" w:rsidRPr="00DA5AA7" w:rsidRDefault="00DA5AA7" w:rsidP="00DA5AA7">
      <w:pPr>
        <w:spacing w:before="0" w:after="120"/>
        <w:ind w:firstLine="567"/>
        <w:rPr>
          <w:b/>
          <w:bCs/>
        </w:rPr>
      </w:pPr>
      <w:r>
        <w:rPr>
          <w:bCs/>
        </w:rPr>
        <w:t>U</w:t>
      </w:r>
      <w:r w:rsidR="00D8442E" w:rsidRPr="00DA5AA7">
        <w:rPr>
          <w:bCs/>
        </w:rPr>
        <w:t>vedú sa všetky dopady na existujúce siete, spôsob riešenia a prípadne odkaz na stavebný obj</w:t>
      </w:r>
      <w:r w:rsidRPr="00DA5AA7">
        <w:rPr>
          <w:bCs/>
        </w:rPr>
        <w:t>ekt</w:t>
      </w:r>
    </w:p>
    <w:p w14:paraId="7AEE515A" w14:textId="77777777" w:rsidR="00DA5AA7" w:rsidRPr="007F0A25" w:rsidRDefault="00D8442E" w:rsidP="00D44FA0">
      <w:pPr>
        <w:pStyle w:val="Odsekzoznamu"/>
        <w:numPr>
          <w:ilvl w:val="2"/>
          <w:numId w:val="31"/>
        </w:numPr>
        <w:spacing w:before="0" w:after="120"/>
        <w:ind w:left="567" w:hanging="567"/>
        <w:rPr>
          <w:b/>
          <w:bCs/>
        </w:rPr>
      </w:pPr>
      <w:r w:rsidRPr="007F0A25">
        <w:rPr>
          <w:b/>
          <w:bCs/>
        </w:rPr>
        <w:t xml:space="preserve">Väzby na inžinierske siete </w:t>
      </w:r>
    </w:p>
    <w:p w14:paraId="23B3DC90" w14:textId="77777777" w:rsidR="00D8442E" w:rsidRPr="00DA5AA7" w:rsidRDefault="00DA5AA7" w:rsidP="00DA5AA7">
      <w:pPr>
        <w:spacing w:before="0" w:after="120"/>
        <w:ind w:firstLine="567"/>
        <w:rPr>
          <w:b/>
          <w:bCs/>
        </w:rPr>
      </w:pPr>
      <w:r>
        <w:rPr>
          <w:bCs/>
        </w:rPr>
        <w:t>U</w:t>
      </w:r>
      <w:r w:rsidR="00D8442E" w:rsidRPr="00DA5AA7">
        <w:rPr>
          <w:bCs/>
        </w:rPr>
        <w:t xml:space="preserve">vedú sa všetky dopady na existujúce siete, </w:t>
      </w:r>
      <w:r w:rsidR="00D8442E" w:rsidRPr="00DA5AA7">
        <w:rPr>
          <w:b/>
          <w:bCs/>
        </w:rPr>
        <w:t xml:space="preserve"> </w:t>
      </w:r>
      <w:r w:rsidR="00D8442E" w:rsidRPr="00DA5AA7">
        <w:rPr>
          <w:bCs/>
        </w:rPr>
        <w:t>spôsob riešenia a prípadne odkaz na stavebný obj</w:t>
      </w:r>
      <w:r w:rsidRPr="00DA5AA7">
        <w:rPr>
          <w:bCs/>
        </w:rPr>
        <w:t>ekt</w:t>
      </w:r>
    </w:p>
    <w:p w14:paraId="46214552" w14:textId="77777777" w:rsidR="00DA5AA7" w:rsidRPr="007F0A25" w:rsidRDefault="00D8442E" w:rsidP="00D44FA0">
      <w:pPr>
        <w:pStyle w:val="Odsekzoznamu"/>
        <w:numPr>
          <w:ilvl w:val="2"/>
          <w:numId w:val="31"/>
        </w:numPr>
        <w:spacing w:before="0" w:after="120"/>
        <w:ind w:left="567" w:hanging="567"/>
        <w:rPr>
          <w:b/>
          <w:bCs/>
        </w:rPr>
      </w:pPr>
      <w:r w:rsidRPr="007F0A25">
        <w:rPr>
          <w:b/>
          <w:bCs/>
        </w:rPr>
        <w:t xml:space="preserve">Väzby na zámery iných stavebníkov </w:t>
      </w:r>
    </w:p>
    <w:p w14:paraId="056D3FCC" w14:textId="77777777" w:rsidR="00D8442E" w:rsidRPr="00B96B98" w:rsidRDefault="00DA5AA7" w:rsidP="00DA5AA7">
      <w:pPr>
        <w:ind w:left="567" w:hanging="27"/>
        <w:rPr>
          <w:b/>
          <w:bCs/>
        </w:rPr>
      </w:pPr>
      <w:r w:rsidRPr="00B96B98">
        <w:rPr>
          <w:bCs/>
        </w:rPr>
        <w:t>U</w:t>
      </w:r>
      <w:r w:rsidR="00D8442E" w:rsidRPr="00B96B98">
        <w:rPr>
          <w:bCs/>
        </w:rPr>
        <w:t>vedú sa všetky známe zámery a aj na základe územnoplánovacích prípadne iných rozvojových informácií a uvedie sa dopad na tieto zámer</w:t>
      </w:r>
      <w:r w:rsidRPr="00B96B98">
        <w:rPr>
          <w:bCs/>
        </w:rPr>
        <w:t>y</w:t>
      </w:r>
      <w:r w:rsidR="00D8442E" w:rsidRPr="00B96B98">
        <w:rPr>
          <w:b/>
          <w:bCs/>
        </w:rPr>
        <w:t xml:space="preserve"> </w:t>
      </w:r>
    </w:p>
    <w:p w14:paraId="4B3522E4" w14:textId="77777777" w:rsidR="006C097F" w:rsidRPr="00126D07" w:rsidRDefault="006C097F" w:rsidP="00D87ACA">
      <w:pPr>
        <w:pStyle w:val="Hlavika"/>
        <w:tabs>
          <w:tab w:val="clear" w:pos="4819"/>
          <w:tab w:val="clear" w:pos="9071"/>
          <w:tab w:val="left" w:pos="-3261"/>
        </w:tabs>
        <w:ind w:left="567"/>
        <w:jc w:val="both"/>
        <w:rPr>
          <w:b/>
          <w:bCs/>
        </w:rPr>
      </w:pPr>
    </w:p>
    <w:p w14:paraId="50885DFE" w14:textId="77777777" w:rsidR="001112C7" w:rsidRPr="001112C7" w:rsidRDefault="001112C7" w:rsidP="007B4C63">
      <w:pPr>
        <w:pStyle w:val="Odsekzoznamu"/>
        <w:numPr>
          <w:ilvl w:val="0"/>
          <w:numId w:val="22"/>
        </w:numPr>
        <w:suppressLineNumbers/>
        <w:tabs>
          <w:tab w:val="left" w:pos="-2694"/>
        </w:tabs>
        <w:suppressAutoHyphens/>
        <w:autoSpaceDE/>
        <w:spacing w:before="0" w:after="0" w:line="360" w:lineRule="auto"/>
        <w:jc w:val="both"/>
        <w:textAlignment w:val="baseline"/>
        <w:rPr>
          <w:b/>
          <w:bCs/>
          <w:vanish/>
        </w:rPr>
      </w:pPr>
    </w:p>
    <w:p w14:paraId="1A8AB8F6" w14:textId="77777777" w:rsidR="001112C7" w:rsidRPr="001112C7" w:rsidRDefault="001112C7" w:rsidP="007B4C63">
      <w:pPr>
        <w:pStyle w:val="Odsekzoznamu"/>
        <w:numPr>
          <w:ilvl w:val="1"/>
          <w:numId w:val="22"/>
        </w:numPr>
        <w:suppressLineNumbers/>
        <w:tabs>
          <w:tab w:val="left" w:pos="-2694"/>
        </w:tabs>
        <w:suppressAutoHyphens/>
        <w:autoSpaceDE/>
        <w:spacing w:before="0" w:after="0" w:line="360" w:lineRule="auto"/>
        <w:jc w:val="both"/>
        <w:textAlignment w:val="baseline"/>
        <w:rPr>
          <w:b/>
          <w:bCs/>
          <w:vanish/>
        </w:rPr>
      </w:pPr>
    </w:p>
    <w:p w14:paraId="56E6671E" w14:textId="77777777" w:rsidR="001112C7" w:rsidRPr="001112C7" w:rsidRDefault="001112C7" w:rsidP="007B4C63">
      <w:pPr>
        <w:pStyle w:val="Odsekzoznamu"/>
        <w:numPr>
          <w:ilvl w:val="1"/>
          <w:numId w:val="22"/>
        </w:numPr>
        <w:suppressLineNumbers/>
        <w:tabs>
          <w:tab w:val="left" w:pos="-2694"/>
        </w:tabs>
        <w:suppressAutoHyphens/>
        <w:autoSpaceDE/>
        <w:spacing w:before="0" w:after="0" w:line="360" w:lineRule="auto"/>
        <w:jc w:val="both"/>
        <w:textAlignment w:val="baseline"/>
        <w:rPr>
          <w:b/>
          <w:bCs/>
          <w:vanish/>
        </w:rPr>
      </w:pPr>
    </w:p>
    <w:p w14:paraId="600EDB1D" w14:textId="77777777" w:rsidR="00C750D0" w:rsidRPr="00C750D0" w:rsidRDefault="00C750D0" w:rsidP="007B4C63">
      <w:pPr>
        <w:pStyle w:val="Odsekzoznamu"/>
        <w:numPr>
          <w:ilvl w:val="1"/>
          <w:numId w:val="22"/>
        </w:numPr>
        <w:suppressLineNumbers/>
        <w:tabs>
          <w:tab w:val="left" w:pos="-2694"/>
        </w:tabs>
        <w:suppressAutoHyphens/>
        <w:autoSpaceDE/>
        <w:spacing w:before="0" w:after="0" w:line="360" w:lineRule="auto"/>
        <w:jc w:val="both"/>
        <w:textAlignment w:val="baseline"/>
        <w:rPr>
          <w:b/>
          <w:bCs/>
          <w:vanish/>
        </w:rPr>
      </w:pPr>
    </w:p>
    <w:p w14:paraId="34F8D2FC" w14:textId="77777777" w:rsidR="00C750D0" w:rsidRPr="00C750D0" w:rsidRDefault="00C750D0" w:rsidP="007B4C63">
      <w:pPr>
        <w:pStyle w:val="Odsekzoznamu"/>
        <w:numPr>
          <w:ilvl w:val="1"/>
          <w:numId w:val="22"/>
        </w:numPr>
        <w:suppressLineNumbers/>
        <w:tabs>
          <w:tab w:val="left" w:pos="-2694"/>
        </w:tabs>
        <w:suppressAutoHyphens/>
        <w:autoSpaceDE/>
        <w:spacing w:before="0" w:after="0" w:line="360" w:lineRule="auto"/>
        <w:jc w:val="both"/>
        <w:textAlignment w:val="baseline"/>
        <w:rPr>
          <w:b/>
          <w:bCs/>
          <w:vanish/>
        </w:rPr>
      </w:pPr>
    </w:p>
    <w:p w14:paraId="48C2D328" w14:textId="77777777" w:rsidR="001112C7" w:rsidRPr="007F0A25" w:rsidRDefault="00C85093" w:rsidP="007B4C63">
      <w:pPr>
        <w:pStyle w:val="Hlavika"/>
        <w:numPr>
          <w:ilvl w:val="1"/>
          <w:numId w:val="22"/>
        </w:numPr>
        <w:suppressLineNumbers/>
        <w:tabs>
          <w:tab w:val="clear" w:pos="4819"/>
          <w:tab w:val="clear" w:pos="9071"/>
          <w:tab w:val="left" w:pos="-2694"/>
        </w:tabs>
        <w:suppressAutoHyphens/>
        <w:autoSpaceDE/>
        <w:spacing w:line="360" w:lineRule="auto"/>
        <w:ind w:left="540"/>
        <w:jc w:val="both"/>
        <w:textAlignment w:val="baseline"/>
        <w:rPr>
          <w:b/>
          <w:bCs/>
          <w:sz w:val="24"/>
          <w:szCs w:val="24"/>
        </w:rPr>
      </w:pPr>
      <w:r w:rsidRPr="007F0A25">
        <w:rPr>
          <w:b/>
          <w:bCs/>
          <w:sz w:val="24"/>
          <w:szCs w:val="24"/>
        </w:rPr>
        <w:t>Č</w:t>
      </w:r>
      <w:r w:rsidR="001112C7" w:rsidRPr="007F0A25">
        <w:rPr>
          <w:b/>
          <w:bCs/>
          <w:sz w:val="24"/>
          <w:szCs w:val="24"/>
        </w:rPr>
        <w:t>lenenie stavby</w:t>
      </w:r>
    </w:p>
    <w:p w14:paraId="752B758D" w14:textId="77777777" w:rsidR="00C750D0" w:rsidRDefault="00C750D0" w:rsidP="00ED58F2">
      <w:pPr>
        <w:pStyle w:val="Hlavika"/>
        <w:suppressLineNumbers/>
        <w:tabs>
          <w:tab w:val="clear" w:pos="4819"/>
          <w:tab w:val="clear" w:pos="9071"/>
          <w:tab w:val="left" w:pos="-2694"/>
        </w:tabs>
        <w:suppressAutoHyphens/>
        <w:autoSpaceDE/>
        <w:spacing w:after="120"/>
        <w:ind w:left="539"/>
        <w:jc w:val="both"/>
        <w:textAlignment w:val="baseline"/>
        <w:rPr>
          <w:bCs/>
        </w:rPr>
      </w:pPr>
      <w:r>
        <w:rPr>
          <w:bCs/>
        </w:rPr>
        <w:t>Zoznam objektov</w:t>
      </w:r>
      <w:r w:rsidR="00DA5AA7">
        <w:rPr>
          <w:bCs/>
        </w:rPr>
        <w:t xml:space="preserve">/súborov je treba uviesť číslom, názvom </w:t>
      </w:r>
      <w:r w:rsidR="00DA5AA7" w:rsidRPr="00DA5AA7">
        <w:rPr>
          <w:bCs/>
        </w:rPr>
        <w:t>a potrebné uviesť budúceho správcu, resp. vlastníka a správcu objektu/súboru (najlepšie v tabuľkovej forme).</w:t>
      </w:r>
    </w:p>
    <w:p w14:paraId="1F49A221" w14:textId="77777777" w:rsidR="00DA5AA7" w:rsidRPr="00C750D0" w:rsidRDefault="00DA5AA7" w:rsidP="00ED58F2">
      <w:pPr>
        <w:pStyle w:val="Hlavika"/>
        <w:suppressLineNumbers/>
        <w:tabs>
          <w:tab w:val="clear" w:pos="4819"/>
          <w:tab w:val="clear" w:pos="9071"/>
          <w:tab w:val="left" w:pos="-2694"/>
        </w:tabs>
        <w:suppressAutoHyphens/>
        <w:autoSpaceDE/>
        <w:spacing w:after="120"/>
        <w:ind w:left="539" w:firstLine="28"/>
        <w:jc w:val="both"/>
        <w:textAlignment w:val="baseline"/>
        <w:rPr>
          <w:bCs/>
        </w:rPr>
      </w:pPr>
      <w:r>
        <w:rPr>
          <w:bCs/>
        </w:rPr>
        <w:t xml:space="preserve">Objekty/súbory </w:t>
      </w:r>
      <w:r w:rsidRPr="00DA5AA7">
        <w:rPr>
          <w:bCs/>
        </w:rPr>
        <w:t>budú členené do samostatných skupín podľa ich účelu a charakteru. Základné členenie a číslovanie objektov/súborov do základných skupín musí rešpektovať úradne schválenú dokumentáciu (v územnom konaní).</w:t>
      </w:r>
    </w:p>
    <w:p w14:paraId="66DD81DC" w14:textId="77777777" w:rsidR="00C750D0" w:rsidRPr="007F0A25" w:rsidRDefault="00C750D0" w:rsidP="00BA0184">
      <w:pPr>
        <w:pStyle w:val="Hlavika"/>
        <w:numPr>
          <w:ilvl w:val="1"/>
          <w:numId w:val="22"/>
        </w:numPr>
        <w:suppressLineNumbers/>
        <w:tabs>
          <w:tab w:val="clear" w:pos="4819"/>
          <w:tab w:val="clear" w:pos="9071"/>
          <w:tab w:val="left" w:pos="-2694"/>
        </w:tabs>
        <w:suppressAutoHyphens/>
        <w:autoSpaceDE/>
        <w:spacing w:line="360" w:lineRule="auto"/>
        <w:ind w:left="540"/>
        <w:jc w:val="both"/>
        <w:textAlignment w:val="baseline"/>
        <w:rPr>
          <w:b/>
          <w:bCs/>
          <w:sz w:val="24"/>
          <w:szCs w:val="24"/>
        </w:rPr>
      </w:pPr>
      <w:r w:rsidRPr="007F0A25">
        <w:rPr>
          <w:b/>
          <w:bCs/>
          <w:sz w:val="24"/>
          <w:szCs w:val="24"/>
        </w:rPr>
        <w:t>Výstavb</w:t>
      </w:r>
      <w:r w:rsidR="00DA5AA7" w:rsidRPr="007F0A25">
        <w:rPr>
          <w:b/>
          <w:bCs/>
          <w:sz w:val="24"/>
          <w:szCs w:val="24"/>
        </w:rPr>
        <w:t>a</w:t>
      </w:r>
    </w:p>
    <w:p w14:paraId="5ACBC5C3" w14:textId="06D08CC5" w:rsidR="00DA5AA7" w:rsidRPr="007F0A25" w:rsidRDefault="001313B5" w:rsidP="00D44FA0">
      <w:pPr>
        <w:pStyle w:val="Hlavika"/>
        <w:numPr>
          <w:ilvl w:val="2"/>
          <w:numId w:val="22"/>
        </w:numPr>
        <w:suppressLineNumbers/>
        <w:tabs>
          <w:tab w:val="clear" w:pos="4819"/>
          <w:tab w:val="clear" w:pos="9071"/>
          <w:tab w:val="left" w:pos="-2694"/>
        </w:tabs>
        <w:suppressAutoHyphens/>
        <w:autoSpaceDE/>
        <w:spacing w:after="120"/>
        <w:ind w:left="567" w:hanging="567"/>
        <w:jc w:val="both"/>
        <w:textAlignment w:val="baseline"/>
        <w:rPr>
          <w:b/>
          <w:bCs/>
        </w:rPr>
      </w:pPr>
      <w:r w:rsidRPr="007F0A25">
        <w:rPr>
          <w:b/>
          <w:bCs/>
        </w:rPr>
        <w:t>Plánované termíny výstavby</w:t>
      </w:r>
    </w:p>
    <w:p w14:paraId="566EB8CF" w14:textId="27EF6B6F" w:rsidR="001313B5" w:rsidRPr="001313B5" w:rsidRDefault="00EC22DC" w:rsidP="00BA0184">
      <w:pPr>
        <w:pStyle w:val="Hlavika"/>
        <w:suppressLineNumbers/>
        <w:tabs>
          <w:tab w:val="clear" w:pos="4819"/>
          <w:tab w:val="clear" w:pos="9071"/>
          <w:tab w:val="left" w:pos="-2694"/>
        </w:tabs>
        <w:suppressAutoHyphens/>
        <w:autoSpaceDE/>
        <w:spacing w:line="360" w:lineRule="auto"/>
        <w:ind w:left="567" w:hanging="567"/>
        <w:jc w:val="both"/>
        <w:textAlignment w:val="baseline"/>
        <w:rPr>
          <w:bCs/>
        </w:rPr>
      </w:pPr>
      <w:r>
        <w:rPr>
          <w:bCs/>
        </w:rPr>
        <w:t xml:space="preserve"> </w:t>
      </w:r>
      <w:r w:rsidR="00BA0184">
        <w:rPr>
          <w:bCs/>
        </w:rPr>
        <w:tab/>
      </w:r>
      <w:r w:rsidR="001313B5">
        <w:rPr>
          <w:bCs/>
        </w:rPr>
        <w:t>Uvedú sa predpokladané termíny a lehoty výstavby</w:t>
      </w:r>
    </w:p>
    <w:p w14:paraId="70B4B769" w14:textId="7A3339F0" w:rsidR="001313B5" w:rsidRPr="007F0A25" w:rsidRDefault="001313B5" w:rsidP="00D44FA0">
      <w:pPr>
        <w:pStyle w:val="Hlavika"/>
        <w:numPr>
          <w:ilvl w:val="2"/>
          <w:numId w:val="22"/>
        </w:numPr>
        <w:suppressLineNumbers/>
        <w:tabs>
          <w:tab w:val="clear" w:pos="4819"/>
          <w:tab w:val="clear" w:pos="9071"/>
          <w:tab w:val="left" w:pos="-2694"/>
        </w:tabs>
        <w:suppressAutoHyphens/>
        <w:autoSpaceDE/>
        <w:spacing w:after="120"/>
        <w:ind w:left="567" w:hanging="567"/>
        <w:jc w:val="both"/>
        <w:textAlignment w:val="baseline"/>
        <w:rPr>
          <w:b/>
          <w:bCs/>
        </w:rPr>
      </w:pPr>
      <w:r w:rsidRPr="007F0A25">
        <w:rPr>
          <w:b/>
          <w:bCs/>
        </w:rPr>
        <w:t>Podmieňujúce predpoklady</w:t>
      </w:r>
    </w:p>
    <w:p w14:paraId="5FED2BA8" w14:textId="38701A79" w:rsidR="001313B5" w:rsidRDefault="00EC22DC" w:rsidP="00BA0184">
      <w:pPr>
        <w:pStyle w:val="Hlavika"/>
        <w:suppressLineNumbers/>
        <w:tabs>
          <w:tab w:val="clear" w:pos="4819"/>
          <w:tab w:val="clear" w:pos="9071"/>
          <w:tab w:val="left" w:pos="-2694"/>
        </w:tabs>
        <w:suppressAutoHyphens/>
        <w:autoSpaceDE/>
        <w:spacing w:after="120"/>
        <w:ind w:left="567" w:hanging="567"/>
        <w:jc w:val="both"/>
        <w:textAlignment w:val="baseline"/>
        <w:rPr>
          <w:bCs/>
        </w:rPr>
      </w:pPr>
      <w:r>
        <w:rPr>
          <w:bCs/>
        </w:rPr>
        <w:t xml:space="preserve"> </w:t>
      </w:r>
      <w:r w:rsidR="00BA0184">
        <w:rPr>
          <w:bCs/>
        </w:rPr>
        <w:tab/>
      </w:r>
      <w:r w:rsidR="001313B5" w:rsidRPr="001313B5">
        <w:rPr>
          <w:bCs/>
        </w:rPr>
        <w:t xml:space="preserve">Uvedú </w:t>
      </w:r>
      <w:r w:rsidR="00544195">
        <w:rPr>
          <w:bCs/>
        </w:rPr>
        <w:t>s</w:t>
      </w:r>
      <w:r w:rsidR="001313B5" w:rsidRPr="001313B5">
        <w:rPr>
          <w:bCs/>
        </w:rPr>
        <w:t xml:space="preserve">a všetky súvislosti ktoré sú potrebné k začatiu výstavby v prípade, že výstavba je nimi </w:t>
      </w:r>
      <w:r>
        <w:rPr>
          <w:bCs/>
        </w:rPr>
        <w:t xml:space="preserve">   </w:t>
      </w:r>
      <w:r w:rsidR="001313B5" w:rsidRPr="001313B5">
        <w:rPr>
          <w:bCs/>
        </w:rPr>
        <w:t>podmienená.</w:t>
      </w:r>
    </w:p>
    <w:p w14:paraId="28B0B741" w14:textId="77777777" w:rsidR="00156B33" w:rsidRPr="007F0A25" w:rsidRDefault="00156B33" w:rsidP="00D44FA0">
      <w:pPr>
        <w:pStyle w:val="Hlavika"/>
        <w:numPr>
          <w:ilvl w:val="2"/>
          <w:numId w:val="22"/>
        </w:numPr>
        <w:suppressLineNumbers/>
        <w:tabs>
          <w:tab w:val="clear" w:pos="4819"/>
          <w:tab w:val="clear" w:pos="9071"/>
          <w:tab w:val="left" w:pos="-2694"/>
        </w:tabs>
        <w:suppressAutoHyphens/>
        <w:autoSpaceDE/>
        <w:spacing w:after="120"/>
        <w:ind w:left="539" w:hanging="539"/>
        <w:jc w:val="both"/>
        <w:textAlignment w:val="baseline"/>
        <w:rPr>
          <w:b/>
          <w:bCs/>
        </w:rPr>
      </w:pPr>
      <w:r w:rsidRPr="007F0A25">
        <w:rPr>
          <w:b/>
          <w:bCs/>
        </w:rPr>
        <w:t>Samostatne prevádzkovateľné časti</w:t>
      </w:r>
    </w:p>
    <w:p w14:paraId="21ED3ED8" w14:textId="77777777" w:rsidR="007F0A25" w:rsidRDefault="00BA0184" w:rsidP="00BA0184">
      <w:pPr>
        <w:pStyle w:val="Hlavika"/>
        <w:suppressLineNumbers/>
        <w:tabs>
          <w:tab w:val="clear" w:pos="4819"/>
          <w:tab w:val="clear" w:pos="9071"/>
          <w:tab w:val="left" w:pos="-2694"/>
        </w:tabs>
        <w:suppressAutoHyphens/>
        <w:autoSpaceDE/>
        <w:spacing w:after="120"/>
        <w:ind w:left="567" w:hanging="567"/>
        <w:jc w:val="both"/>
        <w:textAlignment w:val="baseline"/>
        <w:rPr>
          <w:bCs/>
        </w:rPr>
        <w:sectPr w:rsidR="007F0A25" w:rsidSect="003B7924">
          <w:headerReference w:type="default" r:id="rId8"/>
          <w:footerReference w:type="default" r:id="rId9"/>
          <w:headerReference w:type="first" r:id="rId10"/>
          <w:footerReference w:type="first" r:id="rId11"/>
          <w:pgSz w:w="11906" w:h="16838" w:code="9"/>
          <w:pgMar w:top="1418" w:right="1134" w:bottom="1134" w:left="1134" w:header="709" w:footer="709" w:gutter="0"/>
          <w:cols w:space="708"/>
          <w:docGrid w:linePitch="360"/>
        </w:sectPr>
      </w:pPr>
      <w:r>
        <w:rPr>
          <w:bCs/>
        </w:rPr>
        <w:tab/>
      </w:r>
      <w:r w:rsidR="00685BAE">
        <w:rPr>
          <w:bCs/>
        </w:rPr>
        <w:t>Uvedú sa všetky časti, ktoré budú odovzdané do užívania v priebehu výstavby</w:t>
      </w:r>
    </w:p>
    <w:p w14:paraId="4B2C5FFF" w14:textId="77777777" w:rsidR="00685BAE" w:rsidRPr="007F0A25" w:rsidRDefault="00685BAE" w:rsidP="00F91C8D">
      <w:pPr>
        <w:pStyle w:val="Hlavika"/>
        <w:numPr>
          <w:ilvl w:val="0"/>
          <w:numId w:val="1"/>
        </w:numPr>
        <w:tabs>
          <w:tab w:val="clear" w:pos="4819"/>
          <w:tab w:val="clear" w:pos="9071"/>
          <w:tab w:val="left" w:pos="-3261"/>
        </w:tabs>
        <w:spacing w:after="120"/>
        <w:jc w:val="both"/>
        <w:rPr>
          <w:b/>
          <w:bCs/>
          <w:sz w:val="24"/>
          <w:szCs w:val="24"/>
        </w:rPr>
      </w:pPr>
      <w:r w:rsidRPr="007F0A25">
        <w:rPr>
          <w:b/>
          <w:bCs/>
          <w:sz w:val="24"/>
          <w:szCs w:val="24"/>
        </w:rPr>
        <w:lastRenderedPageBreak/>
        <w:t>Netechnické zhrnutie (základné údaje charakterizujúce stavbu)</w:t>
      </w:r>
    </w:p>
    <w:p w14:paraId="006BA05E" w14:textId="03E46D31" w:rsidR="00685BAE" w:rsidRPr="007F0A25" w:rsidRDefault="00685BAE" w:rsidP="00F91C8D">
      <w:pPr>
        <w:pStyle w:val="Hlavika"/>
        <w:numPr>
          <w:ilvl w:val="1"/>
          <w:numId w:val="223"/>
        </w:numPr>
        <w:tabs>
          <w:tab w:val="clear" w:pos="4819"/>
          <w:tab w:val="clear" w:pos="9071"/>
          <w:tab w:val="left" w:pos="-3261"/>
        </w:tabs>
        <w:spacing w:after="120"/>
        <w:ind w:left="567" w:hanging="567"/>
        <w:jc w:val="both"/>
        <w:rPr>
          <w:b/>
          <w:bCs/>
        </w:rPr>
      </w:pPr>
      <w:r w:rsidRPr="007F0A25">
        <w:rPr>
          <w:b/>
          <w:bCs/>
        </w:rPr>
        <w:t>Účel projektu</w:t>
      </w:r>
    </w:p>
    <w:p w14:paraId="6D3DA865" w14:textId="5D576577" w:rsidR="00F91C8D" w:rsidRPr="007F0A25" w:rsidRDefault="00F91C8D" w:rsidP="00F91C8D">
      <w:pPr>
        <w:pStyle w:val="Hlavika"/>
        <w:numPr>
          <w:ilvl w:val="1"/>
          <w:numId w:val="223"/>
        </w:numPr>
        <w:tabs>
          <w:tab w:val="clear" w:pos="4819"/>
          <w:tab w:val="clear" w:pos="9071"/>
          <w:tab w:val="left" w:pos="-3261"/>
        </w:tabs>
        <w:spacing w:after="120"/>
        <w:ind w:left="567" w:hanging="567"/>
        <w:jc w:val="both"/>
        <w:rPr>
          <w:b/>
          <w:bCs/>
        </w:rPr>
      </w:pPr>
      <w:r w:rsidRPr="007F0A25">
        <w:rPr>
          <w:b/>
          <w:bCs/>
        </w:rPr>
        <w:t>Stručný popis technického riešenia</w:t>
      </w:r>
    </w:p>
    <w:p w14:paraId="7CDC5E1E" w14:textId="5CE2CD6A" w:rsidR="00F91C8D" w:rsidRPr="007F0A25" w:rsidRDefault="00F91C8D" w:rsidP="00F91C8D">
      <w:pPr>
        <w:pStyle w:val="Hlavika"/>
        <w:numPr>
          <w:ilvl w:val="1"/>
          <w:numId w:val="223"/>
        </w:numPr>
        <w:tabs>
          <w:tab w:val="clear" w:pos="4819"/>
          <w:tab w:val="clear" w:pos="9071"/>
          <w:tab w:val="left" w:pos="-3261"/>
        </w:tabs>
        <w:spacing w:after="120"/>
        <w:ind w:left="567" w:hanging="567"/>
        <w:jc w:val="both"/>
        <w:rPr>
          <w:b/>
          <w:bCs/>
        </w:rPr>
      </w:pPr>
      <w:r w:rsidRPr="007F0A25">
        <w:rPr>
          <w:b/>
          <w:bCs/>
        </w:rPr>
        <w:t>Charakteristika ovplyvnenej oblasti</w:t>
      </w:r>
    </w:p>
    <w:p w14:paraId="03EF4622" w14:textId="0F9F2846" w:rsidR="00F91C8D" w:rsidRDefault="00F91C8D" w:rsidP="00F91C8D">
      <w:pPr>
        <w:pStyle w:val="Hlavika"/>
        <w:tabs>
          <w:tab w:val="clear" w:pos="4819"/>
          <w:tab w:val="clear" w:pos="9071"/>
          <w:tab w:val="left" w:pos="-3261"/>
        </w:tabs>
        <w:spacing w:after="120"/>
        <w:ind w:left="567"/>
        <w:jc w:val="both"/>
        <w:rPr>
          <w:b/>
          <w:bCs/>
        </w:rPr>
      </w:pPr>
      <w:r w:rsidRPr="00ED58F2">
        <w:rPr>
          <w:bCs/>
        </w:rPr>
        <w:t>Stručne sa popíše miesto kde je stavba umiestnená, jej charakteristika, využitie a pod.</w:t>
      </w:r>
    </w:p>
    <w:p w14:paraId="2125A721" w14:textId="6EB49A8E" w:rsidR="00F91C8D" w:rsidRDefault="00F91C8D" w:rsidP="00F91C8D">
      <w:pPr>
        <w:pStyle w:val="Hlavika"/>
        <w:numPr>
          <w:ilvl w:val="1"/>
          <w:numId w:val="223"/>
        </w:numPr>
        <w:tabs>
          <w:tab w:val="clear" w:pos="4819"/>
          <w:tab w:val="clear" w:pos="9071"/>
          <w:tab w:val="left" w:pos="-3261"/>
        </w:tabs>
        <w:spacing w:after="120"/>
        <w:ind w:left="567" w:hanging="567"/>
        <w:jc w:val="both"/>
        <w:rPr>
          <w:b/>
          <w:bCs/>
        </w:rPr>
      </w:pPr>
      <w:r w:rsidRPr="00ED58F2">
        <w:rPr>
          <w:b/>
          <w:bCs/>
        </w:rPr>
        <w:t>Základné charakteristiky environmentálneho prostredia</w:t>
      </w:r>
    </w:p>
    <w:p w14:paraId="219A33A5" w14:textId="66F8B2A4" w:rsidR="00F91C8D" w:rsidRDefault="00F91C8D" w:rsidP="00F91C8D">
      <w:pPr>
        <w:pStyle w:val="Hlavika"/>
        <w:tabs>
          <w:tab w:val="clear" w:pos="4819"/>
          <w:tab w:val="clear" w:pos="9071"/>
          <w:tab w:val="left" w:pos="-3261"/>
        </w:tabs>
        <w:spacing w:after="120"/>
        <w:ind w:left="567"/>
        <w:jc w:val="both"/>
        <w:rPr>
          <w:bCs/>
        </w:rPr>
      </w:pPr>
      <w:r w:rsidRPr="00ED58F2">
        <w:rPr>
          <w:bCs/>
        </w:rPr>
        <w:t xml:space="preserve">Popíše sa geomorfologická charakteristika územia, inžinierskogeologické pomery, klimatické </w:t>
      </w:r>
      <w:r>
        <w:rPr>
          <w:bCs/>
        </w:rPr>
        <w:t xml:space="preserve"> </w:t>
      </w:r>
      <w:r w:rsidRPr="00ED58F2">
        <w:rPr>
          <w:bCs/>
        </w:rPr>
        <w:t>pomery, hydrogeologické pomery</w:t>
      </w:r>
      <w:r>
        <w:rPr>
          <w:bCs/>
        </w:rPr>
        <w:t xml:space="preserve"> (povrchové a pod povrchové vody), chránené územia, fauna a flóra, pôdne pomery, ÚSES a pod.</w:t>
      </w:r>
    </w:p>
    <w:p w14:paraId="1F1698C0" w14:textId="4AC05FC4" w:rsidR="00EC22DC" w:rsidRDefault="00EC22DC" w:rsidP="00F91C8D">
      <w:pPr>
        <w:pStyle w:val="Hlavika"/>
        <w:numPr>
          <w:ilvl w:val="1"/>
          <w:numId w:val="223"/>
        </w:numPr>
        <w:tabs>
          <w:tab w:val="clear" w:pos="4819"/>
          <w:tab w:val="clear" w:pos="9071"/>
          <w:tab w:val="left" w:pos="-3261"/>
        </w:tabs>
        <w:spacing w:after="120"/>
        <w:ind w:left="567" w:hanging="567"/>
        <w:jc w:val="both"/>
        <w:rPr>
          <w:b/>
          <w:bCs/>
        </w:rPr>
      </w:pPr>
      <w:r w:rsidRPr="00ED58F2">
        <w:rPr>
          <w:b/>
          <w:bCs/>
        </w:rPr>
        <w:t>Dodržiavanie súladu činnosti s územnoplánovacou dokumentáciou</w:t>
      </w:r>
    </w:p>
    <w:p w14:paraId="5126ADA8" w14:textId="254157B9" w:rsidR="00F91C8D" w:rsidRDefault="00F91C8D" w:rsidP="00F91C8D">
      <w:pPr>
        <w:pStyle w:val="Hlavika"/>
        <w:numPr>
          <w:ilvl w:val="1"/>
          <w:numId w:val="223"/>
        </w:numPr>
        <w:tabs>
          <w:tab w:val="clear" w:pos="4819"/>
          <w:tab w:val="clear" w:pos="9071"/>
          <w:tab w:val="left" w:pos="-3261"/>
        </w:tabs>
        <w:spacing w:after="120"/>
        <w:ind w:left="567" w:hanging="567"/>
        <w:jc w:val="both"/>
        <w:rPr>
          <w:b/>
          <w:bCs/>
        </w:rPr>
      </w:pPr>
      <w:r>
        <w:rPr>
          <w:b/>
          <w:bCs/>
        </w:rPr>
        <w:t>Hodnotenie očakávaného vývoja za predpokladu neimplementovaniu investície</w:t>
      </w:r>
    </w:p>
    <w:p w14:paraId="5E42313F" w14:textId="1CEC8CFF" w:rsidR="00F91C8D" w:rsidRDefault="00F91C8D" w:rsidP="00F91C8D">
      <w:pPr>
        <w:pStyle w:val="Hlavika"/>
        <w:tabs>
          <w:tab w:val="clear" w:pos="4819"/>
          <w:tab w:val="clear" w:pos="9071"/>
          <w:tab w:val="left" w:pos="-3261"/>
        </w:tabs>
        <w:spacing w:after="120"/>
        <w:ind w:left="560"/>
        <w:jc w:val="both"/>
        <w:rPr>
          <w:b/>
          <w:bCs/>
        </w:rPr>
      </w:pPr>
      <w:r w:rsidRPr="00D44FA0">
        <w:rPr>
          <w:bCs/>
        </w:rPr>
        <w:t>Uvedie sa predpokladaný vývoj v tzv. nulovom variante</w:t>
      </w:r>
    </w:p>
    <w:p w14:paraId="211F30A8" w14:textId="6A221EBB" w:rsidR="00F91C8D" w:rsidRDefault="00F91C8D" w:rsidP="00F91C8D">
      <w:pPr>
        <w:pStyle w:val="Hlavika"/>
        <w:numPr>
          <w:ilvl w:val="1"/>
          <w:numId w:val="223"/>
        </w:numPr>
        <w:tabs>
          <w:tab w:val="clear" w:pos="4819"/>
          <w:tab w:val="clear" w:pos="9071"/>
          <w:tab w:val="left" w:pos="-3261"/>
        </w:tabs>
        <w:spacing w:after="120"/>
        <w:ind w:left="567" w:hanging="567"/>
        <w:jc w:val="both"/>
        <w:rPr>
          <w:b/>
          <w:bCs/>
        </w:rPr>
      </w:pPr>
      <w:r>
        <w:rPr>
          <w:b/>
          <w:bCs/>
        </w:rPr>
        <w:t>Identifikácia pravdepodobných vplyvov na územie</w:t>
      </w:r>
    </w:p>
    <w:p w14:paraId="3BE0FDEF" w14:textId="16D5DE54" w:rsidR="00F91C8D" w:rsidRDefault="00F91C8D" w:rsidP="00F91C8D">
      <w:pPr>
        <w:pStyle w:val="Hlavika"/>
        <w:numPr>
          <w:ilvl w:val="1"/>
          <w:numId w:val="223"/>
        </w:numPr>
        <w:tabs>
          <w:tab w:val="clear" w:pos="4819"/>
          <w:tab w:val="clear" w:pos="9071"/>
          <w:tab w:val="left" w:pos="-3261"/>
          <w:tab w:val="left" w:pos="993"/>
        </w:tabs>
        <w:spacing w:after="120"/>
        <w:ind w:left="567" w:hanging="578"/>
        <w:jc w:val="both"/>
        <w:rPr>
          <w:b/>
          <w:bCs/>
        </w:rPr>
      </w:pPr>
      <w:r>
        <w:rPr>
          <w:b/>
          <w:bCs/>
        </w:rPr>
        <w:t>Zhodnotia sa vplyvy investície na obyvateľstvo (hluk, vibrácie, emisie), na horninové prostredie, pôdu, vody, na chránené územia, faunu a flóru, ÚSES, pamiatky a kumulatívne a synergické vplyvy a to ako počas prevádzky tak aj počas výstavby. Náhradné a zmierňujúce opatrenia</w:t>
      </w:r>
    </w:p>
    <w:p w14:paraId="417AA040" w14:textId="52E94F40" w:rsidR="00F91C8D" w:rsidRDefault="00F91C8D" w:rsidP="00F91C8D">
      <w:pPr>
        <w:pStyle w:val="Hlavika"/>
        <w:tabs>
          <w:tab w:val="clear" w:pos="4819"/>
          <w:tab w:val="clear" w:pos="9071"/>
          <w:tab w:val="left" w:pos="-3261"/>
        </w:tabs>
        <w:spacing w:after="120"/>
        <w:ind w:left="567"/>
        <w:jc w:val="both"/>
        <w:rPr>
          <w:bCs/>
        </w:rPr>
      </w:pPr>
      <w:r w:rsidRPr="00ED58F2">
        <w:rPr>
          <w:bCs/>
        </w:rPr>
        <w:t xml:space="preserve">Uvedú sa všetky technické, kompenzačné opatrenia navrhnuté v projektovej dokumentácii </w:t>
      </w:r>
      <w:r>
        <w:rPr>
          <w:bCs/>
        </w:rPr>
        <w:br/>
      </w:r>
      <w:r w:rsidRPr="00ED58F2">
        <w:rPr>
          <w:bCs/>
        </w:rPr>
        <w:t>na zmenšenie negatívnych dopadov.</w:t>
      </w:r>
    </w:p>
    <w:p w14:paraId="3A01D489" w14:textId="4CE653FE" w:rsidR="00F91C8D" w:rsidRDefault="00F91C8D" w:rsidP="00F91C8D">
      <w:pPr>
        <w:pStyle w:val="Hlavika"/>
        <w:numPr>
          <w:ilvl w:val="1"/>
          <w:numId w:val="223"/>
        </w:numPr>
        <w:tabs>
          <w:tab w:val="clear" w:pos="4819"/>
          <w:tab w:val="clear" w:pos="9071"/>
          <w:tab w:val="left" w:pos="-3261"/>
        </w:tabs>
        <w:spacing w:after="120"/>
        <w:ind w:left="567" w:hanging="567"/>
        <w:jc w:val="both"/>
        <w:rPr>
          <w:b/>
          <w:bCs/>
        </w:rPr>
      </w:pPr>
      <w:r w:rsidRPr="00ED58F2">
        <w:rPr>
          <w:b/>
          <w:bCs/>
        </w:rPr>
        <w:t>Záver</w:t>
      </w:r>
    </w:p>
    <w:p w14:paraId="2C6A3BCD" w14:textId="3017640A" w:rsidR="00811144" w:rsidRDefault="00F91C8D" w:rsidP="00BA0184">
      <w:pPr>
        <w:pStyle w:val="Hlavika"/>
        <w:tabs>
          <w:tab w:val="clear" w:pos="4819"/>
          <w:tab w:val="clear" w:pos="9071"/>
          <w:tab w:val="left" w:pos="-3261"/>
        </w:tabs>
        <w:spacing w:after="120"/>
        <w:ind w:left="567" w:hanging="567"/>
        <w:jc w:val="both"/>
        <w:rPr>
          <w:bCs/>
        </w:rPr>
      </w:pPr>
      <w:r>
        <w:rPr>
          <w:b/>
          <w:bCs/>
        </w:rPr>
        <w:tab/>
      </w:r>
      <w:r w:rsidR="00811144">
        <w:rPr>
          <w:bCs/>
        </w:rPr>
        <w:t>Popíšu a zhodnotia sa zmeny technického riešenia.</w:t>
      </w:r>
    </w:p>
    <w:p w14:paraId="0284E0DF" w14:textId="77777777" w:rsidR="00ED58F2" w:rsidRPr="00ED58F2" w:rsidRDefault="00ED58F2" w:rsidP="00ED58F2">
      <w:pPr>
        <w:pStyle w:val="Hlavika"/>
        <w:tabs>
          <w:tab w:val="clear" w:pos="4819"/>
          <w:tab w:val="clear" w:pos="9071"/>
          <w:tab w:val="left" w:pos="-3261"/>
        </w:tabs>
        <w:spacing w:after="120"/>
        <w:ind w:left="680"/>
        <w:jc w:val="both"/>
        <w:rPr>
          <w:bCs/>
        </w:rPr>
      </w:pPr>
    </w:p>
    <w:p w14:paraId="3EB383BC" w14:textId="77777777" w:rsidR="001313B5" w:rsidRPr="007F0A25" w:rsidRDefault="001313B5" w:rsidP="00F91C8D">
      <w:pPr>
        <w:pStyle w:val="Hlavika"/>
        <w:numPr>
          <w:ilvl w:val="0"/>
          <w:numId w:val="223"/>
        </w:numPr>
        <w:tabs>
          <w:tab w:val="clear" w:pos="4819"/>
          <w:tab w:val="clear" w:pos="9071"/>
          <w:tab w:val="left" w:pos="-3261"/>
        </w:tabs>
        <w:spacing w:after="120"/>
        <w:jc w:val="both"/>
        <w:rPr>
          <w:b/>
          <w:bCs/>
          <w:sz w:val="24"/>
          <w:szCs w:val="24"/>
        </w:rPr>
      </w:pPr>
      <w:r w:rsidRPr="007F0A25">
        <w:rPr>
          <w:b/>
          <w:bCs/>
          <w:sz w:val="24"/>
          <w:szCs w:val="24"/>
        </w:rPr>
        <w:t>Vyhodnotenie zapracovania podmienok určených v zisťovacom konaní alebo v ZS</w:t>
      </w:r>
    </w:p>
    <w:p w14:paraId="07D18A09" w14:textId="4E172EFA" w:rsidR="001313B5" w:rsidRPr="001313B5" w:rsidRDefault="00ED58F2" w:rsidP="00574A5B">
      <w:pPr>
        <w:pStyle w:val="Hlavika"/>
        <w:tabs>
          <w:tab w:val="left" w:pos="-3261"/>
        </w:tabs>
        <w:spacing w:after="120"/>
        <w:ind w:firstLine="540"/>
        <w:jc w:val="both"/>
        <w:rPr>
          <w:bCs/>
        </w:rPr>
      </w:pPr>
      <w:r>
        <w:rPr>
          <w:bCs/>
        </w:rPr>
        <w:t>P</w:t>
      </w:r>
      <w:r w:rsidR="001313B5" w:rsidRPr="001313B5">
        <w:rPr>
          <w:bCs/>
        </w:rPr>
        <w:t>ísomné vyhodnotenie spôsobu zapracovania pripomienok určených v</w:t>
      </w:r>
      <w:r w:rsidR="00D93B95">
        <w:rPr>
          <w:bCs/>
        </w:rPr>
        <w:t> dokladoch z procesu posudzovania vplyvov - v stanovisku/</w:t>
      </w:r>
      <w:r w:rsidR="001313B5" w:rsidRPr="001313B5">
        <w:rPr>
          <w:bCs/>
        </w:rPr>
        <w:t>rozhodnutí vydanom v zisťovacom konaní, resp. v záverečnom stanovisku.</w:t>
      </w:r>
    </w:p>
    <w:p w14:paraId="0CA9315F" w14:textId="77777777" w:rsidR="001313B5" w:rsidRDefault="001313B5" w:rsidP="00574A5B">
      <w:pPr>
        <w:pStyle w:val="Hlavika"/>
        <w:tabs>
          <w:tab w:val="clear" w:pos="4819"/>
          <w:tab w:val="clear" w:pos="9071"/>
          <w:tab w:val="left" w:pos="-3261"/>
        </w:tabs>
        <w:spacing w:after="120"/>
        <w:ind w:firstLine="540"/>
        <w:jc w:val="both"/>
        <w:rPr>
          <w:bCs/>
        </w:rPr>
      </w:pPr>
      <w:r w:rsidRPr="001313B5">
        <w:rPr>
          <w:bCs/>
        </w:rPr>
        <w:t>Dokument bude obsahovať presné znenie pripomienky, resp. podmienky a následne vyhodnotenie bude popísané adresne s odkazom na konkrétne riešenie, popis technického riešenia, stavebný objekt a jeho umiestnenie v rámci stavby.</w:t>
      </w:r>
    </w:p>
    <w:p w14:paraId="51D7C288" w14:textId="27F24757" w:rsidR="001313B5" w:rsidRPr="001313B5" w:rsidRDefault="001313B5" w:rsidP="00574A5B">
      <w:pPr>
        <w:pStyle w:val="Hlavika"/>
        <w:tabs>
          <w:tab w:val="left" w:pos="-3261"/>
        </w:tabs>
        <w:spacing w:after="120"/>
        <w:ind w:firstLine="540"/>
        <w:jc w:val="both"/>
        <w:rPr>
          <w:bCs/>
        </w:rPr>
      </w:pPr>
      <w:r w:rsidRPr="001313B5">
        <w:rPr>
          <w:bCs/>
        </w:rPr>
        <w:t xml:space="preserve">V prípade všeobecných podmienok a podmienok určených do ďalších stupňov sa uvedie odkaz </w:t>
      </w:r>
      <w:r w:rsidR="00320A5D">
        <w:rPr>
          <w:bCs/>
        </w:rPr>
        <w:br/>
      </w:r>
      <w:r w:rsidRPr="001313B5">
        <w:rPr>
          <w:bCs/>
        </w:rPr>
        <w:t>na kapitolu v súhrnnej technickej správe kde sú tieto podmienky riešené, resp. na kapitoly a časti projektovej dokumentácie, ktoré popisujú podmienky do ďalších stupňov projektovej dokumentácie.</w:t>
      </w:r>
    </w:p>
    <w:p w14:paraId="5D4EBE03" w14:textId="77777777" w:rsidR="001313B5" w:rsidRPr="001313B5" w:rsidRDefault="001313B5" w:rsidP="001313B5">
      <w:pPr>
        <w:pStyle w:val="Hlavika"/>
        <w:tabs>
          <w:tab w:val="left" w:pos="-3261"/>
        </w:tabs>
        <w:spacing w:after="120"/>
        <w:ind w:left="540"/>
        <w:jc w:val="both"/>
        <w:rPr>
          <w:bCs/>
        </w:rPr>
      </w:pPr>
      <w:r w:rsidRPr="001313B5">
        <w:rPr>
          <w:bCs/>
        </w:rPr>
        <w:t>Číslovanie podmienok bude vzostupne od najstaršieho rozhodnutia.</w:t>
      </w:r>
    </w:p>
    <w:p w14:paraId="30DC546E" w14:textId="475E8A8A" w:rsidR="00544195" w:rsidRDefault="001313B5" w:rsidP="00997987">
      <w:pPr>
        <w:pStyle w:val="Hlavika"/>
        <w:tabs>
          <w:tab w:val="clear" w:pos="4819"/>
          <w:tab w:val="clear" w:pos="9071"/>
          <w:tab w:val="left" w:pos="-3261"/>
        </w:tabs>
        <w:spacing w:after="120"/>
        <w:ind w:firstLine="540"/>
        <w:jc w:val="both"/>
        <w:rPr>
          <w:bCs/>
        </w:rPr>
      </w:pPr>
      <w:r w:rsidRPr="001313B5">
        <w:rPr>
          <w:bCs/>
        </w:rPr>
        <w:t xml:space="preserve">Prílohou bude situácia v M 1: 10 000 (M 1: 5 000) na podklade štátneho mapového diela (ŠMD) </w:t>
      </w:r>
      <w:r w:rsidR="00320A5D">
        <w:rPr>
          <w:bCs/>
        </w:rPr>
        <w:br/>
      </w:r>
      <w:r w:rsidRPr="001313B5">
        <w:rPr>
          <w:bCs/>
        </w:rPr>
        <w:t>s navrhovaným stavom a odkazom s číslom podmienky.</w:t>
      </w:r>
    </w:p>
    <w:p w14:paraId="0F9FC38D" w14:textId="77777777" w:rsidR="00997987" w:rsidRPr="00997987" w:rsidRDefault="00997987" w:rsidP="00997987">
      <w:pPr>
        <w:pStyle w:val="Hlavika"/>
        <w:tabs>
          <w:tab w:val="clear" w:pos="4819"/>
          <w:tab w:val="clear" w:pos="9071"/>
          <w:tab w:val="left" w:pos="-3261"/>
        </w:tabs>
        <w:spacing w:after="120"/>
        <w:ind w:firstLine="540"/>
        <w:jc w:val="both"/>
        <w:rPr>
          <w:bCs/>
        </w:rPr>
      </w:pPr>
    </w:p>
    <w:p w14:paraId="7F1DA58D" w14:textId="77777777" w:rsidR="00126D07" w:rsidRPr="007F0A25" w:rsidRDefault="001313B5" w:rsidP="001313B5">
      <w:pPr>
        <w:pStyle w:val="Hlavika"/>
        <w:tabs>
          <w:tab w:val="clear" w:pos="4819"/>
          <w:tab w:val="clear" w:pos="9071"/>
          <w:tab w:val="left" w:pos="-3261"/>
        </w:tabs>
        <w:spacing w:after="120"/>
        <w:jc w:val="both"/>
        <w:rPr>
          <w:b/>
          <w:bCs/>
          <w:sz w:val="24"/>
          <w:szCs w:val="24"/>
        </w:rPr>
      </w:pPr>
      <w:r w:rsidRPr="007F0A25">
        <w:rPr>
          <w:b/>
          <w:bCs/>
          <w:sz w:val="24"/>
          <w:szCs w:val="24"/>
        </w:rPr>
        <w:t>B</w:t>
      </w:r>
      <w:r w:rsidR="00B54100" w:rsidRPr="007F0A25">
        <w:rPr>
          <w:b/>
          <w:bCs/>
          <w:sz w:val="24"/>
          <w:szCs w:val="24"/>
        </w:rPr>
        <w:t xml:space="preserve">  </w:t>
      </w:r>
      <w:r w:rsidR="00D40451" w:rsidRPr="007F0A25">
        <w:rPr>
          <w:b/>
          <w:bCs/>
          <w:sz w:val="24"/>
          <w:szCs w:val="24"/>
        </w:rPr>
        <w:t>TECHNICKÁ SPRÁVA</w:t>
      </w:r>
    </w:p>
    <w:p w14:paraId="2F650E4E" w14:textId="77777777" w:rsidR="00126D07" w:rsidRPr="007F0A25" w:rsidRDefault="00126D07" w:rsidP="00C85AE9">
      <w:pPr>
        <w:pStyle w:val="Hlavika"/>
        <w:numPr>
          <w:ilvl w:val="0"/>
          <w:numId w:val="13"/>
        </w:numPr>
        <w:tabs>
          <w:tab w:val="clear" w:pos="4819"/>
          <w:tab w:val="clear" w:pos="9071"/>
          <w:tab w:val="left" w:pos="-3261"/>
        </w:tabs>
        <w:spacing w:after="120"/>
        <w:jc w:val="both"/>
        <w:rPr>
          <w:b/>
          <w:bCs/>
          <w:sz w:val="24"/>
          <w:szCs w:val="24"/>
        </w:rPr>
      </w:pPr>
      <w:r w:rsidRPr="007F0A25">
        <w:rPr>
          <w:b/>
          <w:bCs/>
          <w:sz w:val="24"/>
          <w:szCs w:val="24"/>
        </w:rPr>
        <w:t>Charakteristika územia stavby</w:t>
      </w:r>
    </w:p>
    <w:p w14:paraId="52E29862" w14:textId="77777777" w:rsidR="00FE7C78" w:rsidRPr="00FE7C78" w:rsidRDefault="00FE7C78" w:rsidP="00C85AE9">
      <w:pPr>
        <w:pStyle w:val="Odsekzoznamu"/>
        <w:numPr>
          <w:ilvl w:val="0"/>
          <w:numId w:val="14"/>
        </w:numPr>
        <w:tabs>
          <w:tab w:val="left" w:pos="-4820"/>
          <w:tab w:val="left" w:pos="-3261"/>
        </w:tabs>
        <w:spacing w:before="0" w:after="120" w:line="240" w:lineRule="auto"/>
        <w:jc w:val="both"/>
        <w:rPr>
          <w:bCs/>
          <w:vanish/>
        </w:rPr>
      </w:pPr>
    </w:p>
    <w:p w14:paraId="59FCBD78" w14:textId="77777777" w:rsidR="001F67B0" w:rsidRPr="001F67B0" w:rsidRDefault="00126D07" w:rsidP="00C85AE9">
      <w:pPr>
        <w:pStyle w:val="Hlavika"/>
        <w:numPr>
          <w:ilvl w:val="1"/>
          <w:numId w:val="13"/>
        </w:numPr>
        <w:tabs>
          <w:tab w:val="clear" w:pos="4819"/>
          <w:tab w:val="clear" w:pos="9071"/>
          <w:tab w:val="left" w:pos="-4820"/>
          <w:tab w:val="left" w:pos="-3261"/>
        </w:tabs>
        <w:spacing w:after="120"/>
        <w:ind w:left="426" w:hanging="426"/>
        <w:jc w:val="both"/>
        <w:rPr>
          <w:b/>
          <w:bCs/>
        </w:rPr>
      </w:pPr>
      <w:r w:rsidRPr="001F67B0">
        <w:rPr>
          <w:b/>
          <w:bCs/>
        </w:rPr>
        <w:t xml:space="preserve">Zhodnotenie umiestnenia </w:t>
      </w:r>
      <w:r w:rsidR="001F67B0">
        <w:rPr>
          <w:b/>
          <w:bCs/>
        </w:rPr>
        <w:t>pozemnej komunikácie</w:t>
      </w:r>
      <w:r w:rsidR="00D46F72" w:rsidRPr="001F67B0">
        <w:rPr>
          <w:b/>
          <w:bCs/>
        </w:rPr>
        <w:t xml:space="preserve"> </w:t>
      </w:r>
      <w:r w:rsidRPr="001F67B0">
        <w:rPr>
          <w:b/>
          <w:bCs/>
        </w:rPr>
        <w:t xml:space="preserve">a popis staveniska </w:t>
      </w:r>
    </w:p>
    <w:p w14:paraId="4FFD8494" w14:textId="77777777" w:rsidR="00FE7C78" w:rsidRPr="001F67B0" w:rsidRDefault="00126D07" w:rsidP="007B4C63">
      <w:pPr>
        <w:pStyle w:val="Hlavika"/>
        <w:numPr>
          <w:ilvl w:val="0"/>
          <w:numId w:val="32"/>
        </w:numPr>
        <w:tabs>
          <w:tab w:val="clear" w:pos="4819"/>
          <w:tab w:val="clear" w:pos="9071"/>
          <w:tab w:val="left" w:pos="-4820"/>
          <w:tab w:val="left" w:pos="-3261"/>
        </w:tabs>
        <w:spacing w:after="120"/>
        <w:ind w:left="426" w:hanging="284"/>
        <w:jc w:val="both"/>
        <w:rPr>
          <w:bCs/>
        </w:rPr>
      </w:pPr>
      <w:r w:rsidRPr="001F67B0">
        <w:rPr>
          <w:bCs/>
        </w:rPr>
        <w:t xml:space="preserve">údaje o existujúcej cestnej sieti, objektoch, </w:t>
      </w:r>
      <w:r w:rsidRPr="00B96B98">
        <w:rPr>
          <w:bCs/>
        </w:rPr>
        <w:t xml:space="preserve">rozvodoch (podzemných, pozemných a nadzemných), existujúcej zástavbe, zeleni, ochranných pásmach, </w:t>
      </w:r>
      <w:r w:rsidR="001F67B0" w:rsidRPr="00B96B98">
        <w:rPr>
          <w:bCs/>
        </w:rPr>
        <w:t xml:space="preserve">dobývacích </w:t>
      </w:r>
      <w:r w:rsidR="000068E2" w:rsidRPr="00B96B98">
        <w:rPr>
          <w:bCs/>
        </w:rPr>
        <w:t>priestoro</w:t>
      </w:r>
      <w:r w:rsidR="000068E2">
        <w:rPr>
          <w:bCs/>
        </w:rPr>
        <w:t>ch</w:t>
      </w:r>
      <w:r w:rsidR="001F67B0" w:rsidRPr="00B96B98">
        <w:rPr>
          <w:bCs/>
        </w:rPr>
        <w:t xml:space="preserve">, inundáciách, chránených územiach, objektoch a porastoch podľa iných právnych predpisov, </w:t>
      </w:r>
      <w:r w:rsidRPr="00B96B98">
        <w:rPr>
          <w:bCs/>
        </w:rPr>
        <w:t>nárokoch</w:t>
      </w:r>
      <w:r w:rsidRPr="001F67B0">
        <w:rPr>
          <w:bCs/>
        </w:rPr>
        <w:t xml:space="preserve"> na záber poľnohospodárskeho a lesnéh</w:t>
      </w:r>
      <w:r w:rsidR="001F363F" w:rsidRPr="001F67B0">
        <w:rPr>
          <w:bCs/>
        </w:rPr>
        <w:t>o</w:t>
      </w:r>
      <w:r w:rsidRPr="001F67B0">
        <w:rPr>
          <w:bCs/>
        </w:rPr>
        <w:t xml:space="preserve"> pôdneho fondu a ostatných plôch</w:t>
      </w:r>
      <w:r w:rsidR="00835E9E" w:rsidRPr="001F67B0">
        <w:rPr>
          <w:bCs/>
        </w:rPr>
        <w:t>.</w:t>
      </w:r>
    </w:p>
    <w:p w14:paraId="4BD3EF64" w14:textId="77777777" w:rsidR="00835E9E" w:rsidRDefault="000068E2" w:rsidP="00C85AE9">
      <w:pPr>
        <w:pStyle w:val="Hlavika"/>
        <w:numPr>
          <w:ilvl w:val="1"/>
          <w:numId w:val="12"/>
        </w:numPr>
        <w:tabs>
          <w:tab w:val="clear" w:pos="4819"/>
          <w:tab w:val="clear" w:pos="9071"/>
          <w:tab w:val="left" w:pos="-4820"/>
          <w:tab w:val="left" w:pos="-3261"/>
        </w:tabs>
        <w:spacing w:after="120"/>
        <w:ind w:left="426" w:hanging="426"/>
        <w:jc w:val="both"/>
        <w:rPr>
          <w:b/>
          <w:bCs/>
        </w:rPr>
      </w:pPr>
      <w:r w:rsidRPr="00156687">
        <w:rPr>
          <w:b/>
          <w:bCs/>
        </w:rPr>
        <w:t>Uskutoč</w:t>
      </w:r>
      <w:r>
        <w:rPr>
          <w:b/>
          <w:bCs/>
        </w:rPr>
        <w:t>nenie</w:t>
      </w:r>
      <w:r w:rsidRPr="00156687">
        <w:rPr>
          <w:b/>
          <w:bCs/>
        </w:rPr>
        <w:t xml:space="preserve"> </w:t>
      </w:r>
      <w:r w:rsidR="001F363F" w:rsidRPr="00156687">
        <w:rPr>
          <w:b/>
          <w:bCs/>
        </w:rPr>
        <w:t>prieskumov a z nich vyplývajúce dôsledky na návrh stavby. Pri stavebných úpravách a udržiavacích prácach zhodnotenie doterajšieho stavu.</w:t>
      </w:r>
    </w:p>
    <w:p w14:paraId="1C93B010" w14:textId="77777777" w:rsidR="00452597" w:rsidRDefault="00452597" w:rsidP="007B4C63">
      <w:pPr>
        <w:pStyle w:val="Hlavika"/>
        <w:numPr>
          <w:ilvl w:val="1"/>
          <w:numId w:val="33"/>
        </w:numPr>
        <w:tabs>
          <w:tab w:val="clear" w:pos="4819"/>
          <w:tab w:val="clear" w:pos="9071"/>
          <w:tab w:val="left" w:pos="-4820"/>
          <w:tab w:val="left" w:pos="-3261"/>
        </w:tabs>
        <w:spacing w:after="120"/>
        <w:ind w:left="426" w:hanging="426"/>
        <w:jc w:val="both"/>
        <w:rPr>
          <w:b/>
          <w:bCs/>
        </w:rPr>
      </w:pPr>
      <w:r w:rsidRPr="00156687">
        <w:rPr>
          <w:b/>
          <w:bCs/>
        </w:rPr>
        <w:t>Použité mapové a geodetické podklady</w:t>
      </w:r>
      <w:r>
        <w:rPr>
          <w:b/>
          <w:bCs/>
        </w:rPr>
        <w:t xml:space="preserve"> (</w:t>
      </w:r>
      <w:r w:rsidRPr="00452597">
        <w:rPr>
          <w:b/>
          <w:bCs/>
        </w:rPr>
        <w:t xml:space="preserve">vrátane informačných zákresov a vytýčenia inžinierskych sietí) a odkazom na príslušnú geodetickú dokumentáciu, </w:t>
      </w:r>
      <w:proofErr w:type="spellStart"/>
      <w:r w:rsidRPr="00452597">
        <w:rPr>
          <w:b/>
          <w:bCs/>
        </w:rPr>
        <w:t>ortofotomapy</w:t>
      </w:r>
      <w:proofErr w:type="spellEnd"/>
    </w:p>
    <w:p w14:paraId="68D61C65" w14:textId="77777777" w:rsidR="00452597" w:rsidRPr="00156687" w:rsidRDefault="00452597" w:rsidP="007B4C63">
      <w:pPr>
        <w:pStyle w:val="Hlavika"/>
        <w:numPr>
          <w:ilvl w:val="1"/>
          <w:numId w:val="34"/>
        </w:numPr>
        <w:tabs>
          <w:tab w:val="clear" w:pos="4819"/>
          <w:tab w:val="clear" w:pos="9071"/>
          <w:tab w:val="left" w:pos="-4820"/>
          <w:tab w:val="left" w:pos="-3261"/>
        </w:tabs>
        <w:spacing w:after="120"/>
        <w:ind w:left="426" w:hanging="426"/>
        <w:jc w:val="both"/>
        <w:rPr>
          <w:b/>
          <w:bCs/>
        </w:rPr>
      </w:pPr>
      <w:r w:rsidRPr="00452597">
        <w:rPr>
          <w:b/>
          <w:bCs/>
        </w:rPr>
        <w:lastRenderedPageBreak/>
        <w:t>Príprava na stavbu</w:t>
      </w:r>
    </w:p>
    <w:p w14:paraId="790C2C93" w14:textId="77777777" w:rsidR="00452597" w:rsidRDefault="000C1905" w:rsidP="00817263">
      <w:pPr>
        <w:pStyle w:val="Hlavika"/>
        <w:numPr>
          <w:ilvl w:val="0"/>
          <w:numId w:val="5"/>
        </w:numPr>
        <w:tabs>
          <w:tab w:val="clear" w:pos="4819"/>
          <w:tab w:val="clear" w:pos="9071"/>
          <w:tab w:val="left" w:pos="-3261"/>
        </w:tabs>
        <w:ind w:left="567" w:hanging="340"/>
        <w:jc w:val="both"/>
        <w:rPr>
          <w:bCs/>
        </w:rPr>
      </w:pPr>
      <w:r>
        <w:rPr>
          <w:bCs/>
        </w:rPr>
        <w:t>uvoľnenie pozemkov a objektov,</w:t>
      </w:r>
    </w:p>
    <w:p w14:paraId="6316F418" w14:textId="77777777" w:rsidR="000C1905" w:rsidRPr="000068E2" w:rsidRDefault="00452597" w:rsidP="000068E2">
      <w:pPr>
        <w:pStyle w:val="Hlavika"/>
        <w:numPr>
          <w:ilvl w:val="0"/>
          <w:numId w:val="5"/>
        </w:numPr>
        <w:tabs>
          <w:tab w:val="clear" w:pos="4819"/>
          <w:tab w:val="clear" w:pos="9071"/>
          <w:tab w:val="left" w:pos="-3261"/>
        </w:tabs>
        <w:ind w:left="567" w:hanging="340"/>
        <w:jc w:val="both"/>
        <w:rPr>
          <w:bCs/>
        </w:rPr>
      </w:pPr>
      <w:r w:rsidRPr="000068E2">
        <w:rPr>
          <w:bCs/>
        </w:rPr>
        <w:t xml:space="preserve">plnenie rozhodnutia orgánu štátnej správy a orgánu územnej samosprávy podľa príslušných ustanovení </w:t>
      </w:r>
      <w:r w:rsidR="000068E2" w:rsidRPr="000068E2">
        <w:rPr>
          <w:bCs/>
        </w:rPr>
        <w:t xml:space="preserve">zákona č. 49/2002 Z. z. </w:t>
      </w:r>
      <w:r w:rsidRPr="000068E2">
        <w:rPr>
          <w:bCs/>
        </w:rPr>
        <w:t xml:space="preserve">o ochrane pamiatkového fondu </w:t>
      </w:r>
      <w:r w:rsidR="000068E2">
        <w:rPr>
          <w:bCs/>
        </w:rPr>
        <w:t xml:space="preserve">v znení neskorších predpisov, </w:t>
      </w:r>
      <w:r w:rsidR="000C1905" w:rsidRPr="000068E2">
        <w:rPr>
          <w:bCs/>
        </w:rPr>
        <w:t xml:space="preserve">rozsah a spôsob vykonania demolácií, vrátane </w:t>
      </w:r>
      <w:r w:rsidR="00D8437A" w:rsidRPr="000068E2">
        <w:rPr>
          <w:bCs/>
        </w:rPr>
        <w:t xml:space="preserve">zhodnotenia, resp. </w:t>
      </w:r>
      <w:r w:rsidR="000C1905" w:rsidRPr="000068E2">
        <w:rPr>
          <w:bCs/>
        </w:rPr>
        <w:t xml:space="preserve">likvidácie všetkých odpadov v rámci stavby, </w:t>
      </w:r>
    </w:p>
    <w:p w14:paraId="029F1DC1" w14:textId="77777777" w:rsidR="000C1905" w:rsidRDefault="000C1905" w:rsidP="00D8437A">
      <w:pPr>
        <w:pStyle w:val="Hlavika"/>
        <w:numPr>
          <w:ilvl w:val="0"/>
          <w:numId w:val="5"/>
        </w:numPr>
        <w:tabs>
          <w:tab w:val="clear" w:pos="4819"/>
          <w:tab w:val="clear" w:pos="9071"/>
          <w:tab w:val="center" w:pos="-3261"/>
        </w:tabs>
        <w:ind w:left="567" w:hanging="340"/>
        <w:jc w:val="both"/>
        <w:rPr>
          <w:bCs/>
        </w:rPr>
      </w:pPr>
      <w:r>
        <w:rPr>
          <w:bCs/>
        </w:rPr>
        <w:t xml:space="preserve">rozsah a spôsob likvidácie porastov, </w:t>
      </w:r>
    </w:p>
    <w:p w14:paraId="2D453135" w14:textId="77777777" w:rsidR="000C1905" w:rsidRDefault="000C1905" w:rsidP="00D8437A">
      <w:pPr>
        <w:pStyle w:val="Hlavika"/>
        <w:numPr>
          <w:ilvl w:val="0"/>
          <w:numId w:val="5"/>
        </w:numPr>
        <w:tabs>
          <w:tab w:val="clear" w:pos="4819"/>
          <w:tab w:val="clear" w:pos="9071"/>
          <w:tab w:val="left" w:pos="-3261"/>
        </w:tabs>
        <w:ind w:left="567" w:hanging="340"/>
        <w:jc w:val="both"/>
        <w:rPr>
          <w:bCs/>
        </w:rPr>
      </w:pPr>
      <w:r>
        <w:rPr>
          <w:bCs/>
        </w:rPr>
        <w:t xml:space="preserve">zabezpečenie ochranných pásiem, chránených objektov a porastov po dobu výstavby, </w:t>
      </w:r>
    </w:p>
    <w:p w14:paraId="527D8BA8" w14:textId="77777777" w:rsidR="000C1905" w:rsidRPr="00B96B98" w:rsidRDefault="000C1905" w:rsidP="00D8437A">
      <w:pPr>
        <w:pStyle w:val="Hlavika"/>
        <w:numPr>
          <w:ilvl w:val="0"/>
          <w:numId w:val="5"/>
        </w:numPr>
        <w:tabs>
          <w:tab w:val="clear" w:pos="4819"/>
          <w:tab w:val="clear" w:pos="9071"/>
          <w:tab w:val="center" w:pos="-3261"/>
        </w:tabs>
        <w:ind w:left="567" w:hanging="340"/>
        <w:jc w:val="both"/>
        <w:rPr>
          <w:bCs/>
        </w:rPr>
      </w:pPr>
      <w:r>
        <w:rPr>
          <w:bCs/>
        </w:rPr>
        <w:t xml:space="preserve">preložky </w:t>
      </w:r>
      <w:r w:rsidRPr="00B96B98">
        <w:rPr>
          <w:bCs/>
        </w:rPr>
        <w:t xml:space="preserve">podzemných a nadzemných vedení inžinierskych sietí, dopravných trás a tokov, </w:t>
      </w:r>
    </w:p>
    <w:p w14:paraId="35638EDD" w14:textId="77777777" w:rsidR="000C1905" w:rsidRDefault="000C1905" w:rsidP="00817263">
      <w:pPr>
        <w:pStyle w:val="Hlavika"/>
        <w:numPr>
          <w:ilvl w:val="0"/>
          <w:numId w:val="5"/>
        </w:numPr>
        <w:tabs>
          <w:tab w:val="clear" w:pos="4819"/>
          <w:tab w:val="clear" w:pos="9071"/>
          <w:tab w:val="left" w:pos="-3261"/>
        </w:tabs>
        <w:spacing w:after="120"/>
        <w:ind w:left="567" w:hanging="340"/>
        <w:jc w:val="both"/>
        <w:rPr>
          <w:bCs/>
        </w:rPr>
      </w:pPr>
      <w:r w:rsidRPr="00B96B98">
        <w:rPr>
          <w:bCs/>
        </w:rPr>
        <w:t>obmedzujúce alebo bezpečnostné opatrenie pri príprave staveniska a v priebehu výstavby (</w:t>
      </w:r>
      <w:r w:rsidR="00D8437A" w:rsidRPr="00B96B98">
        <w:rPr>
          <w:bCs/>
        </w:rPr>
        <w:t xml:space="preserve">strelné práce, </w:t>
      </w:r>
      <w:r w:rsidRPr="00B96B98">
        <w:rPr>
          <w:bCs/>
        </w:rPr>
        <w:t>výluky, obmedzeni</w:t>
      </w:r>
      <w:r w:rsidR="00A3103A" w:rsidRPr="00B96B98">
        <w:rPr>
          <w:bCs/>
        </w:rPr>
        <w:t>a</w:t>
      </w:r>
      <w:r>
        <w:rPr>
          <w:bCs/>
        </w:rPr>
        <w:t xml:space="preserve"> a regulácie dopravy).</w:t>
      </w:r>
    </w:p>
    <w:p w14:paraId="476C7E2A" w14:textId="77777777" w:rsidR="000C1905" w:rsidRPr="007F0A25" w:rsidRDefault="000C1905" w:rsidP="00C85AE9">
      <w:pPr>
        <w:pStyle w:val="Hlavika"/>
        <w:numPr>
          <w:ilvl w:val="0"/>
          <w:numId w:val="13"/>
        </w:numPr>
        <w:tabs>
          <w:tab w:val="clear" w:pos="4819"/>
          <w:tab w:val="clear" w:pos="9071"/>
          <w:tab w:val="left" w:pos="-3261"/>
        </w:tabs>
        <w:spacing w:after="120"/>
        <w:jc w:val="both"/>
        <w:rPr>
          <w:b/>
          <w:bCs/>
          <w:sz w:val="24"/>
          <w:szCs w:val="24"/>
        </w:rPr>
      </w:pPr>
      <w:r w:rsidRPr="007F0A25">
        <w:rPr>
          <w:b/>
          <w:bCs/>
          <w:sz w:val="24"/>
          <w:szCs w:val="24"/>
        </w:rPr>
        <w:t>Urbanistické, architektonické, dopravné a stavebnotechnické riešenie stavby</w:t>
      </w:r>
    </w:p>
    <w:p w14:paraId="2830EED8" w14:textId="6D204724" w:rsidR="00CC3A6C" w:rsidRPr="00B96B98" w:rsidRDefault="000C1905" w:rsidP="007B4C63">
      <w:pPr>
        <w:pStyle w:val="Hlavika"/>
        <w:numPr>
          <w:ilvl w:val="1"/>
          <w:numId w:val="35"/>
        </w:numPr>
        <w:tabs>
          <w:tab w:val="clear" w:pos="4819"/>
          <w:tab w:val="clear" w:pos="9071"/>
          <w:tab w:val="left" w:pos="-3261"/>
          <w:tab w:val="left" w:pos="567"/>
        </w:tabs>
        <w:spacing w:after="120"/>
        <w:ind w:left="426" w:hanging="426"/>
        <w:jc w:val="both"/>
        <w:rPr>
          <w:bCs/>
        </w:rPr>
      </w:pPr>
      <w:r w:rsidRPr="00CC3A6C">
        <w:rPr>
          <w:b/>
          <w:bCs/>
        </w:rPr>
        <w:t xml:space="preserve">Zdôvodnenie urbanistického, výtvarného a stavebno-technického riešenia stavby so zreteľom </w:t>
      </w:r>
      <w:r w:rsidR="00320A5D">
        <w:rPr>
          <w:b/>
          <w:bCs/>
        </w:rPr>
        <w:br/>
      </w:r>
      <w:r w:rsidRPr="00CC3A6C">
        <w:rPr>
          <w:b/>
          <w:bCs/>
        </w:rPr>
        <w:t>na umiestnenie a </w:t>
      </w:r>
      <w:r w:rsidRPr="00B96B98">
        <w:rPr>
          <w:b/>
          <w:bCs/>
        </w:rPr>
        <w:t>začlenenie do krajiny</w:t>
      </w:r>
      <w:r w:rsidRPr="00B96B98">
        <w:rPr>
          <w:bCs/>
        </w:rPr>
        <w:t xml:space="preserve"> </w:t>
      </w:r>
    </w:p>
    <w:p w14:paraId="7847A949" w14:textId="77777777" w:rsidR="000C1905" w:rsidRPr="00B96B98" w:rsidRDefault="00CC3A6C" w:rsidP="007B4C63">
      <w:pPr>
        <w:pStyle w:val="Hlavika"/>
        <w:numPr>
          <w:ilvl w:val="0"/>
          <w:numId w:val="32"/>
        </w:numPr>
        <w:tabs>
          <w:tab w:val="clear" w:pos="4819"/>
          <w:tab w:val="clear" w:pos="9071"/>
          <w:tab w:val="left" w:pos="-3261"/>
          <w:tab w:val="left" w:pos="567"/>
        </w:tabs>
        <w:spacing w:after="120"/>
        <w:ind w:left="511" w:hanging="284"/>
        <w:jc w:val="both"/>
        <w:rPr>
          <w:bCs/>
        </w:rPr>
      </w:pPr>
      <w:r w:rsidRPr="00B96B98">
        <w:rPr>
          <w:bCs/>
        </w:rPr>
        <w:t xml:space="preserve">stručné zdôvodnenie vedenia a popis trasy, </w:t>
      </w:r>
      <w:r w:rsidR="000C1905" w:rsidRPr="00B96B98">
        <w:rPr>
          <w:bCs/>
        </w:rPr>
        <w:t xml:space="preserve">podmienky </w:t>
      </w:r>
      <w:r w:rsidRPr="00B96B98">
        <w:rPr>
          <w:bCs/>
        </w:rPr>
        <w:t>pamiatkovej starostlivosti</w:t>
      </w:r>
      <w:r w:rsidR="00AE2C55" w:rsidRPr="00B96B98">
        <w:rPr>
          <w:bCs/>
        </w:rPr>
        <w:t>,</w:t>
      </w:r>
      <w:r w:rsidRPr="00B96B98">
        <w:rPr>
          <w:bCs/>
        </w:rPr>
        <w:t xml:space="preserve"> </w:t>
      </w:r>
      <w:r w:rsidR="000C1905" w:rsidRPr="00B96B98">
        <w:rPr>
          <w:bCs/>
        </w:rPr>
        <w:t>ochrany prírody a starostlivosti o životné prostredie. Základné údaj</w:t>
      </w:r>
      <w:r w:rsidR="00A3103A" w:rsidRPr="00B96B98">
        <w:rPr>
          <w:bCs/>
        </w:rPr>
        <w:t>e o navrhovaných konštrukciách</w:t>
      </w:r>
      <w:r w:rsidR="00AE2C55" w:rsidRPr="00B96B98">
        <w:rPr>
          <w:bCs/>
        </w:rPr>
        <w:t>, vozovkách, križovatkách a dopravných obslužných zariadeniach</w:t>
      </w:r>
      <w:r w:rsidR="00A3103A" w:rsidRPr="00B96B98">
        <w:rPr>
          <w:bCs/>
        </w:rPr>
        <w:t>.</w:t>
      </w:r>
    </w:p>
    <w:p w14:paraId="70364709" w14:textId="77777777" w:rsidR="00CC3A6C" w:rsidRPr="00CC3A6C" w:rsidRDefault="00CC3A6C" w:rsidP="007B4C63">
      <w:pPr>
        <w:pStyle w:val="Hlavika"/>
        <w:numPr>
          <w:ilvl w:val="1"/>
          <w:numId w:val="35"/>
        </w:numPr>
        <w:tabs>
          <w:tab w:val="clear" w:pos="4819"/>
          <w:tab w:val="clear" w:pos="9071"/>
          <w:tab w:val="left" w:pos="-3261"/>
          <w:tab w:val="left" w:pos="567"/>
        </w:tabs>
        <w:spacing w:after="120"/>
        <w:ind w:left="425" w:hanging="425"/>
        <w:jc w:val="both"/>
        <w:rPr>
          <w:b/>
          <w:bCs/>
        </w:rPr>
      </w:pPr>
      <w:r w:rsidRPr="00CC3A6C">
        <w:rPr>
          <w:b/>
          <w:bCs/>
        </w:rPr>
        <w:t>Dopravné riešenie</w:t>
      </w:r>
    </w:p>
    <w:p w14:paraId="6D50054D" w14:textId="77777777" w:rsidR="000C1905" w:rsidRDefault="000C1905" w:rsidP="00574A5B">
      <w:pPr>
        <w:pStyle w:val="Hlavika"/>
        <w:tabs>
          <w:tab w:val="clear" w:pos="4819"/>
          <w:tab w:val="clear" w:pos="9071"/>
          <w:tab w:val="left" w:pos="-3261"/>
        </w:tabs>
        <w:spacing w:after="120"/>
        <w:ind w:firstLine="426"/>
        <w:jc w:val="both"/>
        <w:rPr>
          <w:bCs/>
        </w:rPr>
      </w:pPr>
      <w:r>
        <w:rPr>
          <w:bCs/>
        </w:rPr>
        <w:t xml:space="preserve">Riešenie </w:t>
      </w:r>
      <w:r w:rsidRPr="00B96B98">
        <w:rPr>
          <w:bCs/>
        </w:rPr>
        <w:t xml:space="preserve">dopravných problémov, </w:t>
      </w:r>
      <w:r w:rsidR="00513A43">
        <w:rPr>
          <w:bCs/>
        </w:rPr>
        <w:t xml:space="preserve">prístup na stavbou rozdelené pozemky, </w:t>
      </w:r>
      <w:r w:rsidRPr="00B96B98">
        <w:rPr>
          <w:bCs/>
        </w:rPr>
        <w:t xml:space="preserve">napojenia na existujúce cestné siete a na ostatné dopravné systémy, </w:t>
      </w:r>
      <w:r w:rsidR="007E14D6" w:rsidRPr="00B96B98">
        <w:rPr>
          <w:bCs/>
        </w:rPr>
        <w:t xml:space="preserve">pešie a cyklistické komunikácie, statickú dopravu a dopravné technické vybavenie, </w:t>
      </w:r>
      <w:r w:rsidRPr="00B96B98">
        <w:rPr>
          <w:bCs/>
        </w:rPr>
        <w:t>návrh</w:t>
      </w:r>
      <w:r>
        <w:rPr>
          <w:bCs/>
        </w:rPr>
        <w:t xml:space="preserve"> spôsobu riadenia prevádzky pri výstavbe a </w:t>
      </w:r>
      <w:r w:rsidR="00087FCC">
        <w:rPr>
          <w:bCs/>
        </w:rPr>
        <w:t>prevádzke</w:t>
      </w:r>
      <w:r>
        <w:rPr>
          <w:bCs/>
        </w:rPr>
        <w:t>.</w:t>
      </w:r>
    </w:p>
    <w:p w14:paraId="31E83D81" w14:textId="77777777" w:rsidR="008640E9" w:rsidRPr="008640E9" w:rsidRDefault="008640E9" w:rsidP="007B4C63">
      <w:pPr>
        <w:pStyle w:val="Hlavika"/>
        <w:numPr>
          <w:ilvl w:val="0"/>
          <w:numId w:val="36"/>
        </w:numPr>
        <w:tabs>
          <w:tab w:val="clear" w:pos="4819"/>
          <w:tab w:val="clear" w:pos="9071"/>
          <w:tab w:val="left" w:pos="-3261"/>
          <w:tab w:val="left" w:pos="567"/>
        </w:tabs>
        <w:spacing w:after="120"/>
        <w:ind w:left="425" w:hanging="425"/>
        <w:jc w:val="both"/>
        <w:rPr>
          <w:b/>
          <w:bCs/>
        </w:rPr>
      </w:pPr>
      <w:r w:rsidRPr="008640E9">
        <w:rPr>
          <w:b/>
          <w:bCs/>
        </w:rPr>
        <w:t>Riešenie vegetačných úprav a súvisiacich terénnych úprav</w:t>
      </w:r>
    </w:p>
    <w:p w14:paraId="358C524F" w14:textId="77777777" w:rsidR="000C1905" w:rsidRDefault="000C1905" w:rsidP="00574A5B">
      <w:pPr>
        <w:pStyle w:val="Hlavika"/>
        <w:tabs>
          <w:tab w:val="clear" w:pos="4819"/>
          <w:tab w:val="clear" w:pos="9071"/>
          <w:tab w:val="left" w:pos="-3261"/>
        </w:tabs>
        <w:spacing w:after="120"/>
        <w:ind w:firstLine="426"/>
        <w:jc w:val="both"/>
        <w:rPr>
          <w:bCs/>
        </w:rPr>
      </w:pPr>
      <w:r>
        <w:rPr>
          <w:bCs/>
        </w:rPr>
        <w:t xml:space="preserve">Úpravy plôch, </w:t>
      </w:r>
      <w:r w:rsidR="008640E9" w:rsidRPr="00B96B98">
        <w:rPr>
          <w:bCs/>
        </w:rPr>
        <w:t xml:space="preserve">sadové a </w:t>
      </w:r>
      <w:r w:rsidRPr="00B96B98">
        <w:rPr>
          <w:bCs/>
        </w:rPr>
        <w:t>vegetač</w:t>
      </w:r>
      <w:r w:rsidR="00255687" w:rsidRPr="00B96B98">
        <w:rPr>
          <w:bCs/>
        </w:rPr>
        <w:t>né úpravy, drobná architektúra</w:t>
      </w:r>
      <w:r w:rsidR="008640E9" w:rsidRPr="00B96B98">
        <w:rPr>
          <w:bCs/>
        </w:rPr>
        <w:t>, oplotenie, využitie zostatkových plôch vykúpených pozemkov</w:t>
      </w:r>
      <w:r w:rsidR="00255687" w:rsidRPr="00B96B98">
        <w:rPr>
          <w:bCs/>
        </w:rPr>
        <w:t>.</w:t>
      </w:r>
    </w:p>
    <w:p w14:paraId="633E6F5F" w14:textId="77777777" w:rsidR="00814B92" w:rsidRDefault="008640E9" w:rsidP="00D44FA0">
      <w:pPr>
        <w:pStyle w:val="Hlavika"/>
        <w:numPr>
          <w:ilvl w:val="0"/>
          <w:numId w:val="37"/>
        </w:numPr>
        <w:tabs>
          <w:tab w:val="clear" w:pos="4819"/>
          <w:tab w:val="clear" w:pos="9071"/>
          <w:tab w:val="left" w:pos="-3261"/>
          <w:tab w:val="left" w:pos="567"/>
        </w:tabs>
        <w:spacing w:after="120"/>
        <w:ind w:left="425" w:hanging="425"/>
        <w:jc w:val="both"/>
        <w:rPr>
          <w:b/>
          <w:bCs/>
        </w:rPr>
      </w:pPr>
      <w:r w:rsidRPr="00814B92">
        <w:rPr>
          <w:b/>
          <w:bCs/>
        </w:rPr>
        <w:t xml:space="preserve">Riešenie pre osoby so zníženou schopnosťou pohybu </w:t>
      </w:r>
    </w:p>
    <w:p w14:paraId="6D438512" w14:textId="77777777" w:rsidR="00814B92" w:rsidRDefault="00814B92" w:rsidP="00574A5B">
      <w:pPr>
        <w:pStyle w:val="Hlavika"/>
        <w:tabs>
          <w:tab w:val="clear" w:pos="4819"/>
          <w:tab w:val="clear" w:pos="9071"/>
          <w:tab w:val="left" w:pos="-3261"/>
          <w:tab w:val="left" w:pos="426"/>
        </w:tabs>
        <w:spacing w:after="120"/>
        <w:ind w:left="426"/>
        <w:jc w:val="both"/>
        <w:rPr>
          <w:bCs/>
        </w:rPr>
      </w:pPr>
      <w:r>
        <w:rPr>
          <w:bCs/>
        </w:rPr>
        <w:t xml:space="preserve">Zásady riešenia </w:t>
      </w:r>
      <w:r w:rsidRPr="00814B92">
        <w:rPr>
          <w:bCs/>
        </w:rPr>
        <w:t>užívania stavby osobami so zníženou schopnosťou pohybu</w:t>
      </w:r>
      <w:r>
        <w:rPr>
          <w:bCs/>
        </w:rPr>
        <w:t xml:space="preserve"> </w:t>
      </w:r>
      <w:r w:rsidRPr="00814B92">
        <w:rPr>
          <w:bCs/>
        </w:rPr>
        <w:t>a orientácie podľa</w:t>
      </w:r>
      <w:r>
        <w:rPr>
          <w:bCs/>
        </w:rPr>
        <w:t xml:space="preserve"> vyhlášky</w:t>
      </w:r>
      <w:r w:rsidRPr="00814B92">
        <w:rPr>
          <w:bCs/>
        </w:rPr>
        <w:t xml:space="preserve"> MŽP SR č. 532/2002 Z. z.,</w:t>
      </w:r>
    </w:p>
    <w:p w14:paraId="52550384" w14:textId="77777777" w:rsidR="00814B92" w:rsidRPr="00814B92" w:rsidRDefault="00814B92" w:rsidP="007B4C63">
      <w:pPr>
        <w:pStyle w:val="Hlavika"/>
        <w:numPr>
          <w:ilvl w:val="0"/>
          <w:numId w:val="38"/>
        </w:numPr>
        <w:tabs>
          <w:tab w:val="clear" w:pos="4819"/>
          <w:tab w:val="clear" w:pos="9071"/>
          <w:tab w:val="left" w:pos="-3261"/>
          <w:tab w:val="left" w:pos="567"/>
        </w:tabs>
        <w:spacing w:after="120"/>
        <w:ind w:left="426" w:hanging="426"/>
        <w:jc w:val="both"/>
        <w:rPr>
          <w:b/>
          <w:bCs/>
        </w:rPr>
      </w:pPr>
      <w:r w:rsidRPr="00814B92">
        <w:rPr>
          <w:b/>
          <w:bCs/>
        </w:rPr>
        <w:t>Popis vplyvu stavby na životné prostredie a jeho ochrana</w:t>
      </w:r>
    </w:p>
    <w:p w14:paraId="2274C216" w14:textId="4EDE4E51" w:rsidR="000C1905" w:rsidRDefault="000C55EA" w:rsidP="000C55EA">
      <w:pPr>
        <w:pStyle w:val="Hlavika"/>
        <w:tabs>
          <w:tab w:val="clear" w:pos="4819"/>
          <w:tab w:val="clear" w:pos="9071"/>
          <w:tab w:val="left" w:pos="-3261"/>
          <w:tab w:val="left" w:pos="426"/>
        </w:tabs>
        <w:jc w:val="both"/>
        <w:rPr>
          <w:bCs/>
        </w:rPr>
      </w:pPr>
      <w:r>
        <w:rPr>
          <w:bCs/>
        </w:rPr>
        <w:tab/>
      </w:r>
      <w:r w:rsidR="0000566D">
        <w:rPr>
          <w:bCs/>
        </w:rPr>
        <w:t xml:space="preserve">Vyhodnotia sa </w:t>
      </w:r>
      <w:r w:rsidR="0000566D" w:rsidRPr="0000566D">
        <w:rPr>
          <w:bCs/>
        </w:rPr>
        <w:t>vplyvy negatívnych účinkov stavby v procese realizácie a prevádzky a uvedú sa stavebné, resp. iné</w:t>
      </w:r>
      <w:r w:rsidR="00B60AA2">
        <w:rPr>
          <w:bCs/>
        </w:rPr>
        <w:t> návrh</w:t>
      </w:r>
      <w:r w:rsidR="0000566D">
        <w:rPr>
          <w:bCs/>
        </w:rPr>
        <w:t>y</w:t>
      </w:r>
      <w:r w:rsidR="00B60AA2">
        <w:rPr>
          <w:bCs/>
        </w:rPr>
        <w:t xml:space="preserve"> opatrení na elimináciu, minimalizáciu alebo kompenzáciu účinkov na </w:t>
      </w:r>
      <w:r w:rsidR="0000566D">
        <w:rPr>
          <w:bCs/>
        </w:rPr>
        <w:t xml:space="preserve">okolité </w:t>
      </w:r>
      <w:r w:rsidR="00B60AA2">
        <w:rPr>
          <w:bCs/>
        </w:rPr>
        <w:t>prostredie v </w:t>
      </w:r>
      <w:r w:rsidR="0000566D" w:rsidRPr="0000566D">
        <w:rPr>
          <w:bCs/>
        </w:rPr>
        <w:t>súlade s podmienkami uvedenými v záverečnom stanovisku</w:t>
      </w:r>
      <w:r w:rsidR="000E7299">
        <w:rPr>
          <w:bCs/>
        </w:rPr>
        <w:t>/rozhodnutí</w:t>
      </w:r>
      <w:r w:rsidR="00090B6D">
        <w:rPr>
          <w:bCs/>
        </w:rPr>
        <w:t xml:space="preserve"> vydanom</w:t>
      </w:r>
      <w:r w:rsidR="000E7299">
        <w:rPr>
          <w:bCs/>
        </w:rPr>
        <w:t xml:space="preserve"> v zisťovacom konaní</w:t>
      </w:r>
      <w:r w:rsidR="0000566D" w:rsidRPr="0000566D">
        <w:rPr>
          <w:bCs/>
        </w:rPr>
        <w:t>, resp. územnom rozhodnutí a to najmä:</w:t>
      </w:r>
    </w:p>
    <w:p w14:paraId="74468561" w14:textId="6A44B1BD" w:rsidR="00B60AA2" w:rsidRDefault="00C768B0" w:rsidP="00817263">
      <w:pPr>
        <w:pStyle w:val="Hlavika"/>
        <w:numPr>
          <w:ilvl w:val="0"/>
          <w:numId w:val="6"/>
        </w:numPr>
        <w:tabs>
          <w:tab w:val="clear" w:pos="4819"/>
          <w:tab w:val="clear" w:pos="9071"/>
          <w:tab w:val="left" w:pos="-3261"/>
        </w:tabs>
        <w:ind w:left="567" w:hanging="340"/>
        <w:jc w:val="both"/>
        <w:rPr>
          <w:bCs/>
        </w:rPr>
      </w:pPr>
      <w:r>
        <w:rPr>
          <w:bCs/>
        </w:rPr>
        <w:t>opatrenia na ochranu proti hluku</w:t>
      </w:r>
      <w:r w:rsidR="006D7642">
        <w:rPr>
          <w:bCs/>
        </w:rPr>
        <w:t xml:space="preserve"> a infrazvuku</w:t>
      </w:r>
      <w:r>
        <w:rPr>
          <w:bCs/>
        </w:rPr>
        <w:t xml:space="preserve">, </w:t>
      </w:r>
    </w:p>
    <w:p w14:paraId="5077CDB4" w14:textId="77777777" w:rsidR="00C768B0" w:rsidRDefault="00C768B0" w:rsidP="00817263">
      <w:pPr>
        <w:pStyle w:val="Hlavika"/>
        <w:numPr>
          <w:ilvl w:val="0"/>
          <w:numId w:val="6"/>
        </w:numPr>
        <w:tabs>
          <w:tab w:val="clear" w:pos="4819"/>
          <w:tab w:val="clear" w:pos="9071"/>
          <w:tab w:val="left" w:pos="-3261"/>
        </w:tabs>
        <w:ind w:left="567" w:hanging="340"/>
        <w:jc w:val="both"/>
        <w:rPr>
          <w:bCs/>
        </w:rPr>
      </w:pPr>
      <w:r>
        <w:rPr>
          <w:bCs/>
        </w:rPr>
        <w:t>opatrenia na minimalizáciu účinkov vibrácií najmä počas výstavby,</w:t>
      </w:r>
    </w:p>
    <w:p w14:paraId="1F1B48C9" w14:textId="77777777" w:rsidR="00C768B0" w:rsidRDefault="00C768B0" w:rsidP="00817263">
      <w:pPr>
        <w:pStyle w:val="Hlavika"/>
        <w:numPr>
          <w:ilvl w:val="0"/>
          <w:numId w:val="6"/>
        </w:numPr>
        <w:tabs>
          <w:tab w:val="clear" w:pos="4819"/>
          <w:tab w:val="clear" w:pos="9071"/>
          <w:tab w:val="left" w:pos="-3261"/>
        </w:tabs>
        <w:ind w:left="567" w:hanging="340"/>
        <w:jc w:val="both"/>
        <w:rPr>
          <w:bCs/>
        </w:rPr>
      </w:pPr>
      <w:r>
        <w:rPr>
          <w:bCs/>
        </w:rPr>
        <w:t xml:space="preserve">opatrenia na zamedzenie nadmernej prašnosti najmä počas výstavby, </w:t>
      </w:r>
    </w:p>
    <w:p w14:paraId="74C40B0D" w14:textId="77777777" w:rsidR="00B44061" w:rsidRPr="00B96B98" w:rsidRDefault="00B44061" w:rsidP="00817263">
      <w:pPr>
        <w:pStyle w:val="Hlavika"/>
        <w:numPr>
          <w:ilvl w:val="0"/>
          <w:numId w:val="6"/>
        </w:numPr>
        <w:tabs>
          <w:tab w:val="clear" w:pos="4819"/>
          <w:tab w:val="clear" w:pos="9071"/>
          <w:tab w:val="left" w:pos="-3261"/>
        </w:tabs>
        <w:ind w:left="567" w:hanging="340"/>
        <w:jc w:val="both"/>
        <w:rPr>
          <w:bCs/>
        </w:rPr>
      </w:pPr>
      <w:r w:rsidRPr="00B96B98">
        <w:rPr>
          <w:bCs/>
        </w:rPr>
        <w:t>opatrenia na ochranu pôdy,</w:t>
      </w:r>
    </w:p>
    <w:p w14:paraId="1FE8EF3B" w14:textId="77777777" w:rsidR="00B44061" w:rsidRPr="00B96B98" w:rsidRDefault="00B44061" w:rsidP="00817263">
      <w:pPr>
        <w:pStyle w:val="Hlavika"/>
        <w:numPr>
          <w:ilvl w:val="0"/>
          <w:numId w:val="6"/>
        </w:numPr>
        <w:tabs>
          <w:tab w:val="clear" w:pos="4819"/>
          <w:tab w:val="clear" w:pos="9071"/>
          <w:tab w:val="left" w:pos="-3261"/>
        </w:tabs>
        <w:ind w:left="567" w:hanging="340"/>
        <w:jc w:val="both"/>
        <w:rPr>
          <w:bCs/>
        </w:rPr>
      </w:pPr>
      <w:r w:rsidRPr="00B96B98">
        <w:rPr>
          <w:bCs/>
        </w:rPr>
        <w:t>opatrenia na ochranu horninového prostredia,</w:t>
      </w:r>
    </w:p>
    <w:p w14:paraId="462E6780" w14:textId="77777777" w:rsidR="00B44061" w:rsidRPr="00B96B98" w:rsidRDefault="00B44061" w:rsidP="00817263">
      <w:pPr>
        <w:pStyle w:val="Hlavika"/>
        <w:numPr>
          <w:ilvl w:val="0"/>
          <w:numId w:val="6"/>
        </w:numPr>
        <w:tabs>
          <w:tab w:val="clear" w:pos="4819"/>
          <w:tab w:val="clear" w:pos="9071"/>
          <w:tab w:val="left" w:pos="-3261"/>
        </w:tabs>
        <w:ind w:left="567" w:hanging="340"/>
        <w:jc w:val="both"/>
        <w:rPr>
          <w:bCs/>
        </w:rPr>
      </w:pPr>
      <w:r w:rsidRPr="00B96B98">
        <w:rPr>
          <w:bCs/>
        </w:rPr>
        <w:t>opatrenia na ochranu povrchových a podzemných vôd,</w:t>
      </w:r>
    </w:p>
    <w:p w14:paraId="7D4574C2" w14:textId="77777777" w:rsidR="00C768B0" w:rsidRPr="00B96B98" w:rsidRDefault="00C768B0" w:rsidP="00817263">
      <w:pPr>
        <w:pStyle w:val="Hlavika"/>
        <w:numPr>
          <w:ilvl w:val="0"/>
          <w:numId w:val="6"/>
        </w:numPr>
        <w:tabs>
          <w:tab w:val="clear" w:pos="4819"/>
          <w:tab w:val="clear" w:pos="9071"/>
          <w:tab w:val="left" w:pos="-3261"/>
        </w:tabs>
        <w:ind w:left="567" w:hanging="340"/>
        <w:jc w:val="both"/>
        <w:rPr>
          <w:bCs/>
        </w:rPr>
      </w:pPr>
      <w:r w:rsidRPr="00B96B98">
        <w:rPr>
          <w:bCs/>
        </w:rPr>
        <w:t xml:space="preserve">spôsob </w:t>
      </w:r>
      <w:r w:rsidR="00B44061" w:rsidRPr="00B96B98">
        <w:rPr>
          <w:bCs/>
        </w:rPr>
        <w:t xml:space="preserve">nakladania a zhodnotenia </w:t>
      </w:r>
      <w:r w:rsidRPr="00B96B98">
        <w:rPr>
          <w:bCs/>
        </w:rPr>
        <w:t xml:space="preserve">odpadov počas výstavby, </w:t>
      </w:r>
    </w:p>
    <w:p w14:paraId="6C9D3FD1" w14:textId="77777777" w:rsidR="00B44061" w:rsidRPr="00B96B98" w:rsidRDefault="00B44061" w:rsidP="00817263">
      <w:pPr>
        <w:pStyle w:val="Hlavika"/>
        <w:numPr>
          <w:ilvl w:val="0"/>
          <w:numId w:val="6"/>
        </w:numPr>
        <w:tabs>
          <w:tab w:val="clear" w:pos="4819"/>
          <w:tab w:val="clear" w:pos="9071"/>
          <w:tab w:val="left" w:pos="-3261"/>
        </w:tabs>
        <w:ind w:left="567" w:hanging="340"/>
        <w:jc w:val="both"/>
        <w:rPr>
          <w:bCs/>
        </w:rPr>
      </w:pPr>
      <w:r w:rsidRPr="00B96B98">
        <w:rPr>
          <w:bCs/>
        </w:rPr>
        <w:t>spôsob nakladania s technologickými vodami,</w:t>
      </w:r>
    </w:p>
    <w:p w14:paraId="67A6332E" w14:textId="416F543D" w:rsidR="00C768B0" w:rsidRDefault="00C768B0" w:rsidP="00817263">
      <w:pPr>
        <w:pStyle w:val="Hlavika"/>
        <w:numPr>
          <w:ilvl w:val="0"/>
          <w:numId w:val="6"/>
        </w:numPr>
        <w:tabs>
          <w:tab w:val="clear" w:pos="4819"/>
          <w:tab w:val="clear" w:pos="9071"/>
          <w:tab w:val="left" w:pos="-3261"/>
        </w:tabs>
        <w:ind w:left="567" w:hanging="340"/>
        <w:jc w:val="both"/>
        <w:rPr>
          <w:bCs/>
        </w:rPr>
      </w:pPr>
      <w:r>
        <w:rPr>
          <w:bCs/>
        </w:rPr>
        <w:t>spôsob zachytenia a odstránenia ropných látok z odvodňovacích sústav (priekopy, kanalizácie, záchytné nádrže)</w:t>
      </w:r>
      <w:r w:rsidR="00B44061">
        <w:rPr>
          <w:bCs/>
        </w:rPr>
        <w:t xml:space="preserve"> a opatrenia pri prechode ochranným pásmom vodných zdrojov,</w:t>
      </w:r>
      <w:r>
        <w:rPr>
          <w:bCs/>
        </w:rPr>
        <w:t xml:space="preserve"> </w:t>
      </w:r>
    </w:p>
    <w:p w14:paraId="6E064818" w14:textId="361D24FF" w:rsidR="005601F8" w:rsidRDefault="00C768B0" w:rsidP="005601F8">
      <w:pPr>
        <w:pStyle w:val="Hlavika"/>
        <w:numPr>
          <w:ilvl w:val="0"/>
          <w:numId w:val="6"/>
        </w:numPr>
        <w:tabs>
          <w:tab w:val="clear" w:pos="4819"/>
          <w:tab w:val="clear" w:pos="9071"/>
          <w:tab w:val="left" w:pos="-3261"/>
        </w:tabs>
        <w:ind w:left="567" w:hanging="340"/>
        <w:jc w:val="both"/>
        <w:rPr>
          <w:bCs/>
        </w:rPr>
      </w:pPr>
      <w:r w:rsidRPr="00131E8A">
        <w:rPr>
          <w:bCs/>
        </w:rPr>
        <w:t>opatrenie na zabezpečenie prístupu na stavbu</w:t>
      </w:r>
      <w:r w:rsidR="002E6D40">
        <w:rPr>
          <w:bCs/>
        </w:rPr>
        <w:t>,</w:t>
      </w:r>
    </w:p>
    <w:p w14:paraId="0208BF80" w14:textId="77777777" w:rsidR="000068E2" w:rsidRDefault="000068E2" w:rsidP="000068E2">
      <w:pPr>
        <w:pStyle w:val="Hlavika"/>
        <w:numPr>
          <w:ilvl w:val="0"/>
          <w:numId w:val="6"/>
        </w:numPr>
        <w:tabs>
          <w:tab w:val="clear" w:pos="4819"/>
          <w:tab w:val="clear" w:pos="9071"/>
          <w:tab w:val="left" w:pos="-3261"/>
        </w:tabs>
        <w:ind w:left="567" w:hanging="340"/>
        <w:jc w:val="both"/>
        <w:rPr>
          <w:bCs/>
        </w:rPr>
      </w:pPr>
      <w:r>
        <w:rPr>
          <w:bCs/>
        </w:rPr>
        <w:t>migračné koridory zveri v predmetnom území, opatrenia na zabezpečenie prechodu zveri cez navrhovanú pozemnú komunikáciu na základe vypracovaných migračných štúdií (v prípade, že nie je k dispozícii je potrebné návrh stavby prerokovať s príslušným orgánom ochrany prírody a krajiny),</w:t>
      </w:r>
    </w:p>
    <w:p w14:paraId="24A751DE" w14:textId="783576D8" w:rsidR="00B96B98" w:rsidRDefault="00B96B98" w:rsidP="005601F8">
      <w:pPr>
        <w:pStyle w:val="Hlavika"/>
        <w:numPr>
          <w:ilvl w:val="0"/>
          <w:numId w:val="6"/>
        </w:numPr>
        <w:tabs>
          <w:tab w:val="clear" w:pos="4819"/>
          <w:tab w:val="clear" w:pos="9071"/>
          <w:tab w:val="left" w:pos="-3261"/>
        </w:tabs>
        <w:ind w:left="567" w:hanging="340"/>
        <w:jc w:val="both"/>
        <w:rPr>
          <w:bCs/>
        </w:rPr>
      </w:pPr>
      <w:r>
        <w:rPr>
          <w:bCs/>
        </w:rPr>
        <w:t>vyhodnotenie rizík klimatických zmien a opatrenia na zmiernenie dopadov na zmenu klímy na základe „Stratégie adaptácie Slovenskej republiky na nepriaznivé dôsledky klímy“</w:t>
      </w:r>
      <w:r w:rsidR="002E6D40">
        <w:rPr>
          <w:bCs/>
        </w:rPr>
        <w:t>,</w:t>
      </w:r>
    </w:p>
    <w:p w14:paraId="0B74C903" w14:textId="131931E7" w:rsidR="00F73F4B" w:rsidRDefault="00834F2D" w:rsidP="005601F8">
      <w:pPr>
        <w:pStyle w:val="Hlavika"/>
        <w:numPr>
          <w:ilvl w:val="0"/>
          <w:numId w:val="6"/>
        </w:numPr>
        <w:tabs>
          <w:tab w:val="clear" w:pos="4819"/>
          <w:tab w:val="clear" w:pos="9071"/>
          <w:tab w:val="left" w:pos="-3261"/>
        </w:tabs>
        <w:ind w:left="567" w:hanging="340"/>
        <w:jc w:val="both"/>
        <w:rPr>
          <w:bCs/>
        </w:rPr>
      </w:pPr>
      <w:r>
        <w:t xml:space="preserve">vyhodnotenie </w:t>
      </w:r>
      <w:r w:rsidR="00121DD4">
        <w:t xml:space="preserve">vzdialenosti najbližších </w:t>
      </w:r>
      <w:r w:rsidR="00F73F4B">
        <w:t>územ</w:t>
      </w:r>
      <w:r w:rsidR="00121DD4">
        <w:t>í</w:t>
      </w:r>
      <w:r w:rsidR="00F73F4B">
        <w:t xml:space="preserve"> sústavy Natura 2000 </w:t>
      </w:r>
      <w:r>
        <w:t>a</w:t>
      </w:r>
      <w:r w:rsidR="001918C8">
        <w:t xml:space="preserve"> rizík, </w:t>
      </w:r>
      <w:r>
        <w:t>či</w:t>
      </w:r>
      <w:r w:rsidR="00F73F4B">
        <w:t xml:space="preserve"> hrozí ich priame negatívne ovplyvnenie.</w:t>
      </w:r>
    </w:p>
    <w:p w14:paraId="41FC6640" w14:textId="12530E91" w:rsidR="000068E2" w:rsidRDefault="000068E2" w:rsidP="000068E2">
      <w:pPr>
        <w:pStyle w:val="Hlavika"/>
        <w:numPr>
          <w:ilvl w:val="0"/>
          <w:numId w:val="6"/>
        </w:numPr>
        <w:tabs>
          <w:tab w:val="clear" w:pos="4819"/>
          <w:tab w:val="clear" w:pos="9071"/>
          <w:tab w:val="left" w:pos="-3261"/>
        </w:tabs>
        <w:ind w:left="567" w:hanging="340"/>
        <w:jc w:val="both"/>
        <w:rPr>
          <w:bCs/>
        </w:rPr>
      </w:pPr>
      <w:r>
        <w:rPr>
          <w:bCs/>
        </w:rPr>
        <w:t xml:space="preserve">návrh monitoringu </w:t>
      </w:r>
      <w:r w:rsidR="000C5213">
        <w:rPr>
          <w:bCs/>
        </w:rPr>
        <w:t xml:space="preserve">pred výstavbou, </w:t>
      </w:r>
      <w:r>
        <w:rPr>
          <w:bCs/>
        </w:rPr>
        <w:t>počas výstavby a </w:t>
      </w:r>
      <w:r w:rsidR="000C5213">
        <w:rPr>
          <w:bCs/>
        </w:rPr>
        <w:t>počas</w:t>
      </w:r>
      <w:r>
        <w:rPr>
          <w:bCs/>
        </w:rPr>
        <w:t> </w:t>
      </w:r>
      <w:r w:rsidR="000C5213">
        <w:rPr>
          <w:bCs/>
        </w:rPr>
        <w:t>prevádzky</w:t>
      </w:r>
      <w:r>
        <w:rPr>
          <w:bCs/>
        </w:rPr>
        <w:t xml:space="preserve">, definovanie </w:t>
      </w:r>
      <w:r w:rsidR="000E7299">
        <w:rPr>
          <w:bCs/>
        </w:rPr>
        <w:t xml:space="preserve">medzných </w:t>
      </w:r>
      <w:r>
        <w:rPr>
          <w:bCs/>
        </w:rPr>
        <w:t>stavov,</w:t>
      </w:r>
    </w:p>
    <w:p w14:paraId="0AEB835D" w14:textId="3BFE409D" w:rsidR="00C768B0" w:rsidRPr="00131E8A" w:rsidRDefault="005601F8" w:rsidP="00817263">
      <w:pPr>
        <w:pStyle w:val="Hlavika"/>
        <w:numPr>
          <w:ilvl w:val="0"/>
          <w:numId w:val="6"/>
        </w:numPr>
        <w:tabs>
          <w:tab w:val="clear" w:pos="4819"/>
          <w:tab w:val="clear" w:pos="9071"/>
          <w:tab w:val="left" w:pos="-3261"/>
        </w:tabs>
        <w:spacing w:after="120"/>
        <w:ind w:left="567" w:hanging="340"/>
        <w:jc w:val="both"/>
        <w:rPr>
          <w:bCs/>
        </w:rPr>
      </w:pPr>
      <w:r>
        <w:rPr>
          <w:bCs/>
        </w:rPr>
        <w:t>návrh opatrení počas výstavby a v</w:t>
      </w:r>
      <w:r w:rsidR="00C97CE6">
        <w:rPr>
          <w:bCs/>
        </w:rPr>
        <w:t> </w:t>
      </w:r>
      <w:r>
        <w:rPr>
          <w:bCs/>
        </w:rPr>
        <w:t>prevádzke</w:t>
      </w:r>
      <w:r w:rsidR="00C97CE6">
        <w:rPr>
          <w:bCs/>
        </w:rPr>
        <w:t>.</w:t>
      </w:r>
    </w:p>
    <w:p w14:paraId="081B3FA9" w14:textId="77777777" w:rsidR="00241778" w:rsidRDefault="00241778" w:rsidP="007B4C63">
      <w:pPr>
        <w:pStyle w:val="Hlavika"/>
        <w:numPr>
          <w:ilvl w:val="0"/>
          <w:numId w:val="39"/>
        </w:numPr>
        <w:tabs>
          <w:tab w:val="clear" w:pos="4819"/>
          <w:tab w:val="clear" w:pos="9071"/>
          <w:tab w:val="left" w:pos="-3261"/>
        </w:tabs>
        <w:spacing w:after="120"/>
        <w:ind w:left="426" w:hanging="426"/>
        <w:jc w:val="both"/>
        <w:rPr>
          <w:b/>
          <w:bCs/>
        </w:rPr>
      </w:pPr>
      <w:r w:rsidRPr="005601F8">
        <w:rPr>
          <w:b/>
          <w:bCs/>
        </w:rPr>
        <w:lastRenderedPageBreak/>
        <w:t xml:space="preserve">Návrh systémov a vybavenia na zabezpečenie bezpečnosti dopravy, prvej pomoci, havarijnej služby, vrátane dopravného značenia, návrhu </w:t>
      </w:r>
      <w:r w:rsidR="00E238B3" w:rsidRPr="005601F8">
        <w:rPr>
          <w:b/>
          <w:bCs/>
        </w:rPr>
        <w:t xml:space="preserve">prípadných </w:t>
      </w:r>
      <w:r w:rsidRPr="005601F8">
        <w:rPr>
          <w:b/>
          <w:bCs/>
        </w:rPr>
        <w:t>potrebných obchádzok počas výstavby s dopravným značením.</w:t>
      </w:r>
      <w:r w:rsidR="0036201A">
        <w:rPr>
          <w:b/>
          <w:bCs/>
        </w:rPr>
        <w:t xml:space="preserve"> </w:t>
      </w:r>
    </w:p>
    <w:p w14:paraId="1865E4B4" w14:textId="77777777" w:rsidR="0036201A" w:rsidRPr="0036201A" w:rsidRDefault="0036201A" w:rsidP="007B4C63">
      <w:pPr>
        <w:pStyle w:val="Hlavika"/>
        <w:numPr>
          <w:ilvl w:val="0"/>
          <w:numId w:val="101"/>
        </w:numPr>
        <w:tabs>
          <w:tab w:val="clear" w:pos="4819"/>
          <w:tab w:val="clear" w:pos="9071"/>
          <w:tab w:val="left" w:pos="-3261"/>
        </w:tabs>
        <w:ind w:left="567" w:hanging="346"/>
        <w:jc w:val="both"/>
        <w:rPr>
          <w:b/>
          <w:bCs/>
        </w:rPr>
      </w:pPr>
      <w:r>
        <w:rPr>
          <w:bCs/>
        </w:rPr>
        <w:t>o</w:t>
      </w:r>
      <w:r w:rsidRPr="002819A2">
        <w:rPr>
          <w:bCs/>
        </w:rPr>
        <w:t xml:space="preserve">patrenia </w:t>
      </w:r>
      <w:r>
        <w:rPr>
          <w:bCs/>
        </w:rPr>
        <w:t>pri výstavbe a prevádzke pozemnej komunikácie,</w:t>
      </w:r>
    </w:p>
    <w:p w14:paraId="18038A9C" w14:textId="77777777" w:rsidR="0036201A" w:rsidRDefault="0036201A" w:rsidP="007B4C63">
      <w:pPr>
        <w:pStyle w:val="Hlavika"/>
        <w:numPr>
          <w:ilvl w:val="0"/>
          <w:numId w:val="101"/>
        </w:numPr>
        <w:tabs>
          <w:tab w:val="clear" w:pos="4819"/>
          <w:tab w:val="clear" w:pos="9071"/>
          <w:tab w:val="left" w:pos="-3261"/>
        </w:tabs>
        <w:spacing w:after="120"/>
        <w:ind w:left="567" w:hanging="348"/>
        <w:jc w:val="both"/>
        <w:rPr>
          <w:b/>
          <w:bCs/>
        </w:rPr>
      </w:pPr>
      <w:r>
        <w:rPr>
          <w:bCs/>
        </w:rPr>
        <w:t>informačný systém</w:t>
      </w:r>
    </w:p>
    <w:p w14:paraId="5AE94582" w14:textId="77777777" w:rsidR="005F672C" w:rsidRDefault="0006519B" w:rsidP="007B4C63">
      <w:pPr>
        <w:pStyle w:val="Hlavika"/>
        <w:numPr>
          <w:ilvl w:val="0"/>
          <w:numId w:val="40"/>
        </w:numPr>
        <w:tabs>
          <w:tab w:val="clear" w:pos="4819"/>
          <w:tab w:val="clear" w:pos="9071"/>
          <w:tab w:val="left" w:pos="-3261"/>
        </w:tabs>
        <w:spacing w:after="120"/>
        <w:ind w:left="426" w:hanging="426"/>
        <w:jc w:val="both"/>
        <w:rPr>
          <w:b/>
          <w:bCs/>
        </w:rPr>
      </w:pPr>
      <w:r>
        <w:rPr>
          <w:b/>
          <w:bCs/>
        </w:rPr>
        <w:t>Ochranné opatrenia pre obmedzenie vplyvu agresívneho prostredia na objekty stavby</w:t>
      </w:r>
    </w:p>
    <w:p w14:paraId="421C66F7" w14:textId="77777777" w:rsidR="003C6AF9" w:rsidRDefault="0006519B" w:rsidP="007B4C63">
      <w:pPr>
        <w:pStyle w:val="Hlavika"/>
        <w:numPr>
          <w:ilvl w:val="0"/>
          <w:numId w:val="41"/>
        </w:numPr>
        <w:tabs>
          <w:tab w:val="clear" w:pos="4819"/>
          <w:tab w:val="clear" w:pos="9071"/>
          <w:tab w:val="left" w:pos="-3261"/>
        </w:tabs>
        <w:spacing w:after="120"/>
        <w:ind w:left="426" w:hanging="426"/>
        <w:jc w:val="both"/>
        <w:rPr>
          <w:b/>
          <w:bCs/>
        </w:rPr>
      </w:pPr>
      <w:r>
        <w:rPr>
          <w:b/>
          <w:bCs/>
        </w:rPr>
        <w:t>Ochranné opatrenia pre obmedzenie vplyvu bludných prúdov na kovové a železobetónové konštrukcie a určenie spôsobu ich prevedenia a</w:t>
      </w:r>
      <w:r w:rsidR="003C6AF9">
        <w:rPr>
          <w:b/>
          <w:bCs/>
        </w:rPr>
        <w:t> </w:t>
      </w:r>
      <w:r>
        <w:rPr>
          <w:b/>
          <w:bCs/>
        </w:rPr>
        <w:t>uzemnenia</w:t>
      </w:r>
    </w:p>
    <w:p w14:paraId="56A6EA4B" w14:textId="77777777" w:rsidR="0006519B" w:rsidRPr="005601F8" w:rsidRDefault="0006519B" w:rsidP="007B4C63">
      <w:pPr>
        <w:pStyle w:val="Hlavika"/>
        <w:numPr>
          <w:ilvl w:val="0"/>
          <w:numId w:val="42"/>
        </w:numPr>
        <w:tabs>
          <w:tab w:val="clear" w:pos="4819"/>
          <w:tab w:val="clear" w:pos="9071"/>
          <w:tab w:val="left" w:pos="-3261"/>
        </w:tabs>
        <w:spacing w:after="120"/>
        <w:ind w:left="426" w:hanging="426"/>
        <w:jc w:val="both"/>
        <w:rPr>
          <w:b/>
          <w:bCs/>
        </w:rPr>
      </w:pPr>
      <w:r>
        <w:rPr>
          <w:b/>
          <w:bCs/>
        </w:rPr>
        <w:t>Ochrana obyvateľstva</w:t>
      </w:r>
    </w:p>
    <w:p w14:paraId="5C7733E8" w14:textId="77777777" w:rsidR="00F04FCE" w:rsidRDefault="00F04FCE" w:rsidP="0006519B">
      <w:pPr>
        <w:pStyle w:val="Hlavika"/>
        <w:tabs>
          <w:tab w:val="clear" w:pos="4819"/>
          <w:tab w:val="clear" w:pos="9071"/>
          <w:tab w:val="left" w:pos="-3261"/>
        </w:tabs>
        <w:spacing w:after="120"/>
        <w:ind w:left="426" w:hanging="1"/>
        <w:jc w:val="both"/>
        <w:rPr>
          <w:bCs/>
        </w:rPr>
      </w:pPr>
      <w:r>
        <w:rPr>
          <w:bCs/>
        </w:rPr>
        <w:t>Zariadenie civilnej ochrany a protipožiarnych zabezpečení stavby.</w:t>
      </w:r>
    </w:p>
    <w:p w14:paraId="640F445D" w14:textId="77777777" w:rsidR="00E85BA2" w:rsidRDefault="00E85BA2" w:rsidP="007B4C63">
      <w:pPr>
        <w:pStyle w:val="Hlavika"/>
        <w:numPr>
          <w:ilvl w:val="0"/>
          <w:numId w:val="43"/>
        </w:numPr>
        <w:tabs>
          <w:tab w:val="clear" w:pos="4819"/>
          <w:tab w:val="clear" w:pos="9071"/>
          <w:tab w:val="left" w:pos="-3261"/>
        </w:tabs>
        <w:spacing w:after="120"/>
        <w:ind w:left="567" w:hanging="567"/>
        <w:jc w:val="both"/>
        <w:rPr>
          <w:b/>
          <w:bCs/>
        </w:rPr>
      </w:pPr>
      <w:r>
        <w:rPr>
          <w:b/>
          <w:bCs/>
        </w:rPr>
        <w:t>Hlavné stavebné práce</w:t>
      </w:r>
    </w:p>
    <w:p w14:paraId="38BE9201" w14:textId="77777777" w:rsidR="00E85BA2" w:rsidRPr="0006519B" w:rsidRDefault="00E85BA2" w:rsidP="00E85BA2">
      <w:pPr>
        <w:pStyle w:val="Hlavika"/>
        <w:tabs>
          <w:tab w:val="clear" w:pos="4819"/>
          <w:tab w:val="clear" w:pos="9071"/>
          <w:tab w:val="left" w:pos="-3261"/>
        </w:tabs>
        <w:jc w:val="both"/>
        <w:rPr>
          <w:b/>
          <w:bCs/>
        </w:rPr>
      </w:pPr>
      <w:r w:rsidRPr="0006519B">
        <w:rPr>
          <w:b/>
          <w:bCs/>
        </w:rPr>
        <w:t>Zemné práce</w:t>
      </w:r>
    </w:p>
    <w:p w14:paraId="01F411A0" w14:textId="2450FE87" w:rsidR="00E85BA2" w:rsidRDefault="00E85BA2" w:rsidP="00BE3EEA">
      <w:pPr>
        <w:pStyle w:val="Hlavika"/>
        <w:tabs>
          <w:tab w:val="clear" w:pos="4819"/>
          <w:tab w:val="clear" w:pos="9071"/>
          <w:tab w:val="left" w:pos="-3261"/>
        </w:tabs>
        <w:spacing w:after="120"/>
        <w:ind w:firstLine="426"/>
        <w:jc w:val="both"/>
        <w:rPr>
          <w:bCs/>
        </w:rPr>
      </w:pPr>
      <w:r>
        <w:rPr>
          <w:bCs/>
        </w:rPr>
        <w:t xml:space="preserve">Zdôvodnenie návrhu nivelety </w:t>
      </w:r>
      <w:r w:rsidR="00513A43">
        <w:rPr>
          <w:bCs/>
        </w:rPr>
        <w:t>pozemnej komunikácie</w:t>
      </w:r>
      <w:r>
        <w:rPr>
          <w:bCs/>
        </w:rPr>
        <w:t xml:space="preserve"> vo vzťahu k zemným prácam, bilancia zemných prác a rozvozov, odpor</w:t>
      </w:r>
      <w:r w:rsidR="00255687">
        <w:rPr>
          <w:bCs/>
        </w:rPr>
        <w:t xml:space="preserve">učené miesta </w:t>
      </w:r>
      <w:proofErr w:type="spellStart"/>
      <w:r w:rsidR="00255687">
        <w:rPr>
          <w:bCs/>
        </w:rPr>
        <w:t>zemníkov</w:t>
      </w:r>
      <w:proofErr w:type="spellEnd"/>
      <w:r w:rsidR="00255687">
        <w:rPr>
          <w:bCs/>
        </w:rPr>
        <w:t xml:space="preserve"> a</w:t>
      </w:r>
      <w:r w:rsidR="002E6A1E">
        <w:rPr>
          <w:bCs/>
        </w:rPr>
        <w:t> </w:t>
      </w:r>
      <w:r w:rsidR="00255687">
        <w:rPr>
          <w:bCs/>
        </w:rPr>
        <w:t>skládok</w:t>
      </w:r>
      <w:r w:rsidR="002E6A1E">
        <w:rPr>
          <w:bCs/>
        </w:rPr>
        <w:t xml:space="preserve">, údaje o hospodárení so skrývkou vrstiev pôdy (ornica, </w:t>
      </w:r>
      <w:proofErr w:type="spellStart"/>
      <w:r w:rsidR="002E6A1E">
        <w:rPr>
          <w:bCs/>
        </w:rPr>
        <w:t>podorničné</w:t>
      </w:r>
      <w:proofErr w:type="spellEnd"/>
      <w:r w:rsidR="002E6A1E">
        <w:rPr>
          <w:bCs/>
        </w:rPr>
        <w:t xml:space="preserve"> vrstvy), údaje o použiteľnosti a vhodnosti zemín do násypov, potreba realizácie sanačných prác na základe záverov z podrobného IGHP</w:t>
      </w:r>
      <w:r w:rsidR="00B85B0F">
        <w:rPr>
          <w:bCs/>
        </w:rPr>
        <w:t>.</w:t>
      </w:r>
    </w:p>
    <w:p w14:paraId="0B54D1C3" w14:textId="77777777" w:rsidR="00BE3EEA" w:rsidRDefault="00BE3EEA" w:rsidP="00BE3EEA">
      <w:pPr>
        <w:pStyle w:val="Hlavika"/>
        <w:tabs>
          <w:tab w:val="clear" w:pos="4819"/>
          <w:tab w:val="clear" w:pos="9071"/>
          <w:tab w:val="left" w:pos="-3261"/>
        </w:tabs>
        <w:jc w:val="both"/>
        <w:rPr>
          <w:b/>
          <w:bCs/>
        </w:rPr>
      </w:pPr>
      <w:r w:rsidRPr="00BE3EEA">
        <w:rPr>
          <w:b/>
          <w:bCs/>
        </w:rPr>
        <w:t>Vozovky</w:t>
      </w:r>
    </w:p>
    <w:p w14:paraId="4FFFE6E1" w14:textId="77777777" w:rsidR="00BE3EEA" w:rsidRPr="00BE3EEA" w:rsidRDefault="00BE3EEA" w:rsidP="00BE3EEA">
      <w:pPr>
        <w:pStyle w:val="Hlavika"/>
        <w:tabs>
          <w:tab w:val="clear" w:pos="4819"/>
          <w:tab w:val="clear" w:pos="9071"/>
          <w:tab w:val="left" w:pos="-3261"/>
        </w:tabs>
        <w:spacing w:after="120"/>
        <w:ind w:firstLine="426"/>
        <w:jc w:val="both"/>
        <w:rPr>
          <w:b/>
          <w:bCs/>
        </w:rPr>
      </w:pPr>
      <w:r>
        <w:t>Typy konštrukcie vozoviek – prehľad, zdôvodnenie návrhu.</w:t>
      </w:r>
    </w:p>
    <w:p w14:paraId="274929AF" w14:textId="4A673BC0" w:rsidR="00BE3EEA" w:rsidRPr="00BE3EEA" w:rsidRDefault="00BE3EEA" w:rsidP="00BE3EEA">
      <w:pPr>
        <w:pStyle w:val="Hlavika"/>
        <w:tabs>
          <w:tab w:val="clear" w:pos="4819"/>
          <w:tab w:val="clear" w:pos="9071"/>
          <w:tab w:val="left" w:pos="-3261"/>
        </w:tabs>
        <w:jc w:val="both"/>
        <w:rPr>
          <w:b/>
          <w:bCs/>
        </w:rPr>
      </w:pPr>
      <w:r w:rsidRPr="00BE3EEA">
        <w:rPr>
          <w:b/>
          <w:bCs/>
        </w:rPr>
        <w:t>Mostné objekty</w:t>
      </w:r>
    </w:p>
    <w:p w14:paraId="3CD0F4F8" w14:textId="756C0C7D" w:rsidR="00BE3EEA" w:rsidRDefault="00BE3EEA" w:rsidP="00BE3EEA">
      <w:pPr>
        <w:pStyle w:val="Hlavika"/>
        <w:tabs>
          <w:tab w:val="clear" w:pos="4819"/>
          <w:tab w:val="clear" w:pos="9071"/>
          <w:tab w:val="left" w:pos="-3261"/>
        </w:tabs>
        <w:spacing w:after="120"/>
        <w:ind w:firstLine="426"/>
        <w:jc w:val="both"/>
      </w:pPr>
      <w:r>
        <w:t>Stručný popis prevládajúcich konštrukcií, zdôvodnenie návrhu.</w:t>
      </w:r>
    </w:p>
    <w:p w14:paraId="37529221" w14:textId="77777777" w:rsidR="004A431D" w:rsidRPr="004A431D" w:rsidRDefault="004A431D" w:rsidP="004A431D">
      <w:pPr>
        <w:pStyle w:val="Hlavika"/>
        <w:tabs>
          <w:tab w:val="clear" w:pos="4819"/>
          <w:tab w:val="clear" w:pos="9071"/>
          <w:tab w:val="left" w:pos="-3261"/>
        </w:tabs>
        <w:jc w:val="both"/>
        <w:rPr>
          <w:b/>
        </w:rPr>
      </w:pPr>
      <w:r w:rsidRPr="004A431D">
        <w:rPr>
          <w:b/>
        </w:rPr>
        <w:t>Geotechnické konštrukcie</w:t>
      </w:r>
    </w:p>
    <w:p w14:paraId="75BCD320" w14:textId="77777777" w:rsidR="004A431D" w:rsidRPr="004A431D" w:rsidRDefault="004A431D" w:rsidP="004A431D">
      <w:pPr>
        <w:pStyle w:val="Hlavika"/>
        <w:tabs>
          <w:tab w:val="clear" w:pos="4819"/>
          <w:tab w:val="clear" w:pos="9071"/>
          <w:tab w:val="left" w:pos="-3261"/>
        </w:tabs>
        <w:spacing w:after="120"/>
        <w:ind w:firstLine="426"/>
        <w:jc w:val="both"/>
      </w:pPr>
      <w:r>
        <w:rPr>
          <w:bCs/>
        </w:rPr>
        <w:t xml:space="preserve">Stručný popis </w:t>
      </w:r>
      <w:r>
        <w:t>prevládajúcich konštrukcií, zdôvodnenie návrhu.</w:t>
      </w:r>
    </w:p>
    <w:p w14:paraId="67FC7C57" w14:textId="5311861D" w:rsidR="00E85BA2" w:rsidRPr="00BE3EEA" w:rsidRDefault="001A49A5" w:rsidP="00E85BA2">
      <w:pPr>
        <w:pStyle w:val="Hlavika"/>
        <w:tabs>
          <w:tab w:val="clear" w:pos="4819"/>
          <w:tab w:val="clear" w:pos="9071"/>
          <w:tab w:val="left" w:pos="-3261"/>
          <w:tab w:val="left" w:pos="567"/>
        </w:tabs>
        <w:jc w:val="both"/>
        <w:rPr>
          <w:b/>
          <w:bCs/>
        </w:rPr>
      </w:pPr>
      <w:r w:rsidRPr="00BE3EEA">
        <w:rPr>
          <w:b/>
          <w:bCs/>
        </w:rPr>
        <w:t xml:space="preserve">Protihlukové </w:t>
      </w:r>
      <w:r w:rsidR="00463552">
        <w:rPr>
          <w:b/>
          <w:bCs/>
        </w:rPr>
        <w:t>opatrenia</w:t>
      </w:r>
    </w:p>
    <w:p w14:paraId="5C3B1069" w14:textId="5E6315E1" w:rsidR="00E85BA2" w:rsidRDefault="00300A32" w:rsidP="00BE3EEA">
      <w:pPr>
        <w:pStyle w:val="Hlavika"/>
        <w:tabs>
          <w:tab w:val="clear" w:pos="4819"/>
          <w:tab w:val="clear" w:pos="9071"/>
          <w:tab w:val="left" w:pos="-3261"/>
          <w:tab w:val="left" w:pos="567"/>
        </w:tabs>
        <w:spacing w:after="120"/>
        <w:ind w:firstLine="426"/>
        <w:jc w:val="both"/>
        <w:rPr>
          <w:bCs/>
        </w:rPr>
      </w:pPr>
      <w:r>
        <w:rPr>
          <w:bCs/>
        </w:rPr>
        <w:t>Systém</w:t>
      </w:r>
      <w:r w:rsidR="00935E13">
        <w:rPr>
          <w:bCs/>
        </w:rPr>
        <w:t xml:space="preserve"> protihlukových </w:t>
      </w:r>
      <w:r w:rsidR="0039105E">
        <w:rPr>
          <w:bCs/>
        </w:rPr>
        <w:t>opatrení</w:t>
      </w:r>
      <w:r w:rsidR="002E6A1E">
        <w:rPr>
          <w:bCs/>
        </w:rPr>
        <w:t xml:space="preserve"> </w:t>
      </w:r>
      <w:r w:rsidR="00E85BA2">
        <w:rPr>
          <w:bCs/>
        </w:rPr>
        <w:t>– prehľad, zdôvodnenie návrhu</w:t>
      </w:r>
      <w:r w:rsidR="00E34FD4">
        <w:rPr>
          <w:bCs/>
        </w:rPr>
        <w:t xml:space="preserve"> a</w:t>
      </w:r>
      <w:r w:rsidR="00F900F7">
        <w:rPr>
          <w:bCs/>
        </w:rPr>
        <w:t> jeho opis</w:t>
      </w:r>
      <w:r w:rsidR="00E85BA2">
        <w:rPr>
          <w:bCs/>
        </w:rPr>
        <w:t>.</w:t>
      </w:r>
    </w:p>
    <w:p w14:paraId="60F1812E" w14:textId="77777777" w:rsidR="00BE3EEA" w:rsidRPr="00BE3EEA" w:rsidRDefault="00BE3EEA" w:rsidP="007B4C63">
      <w:pPr>
        <w:pStyle w:val="Hlavika"/>
        <w:numPr>
          <w:ilvl w:val="0"/>
          <w:numId w:val="44"/>
        </w:numPr>
        <w:tabs>
          <w:tab w:val="clear" w:pos="4819"/>
          <w:tab w:val="clear" w:pos="9071"/>
          <w:tab w:val="left" w:pos="-3261"/>
          <w:tab w:val="left" w:pos="567"/>
        </w:tabs>
        <w:spacing w:after="120"/>
        <w:ind w:hanging="1572"/>
        <w:jc w:val="both"/>
        <w:rPr>
          <w:b/>
          <w:bCs/>
        </w:rPr>
      </w:pPr>
      <w:r w:rsidRPr="00BE3EEA">
        <w:rPr>
          <w:b/>
          <w:bCs/>
        </w:rPr>
        <w:t>Riešenie odvodnenia</w:t>
      </w:r>
    </w:p>
    <w:p w14:paraId="2BF5B746" w14:textId="77777777" w:rsidR="00BE3EEA" w:rsidRDefault="00BE3EEA" w:rsidP="001A49A5">
      <w:pPr>
        <w:pStyle w:val="Hlavika"/>
        <w:tabs>
          <w:tab w:val="clear" w:pos="4819"/>
          <w:tab w:val="clear" w:pos="9071"/>
          <w:tab w:val="left" w:pos="-3261"/>
          <w:tab w:val="left" w:pos="567"/>
        </w:tabs>
        <w:jc w:val="both"/>
        <w:rPr>
          <w:b/>
          <w:bCs/>
        </w:rPr>
      </w:pPr>
      <w:r>
        <w:rPr>
          <w:b/>
          <w:bCs/>
        </w:rPr>
        <w:t>Povrchová voda</w:t>
      </w:r>
    </w:p>
    <w:p w14:paraId="0C84D20C" w14:textId="52413CAF" w:rsidR="00BE3EEA" w:rsidRPr="00BE3EEA" w:rsidRDefault="00BE3EEA" w:rsidP="00B3045A">
      <w:pPr>
        <w:pStyle w:val="Hlavika"/>
        <w:tabs>
          <w:tab w:val="clear" w:pos="4819"/>
          <w:tab w:val="clear" w:pos="9071"/>
          <w:tab w:val="left" w:pos="-3261"/>
          <w:tab w:val="left" w:pos="567"/>
        </w:tabs>
        <w:spacing w:after="120"/>
        <w:ind w:firstLine="426"/>
        <w:jc w:val="both"/>
        <w:rPr>
          <w:bCs/>
        </w:rPr>
      </w:pPr>
      <w:r w:rsidRPr="00F23700">
        <w:rPr>
          <w:bCs/>
        </w:rPr>
        <w:t>Návrh systému odvedenia zrážkovej vody, t.</w:t>
      </w:r>
      <w:r w:rsidR="00B85B0F">
        <w:rPr>
          <w:bCs/>
        </w:rPr>
        <w:t xml:space="preserve"> </w:t>
      </w:r>
      <w:r w:rsidRPr="00F23700">
        <w:rPr>
          <w:bCs/>
        </w:rPr>
        <w:t xml:space="preserve">j. priekopy, žľaby, rigoly a ostatné zariadenia, popis technického riešenia. Riešenie odvodnenia </w:t>
      </w:r>
      <w:r w:rsidR="00B3045A">
        <w:rPr>
          <w:bCs/>
        </w:rPr>
        <w:t xml:space="preserve">a využitia </w:t>
      </w:r>
      <w:r w:rsidRPr="00F23700">
        <w:rPr>
          <w:bCs/>
        </w:rPr>
        <w:t>v štádiu výstavby a prevádzky.</w:t>
      </w:r>
    </w:p>
    <w:p w14:paraId="5E7AD320" w14:textId="77777777" w:rsidR="001A49A5" w:rsidRPr="00E85BA2" w:rsidRDefault="001A49A5" w:rsidP="001A49A5">
      <w:pPr>
        <w:pStyle w:val="Hlavika"/>
        <w:tabs>
          <w:tab w:val="clear" w:pos="4819"/>
          <w:tab w:val="clear" w:pos="9071"/>
          <w:tab w:val="left" w:pos="-3261"/>
          <w:tab w:val="left" w:pos="567"/>
        </w:tabs>
        <w:jc w:val="both"/>
        <w:rPr>
          <w:b/>
          <w:bCs/>
        </w:rPr>
      </w:pPr>
      <w:r w:rsidRPr="00E85BA2">
        <w:rPr>
          <w:b/>
          <w:bCs/>
        </w:rPr>
        <w:t>Podzemná voda</w:t>
      </w:r>
    </w:p>
    <w:p w14:paraId="29025861" w14:textId="77777777" w:rsidR="001A49A5" w:rsidRDefault="001A49A5" w:rsidP="00B3045A">
      <w:pPr>
        <w:pStyle w:val="Hlavika"/>
        <w:tabs>
          <w:tab w:val="clear" w:pos="4819"/>
          <w:tab w:val="clear" w:pos="9071"/>
          <w:tab w:val="left" w:pos="-3261"/>
          <w:tab w:val="left" w:pos="567"/>
        </w:tabs>
        <w:spacing w:after="120"/>
        <w:ind w:firstLine="426"/>
        <w:jc w:val="both"/>
        <w:rPr>
          <w:bCs/>
        </w:rPr>
      </w:pPr>
      <w:r>
        <w:rPr>
          <w:bCs/>
        </w:rPr>
        <w:t>Vplyv na návrh a realizáciu stavby, ochrana, odvodnenie, odtokové množstvá, popis technického riešenia, jej prípadné využitie.</w:t>
      </w:r>
    </w:p>
    <w:p w14:paraId="5A054E57" w14:textId="77777777" w:rsidR="00B3045A" w:rsidRPr="00B3045A" w:rsidRDefault="00B3045A" w:rsidP="00B3045A">
      <w:pPr>
        <w:pStyle w:val="Hlavika"/>
        <w:tabs>
          <w:tab w:val="clear" w:pos="4819"/>
          <w:tab w:val="clear" w:pos="9071"/>
          <w:tab w:val="left" w:pos="-3261"/>
          <w:tab w:val="left" w:pos="567"/>
          <w:tab w:val="left" w:pos="709"/>
        </w:tabs>
        <w:spacing w:after="120"/>
        <w:jc w:val="both"/>
        <w:rPr>
          <w:b/>
          <w:bCs/>
        </w:rPr>
      </w:pPr>
      <w:r>
        <w:rPr>
          <w:b/>
          <w:bCs/>
        </w:rPr>
        <w:t>2.12</w:t>
      </w:r>
      <w:r>
        <w:rPr>
          <w:b/>
          <w:bCs/>
        </w:rPr>
        <w:tab/>
      </w:r>
      <w:r w:rsidRPr="00B3045A">
        <w:rPr>
          <w:b/>
          <w:bCs/>
        </w:rPr>
        <w:t>Riešenie technickej infraštruktúry</w:t>
      </w:r>
    </w:p>
    <w:p w14:paraId="189B35ED" w14:textId="77777777" w:rsidR="001A49A5" w:rsidRPr="008C253D" w:rsidRDefault="001A49A5" w:rsidP="001A49A5">
      <w:pPr>
        <w:pStyle w:val="Hlavika"/>
        <w:tabs>
          <w:tab w:val="clear" w:pos="4819"/>
          <w:tab w:val="clear" w:pos="9071"/>
          <w:tab w:val="left" w:pos="-3261"/>
          <w:tab w:val="left" w:pos="567"/>
        </w:tabs>
        <w:jc w:val="both"/>
        <w:rPr>
          <w:b/>
          <w:bCs/>
        </w:rPr>
      </w:pPr>
      <w:r w:rsidRPr="008C253D">
        <w:rPr>
          <w:b/>
          <w:bCs/>
        </w:rPr>
        <w:t>Zásobovanie vodou, teplom, plynom a palivom</w:t>
      </w:r>
    </w:p>
    <w:p w14:paraId="1570822B" w14:textId="77777777" w:rsidR="001A49A5" w:rsidRPr="00F23700" w:rsidRDefault="001A49A5" w:rsidP="00B3045A">
      <w:pPr>
        <w:pStyle w:val="Hlavika"/>
        <w:tabs>
          <w:tab w:val="clear" w:pos="4819"/>
          <w:tab w:val="clear" w:pos="9071"/>
          <w:tab w:val="left" w:pos="-3261"/>
          <w:tab w:val="left" w:pos="567"/>
        </w:tabs>
        <w:spacing w:after="120"/>
        <w:ind w:firstLine="426"/>
        <w:jc w:val="both"/>
        <w:rPr>
          <w:bCs/>
        </w:rPr>
      </w:pPr>
      <w:r w:rsidRPr="008C253D">
        <w:rPr>
          <w:bCs/>
        </w:rPr>
        <w:t>Zásobovanie vodou, teplom, plynom a</w:t>
      </w:r>
      <w:r w:rsidR="00FF78C5">
        <w:rPr>
          <w:bCs/>
        </w:rPr>
        <w:t> </w:t>
      </w:r>
      <w:r w:rsidRPr="008C253D">
        <w:rPr>
          <w:bCs/>
        </w:rPr>
        <w:t>palivom</w:t>
      </w:r>
      <w:r w:rsidR="00FF78C5">
        <w:rPr>
          <w:bCs/>
        </w:rPr>
        <w:t xml:space="preserve"> pre obslužné dopravné zariadenia, u</w:t>
      </w:r>
      <w:r w:rsidRPr="008C253D">
        <w:rPr>
          <w:bCs/>
        </w:rPr>
        <w:t>rčenie zdrojov, systém zásobovani</w:t>
      </w:r>
      <w:r w:rsidR="003232B4" w:rsidRPr="008C253D">
        <w:rPr>
          <w:bCs/>
        </w:rPr>
        <w:t>a, denná spotreba a jej priebeh</w:t>
      </w:r>
      <w:r w:rsidR="00FF78C5">
        <w:rPr>
          <w:bCs/>
        </w:rPr>
        <w:t>, r</w:t>
      </w:r>
      <w:r w:rsidR="00FF78C5">
        <w:t>očná bilancia spotrieb a uvedie sa popis technického riešenia, signalizácia a meranie.</w:t>
      </w:r>
    </w:p>
    <w:p w14:paraId="183E6086" w14:textId="77777777" w:rsidR="001A49A5" w:rsidRPr="00F23700" w:rsidRDefault="00FF78C5" w:rsidP="001A49A5">
      <w:pPr>
        <w:pStyle w:val="Hlavika"/>
        <w:tabs>
          <w:tab w:val="clear" w:pos="4819"/>
          <w:tab w:val="clear" w:pos="9071"/>
          <w:tab w:val="left" w:pos="-3261"/>
          <w:tab w:val="left" w:pos="567"/>
        </w:tabs>
        <w:jc w:val="both"/>
        <w:rPr>
          <w:b/>
          <w:bCs/>
        </w:rPr>
      </w:pPr>
      <w:r>
        <w:rPr>
          <w:b/>
          <w:bCs/>
        </w:rPr>
        <w:t>Zásobovanie elektrickou energiou</w:t>
      </w:r>
    </w:p>
    <w:p w14:paraId="2C09B14C" w14:textId="77777777" w:rsidR="001A49A5" w:rsidRPr="00F23700" w:rsidRDefault="001A49A5" w:rsidP="00FF78C5">
      <w:pPr>
        <w:pStyle w:val="Hlavika"/>
        <w:tabs>
          <w:tab w:val="clear" w:pos="4819"/>
          <w:tab w:val="clear" w:pos="9071"/>
          <w:tab w:val="left" w:pos="-3261"/>
          <w:tab w:val="left" w:pos="567"/>
        </w:tabs>
        <w:spacing w:after="120"/>
        <w:ind w:firstLine="426"/>
        <w:jc w:val="both"/>
        <w:rPr>
          <w:bCs/>
        </w:rPr>
      </w:pPr>
      <w:r w:rsidRPr="00F23700">
        <w:rPr>
          <w:bCs/>
        </w:rPr>
        <w:t xml:space="preserve">Pre potreby obslužných dopravných zariadení, dopravnej signalizácie, technologického zariadenia sa navrhne napájací rozvod, napäťová </w:t>
      </w:r>
      <w:r w:rsidR="00FF78C5">
        <w:rPr>
          <w:bCs/>
        </w:rPr>
        <w:t xml:space="preserve">sieť, </w:t>
      </w:r>
      <w:r w:rsidR="00FF78C5" w:rsidRPr="00FF78C5">
        <w:rPr>
          <w:bCs/>
        </w:rPr>
        <w:t>stupeň dôležitosti dodávky elektrickej energie,</w:t>
      </w:r>
      <w:r w:rsidR="00FF78C5">
        <w:rPr>
          <w:bCs/>
        </w:rPr>
        <w:t xml:space="preserve"> ce</w:t>
      </w:r>
      <w:r w:rsidRPr="00F23700">
        <w:rPr>
          <w:bCs/>
        </w:rPr>
        <w:t xml:space="preserve">lkový inštalovaný </w:t>
      </w:r>
      <w:r w:rsidR="00FF78C5">
        <w:rPr>
          <w:bCs/>
        </w:rPr>
        <w:t>prí</w:t>
      </w:r>
      <w:r w:rsidRPr="00F23700">
        <w:rPr>
          <w:bCs/>
        </w:rPr>
        <w:t>kon, uzemnenie a spôsob merania spotreby, ochrana proti skratu, preťaženiu a nebezpečnému dotykovému napätiu.</w:t>
      </w:r>
    </w:p>
    <w:p w14:paraId="0AE3886E" w14:textId="77777777" w:rsidR="001A49A5" w:rsidRPr="00F23700" w:rsidRDefault="001A49A5" w:rsidP="001A49A5">
      <w:pPr>
        <w:pStyle w:val="Hlavika"/>
        <w:tabs>
          <w:tab w:val="clear" w:pos="4819"/>
          <w:tab w:val="clear" w:pos="9071"/>
          <w:tab w:val="left" w:pos="-3261"/>
          <w:tab w:val="left" w:pos="567"/>
        </w:tabs>
        <w:jc w:val="both"/>
        <w:rPr>
          <w:b/>
          <w:bCs/>
        </w:rPr>
      </w:pPr>
      <w:r w:rsidRPr="00F23700">
        <w:rPr>
          <w:b/>
          <w:bCs/>
        </w:rPr>
        <w:t>Osvetlenie</w:t>
      </w:r>
    </w:p>
    <w:p w14:paraId="55F592F1" w14:textId="77777777" w:rsidR="001A49A5" w:rsidRPr="00F23700" w:rsidRDefault="001A49A5" w:rsidP="00FF78C5">
      <w:pPr>
        <w:pStyle w:val="Hlavika"/>
        <w:tabs>
          <w:tab w:val="clear" w:pos="4819"/>
          <w:tab w:val="clear" w:pos="9071"/>
          <w:tab w:val="left" w:pos="-3261"/>
          <w:tab w:val="left" w:pos="567"/>
        </w:tabs>
        <w:ind w:firstLine="426"/>
        <w:jc w:val="both"/>
        <w:rPr>
          <w:bCs/>
        </w:rPr>
      </w:pPr>
      <w:r w:rsidRPr="00F23700">
        <w:rPr>
          <w:bCs/>
        </w:rPr>
        <w:t xml:space="preserve">Osvetlenie </w:t>
      </w:r>
      <w:r w:rsidR="00F538C5">
        <w:rPr>
          <w:bCs/>
        </w:rPr>
        <w:t>cesty</w:t>
      </w:r>
      <w:r w:rsidRPr="00F23700">
        <w:rPr>
          <w:bCs/>
        </w:rPr>
        <w:t xml:space="preserve">, </w:t>
      </w:r>
      <w:r w:rsidR="0026450D">
        <w:rPr>
          <w:bCs/>
        </w:rPr>
        <w:t xml:space="preserve">križovatky, </w:t>
      </w:r>
      <w:r w:rsidRPr="00F23700">
        <w:rPr>
          <w:bCs/>
        </w:rPr>
        <w:t>dopravných značiek, obslužných dopravných zariadení, vyžaduje riešenie:</w:t>
      </w:r>
    </w:p>
    <w:p w14:paraId="4912FD1E" w14:textId="77777777" w:rsidR="001A49A5" w:rsidRPr="00F23700" w:rsidRDefault="001A49A5" w:rsidP="00DF0AE8">
      <w:pPr>
        <w:pStyle w:val="Hlavika"/>
        <w:numPr>
          <w:ilvl w:val="0"/>
          <w:numId w:val="7"/>
        </w:numPr>
        <w:tabs>
          <w:tab w:val="clear" w:pos="4819"/>
          <w:tab w:val="clear" w:pos="9071"/>
          <w:tab w:val="left" w:pos="-3261"/>
        </w:tabs>
        <w:ind w:left="567" w:hanging="283"/>
        <w:jc w:val="both"/>
        <w:rPr>
          <w:bCs/>
        </w:rPr>
      </w:pPr>
      <w:r w:rsidRPr="00F23700">
        <w:rPr>
          <w:bCs/>
        </w:rPr>
        <w:t xml:space="preserve">systému, druhu a intenzity osvetlenia, </w:t>
      </w:r>
    </w:p>
    <w:p w14:paraId="7885525E" w14:textId="77777777" w:rsidR="001A49A5" w:rsidRPr="00F23700" w:rsidRDefault="001A49A5" w:rsidP="00DF0AE8">
      <w:pPr>
        <w:pStyle w:val="Hlavika"/>
        <w:numPr>
          <w:ilvl w:val="0"/>
          <w:numId w:val="7"/>
        </w:numPr>
        <w:tabs>
          <w:tab w:val="clear" w:pos="4819"/>
          <w:tab w:val="clear" w:pos="9071"/>
          <w:tab w:val="left" w:pos="-3261"/>
        </w:tabs>
        <w:ind w:left="567" w:hanging="283"/>
        <w:jc w:val="both"/>
        <w:rPr>
          <w:bCs/>
        </w:rPr>
      </w:pPr>
      <w:r w:rsidRPr="00F23700">
        <w:rPr>
          <w:bCs/>
        </w:rPr>
        <w:t xml:space="preserve">napájacieho rozvodu, napäťovej sústavy a spôsobu ovládania, </w:t>
      </w:r>
    </w:p>
    <w:p w14:paraId="2DB5E4A0" w14:textId="77777777" w:rsidR="001A49A5" w:rsidRPr="00F23700" w:rsidRDefault="001A49A5" w:rsidP="00DF0AE8">
      <w:pPr>
        <w:pStyle w:val="Hlavika"/>
        <w:numPr>
          <w:ilvl w:val="0"/>
          <w:numId w:val="7"/>
        </w:numPr>
        <w:tabs>
          <w:tab w:val="clear" w:pos="4819"/>
          <w:tab w:val="clear" w:pos="9071"/>
          <w:tab w:val="left" w:pos="-3261"/>
        </w:tabs>
        <w:ind w:left="567" w:hanging="283"/>
        <w:jc w:val="both"/>
        <w:rPr>
          <w:bCs/>
        </w:rPr>
      </w:pPr>
      <w:r w:rsidRPr="00F23700">
        <w:rPr>
          <w:bCs/>
        </w:rPr>
        <w:t xml:space="preserve">bilancie spotreby energie, </w:t>
      </w:r>
    </w:p>
    <w:p w14:paraId="361086FF" w14:textId="77777777" w:rsidR="001A49A5" w:rsidRPr="00F23700" w:rsidRDefault="001A49A5" w:rsidP="00DF0AE8">
      <w:pPr>
        <w:pStyle w:val="Hlavika"/>
        <w:numPr>
          <w:ilvl w:val="0"/>
          <w:numId w:val="7"/>
        </w:numPr>
        <w:tabs>
          <w:tab w:val="clear" w:pos="4819"/>
          <w:tab w:val="clear" w:pos="9071"/>
          <w:tab w:val="left" w:pos="-3261"/>
        </w:tabs>
        <w:spacing w:after="120"/>
        <w:ind w:left="567" w:hanging="283"/>
        <w:jc w:val="both"/>
        <w:rPr>
          <w:bCs/>
        </w:rPr>
      </w:pPr>
      <w:r w:rsidRPr="00F23700">
        <w:rPr>
          <w:bCs/>
        </w:rPr>
        <w:t>stožiarov a iného umiestnenia svietidiel a popis technického návrhu.</w:t>
      </w:r>
    </w:p>
    <w:p w14:paraId="3317B94F" w14:textId="77777777" w:rsidR="001A49A5" w:rsidRPr="00F23700" w:rsidRDefault="001A49A5" w:rsidP="001A49A5">
      <w:pPr>
        <w:pStyle w:val="Hlavika"/>
        <w:tabs>
          <w:tab w:val="clear" w:pos="4819"/>
          <w:tab w:val="clear" w:pos="9071"/>
          <w:tab w:val="left" w:pos="-3261"/>
        </w:tabs>
        <w:jc w:val="both"/>
        <w:rPr>
          <w:b/>
          <w:bCs/>
        </w:rPr>
      </w:pPr>
      <w:r w:rsidRPr="00F23700">
        <w:rPr>
          <w:b/>
          <w:bCs/>
        </w:rPr>
        <w:t>Slaboprúdové rozvody</w:t>
      </w:r>
    </w:p>
    <w:p w14:paraId="302CC8EB" w14:textId="085D4895" w:rsidR="001A49A5" w:rsidRDefault="001A49A5" w:rsidP="00FF78C5">
      <w:pPr>
        <w:pStyle w:val="Hlavika"/>
        <w:tabs>
          <w:tab w:val="clear" w:pos="4819"/>
          <w:tab w:val="clear" w:pos="9071"/>
          <w:tab w:val="left" w:pos="-3261"/>
        </w:tabs>
        <w:spacing w:after="120"/>
        <w:ind w:firstLine="426"/>
        <w:jc w:val="both"/>
        <w:rPr>
          <w:bCs/>
        </w:rPr>
      </w:pPr>
      <w:r w:rsidRPr="00F23700">
        <w:rPr>
          <w:bCs/>
        </w:rPr>
        <w:t xml:space="preserve">Bezpečnostné systémy, </w:t>
      </w:r>
      <w:r w:rsidR="00FF78C5">
        <w:rPr>
          <w:bCs/>
        </w:rPr>
        <w:t>komunikačné</w:t>
      </w:r>
      <w:r w:rsidRPr="00F23700">
        <w:rPr>
          <w:bCs/>
        </w:rPr>
        <w:t xml:space="preserve"> zariadenia (telefóny núdzového volania, obslužné zariadenia) a podobné zariadenia zahrňujúce slaboprúdové rozvody, na ktoré sa navrhne vhodný systém, zapojenia</w:t>
      </w:r>
      <w:r>
        <w:rPr>
          <w:bCs/>
        </w:rPr>
        <w:t xml:space="preserve"> </w:t>
      </w:r>
      <w:r w:rsidR="00320A5D">
        <w:rPr>
          <w:bCs/>
        </w:rPr>
        <w:br/>
      </w:r>
      <w:r>
        <w:rPr>
          <w:bCs/>
        </w:rPr>
        <w:t>na zdroje a ovládanie a uvedie sa popis technického riešenia.</w:t>
      </w:r>
    </w:p>
    <w:p w14:paraId="4124A235" w14:textId="77777777" w:rsidR="001C6C87" w:rsidRDefault="001C6C87" w:rsidP="00EC048E">
      <w:pPr>
        <w:pStyle w:val="Hlavika"/>
        <w:tabs>
          <w:tab w:val="clear" w:pos="4819"/>
          <w:tab w:val="clear" w:pos="9071"/>
          <w:tab w:val="left" w:pos="-3261"/>
          <w:tab w:val="left" w:pos="567"/>
          <w:tab w:val="left" w:pos="709"/>
        </w:tabs>
        <w:jc w:val="both"/>
        <w:rPr>
          <w:b/>
          <w:bCs/>
        </w:rPr>
      </w:pPr>
      <w:r>
        <w:rPr>
          <w:b/>
          <w:bCs/>
        </w:rPr>
        <w:lastRenderedPageBreak/>
        <w:t>2.</w:t>
      </w:r>
      <w:r w:rsidR="001E76CE">
        <w:rPr>
          <w:b/>
          <w:bCs/>
        </w:rPr>
        <w:t>13</w:t>
      </w:r>
      <w:r>
        <w:rPr>
          <w:b/>
          <w:bCs/>
        </w:rPr>
        <w:tab/>
        <w:t>Stavenisko a realizácia stavby</w:t>
      </w:r>
    </w:p>
    <w:p w14:paraId="356FA5FE" w14:textId="77777777" w:rsidR="001C6C87" w:rsidRDefault="001C6C87" w:rsidP="00DF0AE8">
      <w:pPr>
        <w:pStyle w:val="Hlavika"/>
        <w:numPr>
          <w:ilvl w:val="0"/>
          <w:numId w:val="8"/>
        </w:numPr>
        <w:tabs>
          <w:tab w:val="clear" w:pos="4819"/>
          <w:tab w:val="clear" w:pos="9071"/>
          <w:tab w:val="left" w:pos="-3261"/>
        </w:tabs>
        <w:ind w:left="567" w:hanging="283"/>
        <w:jc w:val="both"/>
        <w:rPr>
          <w:bCs/>
        </w:rPr>
      </w:pPr>
      <w:r>
        <w:rPr>
          <w:bCs/>
        </w:rPr>
        <w:t xml:space="preserve">pozemky a existujúce budovy vhodné na zariadenia staveniska, </w:t>
      </w:r>
    </w:p>
    <w:p w14:paraId="173FD9D7" w14:textId="77777777" w:rsidR="001C6C87" w:rsidRDefault="001C6C87" w:rsidP="00DF0AE8">
      <w:pPr>
        <w:pStyle w:val="Hlavika"/>
        <w:numPr>
          <w:ilvl w:val="0"/>
          <w:numId w:val="8"/>
        </w:numPr>
        <w:tabs>
          <w:tab w:val="clear" w:pos="4819"/>
          <w:tab w:val="clear" w:pos="9071"/>
          <w:tab w:val="left" w:pos="-3261"/>
        </w:tabs>
        <w:ind w:left="567" w:hanging="283"/>
        <w:jc w:val="both"/>
        <w:rPr>
          <w:bCs/>
        </w:rPr>
      </w:pPr>
      <w:r>
        <w:rPr>
          <w:bCs/>
        </w:rPr>
        <w:t>zdroje a miesta napojenia na prív</w:t>
      </w:r>
      <w:r w:rsidR="00F11A04">
        <w:rPr>
          <w:bCs/>
        </w:rPr>
        <w:t>od vody a energie k stavenisku,</w:t>
      </w:r>
      <w:r w:rsidR="001E76CE">
        <w:rPr>
          <w:bCs/>
        </w:rPr>
        <w:t xml:space="preserve"> možnosť zavedenia telefónu</w:t>
      </w:r>
    </w:p>
    <w:p w14:paraId="0794DB69" w14:textId="77777777" w:rsidR="001E76CE" w:rsidRDefault="001E76CE" w:rsidP="00DF0AE8">
      <w:pPr>
        <w:pStyle w:val="Hlavika"/>
        <w:numPr>
          <w:ilvl w:val="0"/>
          <w:numId w:val="8"/>
        </w:numPr>
        <w:tabs>
          <w:tab w:val="clear" w:pos="4819"/>
          <w:tab w:val="clear" w:pos="9071"/>
          <w:tab w:val="left" w:pos="-3261"/>
        </w:tabs>
        <w:ind w:left="567" w:hanging="283"/>
        <w:jc w:val="both"/>
        <w:rPr>
          <w:bCs/>
        </w:rPr>
      </w:pPr>
      <w:r>
        <w:rPr>
          <w:bCs/>
        </w:rPr>
        <w:t>zásady odvodnenia staveniska,</w:t>
      </w:r>
    </w:p>
    <w:p w14:paraId="74B1F780"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t>možné a odporučené zdroje hlavných materiálov s popisom a bilanciou možného využitia materiálu, vyťaženého v trase zo zárezov,</w:t>
      </w:r>
    </w:p>
    <w:p w14:paraId="6A70D7B8" w14:textId="77777777" w:rsidR="001E76CE" w:rsidRDefault="001E76CE" w:rsidP="00DF0AE8">
      <w:pPr>
        <w:pStyle w:val="Hlavika"/>
        <w:numPr>
          <w:ilvl w:val="0"/>
          <w:numId w:val="8"/>
        </w:numPr>
        <w:tabs>
          <w:tab w:val="clear" w:pos="4819"/>
          <w:tab w:val="clear" w:pos="9071"/>
          <w:tab w:val="left" w:pos="-3261"/>
        </w:tabs>
        <w:ind w:left="567" w:hanging="283"/>
        <w:jc w:val="both"/>
        <w:rPr>
          <w:bCs/>
        </w:rPr>
      </w:pPr>
      <w:r>
        <w:rPr>
          <w:bCs/>
        </w:rPr>
        <w:t xml:space="preserve">umiestnenie </w:t>
      </w:r>
      <w:proofErr w:type="spellStart"/>
      <w:r>
        <w:rPr>
          <w:bCs/>
        </w:rPr>
        <w:t>depónie</w:t>
      </w:r>
      <w:proofErr w:type="spellEnd"/>
      <w:r>
        <w:rPr>
          <w:bCs/>
        </w:rPr>
        <w:t xml:space="preserve"> vhodného materiálu vyťaženého v trase</w:t>
      </w:r>
    </w:p>
    <w:p w14:paraId="06108F2E"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t xml:space="preserve">umiestnenie prebytočného a nevhodného zemného materiálu, </w:t>
      </w:r>
      <w:proofErr w:type="spellStart"/>
      <w:r>
        <w:rPr>
          <w:bCs/>
        </w:rPr>
        <w:t>medziskládky</w:t>
      </w:r>
      <w:proofErr w:type="spellEnd"/>
      <w:r>
        <w:rPr>
          <w:bCs/>
        </w:rPr>
        <w:t xml:space="preserve"> humusu, plochy pre rozprestretie prebytočného humusu, </w:t>
      </w:r>
    </w:p>
    <w:p w14:paraId="44518950"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t xml:space="preserve">nakladanie s odpadom – zaradenie, kvantifikácia a spôsob nakladania s odpadom, s ktorého vznikom sa počíta pri realizácii stavby a pri jej prevádzkovaní – vypracovať v zmysle platných predpisov, </w:t>
      </w:r>
    </w:p>
    <w:p w14:paraId="070DA559"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t xml:space="preserve">možnosti prístupu na stavenisko, </w:t>
      </w:r>
    </w:p>
    <w:p w14:paraId="318CEE4C" w14:textId="77777777" w:rsidR="003232B4" w:rsidRPr="006C097F" w:rsidRDefault="003232B4" w:rsidP="00DF0AE8">
      <w:pPr>
        <w:pStyle w:val="Hlavika"/>
        <w:numPr>
          <w:ilvl w:val="0"/>
          <w:numId w:val="8"/>
        </w:numPr>
        <w:tabs>
          <w:tab w:val="clear" w:pos="4819"/>
          <w:tab w:val="clear" w:pos="9071"/>
          <w:tab w:val="left" w:pos="-3261"/>
        </w:tabs>
        <w:ind w:left="567" w:hanging="283"/>
        <w:jc w:val="both"/>
        <w:rPr>
          <w:bCs/>
        </w:rPr>
      </w:pPr>
      <w:r w:rsidRPr="006C097F">
        <w:rPr>
          <w:bCs/>
        </w:rPr>
        <w:t xml:space="preserve">pri veľkých presunoch hmôt </w:t>
      </w:r>
      <w:r w:rsidR="001A0F8F" w:rsidRPr="006C097F">
        <w:rPr>
          <w:bCs/>
        </w:rPr>
        <w:t>vhodn</w:t>
      </w:r>
      <w:r w:rsidR="001A0F8F">
        <w:rPr>
          <w:bCs/>
        </w:rPr>
        <w:t>é</w:t>
      </w:r>
      <w:r w:rsidR="001A0F8F" w:rsidRPr="006C097F">
        <w:rPr>
          <w:bCs/>
        </w:rPr>
        <w:t xml:space="preserve"> </w:t>
      </w:r>
      <w:r w:rsidRPr="006C097F">
        <w:rPr>
          <w:bCs/>
        </w:rPr>
        <w:t xml:space="preserve">dopravné trasy a údaje o potrebných opatreniach alebo úpravách na dopravných trasách, </w:t>
      </w:r>
    </w:p>
    <w:p w14:paraId="069E9E79"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t xml:space="preserve">zvláštne podmienky a požiadavky na realizáciu stavby, </w:t>
      </w:r>
    </w:p>
    <w:p w14:paraId="0E3238AA" w14:textId="77777777" w:rsidR="003232B4" w:rsidRDefault="003232B4" w:rsidP="00DF0AE8">
      <w:pPr>
        <w:pStyle w:val="Hlavika"/>
        <w:numPr>
          <w:ilvl w:val="0"/>
          <w:numId w:val="8"/>
        </w:numPr>
        <w:tabs>
          <w:tab w:val="clear" w:pos="4819"/>
          <w:tab w:val="clear" w:pos="9071"/>
          <w:tab w:val="left" w:pos="-3261"/>
        </w:tabs>
        <w:spacing w:after="120"/>
        <w:ind w:left="567" w:hanging="283"/>
        <w:jc w:val="both"/>
        <w:rPr>
          <w:bCs/>
        </w:rPr>
      </w:pPr>
      <w:r>
        <w:rPr>
          <w:bCs/>
        </w:rPr>
        <w:t>doporučený postup stavebných prác.</w:t>
      </w:r>
    </w:p>
    <w:p w14:paraId="37B487C8" w14:textId="45129758" w:rsidR="008D67F5" w:rsidRDefault="003232B4" w:rsidP="007B4C63">
      <w:pPr>
        <w:pStyle w:val="Hlavika"/>
        <w:numPr>
          <w:ilvl w:val="1"/>
          <w:numId w:val="102"/>
        </w:numPr>
        <w:tabs>
          <w:tab w:val="clear" w:pos="4819"/>
          <w:tab w:val="clear" w:pos="9071"/>
          <w:tab w:val="left" w:pos="-3261"/>
          <w:tab w:val="left" w:pos="567"/>
        </w:tabs>
        <w:spacing w:after="120"/>
        <w:jc w:val="both"/>
        <w:rPr>
          <w:b/>
          <w:bCs/>
        </w:rPr>
      </w:pPr>
      <w:r>
        <w:rPr>
          <w:b/>
          <w:bCs/>
        </w:rPr>
        <w:t>Požiadavky na do</w:t>
      </w:r>
      <w:r w:rsidR="00A15970">
        <w:rPr>
          <w:b/>
          <w:bCs/>
        </w:rPr>
        <w:t>plňujúce prieskumy a </w:t>
      </w:r>
      <w:r>
        <w:rPr>
          <w:b/>
          <w:bCs/>
        </w:rPr>
        <w:t>práce</w:t>
      </w:r>
      <w:r w:rsidR="008D67F5">
        <w:rPr>
          <w:b/>
          <w:bCs/>
        </w:rPr>
        <w:t xml:space="preserve"> pred realizáciou s</w:t>
      </w:r>
      <w:r w:rsidR="009938E4">
        <w:rPr>
          <w:b/>
          <w:bCs/>
        </w:rPr>
        <w:t>tavby</w:t>
      </w:r>
    </w:p>
    <w:p w14:paraId="23C9DC13" w14:textId="77777777" w:rsidR="008D67F5" w:rsidRDefault="008D67F5" w:rsidP="004054ED">
      <w:pPr>
        <w:pStyle w:val="Hlavika"/>
        <w:tabs>
          <w:tab w:val="clear" w:pos="4819"/>
          <w:tab w:val="clear" w:pos="9071"/>
          <w:tab w:val="left" w:pos="-3261"/>
          <w:tab w:val="left" w:pos="567"/>
        </w:tabs>
        <w:spacing w:after="120"/>
        <w:jc w:val="both"/>
        <w:rPr>
          <w:b/>
          <w:bCs/>
        </w:rPr>
      </w:pPr>
    </w:p>
    <w:p w14:paraId="120C8545" w14:textId="77777777" w:rsidR="00B45111" w:rsidRPr="007F0A25" w:rsidRDefault="008D67F5" w:rsidP="008D67F5">
      <w:pPr>
        <w:pStyle w:val="Hlavika"/>
        <w:tabs>
          <w:tab w:val="clear" w:pos="4819"/>
          <w:tab w:val="clear" w:pos="9071"/>
          <w:tab w:val="left" w:pos="-3261"/>
        </w:tabs>
        <w:spacing w:before="120" w:after="120"/>
        <w:ind w:left="539" w:hanging="539"/>
        <w:jc w:val="both"/>
        <w:rPr>
          <w:b/>
          <w:bCs/>
          <w:sz w:val="24"/>
          <w:szCs w:val="24"/>
        </w:rPr>
      </w:pPr>
      <w:r w:rsidRPr="007F0A25">
        <w:rPr>
          <w:b/>
          <w:bCs/>
          <w:sz w:val="24"/>
          <w:szCs w:val="24"/>
        </w:rPr>
        <w:t xml:space="preserve">3       </w:t>
      </w:r>
      <w:r w:rsidR="000512A3" w:rsidRPr="007F0A25">
        <w:rPr>
          <w:b/>
          <w:bCs/>
          <w:sz w:val="24"/>
          <w:szCs w:val="24"/>
        </w:rPr>
        <w:t xml:space="preserve">Základná charakteristika </w:t>
      </w:r>
      <w:r w:rsidR="00B45111" w:rsidRPr="007F0A25">
        <w:rPr>
          <w:b/>
          <w:bCs/>
          <w:sz w:val="24"/>
          <w:szCs w:val="24"/>
        </w:rPr>
        <w:t>objektov</w:t>
      </w:r>
      <w:r w:rsidR="000512A3" w:rsidRPr="007F0A25">
        <w:rPr>
          <w:b/>
          <w:bCs/>
          <w:sz w:val="24"/>
          <w:szCs w:val="24"/>
        </w:rPr>
        <w:t xml:space="preserve"> stavby</w:t>
      </w:r>
    </w:p>
    <w:p w14:paraId="05615CAC" w14:textId="77777777" w:rsidR="000512A3" w:rsidRPr="004A431D" w:rsidRDefault="00B45111" w:rsidP="00C229CF">
      <w:pPr>
        <w:pStyle w:val="Hlavika"/>
        <w:tabs>
          <w:tab w:val="clear" w:pos="4819"/>
          <w:tab w:val="clear" w:pos="9071"/>
          <w:tab w:val="left" w:pos="-3261"/>
        </w:tabs>
        <w:spacing w:after="120"/>
        <w:ind w:firstLine="567"/>
        <w:jc w:val="both"/>
        <w:rPr>
          <w:bCs/>
        </w:rPr>
      </w:pPr>
      <w:r>
        <w:rPr>
          <w:bCs/>
        </w:rPr>
        <w:t xml:space="preserve">Pre </w:t>
      </w:r>
      <w:r w:rsidR="00CE1181">
        <w:rPr>
          <w:bCs/>
        </w:rPr>
        <w:t xml:space="preserve">všetky </w:t>
      </w:r>
      <w:r>
        <w:rPr>
          <w:bCs/>
        </w:rPr>
        <w:t xml:space="preserve">objekty </w:t>
      </w:r>
      <w:r w:rsidR="000512A3">
        <w:rPr>
          <w:bCs/>
        </w:rPr>
        <w:t xml:space="preserve">stavby </w:t>
      </w:r>
      <w:r w:rsidR="000512A3">
        <w:t xml:space="preserve">slede podľa skupín </w:t>
      </w:r>
      <w:r w:rsidR="000512A3" w:rsidRPr="004A431D">
        <w:t xml:space="preserve">v objektovej skladbe </w:t>
      </w:r>
      <w:r w:rsidRPr="004A431D">
        <w:rPr>
          <w:bCs/>
        </w:rPr>
        <w:t xml:space="preserve">sa </w:t>
      </w:r>
      <w:r w:rsidR="000512A3" w:rsidRPr="004A431D">
        <w:rPr>
          <w:bCs/>
        </w:rPr>
        <w:t>uvedú.</w:t>
      </w:r>
    </w:p>
    <w:p w14:paraId="032CD33B" w14:textId="04FD0C13" w:rsidR="000512A3" w:rsidRPr="004A431D" w:rsidRDefault="00B45111" w:rsidP="007B4C63">
      <w:pPr>
        <w:pStyle w:val="Hlavika"/>
        <w:numPr>
          <w:ilvl w:val="0"/>
          <w:numId w:val="45"/>
        </w:numPr>
        <w:tabs>
          <w:tab w:val="clear" w:pos="4819"/>
          <w:tab w:val="clear" w:pos="9071"/>
          <w:tab w:val="left" w:pos="-3261"/>
        </w:tabs>
        <w:ind w:left="567" w:hanging="283"/>
        <w:jc w:val="both"/>
        <w:rPr>
          <w:bCs/>
        </w:rPr>
      </w:pPr>
      <w:r w:rsidRPr="004A431D">
        <w:rPr>
          <w:bCs/>
        </w:rPr>
        <w:t xml:space="preserve">zdôvodnenie </w:t>
      </w:r>
      <w:r w:rsidR="000512A3" w:rsidRPr="004A431D">
        <w:rPr>
          <w:bCs/>
        </w:rPr>
        <w:t>výstavby objektu a</w:t>
      </w:r>
      <w:r w:rsidRPr="004A431D">
        <w:rPr>
          <w:bCs/>
        </w:rPr>
        <w:t xml:space="preserve"> jeho umiestnenie (katastrálne územie, v prípade prechodu viacerými k. ú. treba uviesť v akej dĺžke (približne)</w:t>
      </w:r>
      <w:r w:rsidR="009938E4">
        <w:rPr>
          <w:bCs/>
        </w:rPr>
        <w:t>,</w:t>
      </w:r>
      <w:r w:rsidRPr="004A431D">
        <w:rPr>
          <w:bCs/>
        </w:rPr>
        <w:t xml:space="preserve"> ktorým k. ú. objekt prechádza), </w:t>
      </w:r>
    </w:p>
    <w:p w14:paraId="69B0405E" w14:textId="77777777" w:rsidR="000512A3" w:rsidRDefault="00C027E8" w:rsidP="007B4C63">
      <w:pPr>
        <w:pStyle w:val="Hlavika"/>
        <w:numPr>
          <w:ilvl w:val="0"/>
          <w:numId w:val="45"/>
        </w:numPr>
        <w:tabs>
          <w:tab w:val="clear" w:pos="4819"/>
          <w:tab w:val="clear" w:pos="9071"/>
          <w:tab w:val="left" w:pos="-3261"/>
        </w:tabs>
        <w:ind w:left="567" w:hanging="283"/>
        <w:jc w:val="both"/>
        <w:rPr>
          <w:bCs/>
        </w:rPr>
      </w:pPr>
      <w:r w:rsidRPr="00C027E8">
        <w:rPr>
          <w:bCs/>
        </w:rPr>
        <w:t>základné charakteristiky príslušných objektov (kategória, dĺžka, šírkové usporiadanie, typ konštrukcie, typ navrhnutej technológie a pod.),</w:t>
      </w:r>
    </w:p>
    <w:p w14:paraId="29A2505C" w14:textId="77777777" w:rsidR="00C027E8" w:rsidRDefault="00B45111" w:rsidP="007B4C63">
      <w:pPr>
        <w:pStyle w:val="Hlavika"/>
        <w:numPr>
          <w:ilvl w:val="0"/>
          <w:numId w:val="45"/>
        </w:numPr>
        <w:tabs>
          <w:tab w:val="clear" w:pos="4819"/>
          <w:tab w:val="clear" w:pos="9071"/>
          <w:tab w:val="left" w:pos="-3261"/>
        </w:tabs>
        <w:ind w:left="567" w:hanging="283"/>
        <w:jc w:val="both"/>
        <w:rPr>
          <w:bCs/>
        </w:rPr>
      </w:pPr>
      <w:r>
        <w:rPr>
          <w:bCs/>
        </w:rPr>
        <w:t xml:space="preserve">väzba </w:t>
      </w:r>
      <w:r w:rsidR="00C027E8">
        <w:rPr>
          <w:bCs/>
        </w:rPr>
        <w:t xml:space="preserve">objektu </w:t>
      </w:r>
      <w:r>
        <w:rPr>
          <w:bCs/>
        </w:rPr>
        <w:t xml:space="preserve">na </w:t>
      </w:r>
      <w:r w:rsidR="00C027E8">
        <w:rPr>
          <w:bCs/>
        </w:rPr>
        <w:t>existujúci</w:t>
      </w:r>
      <w:r>
        <w:rPr>
          <w:bCs/>
        </w:rPr>
        <w:t xml:space="preserve"> stav, </w:t>
      </w:r>
    </w:p>
    <w:p w14:paraId="52F1ADB7" w14:textId="77777777" w:rsidR="00C027E8" w:rsidRDefault="00B45111" w:rsidP="007B4C63">
      <w:pPr>
        <w:pStyle w:val="Hlavika"/>
        <w:numPr>
          <w:ilvl w:val="0"/>
          <w:numId w:val="45"/>
        </w:numPr>
        <w:tabs>
          <w:tab w:val="clear" w:pos="4819"/>
          <w:tab w:val="clear" w:pos="9071"/>
          <w:tab w:val="left" w:pos="-3261"/>
        </w:tabs>
        <w:ind w:left="567" w:hanging="283"/>
        <w:jc w:val="both"/>
        <w:rPr>
          <w:bCs/>
        </w:rPr>
      </w:pPr>
      <w:r>
        <w:rPr>
          <w:bCs/>
        </w:rPr>
        <w:t>podmieňujúce predpoklady</w:t>
      </w:r>
      <w:r w:rsidR="00C027E8">
        <w:rPr>
          <w:bCs/>
        </w:rPr>
        <w:t xml:space="preserve"> pre realizáciu objektu</w:t>
      </w:r>
      <w:r>
        <w:rPr>
          <w:bCs/>
        </w:rPr>
        <w:t xml:space="preserve">, </w:t>
      </w:r>
    </w:p>
    <w:p w14:paraId="1CA22C96" w14:textId="77777777" w:rsidR="00C027E8" w:rsidRDefault="00C027E8" w:rsidP="007B4C63">
      <w:pPr>
        <w:pStyle w:val="Hlavika"/>
        <w:numPr>
          <w:ilvl w:val="0"/>
          <w:numId w:val="45"/>
        </w:numPr>
        <w:tabs>
          <w:tab w:val="clear" w:pos="4819"/>
          <w:tab w:val="clear" w:pos="9071"/>
          <w:tab w:val="left" w:pos="-3261"/>
        </w:tabs>
        <w:ind w:left="567" w:hanging="283"/>
        <w:jc w:val="both"/>
        <w:rPr>
          <w:bCs/>
        </w:rPr>
      </w:pPr>
      <w:r>
        <w:rPr>
          <w:bCs/>
        </w:rPr>
        <w:t xml:space="preserve">technológia výstavby a </w:t>
      </w:r>
      <w:r w:rsidR="00B45111">
        <w:rPr>
          <w:bCs/>
        </w:rPr>
        <w:t xml:space="preserve">prístup k objektu počas </w:t>
      </w:r>
      <w:r>
        <w:rPr>
          <w:bCs/>
        </w:rPr>
        <w:t>realizácie objektu</w:t>
      </w:r>
      <w:r w:rsidR="00B45111">
        <w:rPr>
          <w:bCs/>
        </w:rPr>
        <w:t>.</w:t>
      </w:r>
    </w:p>
    <w:p w14:paraId="14952793" w14:textId="77777777" w:rsidR="008D67F5" w:rsidRPr="003B1CDF" w:rsidRDefault="008D67F5" w:rsidP="008D67F5">
      <w:pPr>
        <w:pStyle w:val="Hlavika"/>
        <w:tabs>
          <w:tab w:val="clear" w:pos="4819"/>
          <w:tab w:val="clear" w:pos="9071"/>
          <w:tab w:val="left" w:pos="-3261"/>
        </w:tabs>
        <w:ind w:left="567"/>
        <w:jc w:val="both"/>
        <w:rPr>
          <w:bCs/>
        </w:rPr>
      </w:pPr>
    </w:p>
    <w:p w14:paraId="391BE4E8" w14:textId="77777777" w:rsidR="004520CA" w:rsidRPr="007F0A25" w:rsidRDefault="00B45111" w:rsidP="00F91C8D">
      <w:pPr>
        <w:pStyle w:val="Hlavika"/>
        <w:numPr>
          <w:ilvl w:val="0"/>
          <w:numId w:val="223"/>
        </w:numPr>
        <w:tabs>
          <w:tab w:val="clear" w:pos="4819"/>
          <w:tab w:val="clear" w:pos="9071"/>
          <w:tab w:val="left" w:pos="-3261"/>
        </w:tabs>
        <w:spacing w:before="120" w:after="120"/>
        <w:jc w:val="both"/>
        <w:rPr>
          <w:b/>
          <w:bCs/>
          <w:sz w:val="24"/>
          <w:szCs w:val="24"/>
        </w:rPr>
      </w:pPr>
      <w:r w:rsidRPr="007F0A25">
        <w:rPr>
          <w:b/>
          <w:bCs/>
          <w:sz w:val="24"/>
          <w:szCs w:val="24"/>
        </w:rPr>
        <w:t xml:space="preserve">Prílohy </w:t>
      </w:r>
      <w:r w:rsidR="00C027E8" w:rsidRPr="007F0A25">
        <w:rPr>
          <w:b/>
          <w:bCs/>
          <w:sz w:val="24"/>
          <w:szCs w:val="24"/>
        </w:rPr>
        <w:t>technickej</w:t>
      </w:r>
      <w:r w:rsidRPr="007F0A25">
        <w:rPr>
          <w:b/>
          <w:bCs/>
          <w:sz w:val="24"/>
          <w:szCs w:val="24"/>
        </w:rPr>
        <w:t xml:space="preserve"> správy</w:t>
      </w:r>
    </w:p>
    <w:p w14:paraId="7E295C16" w14:textId="77777777" w:rsidR="00306876" w:rsidRDefault="004520CA" w:rsidP="00D44FA0">
      <w:pPr>
        <w:pStyle w:val="Default"/>
        <w:spacing w:after="27"/>
        <w:ind w:left="567" w:hanging="283"/>
        <w:jc w:val="both"/>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306876">
        <w:rPr>
          <w:rFonts w:ascii="Arial" w:hAnsi="Arial" w:cs="Arial"/>
          <w:sz w:val="20"/>
          <w:szCs w:val="20"/>
        </w:rPr>
        <w:t xml:space="preserve">cestných </w:t>
      </w:r>
      <w:r w:rsidRPr="004A431D">
        <w:rPr>
          <w:rFonts w:ascii="Arial" w:hAnsi="Arial" w:cs="Arial"/>
          <w:sz w:val="20"/>
          <w:szCs w:val="20"/>
        </w:rPr>
        <w:t xml:space="preserve">objektov </w:t>
      </w:r>
      <w:r w:rsidR="00306876">
        <w:rPr>
          <w:rFonts w:ascii="Arial" w:hAnsi="Arial" w:cs="Arial"/>
          <w:sz w:val="20"/>
          <w:szCs w:val="20"/>
        </w:rPr>
        <w:t>s uvedením čísla a názvu objektu, kategórie, dĺžky, plochy vozovky, objemu výkopov a násypov,</w:t>
      </w:r>
    </w:p>
    <w:p w14:paraId="13BEC6F5" w14:textId="66E2AA61" w:rsidR="00306876" w:rsidRDefault="00306876" w:rsidP="00D44FA0">
      <w:pPr>
        <w:pStyle w:val="Default"/>
        <w:spacing w:after="27"/>
        <w:ind w:left="567" w:hanging="283"/>
        <w:jc w:val="both"/>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Pr>
          <w:rFonts w:ascii="Arial" w:hAnsi="Arial" w:cs="Arial"/>
          <w:sz w:val="20"/>
          <w:szCs w:val="20"/>
        </w:rPr>
        <w:t xml:space="preserve">mostných </w:t>
      </w:r>
      <w:r w:rsidRPr="004A431D">
        <w:rPr>
          <w:rFonts w:ascii="Arial" w:hAnsi="Arial" w:cs="Arial"/>
          <w:sz w:val="20"/>
          <w:szCs w:val="20"/>
        </w:rPr>
        <w:t xml:space="preserve">objektov </w:t>
      </w:r>
      <w:r>
        <w:rPr>
          <w:rFonts w:ascii="Arial" w:hAnsi="Arial" w:cs="Arial"/>
          <w:sz w:val="20"/>
          <w:szCs w:val="20"/>
        </w:rPr>
        <w:t>s uvedením čísla a názvu objektu, typu nosnej konštrukcie, popisu objektu, šikmosti, počtu a rozpätí polí, šírky mosta medzi obrubníkmi</w:t>
      </w:r>
      <w:r w:rsidR="00CF1863">
        <w:rPr>
          <w:rFonts w:ascii="Arial" w:hAnsi="Arial" w:cs="Arial"/>
          <w:sz w:val="20"/>
          <w:szCs w:val="20"/>
        </w:rPr>
        <w:t>, dĺžky mosta, dĺžky premostenia, plochy mosta,</w:t>
      </w:r>
    </w:p>
    <w:p w14:paraId="18E36E5D" w14:textId="77777777" w:rsidR="00306876" w:rsidRDefault="00306876" w:rsidP="00D44FA0">
      <w:pPr>
        <w:pStyle w:val="Default"/>
        <w:spacing w:after="27"/>
        <w:ind w:left="567" w:hanging="283"/>
        <w:jc w:val="both"/>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proofErr w:type="spellStart"/>
      <w:r w:rsidR="00CF1863">
        <w:rPr>
          <w:rFonts w:ascii="Arial" w:hAnsi="Arial" w:cs="Arial"/>
          <w:sz w:val="20"/>
          <w:szCs w:val="20"/>
        </w:rPr>
        <w:t>zárubných</w:t>
      </w:r>
      <w:proofErr w:type="spellEnd"/>
      <w:r w:rsidR="00CF1863">
        <w:rPr>
          <w:rFonts w:ascii="Arial" w:hAnsi="Arial" w:cs="Arial"/>
          <w:sz w:val="20"/>
          <w:szCs w:val="20"/>
        </w:rPr>
        <w:t xml:space="preserve"> a oporných múrov s uvedením názvu objektu, typu konštrukcie – popis objektu, dĺžky, výšky a plochy konštrukcie, </w:t>
      </w:r>
    </w:p>
    <w:p w14:paraId="680D9297" w14:textId="371C1E39" w:rsidR="00306876" w:rsidRDefault="00306876" w:rsidP="00B3585A">
      <w:pPr>
        <w:pStyle w:val="Default"/>
        <w:spacing w:after="27"/>
        <w:ind w:left="567" w:hanging="283"/>
        <w:jc w:val="both"/>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CF1863">
        <w:rPr>
          <w:rFonts w:ascii="Arial" w:hAnsi="Arial" w:cs="Arial"/>
          <w:sz w:val="20"/>
          <w:szCs w:val="20"/>
        </w:rPr>
        <w:t xml:space="preserve">protihlukových </w:t>
      </w:r>
      <w:r w:rsidR="0039105E">
        <w:rPr>
          <w:rFonts w:ascii="Arial" w:hAnsi="Arial" w:cs="Arial"/>
          <w:sz w:val="20"/>
          <w:szCs w:val="20"/>
        </w:rPr>
        <w:t>opatrení</w:t>
      </w:r>
      <w:r w:rsidR="00CF1863">
        <w:rPr>
          <w:rFonts w:ascii="Arial" w:hAnsi="Arial" w:cs="Arial"/>
          <w:sz w:val="20"/>
          <w:szCs w:val="20"/>
        </w:rPr>
        <w:t xml:space="preserve"> s uvedením názvu objektu, typu konštrukcie – popis objektu, dĺžky, výšky a plochy konštrukcie,</w:t>
      </w:r>
      <w:r w:rsidR="00E34FD4">
        <w:rPr>
          <w:rFonts w:ascii="Arial" w:hAnsi="Arial" w:cs="Arial"/>
          <w:sz w:val="20"/>
          <w:szCs w:val="20"/>
        </w:rPr>
        <w:t xml:space="preserve"> tvar a charakteristika (typ , materiál) </w:t>
      </w:r>
      <w:r w:rsidR="009938E4">
        <w:rPr>
          <w:rFonts w:ascii="Arial" w:hAnsi="Arial" w:cs="Arial"/>
          <w:sz w:val="20"/>
          <w:szCs w:val="20"/>
        </w:rPr>
        <w:t>protihlukových stien,</w:t>
      </w:r>
    </w:p>
    <w:p w14:paraId="6BBD9C85" w14:textId="5E7C3C86" w:rsidR="00306876" w:rsidRDefault="00306876" w:rsidP="00B3585A">
      <w:pPr>
        <w:pStyle w:val="Default"/>
        <w:spacing w:after="27"/>
        <w:ind w:left="567" w:hanging="283"/>
        <w:jc w:val="both"/>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CF1863">
        <w:rPr>
          <w:rFonts w:ascii="Arial" w:hAnsi="Arial" w:cs="Arial"/>
          <w:sz w:val="20"/>
          <w:szCs w:val="20"/>
        </w:rPr>
        <w:t>objektov tokov s uvedením názvu objektu a dĺžkou úpravy</w:t>
      </w:r>
      <w:r w:rsidR="009938E4">
        <w:rPr>
          <w:rFonts w:ascii="Arial" w:hAnsi="Arial" w:cs="Arial"/>
          <w:sz w:val="20"/>
          <w:szCs w:val="20"/>
        </w:rPr>
        <w:t>,</w:t>
      </w:r>
    </w:p>
    <w:p w14:paraId="642A8935" w14:textId="02025C63" w:rsidR="00306876" w:rsidRDefault="00CF1863" w:rsidP="00B3585A">
      <w:pPr>
        <w:pStyle w:val="Default"/>
        <w:spacing w:after="27"/>
        <w:ind w:left="567" w:hanging="283"/>
        <w:jc w:val="both"/>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DA09E2">
        <w:rPr>
          <w:rFonts w:ascii="Arial" w:hAnsi="Arial" w:cs="Arial"/>
          <w:sz w:val="20"/>
          <w:szCs w:val="20"/>
        </w:rPr>
        <w:t xml:space="preserve">silnoprúdových a slaboprúdových </w:t>
      </w:r>
      <w:r>
        <w:rPr>
          <w:rFonts w:ascii="Arial" w:hAnsi="Arial" w:cs="Arial"/>
          <w:sz w:val="20"/>
          <w:szCs w:val="20"/>
        </w:rPr>
        <w:t>objektov s</w:t>
      </w:r>
      <w:r w:rsidR="00DA09E2">
        <w:rPr>
          <w:rFonts w:ascii="Arial" w:hAnsi="Arial" w:cs="Arial"/>
          <w:sz w:val="20"/>
          <w:szCs w:val="20"/>
        </w:rPr>
        <w:t> </w:t>
      </w:r>
      <w:r>
        <w:rPr>
          <w:rFonts w:ascii="Arial" w:hAnsi="Arial" w:cs="Arial"/>
          <w:sz w:val="20"/>
          <w:szCs w:val="20"/>
        </w:rPr>
        <w:t>uvedením</w:t>
      </w:r>
      <w:r w:rsidR="00DA09E2">
        <w:rPr>
          <w:rFonts w:ascii="Arial" w:hAnsi="Arial" w:cs="Arial"/>
          <w:sz w:val="20"/>
          <w:szCs w:val="20"/>
        </w:rPr>
        <w:t xml:space="preserve"> názvu objektu, dĺžky vedenia, typu vedenia, navrhnutého materiálu</w:t>
      </w:r>
      <w:r w:rsidR="009938E4">
        <w:rPr>
          <w:rFonts w:ascii="Arial" w:hAnsi="Arial" w:cs="Arial"/>
          <w:sz w:val="20"/>
          <w:szCs w:val="20"/>
        </w:rPr>
        <w:t>,</w:t>
      </w:r>
    </w:p>
    <w:p w14:paraId="4EDEAFDD" w14:textId="77777777" w:rsidR="00CF1863" w:rsidRPr="004A431D" w:rsidRDefault="00CF1863" w:rsidP="00B3585A">
      <w:pPr>
        <w:pStyle w:val="Default"/>
        <w:spacing w:after="27"/>
        <w:ind w:left="567" w:hanging="283"/>
        <w:jc w:val="both"/>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DA09E2">
        <w:rPr>
          <w:rFonts w:ascii="Arial" w:hAnsi="Arial" w:cs="Arial"/>
          <w:sz w:val="20"/>
          <w:szCs w:val="20"/>
        </w:rPr>
        <w:t xml:space="preserve">potrubných vedení </w:t>
      </w:r>
      <w:r>
        <w:rPr>
          <w:rFonts w:ascii="Arial" w:hAnsi="Arial" w:cs="Arial"/>
          <w:sz w:val="20"/>
          <w:szCs w:val="20"/>
        </w:rPr>
        <w:t>s</w:t>
      </w:r>
      <w:r w:rsidR="00DA09E2">
        <w:rPr>
          <w:rFonts w:ascii="Arial" w:hAnsi="Arial" w:cs="Arial"/>
          <w:sz w:val="20"/>
          <w:szCs w:val="20"/>
        </w:rPr>
        <w:t> </w:t>
      </w:r>
      <w:r>
        <w:rPr>
          <w:rFonts w:ascii="Arial" w:hAnsi="Arial" w:cs="Arial"/>
          <w:sz w:val="20"/>
          <w:szCs w:val="20"/>
        </w:rPr>
        <w:t>uvedením</w:t>
      </w:r>
      <w:r w:rsidR="00DA09E2">
        <w:rPr>
          <w:rFonts w:ascii="Arial" w:hAnsi="Arial" w:cs="Arial"/>
          <w:sz w:val="20"/>
          <w:szCs w:val="20"/>
        </w:rPr>
        <w:t xml:space="preserve"> názvu objektu, dĺžky vedenia, profilu použitého materiálu,</w:t>
      </w:r>
    </w:p>
    <w:p w14:paraId="500D838E" w14:textId="77777777" w:rsidR="004520CA" w:rsidRPr="004A431D" w:rsidRDefault="004520CA" w:rsidP="00B3585A">
      <w:pPr>
        <w:pStyle w:val="Default"/>
        <w:numPr>
          <w:ilvl w:val="0"/>
          <w:numId w:val="46"/>
        </w:numPr>
        <w:spacing w:after="27"/>
        <w:ind w:left="567" w:hanging="283"/>
        <w:jc w:val="both"/>
        <w:rPr>
          <w:rFonts w:ascii="Arial" w:hAnsi="Arial" w:cs="Arial"/>
          <w:sz w:val="20"/>
          <w:szCs w:val="20"/>
        </w:rPr>
      </w:pPr>
      <w:r w:rsidRPr="004A431D">
        <w:rPr>
          <w:rFonts w:ascii="Arial" w:hAnsi="Arial" w:cs="Arial"/>
          <w:sz w:val="20"/>
          <w:szCs w:val="20"/>
        </w:rPr>
        <w:t xml:space="preserve">bilancia zemných prác celej stavby (tabuľkový prehľad s uvedením názvu objektu, objemu výkopov, spätných zásypov s uvedením bilancie využiteľnosti výkopov na zabudovanie do násypov pre všetky objekty stavby), </w:t>
      </w:r>
    </w:p>
    <w:p w14:paraId="317CC95C" w14:textId="77777777" w:rsidR="004520CA" w:rsidRPr="004A431D" w:rsidRDefault="004520CA" w:rsidP="00B3585A">
      <w:pPr>
        <w:pStyle w:val="Default"/>
        <w:numPr>
          <w:ilvl w:val="0"/>
          <w:numId w:val="46"/>
        </w:numPr>
        <w:spacing w:after="27"/>
        <w:ind w:left="567" w:hanging="283"/>
        <w:jc w:val="both"/>
        <w:rPr>
          <w:rFonts w:ascii="Arial" w:hAnsi="Arial" w:cs="Arial"/>
          <w:sz w:val="20"/>
          <w:szCs w:val="20"/>
        </w:rPr>
      </w:pPr>
      <w:r w:rsidRPr="004A431D">
        <w:rPr>
          <w:rFonts w:ascii="Arial" w:hAnsi="Arial" w:cs="Arial"/>
          <w:sz w:val="20"/>
          <w:szCs w:val="20"/>
        </w:rPr>
        <w:t xml:space="preserve">prehľad bilancie humusu z trvalého a dočasného záberu (tabuľkový prehľad s uvedením názvu objektu, množstva získaného humusu, množstva potrebného na spätné </w:t>
      </w:r>
      <w:proofErr w:type="spellStart"/>
      <w:r w:rsidRPr="004A431D">
        <w:rPr>
          <w:rFonts w:ascii="Arial" w:hAnsi="Arial" w:cs="Arial"/>
          <w:sz w:val="20"/>
          <w:szCs w:val="20"/>
        </w:rPr>
        <w:t>zahumusovanie</w:t>
      </w:r>
      <w:proofErr w:type="spellEnd"/>
      <w:r w:rsidRPr="004A431D">
        <w:rPr>
          <w:rFonts w:ascii="Arial" w:hAnsi="Arial" w:cs="Arial"/>
          <w:sz w:val="20"/>
          <w:szCs w:val="20"/>
        </w:rPr>
        <w:t xml:space="preserve"> a definovania uloženia prebytočného humusu), </w:t>
      </w:r>
    </w:p>
    <w:p w14:paraId="1B45A20B" w14:textId="77777777" w:rsidR="004520CA" w:rsidRPr="004A431D" w:rsidRDefault="004520CA" w:rsidP="00B3585A">
      <w:pPr>
        <w:pStyle w:val="Default"/>
        <w:numPr>
          <w:ilvl w:val="0"/>
          <w:numId w:val="46"/>
        </w:numPr>
        <w:spacing w:after="27"/>
        <w:ind w:left="567" w:hanging="283"/>
        <w:jc w:val="both"/>
        <w:rPr>
          <w:rFonts w:ascii="Arial" w:hAnsi="Arial" w:cs="Arial"/>
          <w:sz w:val="20"/>
          <w:szCs w:val="20"/>
        </w:rPr>
      </w:pPr>
      <w:r w:rsidRPr="004A431D">
        <w:rPr>
          <w:rFonts w:ascii="Arial" w:hAnsi="Arial" w:cs="Arial"/>
          <w:sz w:val="20"/>
          <w:szCs w:val="20"/>
        </w:rPr>
        <w:t xml:space="preserve">bilancia hlavných stavebných materiálov, </w:t>
      </w:r>
    </w:p>
    <w:p w14:paraId="59664EBF" w14:textId="77777777" w:rsidR="004520CA" w:rsidRPr="004A431D" w:rsidRDefault="004520CA" w:rsidP="00B3585A">
      <w:pPr>
        <w:pStyle w:val="Default"/>
        <w:numPr>
          <w:ilvl w:val="0"/>
          <w:numId w:val="46"/>
        </w:numPr>
        <w:spacing w:after="27"/>
        <w:ind w:left="567" w:hanging="283"/>
        <w:jc w:val="both"/>
        <w:rPr>
          <w:rFonts w:ascii="Arial" w:hAnsi="Arial" w:cs="Arial"/>
          <w:sz w:val="20"/>
          <w:szCs w:val="20"/>
        </w:rPr>
      </w:pPr>
      <w:r w:rsidRPr="004A431D">
        <w:rPr>
          <w:rFonts w:ascii="Arial" w:hAnsi="Arial" w:cs="Arial"/>
          <w:sz w:val="20"/>
          <w:szCs w:val="20"/>
        </w:rPr>
        <w:t xml:space="preserve">prehľadná tabuľka odvodnenia, povodí a množstva vypúšťaných vôd, </w:t>
      </w:r>
    </w:p>
    <w:p w14:paraId="41E6D509" w14:textId="7718BC31" w:rsidR="007F0A25" w:rsidRDefault="004520CA" w:rsidP="007F0A25">
      <w:pPr>
        <w:pStyle w:val="Default"/>
        <w:numPr>
          <w:ilvl w:val="0"/>
          <w:numId w:val="46"/>
        </w:numPr>
        <w:ind w:left="567" w:hanging="283"/>
        <w:jc w:val="both"/>
        <w:rPr>
          <w:rFonts w:ascii="Arial" w:hAnsi="Arial" w:cs="Arial"/>
          <w:sz w:val="20"/>
          <w:szCs w:val="20"/>
        </w:rPr>
        <w:sectPr w:rsidR="007F0A25" w:rsidSect="003B7924">
          <w:pgSz w:w="11906" w:h="16838" w:code="9"/>
          <w:pgMar w:top="1418" w:right="1134" w:bottom="1134" w:left="1134" w:header="709" w:footer="709" w:gutter="0"/>
          <w:cols w:space="708"/>
          <w:docGrid w:linePitch="360"/>
        </w:sectPr>
      </w:pPr>
      <w:r w:rsidRPr="004A431D">
        <w:rPr>
          <w:rFonts w:ascii="Arial" w:hAnsi="Arial" w:cs="Arial"/>
          <w:sz w:val="20"/>
          <w:szCs w:val="20"/>
        </w:rPr>
        <w:t>prehľad záberu PP podľa katastrov.</w:t>
      </w:r>
    </w:p>
    <w:p w14:paraId="369FCEC5" w14:textId="7E0977A0" w:rsidR="00EC02BC" w:rsidRPr="007F0A25" w:rsidRDefault="00EC02BC" w:rsidP="00822165">
      <w:pPr>
        <w:adjustRightInd w:val="0"/>
        <w:spacing w:before="0" w:after="120" w:line="240" w:lineRule="auto"/>
        <w:ind w:left="567" w:hanging="567"/>
        <w:rPr>
          <w:color w:val="000000"/>
          <w:sz w:val="26"/>
          <w:szCs w:val="26"/>
          <w:lang w:eastAsia="sk-SK"/>
        </w:rPr>
      </w:pPr>
      <w:r w:rsidRPr="007F0A25">
        <w:rPr>
          <w:b/>
          <w:bCs/>
          <w:color w:val="000000"/>
          <w:sz w:val="26"/>
          <w:szCs w:val="26"/>
          <w:lang w:eastAsia="sk-SK"/>
        </w:rPr>
        <w:lastRenderedPageBreak/>
        <w:t xml:space="preserve">C </w:t>
      </w:r>
      <w:r w:rsidR="00DA09E2" w:rsidRPr="007F0A25">
        <w:rPr>
          <w:b/>
          <w:bCs/>
          <w:color w:val="000000"/>
          <w:sz w:val="26"/>
          <w:szCs w:val="26"/>
          <w:lang w:eastAsia="sk-SK"/>
        </w:rPr>
        <w:t xml:space="preserve">     </w:t>
      </w:r>
      <w:r w:rsidRPr="007F0A25">
        <w:rPr>
          <w:b/>
          <w:bCs/>
          <w:color w:val="000000"/>
          <w:sz w:val="26"/>
          <w:szCs w:val="26"/>
          <w:lang w:eastAsia="sk-SK"/>
        </w:rPr>
        <w:t xml:space="preserve">EKONOMICKÁ SPRÁVA </w:t>
      </w:r>
    </w:p>
    <w:p w14:paraId="2BCC3DCD" w14:textId="77777777" w:rsidR="00C4691D" w:rsidRPr="007F0A25" w:rsidRDefault="00C4691D" w:rsidP="00822165">
      <w:pPr>
        <w:adjustRightInd w:val="0"/>
        <w:spacing w:before="0" w:after="120" w:line="240" w:lineRule="auto"/>
        <w:ind w:left="567" w:hanging="567"/>
        <w:rPr>
          <w:color w:val="000000"/>
          <w:sz w:val="24"/>
          <w:szCs w:val="24"/>
          <w:lang w:eastAsia="sk-SK"/>
        </w:rPr>
      </w:pPr>
      <w:r w:rsidRPr="007F0A25">
        <w:rPr>
          <w:b/>
          <w:bCs/>
          <w:color w:val="000000"/>
          <w:sz w:val="24"/>
          <w:szCs w:val="24"/>
          <w:lang w:eastAsia="sk-SK"/>
        </w:rPr>
        <w:t>1</w:t>
      </w:r>
      <w:r w:rsidRPr="007F0A25">
        <w:rPr>
          <w:b/>
          <w:bCs/>
          <w:color w:val="000000"/>
          <w:sz w:val="24"/>
          <w:szCs w:val="24"/>
          <w:lang w:eastAsia="sk-SK"/>
        </w:rPr>
        <w:tab/>
        <w:t xml:space="preserve">Náklady </w:t>
      </w:r>
    </w:p>
    <w:p w14:paraId="556B99F8" w14:textId="77777777" w:rsidR="00C4691D" w:rsidRPr="00EC02BC" w:rsidRDefault="00C4691D" w:rsidP="00822165">
      <w:pPr>
        <w:adjustRightInd w:val="0"/>
        <w:spacing w:before="0" w:after="120" w:line="240" w:lineRule="auto"/>
        <w:ind w:left="567" w:hanging="567"/>
        <w:rPr>
          <w:color w:val="000000"/>
          <w:lang w:eastAsia="sk-SK"/>
        </w:rPr>
      </w:pPr>
      <w:r w:rsidRPr="00EC02BC">
        <w:rPr>
          <w:b/>
          <w:bCs/>
          <w:color w:val="000000"/>
          <w:lang w:eastAsia="sk-SK"/>
        </w:rPr>
        <w:t>1.</w:t>
      </w:r>
      <w:r>
        <w:rPr>
          <w:b/>
          <w:bCs/>
          <w:color w:val="000000"/>
          <w:lang w:eastAsia="sk-SK"/>
        </w:rPr>
        <w:t>1</w:t>
      </w:r>
      <w:r>
        <w:rPr>
          <w:b/>
          <w:bCs/>
          <w:color w:val="000000"/>
          <w:lang w:eastAsia="sk-SK"/>
        </w:rPr>
        <w:tab/>
        <w:t>Rozpočet stavby</w:t>
      </w:r>
      <w:r w:rsidRPr="00EC02BC">
        <w:rPr>
          <w:b/>
          <w:bCs/>
          <w:color w:val="000000"/>
          <w:lang w:eastAsia="sk-SK"/>
        </w:rPr>
        <w:t xml:space="preserve"> </w:t>
      </w:r>
    </w:p>
    <w:p w14:paraId="1BFE9749" w14:textId="56CF71D8" w:rsidR="00C4691D" w:rsidRDefault="00C4691D" w:rsidP="007B4C63">
      <w:pPr>
        <w:pStyle w:val="Odsekzoznamu"/>
        <w:numPr>
          <w:ilvl w:val="0"/>
          <w:numId w:val="47"/>
        </w:numPr>
        <w:adjustRightInd w:val="0"/>
        <w:spacing w:before="0" w:after="0" w:line="240" w:lineRule="auto"/>
        <w:ind w:left="567" w:hanging="283"/>
        <w:rPr>
          <w:color w:val="000000"/>
          <w:lang w:eastAsia="sk-SK"/>
        </w:rPr>
      </w:pPr>
      <w:r w:rsidRPr="007F37BA">
        <w:rPr>
          <w:color w:val="000000"/>
          <w:lang w:eastAsia="sk-SK"/>
        </w:rPr>
        <w:t>rozpis investičných a neinvestičných nákladov - krycí list podľa tabuľky č. 4.1 (príloha č.</w:t>
      </w:r>
      <w:r>
        <w:rPr>
          <w:color w:val="000000"/>
          <w:lang w:eastAsia="sk-SK"/>
        </w:rPr>
        <w:t xml:space="preserve">14 </w:t>
      </w:r>
      <w:r w:rsidRPr="007F37BA">
        <w:rPr>
          <w:color w:val="000000"/>
          <w:lang w:eastAsia="sk-SK"/>
        </w:rPr>
        <w:t>TP</w:t>
      </w:r>
      <w:r>
        <w:rPr>
          <w:color w:val="000000"/>
          <w:lang w:eastAsia="sk-SK"/>
        </w:rPr>
        <w:t xml:space="preserve"> 019</w:t>
      </w:r>
      <w:r w:rsidRPr="007F37BA">
        <w:rPr>
          <w:color w:val="000000"/>
          <w:lang w:eastAsia="sk-SK"/>
        </w:rPr>
        <w:t>),</w:t>
      </w:r>
    </w:p>
    <w:p w14:paraId="10FE9D58" w14:textId="77777777" w:rsidR="00C4691D" w:rsidRPr="00EC02BC" w:rsidRDefault="00C4691D" w:rsidP="007B4C63">
      <w:pPr>
        <w:pStyle w:val="Odsekzoznamu"/>
        <w:numPr>
          <w:ilvl w:val="0"/>
          <w:numId w:val="47"/>
        </w:numPr>
        <w:adjustRightInd w:val="0"/>
        <w:spacing w:before="0" w:after="0" w:line="240" w:lineRule="auto"/>
        <w:ind w:left="567" w:hanging="283"/>
        <w:rPr>
          <w:color w:val="000000"/>
          <w:lang w:eastAsia="sk-SK"/>
        </w:rPr>
      </w:pPr>
      <w:r w:rsidRPr="00EC02BC">
        <w:rPr>
          <w:color w:val="000000"/>
          <w:lang w:eastAsia="sk-SK"/>
        </w:rPr>
        <w:t>rozpis kapitálových výdavkov - podľa tabu</w:t>
      </w:r>
      <w:r>
        <w:rPr>
          <w:color w:val="000000"/>
          <w:lang w:eastAsia="sk-SK"/>
        </w:rPr>
        <w:t xml:space="preserve">ľky č. 4.2 (príloha č.14 </w:t>
      </w:r>
      <w:r w:rsidRPr="00EC02BC">
        <w:rPr>
          <w:color w:val="000000"/>
          <w:lang w:eastAsia="sk-SK"/>
        </w:rPr>
        <w:t>TP</w:t>
      </w:r>
      <w:r>
        <w:rPr>
          <w:color w:val="000000"/>
          <w:lang w:eastAsia="sk-SK"/>
        </w:rPr>
        <w:t xml:space="preserve"> 019</w:t>
      </w:r>
      <w:r w:rsidRPr="00EC02BC">
        <w:rPr>
          <w:color w:val="000000"/>
          <w:lang w:eastAsia="sk-SK"/>
        </w:rPr>
        <w:t xml:space="preserve">), </w:t>
      </w:r>
    </w:p>
    <w:p w14:paraId="12E6F9EF" w14:textId="77777777" w:rsidR="00C4691D" w:rsidRPr="00EC02BC" w:rsidRDefault="00C4691D" w:rsidP="007B4C63">
      <w:pPr>
        <w:pStyle w:val="Odsekzoznamu"/>
        <w:numPr>
          <w:ilvl w:val="0"/>
          <w:numId w:val="47"/>
        </w:numPr>
        <w:adjustRightInd w:val="0"/>
        <w:spacing w:before="0" w:after="0" w:line="240" w:lineRule="auto"/>
        <w:ind w:left="567" w:hanging="283"/>
        <w:rPr>
          <w:color w:val="000000"/>
          <w:lang w:eastAsia="sk-SK"/>
        </w:rPr>
      </w:pPr>
      <w:r w:rsidRPr="00EC02BC">
        <w:rPr>
          <w:color w:val="000000"/>
          <w:lang w:eastAsia="sk-SK"/>
        </w:rPr>
        <w:t xml:space="preserve">implementačný harmonogram projektu (rozpis nákladov v rokoch) </w:t>
      </w:r>
    </w:p>
    <w:p w14:paraId="420F0BCF" w14:textId="77777777" w:rsidR="00C4691D" w:rsidRPr="00EC02BC" w:rsidRDefault="00C4691D" w:rsidP="00C4691D">
      <w:pPr>
        <w:adjustRightInd w:val="0"/>
        <w:spacing w:before="0" w:after="0" w:line="240" w:lineRule="auto"/>
        <w:rPr>
          <w:color w:val="000000"/>
          <w:lang w:eastAsia="sk-SK"/>
        </w:rPr>
      </w:pPr>
    </w:p>
    <w:p w14:paraId="5644D0B3" w14:textId="77777777" w:rsidR="00C4691D" w:rsidRPr="00EC02BC" w:rsidRDefault="00C4691D" w:rsidP="00C4691D">
      <w:pPr>
        <w:adjustRightInd w:val="0"/>
        <w:spacing w:before="0" w:after="120" w:line="240" w:lineRule="auto"/>
        <w:rPr>
          <w:color w:val="000000"/>
          <w:lang w:eastAsia="sk-SK"/>
        </w:rPr>
      </w:pPr>
      <w:r w:rsidRPr="00EC02BC">
        <w:rPr>
          <w:b/>
          <w:bCs/>
          <w:color w:val="000000"/>
          <w:lang w:eastAsia="sk-SK"/>
        </w:rPr>
        <w:t xml:space="preserve">1.2 </w:t>
      </w:r>
      <w:r>
        <w:rPr>
          <w:b/>
          <w:bCs/>
          <w:color w:val="000000"/>
          <w:lang w:eastAsia="sk-SK"/>
        </w:rPr>
        <w:tab/>
      </w:r>
      <w:r w:rsidRPr="00EC02BC">
        <w:rPr>
          <w:b/>
          <w:bCs/>
          <w:color w:val="000000"/>
          <w:lang w:eastAsia="sk-SK"/>
        </w:rPr>
        <w:t xml:space="preserve">Prevádzkové náklady infraštruktúry </w:t>
      </w:r>
    </w:p>
    <w:p w14:paraId="29074E54" w14:textId="422B7E0B" w:rsidR="00C4691D" w:rsidRPr="00EC02BC" w:rsidRDefault="00C4691D" w:rsidP="00320A5D">
      <w:pPr>
        <w:pStyle w:val="Odsekzoznamu"/>
        <w:numPr>
          <w:ilvl w:val="0"/>
          <w:numId w:val="48"/>
        </w:numPr>
        <w:adjustRightInd w:val="0"/>
        <w:spacing w:before="0" w:after="120" w:line="240" w:lineRule="auto"/>
        <w:jc w:val="both"/>
        <w:rPr>
          <w:color w:val="000000"/>
          <w:lang w:eastAsia="sk-SK"/>
        </w:rPr>
      </w:pPr>
      <w:r>
        <w:rPr>
          <w:color w:val="000000"/>
          <w:lang w:eastAsia="sk-SK"/>
        </w:rPr>
        <w:t xml:space="preserve">Údaje budú </w:t>
      </w:r>
      <w:r w:rsidR="003609F5">
        <w:rPr>
          <w:color w:val="000000"/>
          <w:lang w:eastAsia="sk-SK"/>
        </w:rPr>
        <w:t xml:space="preserve">prevzaté </w:t>
      </w:r>
      <w:r>
        <w:rPr>
          <w:color w:val="000000"/>
          <w:lang w:eastAsia="sk-SK"/>
        </w:rPr>
        <w:t xml:space="preserve">z nákladovo-výnosovej analýzy (CBA) uvedenej v bode 2 časti C Ekonomická správa. </w:t>
      </w:r>
    </w:p>
    <w:p w14:paraId="1854A431" w14:textId="77777777" w:rsidR="00C4691D" w:rsidRPr="00EC02BC" w:rsidRDefault="00C4691D" w:rsidP="00C4691D">
      <w:pPr>
        <w:adjustRightInd w:val="0"/>
        <w:spacing w:before="0" w:after="0" w:line="240" w:lineRule="auto"/>
        <w:rPr>
          <w:color w:val="000000"/>
          <w:lang w:eastAsia="sk-SK"/>
        </w:rPr>
      </w:pPr>
    </w:p>
    <w:p w14:paraId="022B9DB5" w14:textId="77777777" w:rsidR="00C4691D" w:rsidRPr="00EC02BC" w:rsidRDefault="00C4691D" w:rsidP="00C4691D">
      <w:pPr>
        <w:adjustRightInd w:val="0"/>
        <w:spacing w:before="0" w:after="120" w:line="240" w:lineRule="auto"/>
        <w:rPr>
          <w:color w:val="000000"/>
          <w:lang w:eastAsia="sk-SK"/>
        </w:rPr>
      </w:pPr>
      <w:r>
        <w:rPr>
          <w:b/>
          <w:bCs/>
          <w:color w:val="000000"/>
          <w:lang w:eastAsia="sk-SK"/>
        </w:rPr>
        <w:t>1.3</w:t>
      </w:r>
      <w:r>
        <w:rPr>
          <w:b/>
          <w:bCs/>
          <w:color w:val="000000"/>
          <w:lang w:eastAsia="sk-SK"/>
        </w:rPr>
        <w:tab/>
      </w:r>
      <w:r w:rsidRPr="00EC02BC">
        <w:rPr>
          <w:b/>
          <w:bCs/>
          <w:color w:val="000000"/>
          <w:lang w:eastAsia="sk-SK"/>
        </w:rPr>
        <w:t xml:space="preserve">Socioekonomické náklady </w:t>
      </w:r>
    </w:p>
    <w:p w14:paraId="5E4DDB2E" w14:textId="198F35BB" w:rsidR="00C4691D" w:rsidRPr="00EC02BC" w:rsidRDefault="00C4691D" w:rsidP="00320A5D">
      <w:pPr>
        <w:pStyle w:val="Odsekzoznamu"/>
        <w:numPr>
          <w:ilvl w:val="0"/>
          <w:numId w:val="49"/>
        </w:numPr>
        <w:adjustRightInd w:val="0"/>
        <w:spacing w:before="0" w:after="120" w:line="240" w:lineRule="auto"/>
        <w:ind w:left="567" w:hanging="283"/>
        <w:jc w:val="both"/>
        <w:rPr>
          <w:color w:val="000000"/>
          <w:lang w:eastAsia="sk-SK"/>
        </w:rPr>
      </w:pPr>
      <w:r>
        <w:rPr>
          <w:color w:val="000000"/>
          <w:lang w:eastAsia="sk-SK"/>
        </w:rPr>
        <w:t xml:space="preserve">Údaje budú </w:t>
      </w:r>
      <w:r w:rsidR="003609F5">
        <w:rPr>
          <w:color w:val="000000"/>
          <w:lang w:eastAsia="sk-SK"/>
        </w:rPr>
        <w:t xml:space="preserve">prevzaté </w:t>
      </w:r>
      <w:r>
        <w:rPr>
          <w:color w:val="000000"/>
          <w:lang w:eastAsia="sk-SK"/>
        </w:rPr>
        <w:t xml:space="preserve">z nákladovo-výnosovej analýzy (CBA) uvedenej v bode 2 časti C Ekonomická správa. </w:t>
      </w:r>
    </w:p>
    <w:p w14:paraId="6BDE56EA" w14:textId="77777777" w:rsidR="00C4691D" w:rsidRPr="007F0A25" w:rsidRDefault="00C4691D" w:rsidP="00C4691D">
      <w:pPr>
        <w:pStyle w:val="Hlavika"/>
        <w:tabs>
          <w:tab w:val="clear" w:pos="4819"/>
          <w:tab w:val="clear" w:pos="9071"/>
          <w:tab w:val="left" w:pos="-4860"/>
          <w:tab w:val="left" w:pos="-4820"/>
        </w:tabs>
        <w:ind w:left="142" w:hanging="142"/>
        <w:jc w:val="both"/>
        <w:rPr>
          <w:bCs/>
          <w:sz w:val="22"/>
          <w:szCs w:val="22"/>
        </w:rPr>
      </w:pPr>
    </w:p>
    <w:p w14:paraId="4BB952BB" w14:textId="77777777" w:rsidR="00C4691D" w:rsidRPr="007F0A25" w:rsidRDefault="00C4691D" w:rsidP="007B4C63">
      <w:pPr>
        <w:pStyle w:val="Odsekzoznamu"/>
        <w:numPr>
          <w:ilvl w:val="0"/>
          <w:numId w:val="22"/>
        </w:numPr>
        <w:adjustRightInd w:val="0"/>
        <w:spacing w:before="0" w:after="120" w:line="240" w:lineRule="auto"/>
        <w:rPr>
          <w:b/>
          <w:bCs/>
          <w:color w:val="000000"/>
          <w:sz w:val="24"/>
          <w:szCs w:val="24"/>
          <w:lang w:eastAsia="sk-SK"/>
        </w:rPr>
      </w:pPr>
      <w:r w:rsidRPr="007F0A25">
        <w:rPr>
          <w:b/>
          <w:bCs/>
          <w:color w:val="000000"/>
          <w:sz w:val="24"/>
          <w:szCs w:val="24"/>
          <w:lang w:eastAsia="sk-SK"/>
        </w:rPr>
        <w:t xml:space="preserve">Nákladovo-výnosová analýza (CBA) </w:t>
      </w:r>
    </w:p>
    <w:p w14:paraId="452A4FC7" w14:textId="0D6AEC79" w:rsidR="00DD6706" w:rsidRPr="00D44FA0" w:rsidRDefault="002F457D" w:rsidP="00320A5D">
      <w:pPr>
        <w:pStyle w:val="Odsekzoznamu"/>
        <w:tabs>
          <w:tab w:val="left" w:pos="567"/>
        </w:tabs>
        <w:adjustRightInd w:val="0"/>
        <w:spacing w:before="0" w:after="120" w:line="240" w:lineRule="auto"/>
        <w:ind w:left="0"/>
        <w:jc w:val="both"/>
        <w:rPr>
          <w:color w:val="0000FF"/>
          <w:u w:val="single"/>
          <w:lang w:eastAsia="sk-SK"/>
        </w:rPr>
      </w:pPr>
      <w:r>
        <w:rPr>
          <w:color w:val="000000"/>
          <w:lang w:eastAsia="sk-SK"/>
        </w:rPr>
        <w:tab/>
      </w:r>
      <w:r w:rsidR="00C4691D" w:rsidRPr="006A3E84">
        <w:rPr>
          <w:color w:val="000000"/>
          <w:lang w:eastAsia="sk-SK"/>
        </w:rPr>
        <w:t xml:space="preserve">Podrobný výpočtový model </w:t>
      </w:r>
      <w:r w:rsidR="00C4691D">
        <w:rPr>
          <w:color w:val="000000"/>
          <w:lang w:eastAsia="sk-SK"/>
        </w:rPr>
        <w:t xml:space="preserve">v tabuľkovom procesore MS Excel </w:t>
      </w:r>
      <w:r w:rsidR="00C4691D" w:rsidRPr="006A3E84">
        <w:rPr>
          <w:color w:val="000000"/>
          <w:lang w:eastAsia="sk-SK"/>
        </w:rPr>
        <w:t>v</w:t>
      </w:r>
      <w:r w:rsidR="00D71757">
        <w:rPr>
          <w:color w:val="000000"/>
          <w:lang w:eastAsia="sk-SK"/>
        </w:rPr>
        <w:t> </w:t>
      </w:r>
      <w:r w:rsidR="00C4691D" w:rsidRPr="006A3E84">
        <w:rPr>
          <w:color w:val="000000"/>
          <w:lang w:eastAsia="sk-SK"/>
        </w:rPr>
        <w:t>zmysle</w:t>
      </w:r>
      <w:r w:rsidR="00D71757">
        <w:rPr>
          <w:color w:val="000000"/>
          <w:lang w:eastAsia="sk-SK"/>
        </w:rPr>
        <w:t xml:space="preserve"> </w:t>
      </w:r>
      <w:r w:rsidR="00D71757" w:rsidRPr="00D71757">
        <w:rPr>
          <w:color w:val="000000"/>
          <w:lang w:eastAsia="sk-SK"/>
        </w:rPr>
        <w:t>Metodick</w:t>
      </w:r>
      <w:r w:rsidR="00D71757">
        <w:rPr>
          <w:color w:val="000000"/>
          <w:lang w:eastAsia="sk-SK"/>
        </w:rPr>
        <w:t>ej</w:t>
      </w:r>
      <w:r w:rsidR="00D71757" w:rsidRPr="00D71757">
        <w:rPr>
          <w:color w:val="000000"/>
          <w:lang w:eastAsia="sk-SK"/>
        </w:rPr>
        <w:t xml:space="preserve"> príručk</w:t>
      </w:r>
      <w:r w:rsidR="00D71757">
        <w:rPr>
          <w:color w:val="000000"/>
          <w:lang w:eastAsia="sk-SK"/>
        </w:rPr>
        <w:t>y</w:t>
      </w:r>
      <w:r w:rsidR="00D71757" w:rsidRPr="00D71757">
        <w:rPr>
          <w:color w:val="000000"/>
          <w:lang w:eastAsia="sk-SK"/>
        </w:rPr>
        <w:t xml:space="preserve"> k tvorbe analýz nákladov a prínosov (CBA)</w:t>
      </w:r>
      <w:r w:rsidR="00C4691D" w:rsidRPr="006A3E84" w:rsidDel="006A3E84">
        <w:rPr>
          <w:color w:val="000000"/>
          <w:lang w:eastAsia="sk-SK"/>
        </w:rPr>
        <w:t xml:space="preserve"> </w:t>
      </w:r>
      <w:r w:rsidR="00C4691D">
        <w:rPr>
          <w:color w:val="000000"/>
          <w:lang w:eastAsia="sk-SK"/>
        </w:rPr>
        <w:t xml:space="preserve">účinnej </w:t>
      </w:r>
      <w:r w:rsidR="00D71757">
        <w:rPr>
          <w:color w:val="000000"/>
          <w:lang w:eastAsia="sk-SK"/>
        </w:rPr>
        <w:t>od 15.04.2024</w:t>
      </w:r>
      <w:r w:rsidR="00C4691D">
        <w:rPr>
          <w:color w:val="000000"/>
          <w:lang w:eastAsia="sk-SK"/>
        </w:rPr>
        <w:t xml:space="preserve">; dostupné na linku: </w:t>
      </w:r>
      <w:hyperlink r:id="rId12" w:history="1">
        <w:r w:rsidR="00DD6706" w:rsidRPr="00DD6706">
          <w:rPr>
            <w:rStyle w:val="Hypertextovprepojenie"/>
            <w:lang w:eastAsia="sk-SK"/>
          </w:rPr>
          <w:t>https://www.mindop.sk/transparentnost/rezortne-metodiky/metodika-pre-vypracovanie-cba</w:t>
        </w:r>
      </w:hyperlink>
    </w:p>
    <w:p w14:paraId="000BCCE1" w14:textId="77777777" w:rsidR="00C4691D" w:rsidRDefault="00C4691D" w:rsidP="002F457D">
      <w:pPr>
        <w:pStyle w:val="Odsekzoznamu"/>
        <w:adjustRightInd w:val="0"/>
        <w:spacing w:before="0" w:after="120" w:line="240" w:lineRule="auto"/>
        <w:ind w:left="0"/>
        <w:rPr>
          <w:color w:val="000000"/>
          <w:lang w:eastAsia="sk-SK"/>
        </w:rPr>
      </w:pPr>
      <w:r w:rsidRPr="009271E3">
        <w:rPr>
          <w:color w:val="000000"/>
          <w:lang w:eastAsia="sk-SK"/>
        </w:rPr>
        <w:t>Súčasťou je technická správa</w:t>
      </w:r>
      <w:r>
        <w:rPr>
          <w:color w:val="000000"/>
          <w:lang w:eastAsia="sk-SK"/>
        </w:rPr>
        <w:t xml:space="preserve">, kde bude zhrnutý celý výpočtový proces vrátane vstupov a výsledkov. </w:t>
      </w:r>
    </w:p>
    <w:p w14:paraId="1BF62266" w14:textId="79488358" w:rsidR="00EF364B" w:rsidRDefault="00C4691D" w:rsidP="002F457D">
      <w:pPr>
        <w:tabs>
          <w:tab w:val="right" w:pos="284"/>
        </w:tabs>
        <w:adjustRightInd w:val="0"/>
        <w:spacing w:before="0" w:after="0" w:line="240" w:lineRule="auto"/>
        <w:rPr>
          <w:color w:val="000000"/>
          <w:lang w:eastAsia="sk-SK"/>
        </w:rPr>
      </w:pPr>
      <w:r>
        <w:rPr>
          <w:color w:val="000000"/>
          <w:lang w:eastAsia="sk-SK"/>
        </w:rPr>
        <w:t xml:space="preserve">CBA obsahuje tieto základné časti: </w:t>
      </w:r>
    </w:p>
    <w:p w14:paraId="3A94B8EF" w14:textId="77777777" w:rsidR="002F457D" w:rsidRPr="00DE7A4E" w:rsidRDefault="002F457D" w:rsidP="002F457D">
      <w:pPr>
        <w:spacing w:after="120" w:line="240" w:lineRule="auto"/>
        <w:rPr>
          <w:b/>
        </w:rPr>
      </w:pPr>
      <w:r w:rsidRPr="00DE7A4E">
        <w:rPr>
          <w:b/>
        </w:rPr>
        <w:t xml:space="preserve">CBA budú vypracované v zmysle </w:t>
      </w:r>
      <w:r>
        <w:rPr>
          <w:b/>
        </w:rPr>
        <w:t>navrhnutého riešenia</w:t>
      </w:r>
      <w:r w:rsidRPr="00DE7A4E">
        <w:rPr>
          <w:b/>
        </w:rPr>
        <w:t>.</w:t>
      </w:r>
    </w:p>
    <w:p w14:paraId="76878AFA" w14:textId="77777777" w:rsidR="002F457D" w:rsidRPr="00277F5D" w:rsidRDefault="002F457D" w:rsidP="00320A5D">
      <w:pPr>
        <w:spacing w:after="120" w:line="240" w:lineRule="auto"/>
        <w:ind w:left="284" w:hanging="284"/>
        <w:jc w:val="both"/>
      </w:pPr>
      <w:r w:rsidRPr="00FE5EFA">
        <w:t>•</w:t>
      </w:r>
      <w:r w:rsidRPr="00FE5EFA">
        <w:tab/>
      </w:r>
      <w:r w:rsidRPr="0017006C">
        <w:t>Stavebné náklady rozčleniť, na jednotlivé objekty v zmysle platnej metodiky pre CBA.</w:t>
      </w:r>
    </w:p>
    <w:p w14:paraId="48EB9713" w14:textId="77777777" w:rsidR="002F457D" w:rsidRPr="00AB6F17" w:rsidRDefault="002F457D" w:rsidP="00320A5D">
      <w:pPr>
        <w:spacing w:after="120" w:line="240" w:lineRule="auto"/>
        <w:ind w:left="284" w:hanging="284"/>
        <w:jc w:val="both"/>
      </w:pPr>
      <w:r w:rsidRPr="00AB6F17">
        <w:t>•</w:t>
      </w:r>
      <w:r w:rsidRPr="00AB6F17">
        <w:tab/>
        <w:t xml:space="preserve">CBA musí byť spracovaná </w:t>
      </w:r>
      <w:r>
        <w:t>v zmysle aktuálnej</w:t>
      </w:r>
      <w:r w:rsidRPr="00315D4B">
        <w:t xml:space="preserve"> príručky k</w:t>
      </w:r>
      <w:r>
        <w:t> analýze nákladov a výnosov investičných dopravných projektov OPII</w:t>
      </w:r>
      <w:r w:rsidRPr="00315D4B">
        <w:t>, platnej od 15.04.2024, dostupnej na webovom sídle MD SR</w:t>
      </w:r>
      <w:r>
        <w:t xml:space="preserve"> </w:t>
      </w:r>
      <w:hyperlink r:id="rId13" w:history="1">
        <w:r w:rsidRPr="009E3B27">
          <w:rPr>
            <w:rStyle w:val="Hypertextovprepojenie"/>
          </w:rPr>
          <w:t>(https://opii.gov.sk/metodicke-dokumenty/prirucka-cba).</w:t>
        </w:r>
      </w:hyperlink>
    </w:p>
    <w:p w14:paraId="110F904B" w14:textId="77777777" w:rsidR="002F457D" w:rsidRPr="007718D0" w:rsidRDefault="002F457D" w:rsidP="00320A5D">
      <w:pPr>
        <w:spacing w:after="120" w:line="240" w:lineRule="auto"/>
        <w:ind w:left="284" w:hanging="284"/>
        <w:jc w:val="both"/>
      </w:pPr>
      <w:r w:rsidRPr="00AB6F17">
        <w:t>•</w:t>
      </w:r>
      <w:r w:rsidRPr="00AB6F17">
        <w:tab/>
      </w:r>
      <w:r w:rsidRPr="007718D0">
        <w:t xml:space="preserve">CBA bude spracovaná </w:t>
      </w:r>
      <w:r>
        <w:t>pre variant s križovatkou</w:t>
      </w:r>
      <w:r w:rsidRPr="007718D0">
        <w:t>, pričom investičné náklady budú zohľadňovať optimálne technické riešenie založené na prognóze dopravných intenzít a dosiahnutého stupňa kvality dopravného prúdu v zmysle STN.</w:t>
      </w:r>
    </w:p>
    <w:p w14:paraId="1D1F3F4D" w14:textId="77777777" w:rsidR="002F457D" w:rsidRPr="00AB6F17" w:rsidRDefault="002F457D" w:rsidP="00320A5D">
      <w:pPr>
        <w:spacing w:after="120" w:line="240" w:lineRule="auto"/>
        <w:ind w:left="284" w:hanging="284"/>
        <w:jc w:val="both"/>
      </w:pPr>
      <w:r w:rsidRPr="00AB6F17">
        <w:t>•</w:t>
      </w:r>
      <w:r w:rsidRPr="00AB6F17">
        <w:tab/>
        <w:t xml:space="preserve">Analytickú časť CBA je potrebné spracovať systematicky, prehľadne a v logickej nadväznosti pomocou tabuľkového procesoru MS Excel tak, aby boli </w:t>
      </w:r>
      <w:bookmarkStart w:id="4" w:name="_Hlk172116929"/>
      <w:r w:rsidRPr="00AB6F17">
        <w:t>objednávateľovi dostupné všetky vstupné údaje, predpoklady, kalkulácie, výpočty a výsledky, ktoré boli použité v jednotlivých výpočtových krokoch. Objednávateľovi budú odovzdané v editovateľnom a plne prístupnom formáte</w:t>
      </w:r>
      <w:bookmarkEnd w:id="4"/>
      <w:r w:rsidRPr="00AB6F17">
        <w:t>.</w:t>
      </w:r>
    </w:p>
    <w:p w14:paraId="52CC2D56" w14:textId="77777777" w:rsidR="002F457D" w:rsidRPr="00352449" w:rsidRDefault="002F457D" w:rsidP="002F457D">
      <w:pPr>
        <w:spacing w:after="120" w:line="240" w:lineRule="auto"/>
        <w:ind w:left="284" w:hanging="284"/>
        <w:jc w:val="both"/>
      </w:pPr>
      <w:r w:rsidRPr="0024303B">
        <w:t>•</w:t>
      </w:r>
      <w:r w:rsidRPr="00277F5D">
        <w:rPr>
          <w:color w:val="FF0000"/>
        </w:rPr>
        <w:tab/>
      </w:r>
      <w:r w:rsidRPr="00352449">
        <w:t>Hlavnými výstupmi budú:</w:t>
      </w:r>
    </w:p>
    <w:p w14:paraId="7DF41734" w14:textId="77777777" w:rsidR="002F457D" w:rsidRPr="0074364F" w:rsidRDefault="002F457D" w:rsidP="002F457D">
      <w:pPr>
        <w:pStyle w:val="Odsekzoznamu"/>
        <w:numPr>
          <w:ilvl w:val="0"/>
          <w:numId w:val="219"/>
        </w:numPr>
        <w:autoSpaceDE/>
        <w:autoSpaceDN/>
        <w:spacing w:before="0" w:after="120" w:line="240" w:lineRule="auto"/>
        <w:contextualSpacing/>
        <w:jc w:val="both"/>
      </w:pPr>
      <w:r w:rsidRPr="0074364F">
        <w:t xml:space="preserve">zostatková hodnota, </w:t>
      </w:r>
    </w:p>
    <w:p w14:paraId="182B135D" w14:textId="77777777" w:rsidR="002F457D" w:rsidRPr="0074364F" w:rsidRDefault="002F457D" w:rsidP="002F457D">
      <w:pPr>
        <w:pStyle w:val="Odsekzoznamu"/>
        <w:numPr>
          <w:ilvl w:val="0"/>
          <w:numId w:val="219"/>
        </w:numPr>
        <w:autoSpaceDE/>
        <w:autoSpaceDN/>
        <w:spacing w:before="0" w:after="120" w:line="240" w:lineRule="auto"/>
        <w:contextualSpacing/>
        <w:jc w:val="both"/>
      </w:pPr>
      <w:r w:rsidRPr="0074364F">
        <w:t xml:space="preserve">finančná analýza: </w:t>
      </w:r>
    </w:p>
    <w:p w14:paraId="479298CC" w14:textId="77777777" w:rsidR="002F457D" w:rsidRPr="00AD4BC4" w:rsidRDefault="002F457D" w:rsidP="002F457D">
      <w:pPr>
        <w:pStyle w:val="Odsekzoznamu"/>
        <w:numPr>
          <w:ilvl w:val="0"/>
          <w:numId w:val="185"/>
        </w:numPr>
        <w:autoSpaceDE/>
        <w:autoSpaceDN/>
        <w:spacing w:before="0" w:after="120" w:line="240" w:lineRule="auto"/>
        <w:ind w:left="1134"/>
        <w:contextualSpacing/>
        <w:jc w:val="both"/>
      </w:pPr>
      <w:r w:rsidRPr="0074364F">
        <w:t xml:space="preserve">výška finančnej medzery, </w:t>
      </w:r>
    </w:p>
    <w:p w14:paraId="5DFCA4EC" w14:textId="77777777" w:rsidR="002F457D" w:rsidRPr="00AD4BC4" w:rsidRDefault="002F457D" w:rsidP="002F457D">
      <w:pPr>
        <w:pStyle w:val="Odsekzoznamu"/>
        <w:numPr>
          <w:ilvl w:val="0"/>
          <w:numId w:val="185"/>
        </w:numPr>
        <w:autoSpaceDE/>
        <w:autoSpaceDN/>
        <w:spacing w:before="0" w:after="120" w:line="240" w:lineRule="auto"/>
        <w:ind w:left="1134"/>
        <w:contextualSpacing/>
        <w:jc w:val="both"/>
      </w:pPr>
      <w:r w:rsidRPr="00AD4BC4">
        <w:t xml:space="preserve">finančná čistá súčasná hodnota investície (FRR_C), </w:t>
      </w:r>
    </w:p>
    <w:p w14:paraId="404FD145" w14:textId="77777777" w:rsidR="002F457D" w:rsidRPr="00AD4BC4" w:rsidRDefault="002F457D" w:rsidP="002F457D">
      <w:pPr>
        <w:pStyle w:val="Odsekzoznamu"/>
        <w:numPr>
          <w:ilvl w:val="0"/>
          <w:numId w:val="185"/>
        </w:numPr>
        <w:autoSpaceDE/>
        <w:autoSpaceDN/>
        <w:spacing w:before="0" w:after="120" w:line="240" w:lineRule="auto"/>
        <w:ind w:left="1134"/>
        <w:contextualSpacing/>
        <w:jc w:val="both"/>
      </w:pPr>
      <w:r w:rsidRPr="00AD4BC4">
        <w:t>finančné vnútorné výnosové percento investície (FIRR_C),</w:t>
      </w:r>
    </w:p>
    <w:p w14:paraId="511C0E3F" w14:textId="77777777" w:rsidR="002F457D" w:rsidRPr="00AD4BC4" w:rsidRDefault="002F457D" w:rsidP="002F457D">
      <w:pPr>
        <w:pStyle w:val="Odsekzoznamu"/>
        <w:numPr>
          <w:ilvl w:val="0"/>
          <w:numId w:val="185"/>
        </w:numPr>
        <w:autoSpaceDE/>
        <w:autoSpaceDN/>
        <w:spacing w:before="0" w:after="120" w:line="240" w:lineRule="auto"/>
        <w:ind w:left="1134"/>
        <w:contextualSpacing/>
        <w:jc w:val="both"/>
      </w:pPr>
      <w:r w:rsidRPr="00AD4BC4">
        <w:t>finančná čistá súčasná hodnota kapitálu (FNPV_K),</w:t>
      </w:r>
    </w:p>
    <w:p w14:paraId="3C5B59FC" w14:textId="77777777" w:rsidR="002F457D" w:rsidRDefault="002F457D" w:rsidP="002F457D">
      <w:pPr>
        <w:pStyle w:val="Odsekzoznamu"/>
        <w:numPr>
          <w:ilvl w:val="0"/>
          <w:numId w:val="185"/>
        </w:numPr>
        <w:autoSpaceDE/>
        <w:autoSpaceDN/>
        <w:spacing w:before="0" w:after="120" w:line="240" w:lineRule="auto"/>
        <w:ind w:left="1134"/>
        <w:contextualSpacing/>
        <w:jc w:val="both"/>
      </w:pPr>
      <w:r w:rsidRPr="00AD4BC4">
        <w:t xml:space="preserve">finančné vnútorné výnosové percento kapitálu (FIRR_K). </w:t>
      </w:r>
    </w:p>
    <w:p w14:paraId="1797DCE2" w14:textId="77777777" w:rsidR="002F457D" w:rsidRPr="00AD4BC4" w:rsidRDefault="002F457D" w:rsidP="002F457D">
      <w:pPr>
        <w:pStyle w:val="Odsekzoznamu"/>
        <w:numPr>
          <w:ilvl w:val="0"/>
          <w:numId w:val="220"/>
        </w:numPr>
        <w:autoSpaceDE/>
        <w:autoSpaceDN/>
        <w:spacing w:before="0" w:after="120" w:line="240" w:lineRule="auto"/>
        <w:ind w:hanging="357"/>
        <w:contextualSpacing/>
        <w:jc w:val="both"/>
      </w:pPr>
      <w:r w:rsidRPr="00AD4BC4">
        <w:t>ekonomická analýza:</w:t>
      </w:r>
    </w:p>
    <w:p w14:paraId="380196C1" w14:textId="77777777" w:rsidR="002F457D" w:rsidRPr="00AD4BC4" w:rsidRDefault="002F457D" w:rsidP="002F457D">
      <w:pPr>
        <w:pStyle w:val="Odsekzoznamu"/>
        <w:numPr>
          <w:ilvl w:val="0"/>
          <w:numId w:val="221"/>
        </w:numPr>
        <w:autoSpaceDE/>
        <w:autoSpaceDN/>
        <w:spacing w:before="0" w:after="120" w:line="240" w:lineRule="auto"/>
        <w:ind w:left="1134" w:hanging="357"/>
        <w:contextualSpacing/>
        <w:jc w:val="both"/>
      </w:pPr>
      <w:r w:rsidRPr="00AD4BC4">
        <w:t xml:space="preserve">ekonomická čistá súčasná hodnota investície (ENPV), </w:t>
      </w:r>
    </w:p>
    <w:p w14:paraId="30013CFC" w14:textId="77777777" w:rsidR="002F457D" w:rsidRPr="00AD4BC4" w:rsidRDefault="002F457D" w:rsidP="002F457D">
      <w:pPr>
        <w:pStyle w:val="Odsekzoznamu"/>
        <w:numPr>
          <w:ilvl w:val="0"/>
          <w:numId w:val="221"/>
        </w:numPr>
        <w:autoSpaceDE/>
        <w:autoSpaceDN/>
        <w:spacing w:before="0" w:after="120" w:line="240" w:lineRule="auto"/>
        <w:ind w:left="1134" w:hanging="357"/>
        <w:contextualSpacing/>
        <w:jc w:val="both"/>
      </w:pPr>
      <w:r w:rsidRPr="00AD4BC4">
        <w:t xml:space="preserve">ekonomická vnútorná miera návratnosti (EIRR), </w:t>
      </w:r>
    </w:p>
    <w:p w14:paraId="3A8D6557" w14:textId="77777777" w:rsidR="002F457D" w:rsidRPr="00AD4BC4" w:rsidRDefault="002F457D" w:rsidP="002F457D">
      <w:pPr>
        <w:pStyle w:val="Odsekzoznamu"/>
        <w:numPr>
          <w:ilvl w:val="0"/>
          <w:numId w:val="221"/>
        </w:numPr>
        <w:autoSpaceDE/>
        <w:autoSpaceDN/>
        <w:spacing w:before="0" w:after="120" w:line="240" w:lineRule="auto"/>
        <w:ind w:left="1134" w:hanging="357"/>
        <w:contextualSpacing/>
        <w:jc w:val="both"/>
      </w:pPr>
      <w:r w:rsidRPr="00AD4BC4">
        <w:t xml:space="preserve">pomer ekonomických nákladov a výnosov (B/C), </w:t>
      </w:r>
    </w:p>
    <w:p w14:paraId="5D75939E" w14:textId="77777777" w:rsidR="002F457D" w:rsidRPr="00AD4BC4" w:rsidRDefault="002F457D" w:rsidP="002F457D">
      <w:pPr>
        <w:pStyle w:val="Odsekzoznamu"/>
        <w:numPr>
          <w:ilvl w:val="0"/>
          <w:numId w:val="221"/>
        </w:numPr>
        <w:autoSpaceDE/>
        <w:autoSpaceDN/>
        <w:spacing w:before="0" w:after="120" w:line="240" w:lineRule="auto"/>
        <w:ind w:left="1134" w:hanging="357"/>
        <w:contextualSpacing/>
        <w:jc w:val="both"/>
      </w:pPr>
      <w:r w:rsidRPr="00AD4BC4">
        <w:t xml:space="preserve">pomer prevádzkových úspor a investičných nákladov, </w:t>
      </w:r>
    </w:p>
    <w:p w14:paraId="02AD0C83" w14:textId="77777777" w:rsidR="002F457D" w:rsidRPr="00AD4BC4" w:rsidRDefault="002F457D" w:rsidP="002F457D">
      <w:pPr>
        <w:pStyle w:val="Odsekzoznamu"/>
        <w:numPr>
          <w:ilvl w:val="0"/>
          <w:numId w:val="221"/>
        </w:numPr>
        <w:autoSpaceDE/>
        <w:autoSpaceDN/>
        <w:spacing w:before="0" w:after="120" w:line="240" w:lineRule="auto"/>
        <w:ind w:left="1134" w:hanging="357"/>
        <w:contextualSpacing/>
        <w:jc w:val="both"/>
      </w:pPr>
      <w:r w:rsidRPr="00AD4BC4">
        <w:t xml:space="preserve">návratnosť investície v rokoch. </w:t>
      </w:r>
    </w:p>
    <w:p w14:paraId="43C5B796" w14:textId="77777777" w:rsidR="002F457D" w:rsidRDefault="002F457D" w:rsidP="002F457D">
      <w:pPr>
        <w:pStyle w:val="Odsekzoznamu"/>
        <w:numPr>
          <w:ilvl w:val="0"/>
          <w:numId w:val="220"/>
        </w:numPr>
        <w:autoSpaceDE/>
        <w:autoSpaceDN/>
        <w:spacing w:before="0" w:after="120" w:line="240" w:lineRule="auto"/>
        <w:ind w:hanging="357"/>
        <w:contextualSpacing/>
        <w:jc w:val="both"/>
      </w:pPr>
      <w:proofErr w:type="spellStart"/>
      <w:r w:rsidRPr="00AD4BC4">
        <w:t>citlivostná</w:t>
      </w:r>
      <w:proofErr w:type="spellEnd"/>
      <w:r w:rsidRPr="00AD4BC4">
        <w:t xml:space="preserve"> analýza, </w:t>
      </w:r>
    </w:p>
    <w:p w14:paraId="1320BF9A" w14:textId="77777777" w:rsidR="002F457D" w:rsidRDefault="002F457D" w:rsidP="002F457D">
      <w:pPr>
        <w:pStyle w:val="Odsekzoznamu"/>
        <w:numPr>
          <w:ilvl w:val="0"/>
          <w:numId w:val="220"/>
        </w:numPr>
        <w:autoSpaceDE/>
        <w:autoSpaceDN/>
        <w:spacing w:before="0" w:after="120" w:line="240" w:lineRule="auto"/>
        <w:ind w:hanging="357"/>
        <w:contextualSpacing/>
        <w:jc w:val="both"/>
      </w:pPr>
      <w:r w:rsidRPr="0074364F">
        <w:t xml:space="preserve">analýza scenárov, </w:t>
      </w:r>
    </w:p>
    <w:p w14:paraId="6A6333B6" w14:textId="77777777" w:rsidR="002F457D" w:rsidRDefault="002F457D" w:rsidP="002F457D">
      <w:pPr>
        <w:pStyle w:val="Odsekzoznamu"/>
        <w:numPr>
          <w:ilvl w:val="0"/>
          <w:numId w:val="220"/>
        </w:numPr>
        <w:autoSpaceDE/>
        <w:autoSpaceDN/>
        <w:spacing w:before="0" w:after="120" w:line="240" w:lineRule="auto"/>
        <w:ind w:hanging="357"/>
        <w:contextualSpacing/>
        <w:jc w:val="both"/>
      </w:pPr>
      <w:r w:rsidRPr="0074364F">
        <w:t>kvalitatívna riziková analýza,</w:t>
      </w:r>
    </w:p>
    <w:p w14:paraId="7AC3B2DE" w14:textId="77777777" w:rsidR="002F457D" w:rsidRDefault="002F457D" w:rsidP="002F457D">
      <w:pPr>
        <w:pStyle w:val="Odsekzoznamu"/>
        <w:numPr>
          <w:ilvl w:val="0"/>
          <w:numId w:val="220"/>
        </w:numPr>
        <w:autoSpaceDE/>
        <w:autoSpaceDN/>
        <w:spacing w:before="0" w:after="120" w:line="240" w:lineRule="auto"/>
        <w:ind w:hanging="357"/>
        <w:contextualSpacing/>
        <w:jc w:val="both"/>
      </w:pPr>
      <w:r>
        <w:t xml:space="preserve">kvantitatívna riziková analýza </w:t>
      </w:r>
    </w:p>
    <w:p w14:paraId="40B1E21D" w14:textId="77777777" w:rsidR="002F457D" w:rsidRPr="00077780" w:rsidRDefault="002F457D" w:rsidP="002F457D">
      <w:pPr>
        <w:spacing w:after="60" w:line="240" w:lineRule="auto"/>
        <w:ind w:left="284" w:hanging="284"/>
        <w:jc w:val="both"/>
      </w:pPr>
      <w:r w:rsidRPr="00077780">
        <w:lastRenderedPageBreak/>
        <w:t>•</w:t>
      </w:r>
      <w:r w:rsidRPr="00077780">
        <w:tab/>
        <w:t>Sprievodná časť CBA (technická správa) musí byť členená minimálne na tieto časti:</w:t>
      </w:r>
    </w:p>
    <w:p w14:paraId="033C48EE" w14:textId="5E509669" w:rsidR="002F457D" w:rsidRPr="00077780" w:rsidRDefault="002F457D" w:rsidP="002F457D">
      <w:pPr>
        <w:spacing w:before="0" w:line="240" w:lineRule="auto"/>
        <w:ind w:left="568" w:hanging="284"/>
        <w:jc w:val="both"/>
        <w:rPr>
          <w:bCs/>
          <w:iCs/>
        </w:rPr>
      </w:pPr>
      <w:r w:rsidRPr="00077780">
        <w:rPr>
          <w:bCs/>
          <w:iCs/>
        </w:rPr>
        <w:t>o</w:t>
      </w:r>
      <w:r w:rsidRPr="00077780">
        <w:rPr>
          <w:bCs/>
          <w:iCs/>
        </w:rPr>
        <w:tab/>
        <w:t xml:space="preserve">úvod, vstupné informácie, stručný opis projektu a jednotlivých variantov a </w:t>
      </w:r>
      <w:r>
        <w:rPr>
          <w:bCs/>
          <w:iCs/>
        </w:rPr>
        <w:t>úsekov R</w:t>
      </w:r>
      <w:r w:rsidR="00320A5D">
        <w:rPr>
          <w:bCs/>
          <w:iCs/>
        </w:rPr>
        <w:t>2</w:t>
      </w:r>
      <w:r w:rsidRPr="00277F5D">
        <w:rPr>
          <w:bCs/>
          <w:iCs/>
        </w:rPr>
        <w:t>,</w:t>
      </w:r>
    </w:p>
    <w:p w14:paraId="3AC6967F" w14:textId="77777777" w:rsidR="002F457D" w:rsidRPr="00077780" w:rsidRDefault="002F457D" w:rsidP="002F457D">
      <w:pPr>
        <w:spacing w:before="0" w:line="240" w:lineRule="auto"/>
        <w:ind w:left="568" w:hanging="284"/>
        <w:jc w:val="both"/>
        <w:rPr>
          <w:bCs/>
          <w:iCs/>
        </w:rPr>
      </w:pPr>
      <w:r w:rsidRPr="00077780">
        <w:rPr>
          <w:bCs/>
          <w:iCs/>
        </w:rPr>
        <w:t>o</w:t>
      </w:r>
      <w:r w:rsidRPr="00077780">
        <w:rPr>
          <w:bCs/>
          <w:iCs/>
        </w:rPr>
        <w:tab/>
        <w:t>dopytová analýza (dopravný model s dôrazom na predikciu dopravných intenzít),</w:t>
      </w:r>
    </w:p>
    <w:p w14:paraId="6F885D47" w14:textId="77777777" w:rsidR="002F457D" w:rsidRPr="00077780" w:rsidRDefault="002F457D" w:rsidP="002F457D">
      <w:pPr>
        <w:spacing w:before="0" w:line="240" w:lineRule="auto"/>
        <w:ind w:left="568" w:hanging="284"/>
        <w:jc w:val="both"/>
        <w:rPr>
          <w:bCs/>
          <w:iCs/>
        </w:rPr>
      </w:pPr>
      <w:r w:rsidRPr="00077780">
        <w:rPr>
          <w:bCs/>
          <w:iCs/>
        </w:rPr>
        <w:t>o</w:t>
      </w:r>
      <w:r w:rsidRPr="00077780">
        <w:rPr>
          <w:bCs/>
          <w:iCs/>
        </w:rPr>
        <w:tab/>
        <w:t>finančná analýza (použitá metodika, základné výpočty a výsledky),</w:t>
      </w:r>
    </w:p>
    <w:p w14:paraId="5D6F6726" w14:textId="77777777" w:rsidR="002F457D" w:rsidRPr="00077780" w:rsidRDefault="002F457D" w:rsidP="002F457D">
      <w:pPr>
        <w:spacing w:before="0" w:line="240" w:lineRule="auto"/>
        <w:ind w:left="568" w:hanging="284"/>
        <w:jc w:val="both"/>
        <w:rPr>
          <w:bCs/>
          <w:iCs/>
        </w:rPr>
      </w:pPr>
      <w:r w:rsidRPr="00077780">
        <w:rPr>
          <w:bCs/>
          <w:iCs/>
        </w:rPr>
        <w:t>o</w:t>
      </w:r>
      <w:r w:rsidRPr="00077780">
        <w:rPr>
          <w:bCs/>
          <w:iCs/>
        </w:rPr>
        <w:tab/>
        <w:t>socioekonomická analýza (použitá metodika, základné výpočty a výsledky),</w:t>
      </w:r>
    </w:p>
    <w:p w14:paraId="15D50E79" w14:textId="77777777" w:rsidR="002F457D" w:rsidRPr="00077780" w:rsidRDefault="002F457D" w:rsidP="002F457D">
      <w:pPr>
        <w:spacing w:before="0" w:line="240" w:lineRule="auto"/>
        <w:ind w:left="568" w:hanging="284"/>
        <w:jc w:val="both"/>
        <w:rPr>
          <w:bCs/>
          <w:iCs/>
        </w:rPr>
      </w:pPr>
      <w:r w:rsidRPr="00077780">
        <w:rPr>
          <w:bCs/>
          <w:iCs/>
        </w:rPr>
        <w:t>o</w:t>
      </w:r>
      <w:r w:rsidRPr="00077780">
        <w:rPr>
          <w:bCs/>
          <w:iCs/>
        </w:rPr>
        <w:tab/>
        <w:t>analýza citlivosti,</w:t>
      </w:r>
    </w:p>
    <w:p w14:paraId="2999007D" w14:textId="77777777" w:rsidR="002F457D" w:rsidRPr="00077780" w:rsidRDefault="002F457D" w:rsidP="002F457D">
      <w:pPr>
        <w:spacing w:before="0" w:line="240" w:lineRule="auto"/>
        <w:ind w:left="568" w:hanging="284"/>
        <w:jc w:val="both"/>
        <w:rPr>
          <w:bCs/>
          <w:iCs/>
        </w:rPr>
      </w:pPr>
      <w:r w:rsidRPr="00077780">
        <w:rPr>
          <w:bCs/>
          <w:iCs/>
        </w:rPr>
        <w:t>o</w:t>
      </w:r>
      <w:r w:rsidRPr="00077780">
        <w:rPr>
          <w:bCs/>
          <w:iCs/>
        </w:rPr>
        <w:tab/>
        <w:t>analýza rizík,</w:t>
      </w:r>
    </w:p>
    <w:p w14:paraId="6DB48EA7" w14:textId="185AB362" w:rsidR="002F457D" w:rsidRPr="00077780" w:rsidRDefault="002F457D" w:rsidP="002F457D">
      <w:pPr>
        <w:spacing w:before="0" w:line="240" w:lineRule="auto"/>
        <w:ind w:left="568" w:hanging="284"/>
        <w:jc w:val="both"/>
        <w:rPr>
          <w:bCs/>
          <w:iCs/>
        </w:rPr>
      </w:pPr>
      <w:r w:rsidRPr="00077780">
        <w:rPr>
          <w:bCs/>
          <w:iCs/>
        </w:rPr>
        <w:t>o</w:t>
      </w:r>
      <w:r w:rsidRPr="00077780">
        <w:rPr>
          <w:bCs/>
          <w:iCs/>
        </w:rPr>
        <w:tab/>
        <w:t xml:space="preserve">analýza vplyvu </w:t>
      </w:r>
      <w:r w:rsidRPr="0079305D">
        <w:rPr>
          <w:bCs/>
          <w:iCs/>
        </w:rPr>
        <w:t>dopadu R</w:t>
      </w:r>
      <w:r w:rsidR="00320A5D">
        <w:rPr>
          <w:bCs/>
          <w:iCs/>
        </w:rPr>
        <w:t>2</w:t>
      </w:r>
      <w:r w:rsidRPr="0079305D">
        <w:rPr>
          <w:bCs/>
          <w:iCs/>
        </w:rPr>
        <w:t xml:space="preserve"> </w:t>
      </w:r>
      <w:r w:rsidRPr="00077780">
        <w:rPr>
          <w:bCs/>
          <w:iCs/>
        </w:rPr>
        <w:t>na rozvoj regiónu a vplyv rozvoja regiónu na nárast dopravy,</w:t>
      </w:r>
    </w:p>
    <w:p w14:paraId="42D1954D" w14:textId="77777777" w:rsidR="002F457D" w:rsidRPr="00077780" w:rsidRDefault="002F457D" w:rsidP="002F457D">
      <w:pPr>
        <w:spacing w:before="0" w:line="240" w:lineRule="auto"/>
        <w:ind w:left="568" w:hanging="284"/>
        <w:jc w:val="both"/>
        <w:rPr>
          <w:bCs/>
          <w:iCs/>
        </w:rPr>
      </w:pPr>
      <w:r w:rsidRPr="00077780">
        <w:rPr>
          <w:bCs/>
          <w:iCs/>
        </w:rPr>
        <w:t>o</w:t>
      </w:r>
      <w:r w:rsidRPr="00077780">
        <w:rPr>
          <w:bCs/>
          <w:iCs/>
        </w:rPr>
        <w:tab/>
        <w:t>záverečné vyhodnotenie (vyhodnotenie finančnej a socioekonomickej časti, analýzy citlivosti a rizík, výber najvhodnejšieho variantu projektu, stanovenie harmonogramu realizácie a rámcového rozpočtu; resp. v prípade ekonomickej neefektívnosti uviesť príčiny),</w:t>
      </w:r>
    </w:p>
    <w:p w14:paraId="7D5995E4" w14:textId="77777777" w:rsidR="002F457D" w:rsidRPr="00046252" w:rsidRDefault="002F457D" w:rsidP="002F457D">
      <w:pPr>
        <w:spacing w:before="0" w:after="120" w:line="240" w:lineRule="auto"/>
        <w:ind w:left="568" w:hanging="284"/>
        <w:jc w:val="both"/>
        <w:rPr>
          <w:bCs/>
          <w:iCs/>
        </w:rPr>
      </w:pPr>
      <w:r w:rsidRPr="00077780">
        <w:rPr>
          <w:bCs/>
          <w:iCs/>
        </w:rPr>
        <w:t>o</w:t>
      </w:r>
      <w:r w:rsidRPr="00077780">
        <w:rPr>
          <w:bCs/>
          <w:iCs/>
        </w:rPr>
        <w:tab/>
      </w:r>
      <w:r w:rsidRPr="00AF3877">
        <w:rPr>
          <w:bCs/>
          <w:iCs/>
        </w:rPr>
        <w:t>grafické, tabuľkové a ostatné použité prílohy.</w:t>
      </w:r>
    </w:p>
    <w:p w14:paraId="7D17752F" w14:textId="2DFBF25E" w:rsidR="00FB614A" w:rsidRDefault="002F457D" w:rsidP="00E25870">
      <w:pPr>
        <w:spacing w:before="0" w:after="120" w:line="240" w:lineRule="auto"/>
        <w:jc w:val="both"/>
        <w:rPr>
          <w:color w:val="000000"/>
          <w:lang w:eastAsia="sk-SK"/>
        </w:rPr>
      </w:pPr>
      <w:r w:rsidRPr="00077780">
        <w:t>•</w:t>
      </w:r>
      <w:r w:rsidRPr="00077780">
        <w:tab/>
        <w:t>Zhotoviteľ súhlasí s predložením detailných podkladov a dokumentácie k CBA, dopravného modelu a spôsobu výpočtu socioekonomických benefitov v rámci vypracovania a odovzdania diela na potreby následného verifikovania a zverejnenia výstupov objednávateľovi a tretím stranám, ktoré určí objednávateľ.</w:t>
      </w:r>
    </w:p>
    <w:p w14:paraId="2D8F3595" w14:textId="77777777" w:rsidR="00FB614A" w:rsidRDefault="00FB614A" w:rsidP="002F457D">
      <w:pPr>
        <w:tabs>
          <w:tab w:val="right" w:pos="284"/>
        </w:tabs>
        <w:adjustRightInd w:val="0"/>
        <w:spacing w:before="0" w:after="0" w:line="240" w:lineRule="auto"/>
        <w:rPr>
          <w:color w:val="000000"/>
          <w:lang w:eastAsia="sk-SK"/>
        </w:rPr>
      </w:pPr>
    </w:p>
    <w:p w14:paraId="4C9270D4" w14:textId="77777777" w:rsidR="00EF364B" w:rsidRPr="007F0A25" w:rsidRDefault="00EF364B" w:rsidP="00EF364B">
      <w:pPr>
        <w:adjustRightInd w:val="0"/>
        <w:spacing w:before="0" w:after="120" w:line="240" w:lineRule="auto"/>
        <w:rPr>
          <w:color w:val="000000"/>
          <w:sz w:val="26"/>
          <w:szCs w:val="26"/>
          <w:lang w:eastAsia="sk-SK"/>
        </w:rPr>
      </w:pPr>
      <w:r w:rsidRPr="007F0A25">
        <w:rPr>
          <w:b/>
          <w:bCs/>
          <w:sz w:val="26"/>
          <w:szCs w:val="26"/>
        </w:rPr>
        <w:t xml:space="preserve">D </w:t>
      </w:r>
      <w:r w:rsidRPr="007F0A25">
        <w:rPr>
          <w:b/>
          <w:bCs/>
          <w:sz w:val="26"/>
          <w:szCs w:val="26"/>
        </w:rPr>
        <w:tab/>
        <w:t>PÍSOMNOSTI A VÝKRESY OBJEKTOV</w:t>
      </w:r>
    </w:p>
    <w:p w14:paraId="28FF63B0" w14:textId="77777777" w:rsidR="00CA0003" w:rsidRPr="00A60E6D" w:rsidRDefault="00A46320" w:rsidP="00CA0003">
      <w:pPr>
        <w:pStyle w:val="Hlavika"/>
        <w:tabs>
          <w:tab w:val="clear" w:pos="4819"/>
          <w:tab w:val="clear" w:pos="9071"/>
          <w:tab w:val="left" w:pos="-3261"/>
        </w:tabs>
        <w:jc w:val="both"/>
        <w:rPr>
          <w:b/>
          <w:bCs/>
          <w:sz w:val="24"/>
          <w:szCs w:val="24"/>
        </w:rPr>
      </w:pPr>
      <w:r w:rsidRPr="00A60E6D">
        <w:rPr>
          <w:b/>
          <w:bCs/>
          <w:sz w:val="24"/>
          <w:szCs w:val="24"/>
        </w:rPr>
        <w:t xml:space="preserve">1 </w:t>
      </w:r>
      <w:r w:rsidRPr="00A60E6D">
        <w:rPr>
          <w:b/>
          <w:bCs/>
          <w:sz w:val="24"/>
          <w:szCs w:val="24"/>
        </w:rPr>
        <w:tab/>
        <w:t>Všeobecné výkresy</w:t>
      </w:r>
    </w:p>
    <w:p w14:paraId="68A01547" w14:textId="77777777" w:rsidR="00A46320" w:rsidRPr="007D1266" w:rsidRDefault="00A46320" w:rsidP="00CA0003">
      <w:pPr>
        <w:pStyle w:val="Hlavika"/>
        <w:tabs>
          <w:tab w:val="clear" w:pos="4819"/>
          <w:tab w:val="clear" w:pos="9071"/>
          <w:tab w:val="left" w:pos="-3261"/>
        </w:tabs>
        <w:jc w:val="both"/>
        <w:rPr>
          <w:bCs/>
        </w:rPr>
      </w:pPr>
    </w:p>
    <w:p w14:paraId="605D236D" w14:textId="77777777" w:rsidR="00213C67" w:rsidRPr="00A60E6D" w:rsidRDefault="00A46320" w:rsidP="00CA0003">
      <w:pPr>
        <w:pStyle w:val="Hlavika"/>
        <w:tabs>
          <w:tab w:val="clear" w:pos="4819"/>
          <w:tab w:val="clear" w:pos="9071"/>
          <w:tab w:val="left" w:pos="-3261"/>
        </w:tabs>
        <w:spacing w:after="120"/>
        <w:jc w:val="both"/>
        <w:rPr>
          <w:b/>
          <w:bCs/>
          <w:sz w:val="22"/>
          <w:szCs w:val="22"/>
        </w:rPr>
      </w:pPr>
      <w:r w:rsidRPr="00A60E6D">
        <w:rPr>
          <w:b/>
          <w:bCs/>
          <w:sz w:val="22"/>
          <w:szCs w:val="22"/>
        </w:rPr>
        <w:t>1.1</w:t>
      </w:r>
      <w:r w:rsidRPr="00A60E6D">
        <w:rPr>
          <w:b/>
          <w:bCs/>
          <w:sz w:val="22"/>
          <w:szCs w:val="22"/>
        </w:rPr>
        <w:tab/>
        <w:t xml:space="preserve">Prehľadná situácia/Širšie vzťahy </w:t>
      </w:r>
    </w:p>
    <w:p w14:paraId="7024F63E" w14:textId="35339F4D" w:rsidR="00A46320" w:rsidRDefault="005B6B98" w:rsidP="005B6B98">
      <w:pPr>
        <w:pStyle w:val="Hlavika"/>
        <w:tabs>
          <w:tab w:val="clear" w:pos="4819"/>
          <w:tab w:val="clear" w:pos="9071"/>
          <w:tab w:val="left" w:pos="-3261"/>
        </w:tabs>
        <w:spacing w:after="120"/>
        <w:jc w:val="both"/>
      </w:pPr>
      <w:r>
        <w:tab/>
      </w:r>
      <w:r w:rsidR="00612453">
        <w:t xml:space="preserve">Mierka prehľadnej situácie </w:t>
      </w:r>
      <w:r w:rsidR="00A6183E">
        <w:t>M 1:25 000</w:t>
      </w:r>
      <w:r w:rsidR="00901EEF">
        <w:t xml:space="preserve">. </w:t>
      </w:r>
      <w:r w:rsidR="00A46320">
        <w:t xml:space="preserve"> Prehľadná situácia obsahuje: </w:t>
      </w:r>
    </w:p>
    <w:p w14:paraId="5507AD12" w14:textId="77777777" w:rsidR="00213C67" w:rsidRDefault="00A46320" w:rsidP="005B6B98">
      <w:pPr>
        <w:pStyle w:val="Hlavika"/>
        <w:numPr>
          <w:ilvl w:val="0"/>
          <w:numId w:val="9"/>
        </w:numPr>
        <w:tabs>
          <w:tab w:val="clear" w:pos="4819"/>
          <w:tab w:val="clear" w:pos="9071"/>
          <w:tab w:val="left" w:pos="-3261"/>
        </w:tabs>
        <w:ind w:left="567" w:hanging="283"/>
        <w:jc w:val="both"/>
        <w:rPr>
          <w:bCs/>
        </w:rPr>
      </w:pPr>
      <w:r>
        <w:rPr>
          <w:bCs/>
        </w:rPr>
        <w:t>existujúci</w:t>
      </w:r>
      <w:r w:rsidR="00213C67">
        <w:rPr>
          <w:bCs/>
        </w:rPr>
        <w:t xml:space="preserve"> stav územia </w:t>
      </w:r>
      <w:r w:rsidR="00A32054">
        <w:rPr>
          <w:bCs/>
        </w:rPr>
        <w:t>na podklade štátneho mapového diela (GKÚ)</w:t>
      </w:r>
      <w:r w:rsidR="00213C67">
        <w:rPr>
          <w:bCs/>
        </w:rPr>
        <w:t>,</w:t>
      </w:r>
    </w:p>
    <w:p w14:paraId="228771D1" w14:textId="77777777" w:rsidR="00A32054" w:rsidRDefault="00A32054" w:rsidP="005B6B98">
      <w:pPr>
        <w:pStyle w:val="Hlavika"/>
        <w:numPr>
          <w:ilvl w:val="0"/>
          <w:numId w:val="9"/>
        </w:numPr>
        <w:tabs>
          <w:tab w:val="clear" w:pos="4819"/>
          <w:tab w:val="clear" w:pos="9071"/>
          <w:tab w:val="left" w:pos="-3261"/>
        </w:tabs>
        <w:ind w:left="567" w:hanging="283"/>
        <w:jc w:val="both"/>
        <w:rPr>
          <w:bCs/>
        </w:rPr>
      </w:pPr>
      <w:r w:rsidRPr="00A32054">
        <w:rPr>
          <w:bCs/>
        </w:rPr>
        <w:t>vyznačené dôležité sídla, čísla ciest, resp. iné orientačné body v okolí stavby,</w:t>
      </w:r>
    </w:p>
    <w:p w14:paraId="41263671" w14:textId="77777777" w:rsidR="00C2786D"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 xml:space="preserve">vyznačená os pozemnej komunikácie s vyznačením začiatku a konca stavby s pracovným </w:t>
      </w:r>
      <w:proofErr w:type="spellStart"/>
      <w:r w:rsidRPr="00C2786D">
        <w:rPr>
          <w:bCs/>
        </w:rPr>
        <w:t>staničením</w:t>
      </w:r>
      <w:proofErr w:type="spellEnd"/>
      <w:r w:rsidRPr="00C2786D">
        <w:rPr>
          <w:bCs/>
        </w:rPr>
        <w:t xml:space="preserve"> (v prípade rozdelenia stavby na úseky vyznačiť aj jednotlivé úseky),</w:t>
      </w:r>
    </w:p>
    <w:p w14:paraId="72036CE2" w14:textId="77777777" w:rsidR="00C2786D"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 xml:space="preserve">schematicky vyznačené dôležité objekty stavby </w:t>
      </w:r>
    </w:p>
    <w:p w14:paraId="08750028" w14:textId="77777777" w:rsidR="00C2786D"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vyznačené prípadné plánované nadväzné úseky (čiarkovanou čiarou),</w:t>
      </w:r>
    </w:p>
    <w:p w14:paraId="0B93C14C" w14:textId="77777777" w:rsidR="00C2786D"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vykreslenie nadzemných a podzemných inžinierskych sietí,</w:t>
      </w:r>
    </w:p>
    <w:p w14:paraId="3E6B2E04" w14:textId="77777777" w:rsidR="00901EEF"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hranice katastrálnych území s</w:t>
      </w:r>
      <w:r w:rsidR="00901EEF">
        <w:rPr>
          <w:bCs/>
        </w:rPr>
        <w:t> </w:t>
      </w:r>
      <w:r w:rsidRPr="00C2786D">
        <w:rPr>
          <w:bCs/>
        </w:rPr>
        <w:t>popisom</w:t>
      </w:r>
      <w:r w:rsidR="00901EEF">
        <w:rPr>
          <w:bCs/>
        </w:rPr>
        <w:t>,</w:t>
      </w:r>
    </w:p>
    <w:p w14:paraId="30D12C24" w14:textId="77777777" w:rsidR="00C2786D" w:rsidRDefault="00901EEF" w:rsidP="005B6B98">
      <w:pPr>
        <w:pStyle w:val="Hlavika"/>
        <w:numPr>
          <w:ilvl w:val="0"/>
          <w:numId w:val="9"/>
        </w:numPr>
        <w:tabs>
          <w:tab w:val="clear" w:pos="4819"/>
          <w:tab w:val="clear" w:pos="9071"/>
          <w:tab w:val="left" w:pos="-3261"/>
        </w:tabs>
        <w:ind w:left="567" w:hanging="283"/>
        <w:jc w:val="both"/>
        <w:rPr>
          <w:bCs/>
        </w:rPr>
      </w:pPr>
      <w:r>
        <w:rPr>
          <w:bCs/>
        </w:rPr>
        <w:t>napojenie na existujúcu cestnú sieť</w:t>
      </w:r>
      <w:r w:rsidR="00C2786D" w:rsidRPr="00C2786D">
        <w:rPr>
          <w:bCs/>
        </w:rPr>
        <w:t>.</w:t>
      </w:r>
    </w:p>
    <w:p w14:paraId="63972F00" w14:textId="77777777" w:rsidR="001638D5" w:rsidRDefault="001638D5" w:rsidP="007E156B">
      <w:pPr>
        <w:pStyle w:val="Hlavika"/>
        <w:tabs>
          <w:tab w:val="clear" w:pos="4819"/>
          <w:tab w:val="clear" w:pos="9071"/>
          <w:tab w:val="left" w:pos="-3261"/>
        </w:tabs>
        <w:jc w:val="both"/>
        <w:rPr>
          <w:bCs/>
        </w:rPr>
      </w:pPr>
    </w:p>
    <w:p w14:paraId="39F30F9B" w14:textId="77777777" w:rsidR="00213C67" w:rsidRPr="00A60E6D" w:rsidRDefault="00612453" w:rsidP="00291033">
      <w:pPr>
        <w:pStyle w:val="Hlavika"/>
        <w:tabs>
          <w:tab w:val="clear" w:pos="4819"/>
          <w:tab w:val="clear" w:pos="9071"/>
          <w:tab w:val="left" w:pos="-3261"/>
        </w:tabs>
        <w:spacing w:after="120"/>
        <w:jc w:val="both"/>
        <w:rPr>
          <w:b/>
          <w:bCs/>
          <w:sz w:val="22"/>
          <w:szCs w:val="22"/>
        </w:rPr>
      </w:pPr>
      <w:r w:rsidRPr="00A60E6D">
        <w:rPr>
          <w:b/>
          <w:bCs/>
          <w:sz w:val="22"/>
          <w:szCs w:val="22"/>
        </w:rPr>
        <w:t>1.2</w:t>
      </w:r>
      <w:r w:rsidR="00213C67" w:rsidRPr="00A60E6D">
        <w:rPr>
          <w:b/>
          <w:bCs/>
          <w:sz w:val="22"/>
          <w:szCs w:val="22"/>
        </w:rPr>
        <w:tab/>
        <w:t>C</w:t>
      </w:r>
      <w:r w:rsidR="0012419F" w:rsidRPr="00A60E6D">
        <w:rPr>
          <w:b/>
          <w:bCs/>
          <w:sz w:val="22"/>
          <w:szCs w:val="22"/>
        </w:rPr>
        <w:t xml:space="preserve">elková situácia stavby </w:t>
      </w:r>
    </w:p>
    <w:p w14:paraId="3CAA89C5" w14:textId="119CAE28" w:rsidR="00213C67" w:rsidRPr="00901EEF" w:rsidRDefault="005B6B98" w:rsidP="00901EEF">
      <w:pPr>
        <w:pStyle w:val="Hlavika"/>
        <w:tabs>
          <w:tab w:val="clear" w:pos="4819"/>
          <w:tab w:val="clear" w:pos="9071"/>
          <w:tab w:val="left" w:pos="-3261"/>
        </w:tabs>
        <w:jc w:val="both"/>
      </w:pPr>
      <w:r>
        <w:tab/>
      </w:r>
      <w:r w:rsidR="00612453">
        <w:t>Mierka celkovej situácie M 1:</w:t>
      </w:r>
      <w:r w:rsidR="008616D4">
        <w:t>5 000</w:t>
      </w:r>
      <w:r w:rsidR="007B37A3">
        <w:t xml:space="preserve">. Celková situácia obsahuje: </w:t>
      </w:r>
    </w:p>
    <w:p w14:paraId="757429F2" w14:textId="77777777" w:rsidR="00BF0E2E"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existujúci stav na podklade štátneho mapového diela (GKÚ),</w:t>
      </w:r>
    </w:p>
    <w:p w14:paraId="047A31E3" w14:textId="77777777" w:rsidR="00213C67"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hranice katastrálnych území s popisom,</w:t>
      </w:r>
      <w:r w:rsidR="00213C67">
        <w:rPr>
          <w:bCs/>
        </w:rPr>
        <w:t xml:space="preserve"> </w:t>
      </w:r>
    </w:p>
    <w:p w14:paraId="5ED88670" w14:textId="77777777" w:rsidR="0068616D" w:rsidRPr="00AC1FD2" w:rsidRDefault="0068616D" w:rsidP="0068616D">
      <w:pPr>
        <w:pStyle w:val="Odsekzoznamu"/>
        <w:numPr>
          <w:ilvl w:val="0"/>
          <w:numId w:val="9"/>
        </w:numPr>
        <w:ind w:left="567" w:hanging="283"/>
        <w:rPr>
          <w:bCs/>
        </w:rPr>
      </w:pPr>
      <w:r w:rsidRPr="00AC1FD2">
        <w:rPr>
          <w:bCs/>
        </w:rPr>
        <w:t xml:space="preserve">polohopis a výškopis územia stavby a jej najbližšieho okolia, uvedenie výškového a súradnicového systému a vyznačenie svetových strán, </w:t>
      </w:r>
    </w:p>
    <w:p w14:paraId="33AA60A3" w14:textId="77777777" w:rsidR="008D19A5" w:rsidRPr="00AC1FD2" w:rsidRDefault="008D19A5" w:rsidP="005B6B98">
      <w:pPr>
        <w:pStyle w:val="Hlavika"/>
        <w:numPr>
          <w:ilvl w:val="0"/>
          <w:numId w:val="9"/>
        </w:numPr>
        <w:tabs>
          <w:tab w:val="clear" w:pos="4819"/>
          <w:tab w:val="clear" w:pos="9071"/>
          <w:tab w:val="left" w:pos="-3261"/>
        </w:tabs>
        <w:ind w:left="567" w:hanging="283"/>
        <w:jc w:val="both"/>
        <w:rPr>
          <w:bCs/>
        </w:rPr>
      </w:pPr>
      <w:r w:rsidRPr="00AC1FD2">
        <w:rPr>
          <w:bCs/>
        </w:rPr>
        <w:t>zobrazenie bodov Základnej vytyčovacej siete diaľnice (rýchlostnej cesty) podľa STN 01 3410,</w:t>
      </w:r>
    </w:p>
    <w:p w14:paraId="2A4A20E9" w14:textId="77777777" w:rsidR="00213C67"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vyznačené dôležité sídla, čísla ciest, resp. iné orientačné body v okolí stavby,</w:t>
      </w:r>
      <w:r w:rsidR="00213C67">
        <w:rPr>
          <w:bCs/>
        </w:rPr>
        <w:t xml:space="preserve"> </w:t>
      </w:r>
    </w:p>
    <w:p w14:paraId="78DD605C" w14:textId="77777777" w:rsidR="00213C67"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 xml:space="preserve">navrhovaná stavba so </w:t>
      </w:r>
      <w:proofErr w:type="spellStart"/>
      <w:r w:rsidRPr="00BF0E2E">
        <w:rPr>
          <w:bCs/>
        </w:rPr>
        <w:t>staničením</w:t>
      </w:r>
      <w:proofErr w:type="spellEnd"/>
      <w:r w:rsidRPr="00BF0E2E">
        <w:rPr>
          <w:bCs/>
        </w:rPr>
        <w:t xml:space="preserve"> po 500 m s vyznačením začiatku a konca stavby s pracovným </w:t>
      </w:r>
      <w:proofErr w:type="spellStart"/>
      <w:r w:rsidRPr="00BF0E2E">
        <w:rPr>
          <w:bCs/>
        </w:rPr>
        <w:t>staničením</w:t>
      </w:r>
      <w:proofErr w:type="spellEnd"/>
      <w:r w:rsidRPr="00BF0E2E">
        <w:rPr>
          <w:bCs/>
        </w:rPr>
        <w:t xml:space="preserve"> a vyznačeným </w:t>
      </w:r>
      <w:proofErr w:type="spellStart"/>
      <w:r w:rsidRPr="00BF0E2E">
        <w:rPr>
          <w:bCs/>
        </w:rPr>
        <w:t>staničením</w:t>
      </w:r>
      <w:proofErr w:type="spellEnd"/>
      <w:r w:rsidRPr="00BF0E2E">
        <w:rPr>
          <w:bCs/>
        </w:rPr>
        <w:t xml:space="preserve"> existujúcej pozemnej komunikácie v mieste napojenia, prípadne na iné rozostavané úseky.</w:t>
      </w:r>
      <w:r w:rsidR="00213C67">
        <w:rPr>
          <w:bCs/>
        </w:rPr>
        <w:t xml:space="preserve">, </w:t>
      </w:r>
    </w:p>
    <w:p w14:paraId="5FC6A1D4" w14:textId="77777777" w:rsidR="00213C67"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všetky objekty stavby ako nadzemné tak aj podzemné,</w:t>
      </w:r>
    </w:p>
    <w:p w14:paraId="623B3E52" w14:textId="77777777" w:rsidR="0068616D" w:rsidRPr="00AC1FD2" w:rsidRDefault="0068616D" w:rsidP="0068616D">
      <w:pPr>
        <w:pStyle w:val="Odsekzoznamu"/>
        <w:numPr>
          <w:ilvl w:val="0"/>
          <w:numId w:val="9"/>
        </w:numPr>
        <w:ind w:left="567" w:hanging="283"/>
        <w:rPr>
          <w:bCs/>
        </w:rPr>
      </w:pPr>
      <w:r w:rsidRPr="00AC1FD2">
        <w:rPr>
          <w:bCs/>
        </w:rPr>
        <w:t>polohové vyznačenie všetkých základných prostriedkov, t. j. vrátane podzemných inžinierskych sietí, zakreslenie meliorácií a iných zakrytých zariadení podľa údajov poskytnutých a overených ich správcami,</w:t>
      </w:r>
    </w:p>
    <w:p w14:paraId="15D2B6BE" w14:textId="77777777" w:rsidR="006A334B" w:rsidRPr="006A334B" w:rsidRDefault="006A334B" w:rsidP="006A334B">
      <w:pPr>
        <w:pStyle w:val="Odsekzoznamu"/>
        <w:numPr>
          <w:ilvl w:val="0"/>
          <w:numId w:val="9"/>
        </w:numPr>
        <w:ind w:left="567" w:hanging="283"/>
        <w:rPr>
          <w:bCs/>
        </w:rPr>
      </w:pPr>
      <w:r w:rsidRPr="006A334B">
        <w:rPr>
          <w:bCs/>
        </w:rPr>
        <w:t xml:space="preserve">vyznačenie obvodu stavby, </w:t>
      </w:r>
    </w:p>
    <w:p w14:paraId="4FB96087" w14:textId="77777777" w:rsidR="006A334B" w:rsidRPr="006A334B" w:rsidRDefault="006A334B" w:rsidP="006A334B">
      <w:pPr>
        <w:pStyle w:val="Odsekzoznamu"/>
        <w:numPr>
          <w:ilvl w:val="0"/>
          <w:numId w:val="9"/>
        </w:numPr>
        <w:ind w:left="567" w:hanging="283"/>
        <w:rPr>
          <w:bCs/>
        </w:rPr>
      </w:pPr>
      <w:r w:rsidRPr="006A334B">
        <w:rPr>
          <w:bCs/>
        </w:rPr>
        <w:t xml:space="preserve">vyznačenie demolácií, zrušenie podzemných alebo nadzemných inžinierskych sietí, </w:t>
      </w:r>
    </w:p>
    <w:p w14:paraId="15B8FC27" w14:textId="77777777" w:rsidR="0068616D" w:rsidRPr="006A334B" w:rsidRDefault="006A334B" w:rsidP="006A334B">
      <w:pPr>
        <w:pStyle w:val="Odsekzoznamu"/>
        <w:numPr>
          <w:ilvl w:val="0"/>
          <w:numId w:val="9"/>
        </w:numPr>
        <w:ind w:left="567" w:hanging="283"/>
        <w:rPr>
          <w:bCs/>
        </w:rPr>
      </w:pPr>
      <w:r w:rsidRPr="006A334B">
        <w:rPr>
          <w:bCs/>
        </w:rPr>
        <w:t xml:space="preserve">polohové vyznačenie navrhovanej stavby vrátane jej napojenia na doterajšiu cestnú sieť, preložky podzemných, pozemných alebo nadzemných rozvodných sietí, </w:t>
      </w:r>
    </w:p>
    <w:p w14:paraId="74AE273A" w14:textId="77777777" w:rsidR="00BF0E2E" w:rsidRDefault="00C1405B" w:rsidP="006A334B">
      <w:pPr>
        <w:pStyle w:val="Hlavika"/>
        <w:numPr>
          <w:ilvl w:val="0"/>
          <w:numId w:val="9"/>
        </w:numPr>
        <w:tabs>
          <w:tab w:val="clear" w:pos="4819"/>
          <w:tab w:val="clear" w:pos="9071"/>
          <w:tab w:val="left" w:pos="-3261"/>
        </w:tabs>
        <w:ind w:left="567" w:hanging="283"/>
        <w:jc w:val="both"/>
        <w:rPr>
          <w:bCs/>
        </w:rPr>
      </w:pPr>
      <w:r w:rsidRPr="00C1405B">
        <w:rPr>
          <w:bCs/>
        </w:rPr>
        <w:t xml:space="preserve">vyznačenie stavebných dvorov, </w:t>
      </w:r>
      <w:proofErr w:type="spellStart"/>
      <w:r w:rsidRPr="00C1405B">
        <w:rPr>
          <w:bCs/>
        </w:rPr>
        <w:t>depónií</w:t>
      </w:r>
      <w:proofErr w:type="spellEnd"/>
      <w:r w:rsidRPr="00C1405B">
        <w:rPr>
          <w:bCs/>
        </w:rPr>
        <w:t xml:space="preserve"> a </w:t>
      </w:r>
      <w:proofErr w:type="spellStart"/>
      <w:r w:rsidRPr="00C1405B">
        <w:rPr>
          <w:bCs/>
        </w:rPr>
        <w:t>medzidepónií</w:t>
      </w:r>
      <w:proofErr w:type="spellEnd"/>
      <w:r w:rsidRPr="00C1405B">
        <w:rPr>
          <w:bCs/>
        </w:rPr>
        <w:t xml:space="preserve">, plôch pre </w:t>
      </w:r>
      <w:proofErr w:type="spellStart"/>
      <w:r w:rsidR="006A334B" w:rsidRPr="006A334B">
        <w:rPr>
          <w:bCs/>
        </w:rPr>
        <w:t>pre</w:t>
      </w:r>
      <w:proofErr w:type="spellEnd"/>
      <w:r w:rsidR="006A334B" w:rsidRPr="006A334B">
        <w:rPr>
          <w:bCs/>
        </w:rPr>
        <w:t xml:space="preserve"> spätnú rekultiváciu </w:t>
      </w:r>
      <w:r w:rsidR="006A334B">
        <w:rPr>
          <w:bCs/>
        </w:rPr>
        <w:t xml:space="preserve">a </w:t>
      </w:r>
      <w:r w:rsidRPr="00C1405B">
        <w:rPr>
          <w:bCs/>
        </w:rPr>
        <w:t>náhradnú výsadbu, prístupových komunikácií,</w:t>
      </w:r>
      <w:r w:rsidR="006A334B">
        <w:rPr>
          <w:bCs/>
        </w:rPr>
        <w:t xml:space="preserve"> </w:t>
      </w:r>
      <w:r w:rsidR="006A334B" w:rsidRPr="006A334B">
        <w:rPr>
          <w:bCs/>
        </w:rPr>
        <w:t>plôch pre skládky humusu a zeminy,</w:t>
      </w:r>
      <w:r w:rsidR="006A334B">
        <w:rPr>
          <w:bCs/>
        </w:rPr>
        <w:t xml:space="preserve"> </w:t>
      </w:r>
      <w:r w:rsidR="006A334B" w:rsidRPr="00D74F25">
        <w:rPr>
          <w:bCs/>
        </w:rPr>
        <w:t>plôch pre rozprestretie prebytočného humusu,</w:t>
      </w:r>
    </w:p>
    <w:p w14:paraId="5823CBB6" w14:textId="77777777" w:rsidR="00BF0E2E" w:rsidRDefault="00C1405B" w:rsidP="005B6B98">
      <w:pPr>
        <w:pStyle w:val="Hlavika"/>
        <w:numPr>
          <w:ilvl w:val="0"/>
          <w:numId w:val="9"/>
        </w:numPr>
        <w:tabs>
          <w:tab w:val="clear" w:pos="4819"/>
          <w:tab w:val="clear" w:pos="9071"/>
          <w:tab w:val="left" w:pos="-3261"/>
        </w:tabs>
        <w:ind w:left="567" w:hanging="283"/>
        <w:jc w:val="both"/>
        <w:rPr>
          <w:bCs/>
        </w:rPr>
      </w:pPr>
      <w:r w:rsidRPr="00C1405B">
        <w:rPr>
          <w:bCs/>
        </w:rPr>
        <w:t>vyznačené prípadné plánované nadväzné úseky (inou farbou),</w:t>
      </w:r>
    </w:p>
    <w:p w14:paraId="704AF7D4" w14:textId="77777777" w:rsidR="00901EEF" w:rsidRDefault="00C1405B" w:rsidP="006A334B">
      <w:pPr>
        <w:pStyle w:val="Hlavika"/>
        <w:numPr>
          <w:ilvl w:val="0"/>
          <w:numId w:val="9"/>
        </w:numPr>
        <w:tabs>
          <w:tab w:val="clear" w:pos="4819"/>
          <w:tab w:val="clear" w:pos="9071"/>
          <w:tab w:val="left" w:pos="-3261"/>
        </w:tabs>
        <w:spacing w:after="120"/>
        <w:ind w:left="567" w:hanging="283"/>
        <w:jc w:val="both"/>
        <w:rPr>
          <w:bCs/>
        </w:rPr>
      </w:pPr>
      <w:r w:rsidRPr="00C1405B">
        <w:rPr>
          <w:bCs/>
        </w:rPr>
        <w:lastRenderedPageBreak/>
        <w:t>vyznačené ochranné pásma, pásma hygienickej ochrany vodných zdrojov, archeologické lokality, chránené územia (patria sem najmä CHVÚ, ÚEV, CHKO, PP, PR, BK regionálneho a nadregionálneho významu, biotopy národného a európskeho významu a pod.), dobývacie priestory, svahové deformácie, obvod stavby (vonkajšia hranica záberov).</w:t>
      </w:r>
    </w:p>
    <w:p w14:paraId="04FE125A" w14:textId="77777777" w:rsidR="00121DD4" w:rsidRDefault="00121DD4" w:rsidP="00E25870">
      <w:pPr>
        <w:pStyle w:val="Hlavika"/>
        <w:tabs>
          <w:tab w:val="clear" w:pos="4819"/>
          <w:tab w:val="clear" w:pos="9071"/>
          <w:tab w:val="left" w:pos="-3261"/>
        </w:tabs>
        <w:spacing w:after="120"/>
        <w:jc w:val="both"/>
        <w:rPr>
          <w:bCs/>
        </w:rPr>
      </w:pPr>
    </w:p>
    <w:p w14:paraId="071283BE" w14:textId="77777777" w:rsidR="00CE1181" w:rsidRPr="00A60E6D" w:rsidRDefault="005336C1" w:rsidP="007B4C63">
      <w:pPr>
        <w:pStyle w:val="Hlavika"/>
        <w:numPr>
          <w:ilvl w:val="1"/>
          <w:numId w:val="103"/>
        </w:numPr>
        <w:tabs>
          <w:tab w:val="clear" w:pos="4819"/>
          <w:tab w:val="clear" w:pos="9071"/>
          <w:tab w:val="left" w:pos="-3261"/>
        </w:tabs>
        <w:spacing w:after="120"/>
        <w:jc w:val="both"/>
        <w:rPr>
          <w:b/>
          <w:bCs/>
          <w:sz w:val="22"/>
          <w:szCs w:val="22"/>
        </w:rPr>
      </w:pPr>
      <w:r w:rsidRPr="00A60E6D">
        <w:rPr>
          <w:b/>
          <w:bCs/>
          <w:sz w:val="22"/>
          <w:szCs w:val="22"/>
        </w:rPr>
        <w:t xml:space="preserve">    </w:t>
      </w:r>
      <w:r w:rsidR="004722E1" w:rsidRPr="00A60E6D">
        <w:rPr>
          <w:b/>
          <w:bCs/>
          <w:sz w:val="22"/>
          <w:szCs w:val="22"/>
        </w:rPr>
        <w:t xml:space="preserve">Pozdĺžny  profil </w:t>
      </w:r>
    </w:p>
    <w:p w14:paraId="6C54D016" w14:textId="77777777" w:rsidR="004722E1" w:rsidRDefault="004722E1" w:rsidP="004722E1">
      <w:pPr>
        <w:pStyle w:val="Hlavika"/>
        <w:tabs>
          <w:tab w:val="clear" w:pos="4819"/>
          <w:tab w:val="clear" w:pos="9071"/>
          <w:tab w:val="left" w:pos="-3261"/>
        </w:tabs>
        <w:spacing w:after="120"/>
        <w:ind w:left="540"/>
        <w:jc w:val="both"/>
        <w:rPr>
          <w:bCs/>
        </w:rPr>
      </w:pPr>
      <w:r w:rsidRPr="004722E1">
        <w:rPr>
          <w:bCs/>
        </w:rPr>
        <w:t>Poz</w:t>
      </w:r>
      <w:r>
        <w:rPr>
          <w:bCs/>
        </w:rPr>
        <w:t>dĺžny profil sa vypracuje v dĺžkovej mierke celkovej situácie (D1.2) a výškovej mierke s desaťnásobným prevýšením.</w:t>
      </w:r>
    </w:p>
    <w:p w14:paraId="0CBFC173" w14:textId="77777777" w:rsidR="004722E1" w:rsidRPr="004722E1" w:rsidRDefault="004722E1" w:rsidP="004722E1">
      <w:pPr>
        <w:pStyle w:val="Hlavika"/>
        <w:tabs>
          <w:tab w:val="clear" w:pos="4819"/>
          <w:tab w:val="clear" w:pos="9071"/>
          <w:tab w:val="left" w:pos="-3261"/>
        </w:tabs>
        <w:spacing w:after="120"/>
        <w:ind w:left="540"/>
        <w:jc w:val="both"/>
        <w:rPr>
          <w:bCs/>
        </w:rPr>
      </w:pPr>
      <w:r>
        <w:rPr>
          <w:bCs/>
        </w:rPr>
        <w:t xml:space="preserve">V pozdĺžnom reze sú vykreslené hlavné objekty v trase pozemnej komunikácie (mosty, múry, križovatka), </w:t>
      </w:r>
      <w:proofErr w:type="spellStart"/>
      <w:r>
        <w:rPr>
          <w:bCs/>
        </w:rPr>
        <w:t>staničenie</w:t>
      </w:r>
      <w:proofErr w:type="spellEnd"/>
      <w:r>
        <w:rPr>
          <w:bCs/>
        </w:rPr>
        <w:t xml:space="preserve"> po 500m s vyznačením začiatku a konca stavby s pracovným </w:t>
      </w:r>
      <w:proofErr w:type="spellStart"/>
      <w:r w:rsidR="00AF476E">
        <w:rPr>
          <w:bCs/>
        </w:rPr>
        <w:t>staničením</w:t>
      </w:r>
      <w:proofErr w:type="spellEnd"/>
      <w:r w:rsidR="00AF476E">
        <w:rPr>
          <w:bCs/>
        </w:rPr>
        <w:t xml:space="preserve"> a vyznačeným </w:t>
      </w:r>
      <w:proofErr w:type="spellStart"/>
      <w:r w:rsidR="00AF476E">
        <w:rPr>
          <w:bCs/>
        </w:rPr>
        <w:t>staničením</w:t>
      </w:r>
      <w:proofErr w:type="spellEnd"/>
      <w:r w:rsidR="00AF476E">
        <w:rPr>
          <w:bCs/>
        </w:rPr>
        <w:t xml:space="preserve"> existujúcej pozemnej komunikácie v mieste napojenia, prípadne iné rozostavané úseky.</w:t>
      </w:r>
    </w:p>
    <w:p w14:paraId="336D0A28" w14:textId="77777777" w:rsidR="004722E1" w:rsidRPr="00A60E6D" w:rsidRDefault="005336C1" w:rsidP="007B4C63">
      <w:pPr>
        <w:pStyle w:val="Hlavika"/>
        <w:numPr>
          <w:ilvl w:val="1"/>
          <w:numId w:val="103"/>
        </w:numPr>
        <w:tabs>
          <w:tab w:val="clear" w:pos="4819"/>
          <w:tab w:val="clear" w:pos="9071"/>
          <w:tab w:val="left" w:pos="-3261"/>
        </w:tabs>
        <w:spacing w:after="120"/>
        <w:jc w:val="both"/>
        <w:rPr>
          <w:b/>
          <w:bCs/>
          <w:sz w:val="22"/>
          <w:szCs w:val="22"/>
        </w:rPr>
      </w:pPr>
      <w:r w:rsidRPr="00A60E6D">
        <w:rPr>
          <w:b/>
          <w:bCs/>
          <w:sz w:val="22"/>
          <w:szCs w:val="22"/>
        </w:rPr>
        <w:t xml:space="preserve">   </w:t>
      </w:r>
      <w:proofErr w:type="spellStart"/>
      <w:r w:rsidR="004722E1" w:rsidRPr="00A60E6D">
        <w:rPr>
          <w:b/>
          <w:bCs/>
          <w:sz w:val="22"/>
          <w:szCs w:val="22"/>
        </w:rPr>
        <w:t>Ortofotomapa</w:t>
      </w:r>
      <w:proofErr w:type="spellEnd"/>
      <w:r w:rsidR="004722E1" w:rsidRPr="00A60E6D">
        <w:rPr>
          <w:b/>
          <w:bCs/>
          <w:sz w:val="22"/>
          <w:szCs w:val="22"/>
        </w:rPr>
        <w:t xml:space="preserve"> </w:t>
      </w:r>
      <w:r w:rsidR="00AF476E" w:rsidRPr="00A60E6D">
        <w:rPr>
          <w:b/>
          <w:bCs/>
          <w:sz w:val="22"/>
          <w:szCs w:val="22"/>
        </w:rPr>
        <w:t>(celková situácia stavby)</w:t>
      </w:r>
    </w:p>
    <w:p w14:paraId="792B6EE7" w14:textId="6113EAA7" w:rsidR="00AF476E" w:rsidRDefault="00AF476E" w:rsidP="00AF476E">
      <w:pPr>
        <w:pStyle w:val="Hlavika"/>
        <w:tabs>
          <w:tab w:val="clear" w:pos="4819"/>
          <w:tab w:val="clear" w:pos="9071"/>
          <w:tab w:val="left" w:pos="-3261"/>
        </w:tabs>
        <w:spacing w:after="120"/>
        <w:ind w:left="540"/>
        <w:jc w:val="both"/>
        <w:rPr>
          <w:bCs/>
        </w:rPr>
      </w:pPr>
      <w:proofErr w:type="spellStart"/>
      <w:r w:rsidRPr="008D19A5">
        <w:rPr>
          <w:bCs/>
        </w:rPr>
        <w:t>Ortofotomapa</w:t>
      </w:r>
      <w:proofErr w:type="spellEnd"/>
      <w:r w:rsidRPr="008D19A5">
        <w:rPr>
          <w:bCs/>
        </w:rPr>
        <w:t xml:space="preserve"> v mierke M 1:</w:t>
      </w:r>
      <w:r w:rsidR="008616D4">
        <w:rPr>
          <w:bCs/>
        </w:rPr>
        <w:t>5</w:t>
      </w:r>
      <w:r w:rsidR="008616D4" w:rsidRPr="008D19A5">
        <w:rPr>
          <w:bCs/>
        </w:rPr>
        <w:t xml:space="preserve"> </w:t>
      </w:r>
      <w:r w:rsidRPr="008D19A5">
        <w:rPr>
          <w:bCs/>
        </w:rPr>
        <w:t>000</w:t>
      </w:r>
      <w:r>
        <w:rPr>
          <w:bCs/>
        </w:rPr>
        <w:t xml:space="preserve"> obsahuje</w:t>
      </w:r>
    </w:p>
    <w:p w14:paraId="124A93F9" w14:textId="77777777" w:rsidR="00AF476E" w:rsidRPr="008D19A5" w:rsidRDefault="00AF476E" w:rsidP="007B4C63">
      <w:pPr>
        <w:pStyle w:val="Hlavika"/>
        <w:numPr>
          <w:ilvl w:val="0"/>
          <w:numId w:val="50"/>
        </w:numPr>
        <w:tabs>
          <w:tab w:val="left" w:pos="-3261"/>
        </w:tabs>
        <w:ind w:left="567" w:hanging="283"/>
        <w:jc w:val="both"/>
        <w:rPr>
          <w:bCs/>
        </w:rPr>
      </w:pPr>
      <w:proofErr w:type="spellStart"/>
      <w:r w:rsidRPr="008D19A5">
        <w:rPr>
          <w:bCs/>
        </w:rPr>
        <w:t>ortofotomapu</w:t>
      </w:r>
      <w:proofErr w:type="spellEnd"/>
      <w:r w:rsidRPr="008D19A5">
        <w:rPr>
          <w:bCs/>
        </w:rPr>
        <w:t xml:space="preserve"> v rozlíšení 20 cm/1 pixel, resp. 25 cm/1 pixel, ktorej aktuálna verzia je k dispozícii na verejnom portáli GKÚ v dobe nadobudnutia účinnosti </w:t>
      </w:r>
      <w:proofErr w:type="spellStart"/>
      <w:r w:rsidRPr="008D19A5">
        <w:rPr>
          <w:bCs/>
        </w:rPr>
        <w:t>ZoD</w:t>
      </w:r>
      <w:proofErr w:type="spellEnd"/>
      <w:r w:rsidRPr="008D19A5">
        <w:rPr>
          <w:bCs/>
        </w:rPr>
        <w:t>,</w:t>
      </w:r>
    </w:p>
    <w:p w14:paraId="521B7B44" w14:textId="77777777" w:rsidR="00AF476E" w:rsidRPr="008D19A5" w:rsidRDefault="00AF476E" w:rsidP="007B4C63">
      <w:pPr>
        <w:pStyle w:val="Hlavika"/>
        <w:numPr>
          <w:ilvl w:val="0"/>
          <w:numId w:val="50"/>
        </w:numPr>
        <w:tabs>
          <w:tab w:val="left" w:pos="-3261"/>
        </w:tabs>
        <w:ind w:left="567" w:hanging="283"/>
        <w:jc w:val="both"/>
        <w:rPr>
          <w:bCs/>
        </w:rPr>
      </w:pPr>
      <w:r>
        <w:rPr>
          <w:bCs/>
        </w:rPr>
        <w:t>názvy existujúcich sídiel a popis existujúcich ciest</w:t>
      </w:r>
    </w:p>
    <w:p w14:paraId="0354C84F" w14:textId="77777777" w:rsidR="00AF476E" w:rsidRPr="008D19A5" w:rsidRDefault="00AF476E" w:rsidP="007B4C63">
      <w:pPr>
        <w:pStyle w:val="Hlavika"/>
        <w:numPr>
          <w:ilvl w:val="0"/>
          <w:numId w:val="50"/>
        </w:numPr>
        <w:tabs>
          <w:tab w:val="left" w:pos="-3261"/>
        </w:tabs>
        <w:ind w:left="567" w:hanging="283"/>
        <w:jc w:val="both"/>
        <w:rPr>
          <w:bCs/>
        </w:rPr>
      </w:pPr>
      <w:r w:rsidRPr="008D19A5">
        <w:rPr>
          <w:bCs/>
        </w:rPr>
        <w:t xml:space="preserve">zakreslenie </w:t>
      </w:r>
      <w:r>
        <w:rPr>
          <w:bCs/>
        </w:rPr>
        <w:t>trasy</w:t>
      </w:r>
      <w:r w:rsidRPr="008D19A5">
        <w:rPr>
          <w:bCs/>
        </w:rPr>
        <w:t xml:space="preserve"> pozemnej komunikácie a ostatný</w:t>
      </w:r>
      <w:r>
        <w:rPr>
          <w:bCs/>
        </w:rPr>
        <w:t>ch novobudovaných objektov (smerovo – rozdelená pozemná komunikácia sa zakresľuje</w:t>
      </w:r>
      <w:r w:rsidR="001003AB">
        <w:rPr>
          <w:bCs/>
        </w:rPr>
        <w:t xml:space="preserve"> </w:t>
      </w:r>
      <w:r>
        <w:rPr>
          <w:bCs/>
        </w:rPr>
        <w:t>hranou koruny,</w:t>
      </w:r>
      <w:r w:rsidR="001003AB">
        <w:rPr>
          <w:bCs/>
        </w:rPr>
        <w:t xml:space="preserve"> majetkovou hranicou, ostatné pozemné komunikácie majetkovou hranicou,</w:t>
      </w:r>
      <w:r w:rsidRPr="008D19A5">
        <w:rPr>
          <w:bCs/>
        </w:rPr>
        <w:t xml:space="preserve"> časti predchádzajúceho a nasledujúceho úseku s popisom charakteru stavby s vyznačením dopravných smerov na začiatku a konci úseku,</w:t>
      </w:r>
    </w:p>
    <w:p w14:paraId="669521B0" w14:textId="77777777" w:rsidR="00AF476E" w:rsidRPr="008D19A5" w:rsidRDefault="001003AB" w:rsidP="007B4C63">
      <w:pPr>
        <w:pStyle w:val="Hlavika"/>
        <w:numPr>
          <w:ilvl w:val="0"/>
          <w:numId w:val="50"/>
        </w:numPr>
        <w:tabs>
          <w:tab w:val="left" w:pos="-3261"/>
        </w:tabs>
        <w:ind w:left="567" w:hanging="283"/>
        <w:jc w:val="both"/>
        <w:rPr>
          <w:bCs/>
        </w:rPr>
      </w:pPr>
      <w:r>
        <w:rPr>
          <w:bCs/>
        </w:rPr>
        <w:t xml:space="preserve">čísla objektov PK, objektov vybavenia PK a objektov na PK, </w:t>
      </w:r>
      <w:r w:rsidR="00AF476E" w:rsidRPr="008D19A5">
        <w:rPr>
          <w:bCs/>
        </w:rPr>
        <w:t xml:space="preserve"> </w:t>
      </w:r>
    </w:p>
    <w:p w14:paraId="023A567A" w14:textId="77777777" w:rsidR="00AF476E" w:rsidRPr="008D19A5" w:rsidRDefault="00AF476E" w:rsidP="007B4C63">
      <w:pPr>
        <w:pStyle w:val="Hlavika"/>
        <w:numPr>
          <w:ilvl w:val="0"/>
          <w:numId w:val="50"/>
        </w:numPr>
        <w:tabs>
          <w:tab w:val="left" w:pos="-3261"/>
        </w:tabs>
        <w:ind w:left="567" w:hanging="283"/>
        <w:jc w:val="both"/>
        <w:rPr>
          <w:bCs/>
        </w:rPr>
      </w:pPr>
      <w:r w:rsidRPr="008D19A5">
        <w:rPr>
          <w:bCs/>
        </w:rPr>
        <w:t>dočasné zá</w:t>
      </w:r>
      <w:r w:rsidR="005336C1">
        <w:rPr>
          <w:bCs/>
        </w:rPr>
        <w:t>bery (čiarkovane)</w:t>
      </w:r>
    </w:p>
    <w:p w14:paraId="13144244" w14:textId="77777777" w:rsidR="00AF476E" w:rsidRPr="008D19A5" w:rsidRDefault="00AF476E" w:rsidP="007B4C63">
      <w:pPr>
        <w:pStyle w:val="Hlavika"/>
        <w:numPr>
          <w:ilvl w:val="0"/>
          <w:numId w:val="50"/>
        </w:numPr>
        <w:tabs>
          <w:tab w:val="left" w:pos="-3261"/>
        </w:tabs>
        <w:ind w:left="567" w:hanging="283"/>
        <w:jc w:val="both"/>
        <w:rPr>
          <w:bCs/>
        </w:rPr>
      </w:pPr>
      <w:r w:rsidRPr="008D19A5">
        <w:rPr>
          <w:bCs/>
        </w:rPr>
        <w:t>začiatok a koniec úseku pozemnej komunikácie,</w:t>
      </w:r>
      <w:r>
        <w:rPr>
          <w:bCs/>
        </w:rPr>
        <w:t xml:space="preserve"> ochranné pásmo</w:t>
      </w:r>
    </w:p>
    <w:p w14:paraId="0B3EEA2C" w14:textId="77777777" w:rsidR="00AF476E" w:rsidRDefault="00AF476E" w:rsidP="00AF476E">
      <w:pPr>
        <w:pStyle w:val="Hlavika"/>
        <w:tabs>
          <w:tab w:val="clear" w:pos="4819"/>
          <w:tab w:val="clear" w:pos="9071"/>
          <w:tab w:val="left" w:pos="-3261"/>
        </w:tabs>
        <w:spacing w:after="120"/>
        <w:ind w:left="540"/>
        <w:jc w:val="both"/>
        <w:rPr>
          <w:b/>
          <w:bCs/>
        </w:rPr>
      </w:pPr>
    </w:p>
    <w:p w14:paraId="07AA5EB3" w14:textId="77777777" w:rsidR="00AF476E" w:rsidRPr="00A60E6D" w:rsidRDefault="005336C1" w:rsidP="007B4C63">
      <w:pPr>
        <w:pStyle w:val="Hlavika"/>
        <w:numPr>
          <w:ilvl w:val="1"/>
          <w:numId w:val="103"/>
        </w:numPr>
        <w:tabs>
          <w:tab w:val="clear" w:pos="4819"/>
          <w:tab w:val="clear" w:pos="9071"/>
          <w:tab w:val="left" w:pos="-3261"/>
        </w:tabs>
        <w:spacing w:after="120"/>
        <w:jc w:val="both"/>
        <w:rPr>
          <w:b/>
          <w:bCs/>
          <w:sz w:val="22"/>
          <w:szCs w:val="22"/>
        </w:rPr>
      </w:pPr>
      <w:r w:rsidRPr="00A60E6D">
        <w:rPr>
          <w:b/>
          <w:bCs/>
          <w:sz w:val="22"/>
          <w:szCs w:val="22"/>
        </w:rPr>
        <w:t xml:space="preserve">    </w:t>
      </w:r>
      <w:proofErr w:type="spellStart"/>
      <w:r w:rsidR="00AF476E" w:rsidRPr="00A60E6D">
        <w:rPr>
          <w:b/>
          <w:bCs/>
          <w:sz w:val="22"/>
          <w:szCs w:val="22"/>
        </w:rPr>
        <w:t>Ortofotomapa</w:t>
      </w:r>
      <w:proofErr w:type="spellEnd"/>
      <w:r w:rsidR="00AF476E" w:rsidRPr="00A60E6D">
        <w:rPr>
          <w:b/>
          <w:bCs/>
          <w:sz w:val="22"/>
          <w:szCs w:val="22"/>
        </w:rPr>
        <w:t xml:space="preserve"> (na KN podklade)</w:t>
      </w:r>
    </w:p>
    <w:p w14:paraId="2DFF9BCC" w14:textId="77777777" w:rsidR="00D53FBB" w:rsidRPr="00D53FBB" w:rsidRDefault="008D19A5" w:rsidP="004B495C">
      <w:pPr>
        <w:pStyle w:val="Hlavika"/>
        <w:tabs>
          <w:tab w:val="left" w:pos="-3261"/>
        </w:tabs>
        <w:spacing w:after="120"/>
        <w:ind w:firstLine="567"/>
        <w:jc w:val="both"/>
        <w:rPr>
          <w:bCs/>
        </w:rPr>
      </w:pPr>
      <w:proofErr w:type="spellStart"/>
      <w:r w:rsidRPr="008D19A5">
        <w:rPr>
          <w:bCs/>
        </w:rPr>
        <w:t>Ortofotomapa</w:t>
      </w:r>
      <w:proofErr w:type="spellEnd"/>
      <w:r w:rsidRPr="008D19A5">
        <w:rPr>
          <w:bCs/>
        </w:rPr>
        <w:t xml:space="preserve"> v mierke M 1:2 000 obsahuje </w:t>
      </w:r>
      <w:proofErr w:type="spellStart"/>
      <w:r w:rsidRPr="008D19A5">
        <w:rPr>
          <w:bCs/>
        </w:rPr>
        <w:t>sútlač</w:t>
      </w:r>
      <w:proofErr w:type="spellEnd"/>
      <w:r w:rsidRPr="008D19A5">
        <w:rPr>
          <w:bCs/>
        </w:rPr>
        <w:t xml:space="preserve"> nasledovných častí:</w:t>
      </w:r>
    </w:p>
    <w:p w14:paraId="42089F60" w14:textId="77777777" w:rsidR="008D19A5" w:rsidRPr="008D19A5" w:rsidRDefault="008D19A5" w:rsidP="007B4C63">
      <w:pPr>
        <w:pStyle w:val="Hlavika"/>
        <w:numPr>
          <w:ilvl w:val="0"/>
          <w:numId w:val="50"/>
        </w:numPr>
        <w:tabs>
          <w:tab w:val="left" w:pos="-3261"/>
        </w:tabs>
        <w:ind w:left="567" w:hanging="283"/>
        <w:jc w:val="both"/>
        <w:rPr>
          <w:bCs/>
        </w:rPr>
      </w:pPr>
      <w:proofErr w:type="spellStart"/>
      <w:r w:rsidRPr="008D19A5">
        <w:rPr>
          <w:bCs/>
        </w:rPr>
        <w:t>ortofotomapu</w:t>
      </w:r>
      <w:proofErr w:type="spellEnd"/>
      <w:r w:rsidRPr="008D19A5">
        <w:rPr>
          <w:bCs/>
        </w:rPr>
        <w:t xml:space="preserve"> v rozlíšení 20 cm/1 pixel, resp. 25 cm/1 pixel, ktorej aktuálna verzia je k dispozícii na verejnom portáli GKÚ v dobe nadobudnutia účinnosti </w:t>
      </w:r>
      <w:proofErr w:type="spellStart"/>
      <w:r w:rsidRPr="008D19A5">
        <w:rPr>
          <w:bCs/>
        </w:rPr>
        <w:t>ZoD</w:t>
      </w:r>
      <w:proofErr w:type="spellEnd"/>
      <w:r w:rsidRPr="008D19A5">
        <w:rPr>
          <w:bCs/>
        </w:rPr>
        <w:t>,</w:t>
      </w:r>
    </w:p>
    <w:p w14:paraId="5FD6FD8A" w14:textId="77777777" w:rsidR="008D19A5" w:rsidRPr="008D19A5" w:rsidRDefault="008D19A5" w:rsidP="007B4C63">
      <w:pPr>
        <w:pStyle w:val="Hlavika"/>
        <w:numPr>
          <w:ilvl w:val="0"/>
          <w:numId w:val="50"/>
        </w:numPr>
        <w:tabs>
          <w:tab w:val="left" w:pos="-3261"/>
        </w:tabs>
        <w:ind w:left="567" w:hanging="283"/>
        <w:jc w:val="both"/>
        <w:rPr>
          <w:bCs/>
        </w:rPr>
      </w:pPr>
      <w:r w:rsidRPr="008D19A5">
        <w:rPr>
          <w:bCs/>
        </w:rPr>
        <w:t>názvy existujúcich sídiel,</w:t>
      </w:r>
    </w:p>
    <w:p w14:paraId="55C984E7" w14:textId="77777777" w:rsidR="008D19A5" w:rsidRPr="008D19A5" w:rsidRDefault="008D19A5" w:rsidP="007B4C63">
      <w:pPr>
        <w:pStyle w:val="Hlavika"/>
        <w:numPr>
          <w:ilvl w:val="0"/>
          <w:numId w:val="50"/>
        </w:numPr>
        <w:tabs>
          <w:tab w:val="left" w:pos="-3261"/>
        </w:tabs>
        <w:ind w:left="567" w:hanging="283"/>
        <w:jc w:val="both"/>
        <w:rPr>
          <w:bCs/>
        </w:rPr>
      </w:pPr>
      <w:r w:rsidRPr="008D19A5">
        <w:rPr>
          <w:bCs/>
        </w:rPr>
        <w:t>zakreslenie osi pozemnej komunikácie a ostatných novobudovaných objektov ciest, časti predchádzajúceho a nasledujúceho úseku s popisom charakteru stavby s vyznačením dopravných smerov na začiatku a konci úseku,</w:t>
      </w:r>
    </w:p>
    <w:p w14:paraId="2EFC6FBB" w14:textId="77777777" w:rsidR="008D19A5" w:rsidRPr="008D19A5" w:rsidRDefault="008D19A5" w:rsidP="007B4C63">
      <w:pPr>
        <w:pStyle w:val="Hlavika"/>
        <w:numPr>
          <w:ilvl w:val="0"/>
          <w:numId w:val="50"/>
        </w:numPr>
        <w:tabs>
          <w:tab w:val="left" w:pos="-3261"/>
        </w:tabs>
        <w:ind w:left="567" w:hanging="283"/>
        <w:jc w:val="both"/>
        <w:rPr>
          <w:bCs/>
        </w:rPr>
      </w:pPr>
      <w:r w:rsidRPr="008D19A5">
        <w:rPr>
          <w:bCs/>
        </w:rPr>
        <w:t>čísla objektov PK vztiahnuté na os objektu,</w:t>
      </w:r>
    </w:p>
    <w:p w14:paraId="25571C4C" w14:textId="77777777" w:rsidR="008D19A5" w:rsidRPr="008D19A5" w:rsidRDefault="008D19A5" w:rsidP="007B4C63">
      <w:pPr>
        <w:pStyle w:val="Hlavika"/>
        <w:numPr>
          <w:ilvl w:val="0"/>
          <w:numId w:val="50"/>
        </w:numPr>
        <w:tabs>
          <w:tab w:val="left" w:pos="-3261"/>
        </w:tabs>
        <w:ind w:left="567" w:hanging="283"/>
        <w:jc w:val="both"/>
        <w:rPr>
          <w:bCs/>
        </w:rPr>
      </w:pPr>
      <w:r w:rsidRPr="008D19A5">
        <w:rPr>
          <w:bCs/>
        </w:rPr>
        <w:t>trvalé, dočasné zábery a dočasné zábery do 1 roka,</w:t>
      </w:r>
    </w:p>
    <w:p w14:paraId="19E54E67" w14:textId="77777777" w:rsidR="008D19A5" w:rsidRPr="008D19A5" w:rsidRDefault="008D19A5" w:rsidP="007B4C63">
      <w:pPr>
        <w:pStyle w:val="Hlavika"/>
        <w:numPr>
          <w:ilvl w:val="0"/>
          <w:numId w:val="50"/>
        </w:numPr>
        <w:tabs>
          <w:tab w:val="left" w:pos="-3261"/>
        </w:tabs>
        <w:ind w:left="567" w:hanging="283"/>
        <w:jc w:val="both"/>
        <w:rPr>
          <w:bCs/>
        </w:rPr>
      </w:pPr>
      <w:r w:rsidRPr="008D19A5">
        <w:rPr>
          <w:bCs/>
        </w:rPr>
        <w:t>začiatok a koniec úseku pozemnej komunikácie,</w:t>
      </w:r>
      <w:r w:rsidR="006A334B">
        <w:rPr>
          <w:bCs/>
        </w:rPr>
        <w:t xml:space="preserve"> ochranné pásmo</w:t>
      </w:r>
    </w:p>
    <w:p w14:paraId="0CFD8124" w14:textId="77777777" w:rsidR="008D19A5" w:rsidRPr="008D19A5" w:rsidRDefault="008D19A5" w:rsidP="007B4C63">
      <w:pPr>
        <w:pStyle w:val="Hlavika"/>
        <w:numPr>
          <w:ilvl w:val="0"/>
          <w:numId w:val="50"/>
        </w:numPr>
        <w:tabs>
          <w:tab w:val="left" w:pos="-3261"/>
        </w:tabs>
        <w:ind w:left="567" w:hanging="283"/>
        <w:jc w:val="both"/>
        <w:rPr>
          <w:bCs/>
        </w:rPr>
      </w:pPr>
      <w:proofErr w:type="spellStart"/>
      <w:r w:rsidRPr="008D19A5">
        <w:rPr>
          <w:bCs/>
        </w:rPr>
        <w:t>staničenie</w:t>
      </w:r>
      <w:proofErr w:type="spellEnd"/>
      <w:r w:rsidRPr="008D19A5">
        <w:rPr>
          <w:bCs/>
        </w:rPr>
        <w:t xml:space="preserve"> diaľnice po 200 m,</w:t>
      </w:r>
    </w:p>
    <w:p w14:paraId="744FECA2" w14:textId="77777777" w:rsidR="008D19A5" w:rsidRPr="008D19A5" w:rsidRDefault="008D19A5" w:rsidP="007B4C63">
      <w:pPr>
        <w:pStyle w:val="Hlavika"/>
        <w:numPr>
          <w:ilvl w:val="0"/>
          <w:numId w:val="50"/>
        </w:numPr>
        <w:tabs>
          <w:tab w:val="left" w:pos="-3261"/>
        </w:tabs>
        <w:ind w:left="567" w:hanging="283"/>
        <w:jc w:val="both"/>
        <w:rPr>
          <w:bCs/>
        </w:rPr>
      </w:pPr>
      <w:r w:rsidRPr="008D19A5">
        <w:rPr>
          <w:bCs/>
        </w:rPr>
        <w:t>dopravné smery,</w:t>
      </w:r>
    </w:p>
    <w:p w14:paraId="393609A6" w14:textId="77777777" w:rsidR="008D19A5" w:rsidRPr="008D19A5" w:rsidRDefault="008D19A5" w:rsidP="007B4C63">
      <w:pPr>
        <w:pStyle w:val="Hlavika"/>
        <w:numPr>
          <w:ilvl w:val="0"/>
          <w:numId w:val="50"/>
        </w:numPr>
        <w:tabs>
          <w:tab w:val="left" w:pos="-3261"/>
        </w:tabs>
        <w:ind w:left="567" w:hanging="283"/>
        <w:jc w:val="both"/>
        <w:rPr>
          <w:bCs/>
        </w:rPr>
      </w:pPr>
      <w:r w:rsidRPr="008D19A5">
        <w:rPr>
          <w:bCs/>
        </w:rPr>
        <w:t>hranice katastrálnych území a ich názvy,</w:t>
      </w:r>
    </w:p>
    <w:p w14:paraId="691CF673" w14:textId="77777777" w:rsidR="00FD1331" w:rsidRDefault="008D19A5" w:rsidP="007B4C63">
      <w:pPr>
        <w:pStyle w:val="Hlavika"/>
        <w:numPr>
          <w:ilvl w:val="0"/>
          <w:numId w:val="50"/>
        </w:numPr>
        <w:tabs>
          <w:tab w:val="clear" w:pos="4819"/>
          <w:tab w:val="clear" w:pos="9071"/>
          <w:tab w:val="left" w:pos="-3261"/>
        </w:tabs>
        <w:ind w:left="567" w:hanging="283"/>
        <w:jc w:val="both"/>
        <w:rPr>
          <w:bCs/>
        </w:rPr>
      </w:pPr>
      <w:r w:rsidRPr="008D19A5">
        <w:rPr>
          <w:bCs/>
        </w:rPr>
        <w:t>hranice a čísla parciel registra EKN parciel registra E a CKN parciel registra C, názvy obcí.</w:t>
      </w:r>
    </w:p>
    <w:p w14:paraId="17278F1E" w14:textId="77777777" w:rsidR="008D19A5" w:rsidRPr="006A334B" w:rsidRDefault="008D19A5" w:rsidP="00FD1331">
      <w:pPr>
        <w:jc w:val="both"/>
        <w:rPr>
          <w:b/>
          <w:bCs/>
        </w:rPr>
      </w:pPr>
    </w:p>
    <w:p w14:paraId="63AA369B" w14:textId="77777777" w:rsidR="00FD1331" w:rsidRPr="006A334B" w:rsidRDefault="00FD1331" w:rsidP="00FD1331">
      <w:pPr>
        <w:jc w:val="both"/>
      </w:pPr>
      <w:r w:rsidRPr="006A334B">
        <w:rPr>
          <w:b/>
          <w:bCs/>
        </w:rPr>
        <w:t>Odovzdávanie digitálnych dát</w:t>
      </w:r>
      <w:r w:rsidRPr="006A334B">
        <w:t>:</w:t>
      </w:r>
    </w:p>
    <w:p w14:paraId="5EBF53E8" w14:textId="44DBAFC7" w:rsidR="00A60E6D" w:rsidRDefault="00FD1331" w:rsidP="00FD1331">
      <w:pPr>
        <w:jc w:val="both"/>
        <w:sectPr w:rsidR="00A60E6D" w:rsidSect="003B7924">
          <w:pgSz w:w="11906" w:h="16838" w:code="9"/>
          <w:pgMar w:top="1418" w:right="1134" w:bottom="1134" w:left="1134" w:header="709" w:footer="709" w:gutter="0"/>
          <w:cols w:space="708"/>
          <w:docGrid w:linePitch="360"/>
        </w:sectPr>
      </w:pPr>
      <w:proofErr w:type="spellStart"/>
      <w:r w:rsidRPr="006A334B">
        <w:t>Ortofotomapy</w:t>
      </w:r>
      <w:proofErr w:type="spellEnd"/>
      <w:r w:rsidRPr="006A334B">
        <w:t xml:space="preserve"> v digitálnej forme (letecké meračské snímkovanie </w:t>
      </w:r>
      <w:r w:rsidRPr="006A334B">
        <w:rPr>
          <w:b/>
          <w:bCs/>
        </w:rPr>
        <w:t>nie staršie ako 2 roky)</w:t>
      </w:r>
      <w:r w:rsidRPr="006A334B">
        <w:t xml:space="preserve"> na DVD nosiči s licenciou pre Národnú diaľničnú spoločnosť, a. s. (s využívaním pre všetky fázy prípravy a realizácie stavby s možnosťou poskytnutia subdodávateľom) vo formátoch TIFF s </w:t>
      </w:r>
      <w:proofErr w:type="spellStart"/>
      <w:r w:rsidRPr="006A334B">
        <w:t>georeferenčným</w:t>
      </w:r>
      <w:proofErr w:type="spellEnd"/>
      <w:r w:rsidRPr="006A334B">
        <w:t xml:space="preserve"> súborom TFW, JPEG s </w:t>
      </w:r>
      <w:proofErr w:type="spellStart"/>
      <w:r w:rsidRPr="006A334B">
        <w:t>georeferenčným</w:t>
      </w:r>
      <w:proofErr w:type="spellEnd"/>
      <w:r w:rsidRPr="006A334B">
        <w:t xml:space="preserve"> súborom JGW a formát COT; pre mierku 1:2000, tak požadujeme rozlíšenie 20 cm/</w:t>
      </w:r>
      <w:proofErr w:type="spellStart"/>
      <w:r w:rsidRPr="006A334B">
        <w:t>pxl</w:t>
      </w:r>
      <w:proofErr w:type="spellEnd"/>
      <w:r w:rsidRPr="006A334B">
        <w:t xml:space="preserve"> (nakrájané po mapových listoch v klade ZM 1:2000)</w:t>
      </w:r>
    </w:p>
    <w:p w14:paraId="7A63051C" w14:textId="77777777" w:rsidR="00C25875" w:rsidRPr="00A60E6D" w:rsidRDefault="005336C1" w:rsidP="00C25875">
      <w:pPr>
        <w:pStyle w:val="Hlavika"/>
        <w:tabs>
          <w:tab w:val="clear" w:pos="4819"/>
          <w:tab w:val="clear" w:pos="9071"/>
          <w:tab w:val="left" w:pos="-3261"/>
        </w:tabs>
        <w:spacing w:after="120"/>
        <w:jc w:val="both"/>
        <w:rPr>
          <w:b/>
          <w:bCs/>
          <w:sz w:val="22"/>
          <w:szCs w:val="22"/>
        </w:rPr>
      </w:pPr>
      <w:r w:rsidRPr="00A60E6D">
        <w:rPr>
          <w:b/>
          <w:bCs/>
          <w:sz w:val="22"/>
          <w:szCs w:val="22"/>
        </w:rPr>
        <w:lastRenderedPageBreak/>
        <w:t>1.6</w:t>
      </w:r>
      <w:r w:rsidR="00C25875" w:rsidRPr="00A60E6D">
        <w:rPr>
          <w:b/>
          <w:bCs/>
          <w:sz w:val="22"/>
          <w:szCs w:val="22"/>
        </w:rPr>
        <w:tab/>
      </w:r>
      <w:r w:rsidR="008D19A5" w:rsidRPr="00A60E6D">
        <w:rPr>
          <w:b/>
          <w:bCs/>
          <w:sz w:val="22"/>
          <w:szCs w:val="22"/>
        </w:rPr>
        <w:t>Koordinačné výkresy</w:t>
      </w:r>
    </w:p>
    <w:p w14:paraId="43C7F0F1" w14:textId="77777777" w:rsidR="008D19A5" w:rsidRPr="008D19A5" w:rsidRDefault="00AA3AE3" w:rsidP="004B495C">
      <w:pPr>
        <w:pStyle w:val="Hlavika"/>
        <w:tabs>
          <w:tab w:val="left" w:pos="-3261"/>
        </w:tabs>
        <w:spacing w:after="120"/>
        <w:ind w:firstLine="567"/>
        <w:jc w:val="both"/>
        <w:rPr>
          <w:bCs/>
        </w:rPr>
      </w:pPr>
      <w:r>
        <w:rPr>
          <w:bCs/>
        </w:rPr>
        <w:tab/>
      </w:r>
      <w:r w:rsidR="008D19A5" w:rsidRPr="008D19A5">
        <w:rPr>
          <w:bCs/>
        </w:rPr>
        <w:t>Mierka koordinačných výkresov M 1:1 000, v prípade komplikovaných stavieb a úsekov v M 1:500, resp. 1:200.</w:t>
      </w:r>
    </w:p>
    <w:p w14:paraId="68732B6F" w14:textId="77777777" w:rsidR="008D19A5" w:rsidRDefault="008D19A5" w:rsidP="008D19A5">
      <w:pPr>
        <w:pStyle w:val="Hlavika"/>
        <w:tabs>
          <w:tab w:val="clear" w:pos="4819"/>
          <w:tab w:val="clear" w:pos="9071"/>
          <w:tab w:val="left" w:pos="-3261"/>
        </w:tabs>
        <w:jc w:val="both"/>
        <w:rPr>
          <w:bCs/>
        </w:rPr>
      </w:pPr>
      <w:r w:rsidRPr="008D19A5">
        <w:rPr>
          <w:bCs/>
        </w:rPr>
        <w:t>Koordinačné výkresy obsahujú:</w:t>
      </w:r>
    </w:p>
    <w:p w14:paraId="25563205"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polohopisné a výškopisné zameranie vrátane vrstevníc (existujúce stavby, dopravná infraštruktúra a inžinierske siete),</w:t>
      </w:r>
    </w:p>
    <w:p w14:paraId="76C9A47B"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body Základnej vytyčovacej siete,</w:t>
      </w:r>
    </w:p>
    <w:p w14:paraId="30B80B81"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hranice CKN parciel registra C a EKN parciel registra E s popisom, katastrálne hranice, prípadne hranice intravilánov obcí,</w:t>
      </w:r>
    </w:p>
    <w:p w14:paraId="1F9E216B"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vyznačené stavby a inžinierske siete určené na odstránenie,</w:t>
      </w:r>
    </w:p>
    <w:p w14:paraId="1074B946" w14:textId="77777777" w:rsidR="008D19A5" w:rsidRPr="006A334B" w:rsidRDefault="008D19A5" w:rsidP="007B4C63">
      <w:pPr>
        <w:pStyle w:val="Hlavika"/>
        <w:numPr>
          <w:ilvl w:val="0"/>
          <w:numId w:val="51"/>
        </w:numPr>
        <w:tabs>
          <w:tab w:val="left" w:pos="-3261"/>
        </w:tabs>
        <w:ind w:left="567" w:hanging="283"/>
        <w:jc w:val="both"/>
        <w:rPr>
          <w:bCs/>
        </w:rPr>
      </w:pPr>
      <w:r w:rsidRPr="006A334B">
        <w:rPr>
          <w:bCs/>
        </w:rPr>
        <w:t>navrhované objekty a ich napojenie na existujúce objekty (všetky objekty podľa objektovej skladby),</w:t>
      </w:r>
    </w:p>
    <w:p w14:paraId="68F47D22" w14:textId="77777777" w:rsidR="008D19A5" w:rsidRPr="006A334B" w:rsidRDefault="008D19A5" w:rsidP="007B4C63">
      <w:pPr>
        <w:pStyle w:val="Hlavika"/>
        <w:numPr>
          <w:ilvl w:val="0"/>
          <w:numId w:val="51"/>
        </w:numPr>
        <w:tabs>
          <w:tab w:val="left" w:pos="-3261"/>
        </w:tabs>
        <w:ind w:left="567" w:hanging="283"/>
        <w:jc w:val="both"/>
        <w:rPr>
          <w:bCs/>
        </w:rPr>
      </w:pPr>
      <w:r w:rsidRPr="006A334B">
        <w:rPr>
          <w:bCs/>
        </w:rPr>
        <w:t>navrhované geotechnické sondy (súčasť geotechnického monitoringu),</w:t>
      </w:r>
    </w:p>
    <w:p w14:paraId="06715EDE"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hranice obvodu stavby (vonkajšia hranica záberov),</w:t>
      </w:r>
    </w:p>
    <w:p w14:paraId="46511223"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odstupové vzdialenosti vrátane vymedzenia požiarne nebezpečného priestoru, nástupných plôch a pod.,</w:t>
      </w:r>
    </w:p>
    <w:p w14:paraId="2F3197FE"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okótované odstupy navrhovaných stavieb od existujúcich stavieb alebo vlastníckej hranice pokiaľ to vyžaduje iný právny predpis,</w:t>
      </w:r>
    </w:p>
    <w:p w14:paraId="1CA0A57F"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plochy navrhovaného zariadenia staveniska (s vyznačením vjazdov),</w:t>
      </w:r>
    </w:p>
    <w:p w14:paraId="59F9B1C8"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jednotlivé objekty budú číslom objektu, prípadne jeho názvom,</w:t>
      </w:r>
    </w:p>
    <w:p w14:paraId="5B262BC8"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vypísané ochranné pásma (komunikácií, stavieb, inžinierskych sietí a pod.),</w:t>
      </w:r>
    </w:p>
    <w:p w14:paraId="626A8799"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spôsob kríženia inžinierskych sietí navzájom ale i s ostatnými, najmä s inžinierskymi objektmi, so zakreslením potrebnej ochrany,</w:t>
      </w:r>
    </w:p>
    <w:p w14:paraId="0B773D29" w14:textId="521746C5" w:rsidR="004C5488" w:rsidRDefault="008D19A5" w:rsidP="00D44FA0">
      <w:pPr>
        <w:pStyle w:val="Hlavika"/>
        <w:numPr>
          <w:ilvl w:val="0"/>
          <w:numId w:val="51"/>
        </w:numPr>
        <w:tabs>
          <w:tab w:val="left" w:pos="-3261"/>
        </w:tabs>
        <w:ind w:left="568" w:hanging="284"/>
        <w:jc w:val="both"/>
        <w:rPr>
          <w:bCs/>
        </w:rPr>
      </w:pPr>
      <w:r w:rsidRPr="008D19A5">
        <w:rPr>
          <w:bCs/>
        </w:rPr>
        <w:t>hranice katastrálnych území s ich názvami a hranice intravilánu podľa podkladov z katastra nehnuteľností</w:t>
      </w:r>
      <w:r w:rsidR="004C5488">
        <w:rPr>
          <w:bCs/>
        </w:rPr>
        <w:t>,</w:t>
      </w:r>
    </w:p>
    <w:p w14:paraId="5D8EB3C4" w14:textId="39C06EE0" w:rsidR="004C5488" w:rsidRDefault="004C5488" w:rsidP="00D44FA0">
      <w:pPr>
        <w:pStyle w:val="Hlavika"/>
        <w:numPr>
          <w:ilvl w:val="0"/>
          <w:numId w:val="51"/>
        </w:numPr>
        <w:tabs>
          <w:tab w:val="clear" w:pos="4819"/>
          <w:tab w:val="clear" w:pos="9071"/>
          <w:tab w:val="left" w:pos="-3261"/>
        </w:tabs>
        <w:ind w:left="567" w:hanging="283"/>
        <w:jc w:val="both"/>
        <w:rPr>
          <w:bCs/>
        </w:rPr>
      </w:pPr>
      <w:r w:rsidRPr="004C5488">
        <w:rPr>
          <w:bCs/>
        </w:rPr>
        <w:t xml:space="preserve"> </w:t>
      </w:r>
      <w:r>
        <w:rPr>
          <w:bCs/>
        </w:rPr>
        <w:t>v</w:t>
      </w:r>
      <w:r w:rsidRPr="008D19A5">
        <w:rPr>
          <w:bCs/>
        </w:rPr>
        <w:t xml:space="preserve"> prípade zložitých stavieb sa koordinačná situácia kvôli sprehľadneniu vytvorí samostatne na geodetickom podklade a samostatne na katastrálnom podklade.</w:t>
      </w:r>
    </w:p>
    <w:p w14:paraId="479D3E4F" w14:textId="77777777" w:rsidR="008D19A5" w:rsidRDefault="008D19A5" w:rsidP="008D19A5">
      <w:pPr>
        <w:pStyle w:val="Hlavika"/>
        <w:tabs>
          <w:tab w:val="clear" w:pos="4819"/>
          <w:tab w:val="clear" w:pos="9071"/>
          <w:tab w:val="left" w:pos="-3261"/>
        </w:tabs>
        <w:jc w:val="both"/>
        <w:rPr>
          <w:bCs/>
        </w:rPr>
      </w:pPr>
    </w:p>
    <w:p w14:paraId="5F8BA0FF" w14:textId="08799ECC" w:rsidR="003B7655" w:rsidRPr="00A60E6D" w:rsidRDefault="005336C1" w:rsidP="000E1A6B">
      <w:pPr>
        <w:pStyle w:val="Hlavika"/>
        <w:tabs>
          <w:tab w:val="clear" w:pos="4819"/>
          <w:tab w:val="left" w:pos="-3261"/>
          <w:tab w:val="right" w:pos="567"/>
          <w:tab w:val="right" w:pos="709"/>
          <w:tab w:val="center" w:pos="4678"/>
        </w:tabs>
        <w:spacing w:after="120" w:line="240" w:lineRule="atLeast"/>
        <w:ind w:left="284" w:hanging="284"/>
        <w:rPr>
          <w:b/>
          <w:bCs/>
          <w:sz w:val="22"/>
          <w:szCs w:val="22"/>
        </w:rPr>
      </w:pPr>
      <w:r w:rsidRPr="00A60E6D">
        <w:rPr>
          <w:b/>
          <w:bCs/>
          <w:sz w:val="22"/>
          <w:szCs w:val="22"/>
        </w:rPr>
        <w:t>1.</w:t>
      </w:r>
      <w:r w:rsidR="00D84855" w:rsidRPr="00A60E6D">
        <w:rPr>
          <w:b/>
          <w:bCs/>
          <w:sz w:val="22"/>
          <w:szCs w:val="22"/>
        </w:rPr>
        <w:t>7</w:t>
      </w:r>
      <w:r w:rsidR="004B495C" w:rsidRPr="00A60E6D">
        <w:rPr>
          <w:b/>
          <w:bCs/>
          <w:sz w:val="22"/>
          <w:szCs w:val="22"/>
        </w:rPr>
        <w:t xml:space="preserve"> </w:t>
      </w:r>
      <w:r w:rsidR="000E1A6B" w:rsidRPr="00A60E6D">
        <w:rPr>
          <w:b/>
          <w:bCs/>
          <w:sz w:val="22"/>
          <w:szCs w:val="22"/>
        </w:rPr>
        <w:tab/>
      </w:r>
      <w:r w:rsidR="000E1A6B" w:rsidRPr="00A60E6D">
        <w:rPr>
          <w:b/>
          <w:bCs/>
          <w:sz w:val="22"/>
          <w:szCs w:val="22"/>
        </w:rPr>
        <w:tab/>
      </w:r>
      <w:r w:rsidR="003B7655" w:rsidRPr="00A60E6D">
        <w:rPr>
          <w:b/>
          <w:bCs/>
          <w:sz w:val="22"/>
          <w:szCs w:val="22"/>
        </w:rPr>
        <w:t>Dopravné značenie</w:t>
      </w:r>
    </w:p>
    <w:p w14:paraId="0AAC3640" w14:textId="3CCDB6D3" w:rsidR="003B7655" w:rsidRPr="004B495C" w:rsidRDefault="005336C1" w:rsidP="000E1A6B">
      <w:pPr>
        <w:pStyle w:val="Hlavika"/>
        <w:tabs>
          <w:tab w:val="clear" w:pos="4819"/>
          <w:tab w:val="clear" w:pos="9071"/>
          <w:tab w:val="left" w:pos="-3261"/>
        </w:tabs>
        <w:spacing w:after="120" w:line="240" w:lineRule="atLeast"/>
        <w:rPr>
          <w:b/>
          <w:bCs/>
        </w:rPr>
      </w:pPr>
      <w:r>
        <w:rPr>
          <w:b/>
          <w:bCs/>
        </w:rPr>
        <w:t>1.</w:t>
      </w:r>
      <w:r w:rsidR="00D84855">
        <w:rPr>
          <w:b/>
          <w:bCs/>
        </w:rPr>
        <w:t>7</w:t>
      </w:r>
      <w:r w:rsidR="004B495C">
        <w:rPr>
          <w:b/>
          <w:bCs/>
        </w:rPr>
        <w:t>.1</w:t>
      </w:r>
      <w:r w:rsidR="004B495C">
        <w:rPr>
          <w:b/>
          <w:bCs/>
        </w:rPr>
        <w:tab/>
      </w:r>
      <w:r w:rsidR="003B7655" w:rsidRPr="003B7655">
        <w:rPr>
          <w:b/>
          <w:bCs/>
        </w:rPr>
        <w:t>Dopravné značenie – Trvalé</w:t>
      </w:r>
    </w:p>
    <w:p w14:paraId="0BA9E00A" w14:textId="77777777" w:rsidR="003B7655" w:rsidRPr="003B7655" w:rsidRDefault="003B7655" w:rsidP="003B7655">
      <w:pPr>
        <w:pStyle w:val="Hlavika"/>
        <w:tabs>
          <w:tab w:val="left" w:pos="-3261"/>
        </w:tabs>
        <w:spacing w:line="240" w:lineRule="atLeast"/>
        <w:ind w:left="709" w:hanging="709"/>
        <w:jc w:val="both"/>
        <w:rPr>
          <w:bCs/>
        </w:rPr>
      </w:pPr>
      <w:r w:rsidRPr="003B7655">
        <w:rPr>
          <w:bCs/>
        </w:rPr>
        <w:t>Technická správa:</w:t>
      </w:r>
    </w:p>
    <w:p w14:paraId="0F04883F" w14:textId="77777777" w:rsidR="003B7655" w:rsidRPr="003B7655" w:rsidRDefault="003B7655" w:rsidP="007B4C63">
      <w:pPr>
        <w:pStyle w:val="Hlavika"/>
        <w:numPr>
          <w:ilvl w:val="0"/>
          <w:numId w:val="52"/>
        </w:numPr>
        <w:tabs>
          <w:tab w:val="left" w:pos="-3261"/>
        </w:tabs>
        <w:spacing w:line="240" w:lineRule="atLeast"/>
        <w:ind w:left="567" w:hanging="283"/>
        <w:jc w:val="both"/>
        <w:rPr>
          <w:bCs/>
        </w:rPr>
      </w:pPr>
      <w:r w:rsidRPr="003B7655">
        <w:rPr>
          <w:bCs/>
        </w:rPr>
        <w:t>identifikačné údaje o stavbe,</w:t>
      </w:r>
    </w:p>
    <w:p w14:paraId="3BEB9D99" w14:textId="77777777" w:rsidR="003B7655" w:rsidRPr="003B7655" w:rsidRDefault="003B7655" w:rsidP="007B4C63">
      <w:pPr>
        <w:pStyle w:val="Hlavika"/>
        <w:numPr>
          <w:ilvl w:val="0"/>
          <w:numId w:val="52"/>
        </w:numPr>
        <w:tabs>
          <w:tab w:val="left" w:pos="-3261"/>
        </w:tabs>
        <w:spacing w:line="240" w:lineRule="atLeast"/>
        <w:ind w:left="567" w:hanging="283"/>
        <w:jc w:val="both"/>
        <w:rPr>
          <w:bCs/>
        </w:rPr>
      </w:pPr>
      <w:r w:rsidRPr="003B7655">
        <w:rPr>
          <w:bCs/>
        </w:rPr>
        <w:t>trvalé dopravné značenie (zvislé DZ prízemné, zvislé DZ portálové, vodorovné DZ),</w:t>
      </w:r>
    </w:p>
    <w:p w14:paraId="5909BFB6" w14:textId="77777777" w:rsidR="003B7655" w:rsidRPr="003B7655" w:rsidRDefault="003B7655" w:rsidP="007B4C63">
      <w:pPr>
        <w:pStyle w:val="Hlavika"/>
        <w:numPr>
          <w:ilvl w:val="0"/>
          <w:numId w:val="52"/>
        </w:numPr>
        <w:tabs>
          <w:tab w:val="left" w:pos="-3261"/>
        </w:tabs>
        <w:spacing w:line="240" w:lineRule="atLeast"/>
        <w:ind w:left="567" w:hanging="283"/>
        <w:jc w:val="both"/>
        <w:rPr>
          <w:bCs/>
        </w:rPr>
      </w:pPr>
      <w:r w:rsidRPr="003B7655">
        <w:rPr>
          <w:bCs/>
        </w:rPr>
        <w:t>vybavenie PK (Záchytné bezpečnostné zariadenia, vodiace bezpečnostné zariadenia),</w:t>
      </w:r>
    </w:p>
    <w:p w14:paraId="660C8DBE" w14:textId="77777777" w:rsidR="003B7655" w:rsidRPr="003B7655" w:rsidRDefault="003B7655" w:rsidP="007B4C63">
      <w:pPr>
        <w:pStyle w:val="Hlavika"/>
        <w:numPr>
          <w:ilvl w:val="0"/>
          <w:numId w:val="52"/>
        </w:numPr>
        <w:tabs>
          <w:tab w:val="left" w:pos="-3261"/>
        </w:tabs>
        <w:spacing w:line="240" w:lineRule="atLeast"/>
        <w:ind w:left="567" w:hanging="283"/>
        <w:jc w:val="both"/>
        <w:rPr>
          <w:bCs/>
        </w:rPr>
      </w:pPr>
      <w:r w:rsidRPr="003B7655">
        <w:rPr>
          <w:bCs/>
        </w:rPr>
        <w:t>dlhodobo osadené prenosné dopravné značenie (pri dočasných napojeniach),</w:t>
      </w:r>
    </w:p>
    <w:p w14:paraId="0AA6B00E" w14:textId="77777777" w:rsidR="003B7655" w:rsidRPr="003B7655" w:rsidRDefault="003B7655" w:rsidP="007B4C63">
      <w:pPr>
        <w:pStyle w:val="Hlavika"/>
        <w:numPr>
          <w:ilvl w:val="0"/>
          <w:numId w:val="52"/>
        </w:numPr>
        <w:tabs>
          <w:tab w:val="left" w:pos="-3261"/>
        </w:tabs>
        <w:spacing w:after="120" w:line="240" w:lineRule="atLeast"/>
        <w:ind w:left="567" w:hanging="283"/>
        <w:jc w:val="both"/>
        <w:rPr>
          <w:bCs/>
        </w:rPr>
      </w:pPr>
      <w:r w:rsidRPr="003B7655">
        <w:rPr>
          <w:bCs/>
        </w:rPr>
        <w:t>výkaz dopravného značenia.</w:t>
      </w:r>
    </w:p>
    <w:p w14:paraId="37BCD07E" w14:textId="77777777" w:rsidR="003B7655" w:rsidRPr="003B7655" w:rsidRDefault="003B7655" w:rsidP="003B7655">
      <w:pPr>
        <w:pStyle w:val="Hlavika"/>
        <w:tabs>
          <w:tab w:val="left" w:pos="-3261"/>
        </w:tabs>
        <w:spacing w:line="240" w:lineRule="atLeast"/>
        <w:jc w:val="both"/>
        <w:rPr>
          <w:bCs/>
        </w:rPr>
      </w:pPr>
      <w:r w:rsidRPr="003B7655">
        <w:rPr>
          <w:bCs/>
        </w:rPr>
        <w:t>Výkresy:</w:t>
      </w:r>
    </w:p>
    <w:p w14:paraId="61974F95" w14:textId="77777777" w:rsidR="003B7655" w:rsidRPr="003B7655" w:rsidRDefault="003B7655" w:rsidP="007B4C63">
      <w:pPr>
        <w:pStyle w:val="Hlavika"/>
        <w:numPr>
          <w:ilvl w:val="0"/>
          <w:numId w:val="52"/>
        </w:numPr>
        <w:tabs>
          <w:tab w:val="left" w:pos="-3261"/>
        </w:tabs>
        <w:spacing w:line="240" w:lineRule="atLeast"/>
        <w:ind w:left="567" w:hanging="283"/>
        <w:jc w:val="both"/>
        <w:rPr>
          <w:bCs/>
        </w:rPr>
      </w:pPr>
      <w:r w:rsidRPr="003B7655">
        <w:rPr>
          <w:bCs/>
        </w:rPr>
        <w:t>Situácie trvalého dopravného značenia celej stavby v M 1:1 000 resp. 1:2 000,</w:t>
      </w:r>
    </w:p>
    <w:p w14:paraId="04D4F0DB" w14:textId="77777777" w:rsidR="003B7655" w:rsidRPr="003B7655" w:rsidRDefault="003B7655" w:rsidP="007B4C63">
      <w:pPr>
        <w:pStyle w:val="Hlavika"/>
        <w:numPr>
          <w:ilvl w:val="0"/>
          <w:numId w:val="52"/>
        </w:numPr>
        <w:tabs>
          <w:tab w:val="left" w:pos="-3261"/>
        </w:tabs>
        <w:spacing w:line="240" w:lineRule="atLeast"/>
        <w:ind w:left="567" w:hanging="283"/>
        <w:jc w:val="both"/>
        <w:rPr>
          <w:bCs/>
        </w:rPr>
      </w:pPr>
      <w:r w:rsidRPr="003B7655">
        <w:rPr>
          <w:bCs/>
        </w:rPr>
        <w:t>Súčasťou výkresu je návrh dopravných značiek a dopravných zariadení, vrátane portálov dopravného značenia (výkresy zakladania, výkresy konštrukcií, statické výpočty),</w:t>
      </w:r>
    </w:p>
    <w:p w14:paraId="7828C058" w14:textId="77777777" w:rsidR="003B7655" w:rsidRPr="003B7655" w:rsidRDefault="003B7655" w:rsidP="007B4C63">
      <w:pPr>
        <w:pStyle w:val="Hlavika"/>
        <w:numPr>
          <w:ilvl w:val="0"/>
          <w:numId w:val="52"/>
        </w:numPr>
        <w:tabs>
          <w:tab w:val="clear" w:pos="4819"/>
          <w:tab w:val="clear" w:pos="9071"/>
          <w:tab w:val="left" w:pos="-3261"/>
        </w:tabs>
        <w:spacing w:line="240" w:lineRule="atLeast"/>
        <w:ind w:left="567" w:hanging="283"/>
        <w:jc w:val="both"/>
        <w:rPr>
          <w:bCs/>
        </w:rPr>
      </w:pPr>
      <w:r w:rsidRPr="003B7655">
        <w:rPr>
          <w:bCs/>
        </w:rPr>
        <w:t xml:space="preserve">Dopravné značenie bude rozdelené podľa objektov (budúcich správcov). Zvislé dopravné značenie sa označí príslušným číslom DZ, </w:t>
      </w:r>
      <w:proofErr w:type="spellStart"/>
      <w:r w:rsidRPr="003B7655">
        <w:rPr>
          <w:bCs/>
        </w:rPr>
        <w:t>staničením</w:t>
      </w:r>
      <w:proofErr w:type="spellEnd"/>
      <w:r w:rsidRPr="003B7655">
        <w:rPr>
          <w:bCs/>
        </w:rPr>
        <w:t>, vodorovné dopravné značenie príslušným číslom DZ.</w:t>
      </w:r>
    </w:p>
    <w:p w14:paraId="4E67F86A" w14:textId="77777777" w:rsidR="003B7655" w:rsidRDefault="003B7655" w:rsidP="003B7655">
      <w:pPr>
        <w:pStyle w:val="Hlavika"/>
        <w:tabs>
          <w:tab w:val="clear" w:pos="4819"/>
          <w:tab w:val="clear" w:pos="9071"/>
          <w:tab w:val="left" w:pos="-3261"/>
        </w:tabs>
        <w:spacing w:line="240" w:lineRule="atLeast"/>
        <w:jc w:val="both"/>
        <w:rPr>
          <w:b/>
          <w:bCs/>
          <w:sz w:val="22"/>
          <w:szCs w:val="22"/>
        </w:rPr>
      </w:pPr>
    </w:p>
    <w:p w14:paraId="05B1CB82" w14:textId="3AEB97C4" w:rsidR="003B7655" w:rsidRPr="003B7655" w:rsidRDefault="005336C1" w:rsidP="000E1A6B">
      <w:pPr>
        <w:pStyle w:val="Hlavika"/>
        <w:tabs>
          <w:tab w:val="clear" w:pos="4819"/>
          <w:tab w:val="left" w:pos="-3261"/>
          <w:tab w:val="right" w:pos="3544"/>
          <w:tab w:val="center" w:pos="4678"/>
        </w:tabs>
        <w:spacing w:after="120" w:line="240" w:lineRule="atLeast"/>
        <w:jc w:val="both"/>
        <w:rPr>
          <w:b/>
          <w:bCs/>
        </w:rPr>
      </w:pPr>
      <w:r>
        <w:rPr>
          <w:b/>
          <w:bCs/>
        </w:rPr>
        <w:t>1.</w:t>
      </w:r>
      <w:r w:rsidR="00D84855">
        <w:rPr>
          <w:b/>
          <w:bCs/>
        </w:rPr>
        <w:t>7</w:t>
      </w:r>
      <w:r w:rsidR="004B495C">
        <w:rPr>
          <w:b/>
          <w:bCs/>
        </w:rPr>
        <w:t>.2</w:t>
      </w:r>
      <w:r w:rsidR="004B495C">
        <w:rPr>
          <w:b/>
          <w:bCs/>
        </w:rPr>
        <w:tab/>
      </w:r>
      <w:r w:rsidR="000E1A6B">
        <w:rPr>
          <w:b/>
          <w:bCs/>
        </w:rPr>
        <w:t xml:space="preserve">  </w:t>
      </w:r>
      <w:r w:rsidR="003B7655" w:rsidRPr="003B7655">
        <w:rPr>
          <w:b/>
          <w:bCs/>
        </w:rPr>
        <w:t xml:space="preserve">Dopravné značenie – Premenné </w:t>
      </w:r>
    </w:p>
    <w:p w14:paraId="10D8FB44" w14:textId="77777777" w:rsidR="003B7655" w:rsidRPr="003B7655" w:rsidRDefault="003B7655" w:rsidP="003B7655">
      <w:pPr>
        <w:pStyle w:val="Hlavika"/>
        <w:tabs>
          <w:tab w:val="left" w:pos="-3261"/>
        </w:tabs>
        <w:spacing w:line="240" w:lineRule="atLeast"/>
        <w:jc w:val="both"/>
        <w:rPr>
          <w:bCs/>
        </w:rPr>
      </w:pPr>
      <w:r w:rsidRPr="003B7655">
        <w:rPr>
          <w:bCs/>
        </w:rPr>
        <w:t>Technická správa:</w:t>
      </w:r>
    </w:p>
    <w:p w14:paraId="6F2C2CA7" w14:textId="77777777" w:rsidR="003B7655" w:rsidRPr="003B7655" w:rsidRDefault="003B7655" w:rsidP="007B4C63">
      <w:pPr>
        <w:pStyle w:val="Hlavika"/>
        <w:numPr>
          <w:ilvl w:val="0"/>
          <w:numId w:val="53"/>
        </w:numPr>
        <w:tabs>
          <w:tab w:val="left" w:pos="-3261"/>
        </w:tabs>
        <w:spacing w:line="240" w:lineRule="atLeast"/>
        <w:ind w:left="567" w:hanging="283"/>
        <w:jc w:val="both"/>
        <w:rPr>
          <w:bCs/>
        </w:rPr>
      </w:pPr>
      <w:r w:rsidRPr="003B7655">
        <w:rPr>
          <w:bCs/>
        </w:rPr>
        <w:t>identifikačné údaje o stavbe,</w:t>
      </w:r>
    </w:p>
    <w:p w14:paraId="0CB9F16A" w14:textId="77777777" w:rsidR="003B7655" w:rsidRPr="003B7655" w:rsidRDefault="003B7655" w:rsidP="007B4C63">
      <w:pPr>
        <w:pStyle w:val="Hlavika"/>
        <w:numPr>
          <w:ilvl w:val="0"/>
          <w:numId w:val="53"/>
        </w:numPr>
        <w:tabs>
          <w:tab w:val="left" w:pos="-3261"/>
        </w:tabs>
        <w:spacing w:line="240" w:lineRule="atLeast"/>
        <w:ind w:left="567" w:hanging="283"/>
        <w:jc w:val="both"/>
        <w:rPr>
          <w:bCs/>
        </w:rPr>
      </w:pPr>
      <w:r w:rsidRPr="003B7655">
        <w:rPr>
          <w:bCs/>
        </w:rPr>
        <w:t>riadenie dopravy,</w:t>
      </w:r>
    </w:p>
    <w:p w14:paraId="546F34F7" w14:textId="77777777" w:rsidR="003B7655" w:rsidRPr="003B7655" w:rsidRDefault="003B7655" w:rsidP="007B4C63">
      <w:pPr>
        <w:pStyle w:val="Hlavika"/>
        <w:numPr>
          <w:ilvl w:val="0"/>
          <w:numId w:val="53"/>
        </w:numPr>
        <w:tabs>
          <w:tab w:val="left" w:pos="-3261"/>
        </w:tabs>
        <w:spacing w:line="240" w:lineRule="atLeast"/>
        <w:ind w:left="567" w:hanging="283"/>
        <w:jc w:val="both"/>
        <w:rPr>
          <w:bCs/>
        </w:rPr>
      </w:pPr>
      <w:r w:rsidRPr="003B7655">
        <w:rPr>
          <w:bCs/>
        </w:rPr>
        <w:t>režimy prevádzky,</w:t>
      </w:r>
    </w:p>
    <w:p w14:paraId="494FD02E" w14:textId="77777777" w:rsidR="003B7655" w:rsidRPr="003B7655" w:rsidRDefault="003B7655" w:rsidP="007B4C63">
      <w:pPr>
        <w:pStyle w:val="Hlavika"/>
        <w:numPr>
          <w:ilvl w:val="0"/>
          <w:numId w:val="53"/>
        </w:numPr>
        <w:tabs>
          <w:tab w:val="left" w:pos="-3261"/>
        </w:tabs>
        <w:spacing w:after="120" w:line="240" w:lineRule="atLeast"/>
        <w:ind w:left="567" w:hanging="283"/>
        <w:jc w:val="both"/>
        <w:rPr>
          <w:bCs/>
        </w:rPr>
      </w:pPr>
      <w:r w:rsidRPr="003B7655">
        <w:rPr>
          <w:bCs/>
        </w:rPr>
        <w:t>dopravno-prevádzkové stavy (popis a matice dopravných stavov a stavových prechodov).</w:t>
      </w:r>
    </w:p>
    <w:p w14:paraId="15F2567F" w14:textId="77777777" w:rsidR="003B7655" w:rsidRPr="003B7655" w:rsidRDefault="003B7655" w:rsidP="003B7655">
      <w:pPr>
        <w:pStyle w:val="Hlavika"/>
        <w:tabs>
          <w:tab w:val="left" w:pos="-3261"/>
        </w:tabs>
        <w:spacing w:line="240" w:lineRule="atLeast"/>
        <w:jc w:val="both"/>
        <w:rPr>
          <w:bCs/>
        </w:rPr>
      </w:pPr>
      <w:r w:rsidRPr="003B7655">
        <w:rPr>
          <w:bCs/>
        </w:rPr>
        <w:t>Grafická časť:</w:t>
      </w:r>
    </w:p>
    <w:p w14:paraId="0CECFB30" w14:textId="77777777" w:rsidR="003B7655" w:rsidRPr="003B7655" w:rsidRDefault="003B7655" w:rsidP="007B4C63">
      <w:pPr>
        <w:pStyle w:val="Hlavika"/>
        <w:numPr>
          <w:ilvl w:val="0"/>
          <w:numId w:val="54"/>
        </w:numPr>
        <w:tabs>
          <w:tab w:val="left" w:pos="-3261"/>
        </w:tabs>
        <w:spacing w:line="240" w:lineRule="atLeast"/>
        <w:ind w:left="567" w:hanging="283"/>
        <w:jc w:val="both"/>
        <w:rPr>
          <w:bCs/>
        </w:rPr>
      </w:pPr>
      <w:r w:rsidRPr="003B7655">
        <w:rPr>
          <w:bCs/>
        </w:rPr>
        <w:t>Schémy dopravno-prevádzkových stavov,</w:t>
      </w:r>
    </w:p>
    <w:p w14:paraId="7A6D2AFD" w14:textId="6D1DEA0B" w:rsidR="00A60E6D" w:rsidRDefault="003B7655" w:rsidP="007B4C63">
      <w:pPr>
        <w:pStyle w:val="Hlavika"/>
        <w:numPr>
          <w:ilvl w:val="0"/>
          <w:numId w:val="54"/>
        </w:numPr>
        <w:tabs>
          <w:tab w:val="left" w:pos="-3261"/>
        </w:tabs>
        <w:spacing w:after="120" w:line="240" w:lineRule="atLeast"/>
        <w:ind w:left="567" w:hanging="283"/>
        <w:jc w:val="both"/>
        <w:rPr>
          <w:bCs/>
        </w:rPr>
      </w:pPr>
      <w:r w:rsidRPr="003B7655">
        <w:rPr>
          <w:bCs/>
        </w:rPr>
        <w:t>Súčasťou výkresu je návrh premenných dopravných značiek, vrátane portálov dopravného značenia (výkresy zakladania, výkresy konštrukcií, statické výpočty).</w:t>
      </w:r>
    </w:p>
    <w:p w14:paraId="2FA89EFC" w14:textId="77777777" w:rsidR="00A60E6D" w:rsidRDefault="00A60E6D">
      <w:pPr>
        <w:autoSpaceDE/>
        <w:autoSpaceDN/>
        <w:spacing w:before="0" w:after="0" w:line="240" w:lineRule="auto"/>
        <w:rPr>
          <w:bCs/>
        </w:rPr>
      </w:pPr>
      <w:r>
        <w:rPr>
          <w:bCs/>
        </w:rPr>
        <w:br w:type="page"/>
      </w:r>
    </w:p>
    <w:p w14:paraId="491721D9" w14:textId="7B2A0F3E" w:rsidR="003B7655" w:rsidRPr="00A60E6D" w:rsidRDefault="005336C1" w:rsidP="00A60E6D">
      <w:pPr>
        <w:pStyle w:val="Hlavika"/>
        <w:tabs>
          <w:tab w:val="left" w:pos="-3261"/>
        </w:tabs>
        <w:spacing w:after="120" w:line="240" w:lineRule="atLeast"/>
        <w:jc w:val="both"/>
        <w:rPr>
          <w:bCs/>
        </w:rPr>
      </w:pPr>
      <w:r w:rsidRPr="00A60E6D">
        <w:rPr>
          <w:b/>
          <w:bCs/>
        </w:rPr>
        <w:lastRenderedPageBreak/>
        <w:t>1.</w:t>
      </w:r>
      <w:r w:rsidR="00D84855" w:rsidRPr="00A60E6D">
        <w:rPr>
          <w:b/>
          <w:bCs/>
        </w:rPr>
        <w:t>7</w:t>
      </w:r>
      <w:r w:rsidR="003B7655" w:rsidRPr="00A60E6D">
        <w:rPr>
          <w:b/>
          <w:bCs/>
        </w:rPr>
        <w:t xml:space="preserve">.3 </w:t>
      </w:r>
      <w:r w:rsidR="000E1A6B" w:rsidRPr="00A60E6D">
        <w:rPr>
          <w:b/>
          <w:bCs/>
        </w:rPr>
        <w:t xml:space="preserve"> </w:t>
      </w:r>
      <w:r w:rsidR="003B7655" w:rsidRPr="00A60E6D">
        <w:rPr>
          <w:b/>
          <w:bCs/>
        </w:rPr>
        <w:t>Dopravné značenie – Prenosné</w:t>
      </w:r>
    </w:p>
    <w:p w14:paraId="4B91AD5D" w14:textId="77777777" w:rsidR="007D1266" w:rsidRPr="00CB77D6" w:rsidRDefault="007D1266" w:rsidP="00F47A3D">
      <w:pPr>
        <w:pStyle w:val="Hlavika"/>
        <w:tabs>
          <w:tab w:val="clear" w:pos="4819"/>
          <w:tab w:val="clear" w:pos="9071"/>
          <w:tab w:val="left" w:pos="-3261"/>
        </w:tabs>
        <w:spacing w:line="240" w:lineRule="atLeast"/>
        <w:jc w:val="both"/>
        <w:rPr>
          <w:b/>
          <w:bCs/>
        </w:rPr>
      </w:pPr>
    </w:p>
    <w:p w14:paraId="4883B2D2" w14:textId="0E90EEC7" w:rsidR="004A3284" w:rsidRDefault="004A3284" w:rsidP="00D44FA0">
      <w:pPr>
        <w:pStyle w:val="Hlavika"/>
        <w:tabs>
          <w:tab w:val="clear" w:pos="4819"/>
          <w:tab w:val="clear" w:pos="9071"/>
          <w:tab w:val="left" w:pos="-3261"/>
        </w:tabs>
        <w:jc w:val="both"/>
        <w:rPr>
          <w:bCs/>
        </w:rPr>
      </w:pPr>
      <w:r>
        <w:rPr>
          <w:bCs/>
        </w:rPr>
        <w:t>Prenosné dopravné značenie bude navrhnuté na základe schváleného technologického postupu a časového harmonogramu Zhotoviteľa a pozostáva z:</w:t>
      </w:r>
    </w:p>
    <w:p w14:paraId="7F33FF48" w14:textId="310F706E" w:rsidR="004A3284" w:rsidRDefault="004A3284" w:rsidP="00D44FA0">
      <w:pPr>
        <w:pStyle w:val="Hlavika"/>
        <w:tabs>
          <w:tab w:val="clear" w:pos="4819"/>
          <w:tab w:val="clear" w:pos="9071"/>
          <w:tab w:val="left" w:pos="-3261"/>
        </w:tabs>
        <w:jc w:val="both"/>
        <w:rPr>
          <w:bCs/>
        </w:rPr>
      </w:pPr>
      <w:r>
        <w:rPr>
          <w:bCs/>
        </w:rPr>
        <w:t>Technická správa:</w:t>
      </w:r>
    </w:p>
    <w:p w14:paraId="0D769310" w14:textId="77777777" w:rsidR="004A3284" w:rsidRPr="003B7655" w:rsidRDefault="004A3284" w:rsidP="004A3284">
      <w:pPr>
        <w:pStyle w:val="Hlavika"/>
        <w:numPr>
          <w:ilvl w:val="0"/>
          <w:numId w:val="18"/>
        </w:numPr>
        <w:tabs>
          <w:tab w:val="left" w:pos="-3261"/>
        </w:tabs>
        <w:spacing w:line="240" w:lineRule="atLeast"/>
        <w:jc w:val="both"/>
        <w:rPr>
          <w:bCs/>
        </w:rPr>
      </w:pPr>
      <w:r w:rsidRPr="003B7655">
        <w:rPr>
          <w:bCs/>
        </w:rPr>
        <w:t>identifikačné údaje o stavbe,</w:t>
      </w:r>
    </w:p>
    <w:p w14:paraId="18F476B3" w14:textId="31F8C8A8" w:rsidR="004A3284" w:rsidRPr="003B7655" w:rsidRDefault="004A3284" w:rsidP="004A3284">
      <w:pPr>
        <w:pStyle w:val="Hlavika"/>
        <w:numPr>
          <w:ilvl w:val="0"/>
          <w:numId w:val="18"/>
        </w:numPr>
        <w:tabs>
          <w:tab w:val="left" w:pos="-3261"/>
        </w:tabs>
        <w:spacing w:line="240" w:lineRule="atLeast"/>
        <w:jc w:val="both"/>
        <w:rPr>
          <w:bCs/>
        </w:rPr>
      </w:pPr>
      <w:r>
        <w:rPr>
          <w:bCs/>
        </w:rPr>
        <w:t>prenosné dopravné značenie (zvislé DZ, vodorovné DZ)</w:t>
      </w:r>
    </w:p>
    <w:p w14:paraId="757A791B" w14:textId="18F05895" w:rsidR="004A3284" w:rsidRDefault="004A3284" w:rsidP="004A3284">
      <w:pPr>
        <w:pStyle w:val="Hlavika"/>
        <w:numPr>
          <w:ilvl w:val="0"/>
          <w:numId w:val="18"/>
        </w:numPr>
        <w:tabs>
          <w:tab w:val="left" w:pos="-3261"/>
        </w:tabs>
        <w:spacing w:line="240" w:lineRule="atLeast"/>
        <w:jc w:val="both"/>
        <w:rPr>
          <w:bCs/>
        </w:rPr>
      </w:pPr>
      <w:r>
        <w:rPr>
          <w:bCs/>
        </w:rPr>
        <w:t>dočasné vybavenie PK (ak je potrebné)</w:t>
      </w:r>
    </w:p>
    <w:p w14:paraId="3158112E" w14:textId="77777777" w:rsidR="004A3284" w:rsidRPr="006A334B" w:rsidRDefault="004A3284" w:rsidP="004A3284">
      <w:pPr>
        <w:pStyle w:val="Hlavika"/>
        <w:numPr>
          <w:ilvl w:val="0"/>
          <w:numId w:val="18"/>
        </w:numPr>
        <w:tabs>
          <w:tab w:val="clear" w:pos="4819"/>
          <w:tab w:val="clear" w:pos="9071"/>
          <w:tab w:val="left" w:pos="-3261"/>
        </w:tabs>
        <w:jc w:val="both"/>
        <w:rPr>
          <w:bCs/>
        </w:rPr>
      </w:pPr>
      <w:r w:rsidRPr="006A334B">
        <w:rPr>
          <w:bCs/>
        </w:rPr>
        <w:t xml:space="preserve">odsúhlasenie s prevádzkovým úsekom Objednávateľa, resp. iným správcom </w:t>
      </w:r>
    </w:p>
    <w:p w14:paraId="5782F9FC" w14:textId="772B8100" w:rsidR="004A3284" w:rsidRDefault="004A3284" w:rsidP="004A3284">
      <w:pPr>
        <w:pStyle w:val="Hlavika"/>
        <w:numPr>
          <w:ilvl w:val="0"/>
          <w:numId w:val="18"/>
        </w:numPr>
        <w:tabs>
          <w:tab w:val="left" w:pos="-3261"/>
        </w:tabs>
        <w:spacing w:line="240" w:lineRule="atLeast"/>
        <w:jc w:val="both"/>
        <w:rPr>
          <w:bCs/>
        </w:rPr>
      </w:pPr>
      <w:r>
        <w:rPr>
          <w:bCs/>
        </w:rPr>
        <w:t>odsúhlasenie príslušným Dopravným inšpektorátom PZ</w:t>
      </w:r>
    </w:p>
    <w:p w14:paraId="6471CF37" w14:textId="7E331B6C" w:rsidR="004A3284" w:rsidRDefault="004A3284" w:rsidP="004A3284">
      <w:pPr>
        <w:pStyle w:val="Hlavika"/>
        <w:numPr>
          <w:ilvl w:val="0"/>
          <w:numId w:val="18"/>
        </w:numPr>
        <w:tabs>
          <w:tab w:val="left" w:pos="-3261"/>
        </w:tabs>
        <w:spacing w:line="240" w:lineRule="atLeast"/>
        <w:jc w:val="both"/>
        <w:rPr>
          <w:bCs/>
        </w:rPr>
      </w:pPr>
      <w:r>
        <w:rPr>
          <w:bCs/>
        </w:rPr>
        <w:t>doklad o určení dopravného značenia príslušným cestným správnym orgánom</w:t>
      </w:r>
    </w:p>
    <w:p w14:paraId="09B00C27" w14:textId="33F69931" w:rsidR="004A3284" w:rsidRDefault="004A3284" w:rsidP="004A3284">
      <w:pPr>
        <w:pStyle w:val="Hlavika"/>
        <w:numPr>
          <w:ilvl w:val="0"/>
          <w:numId w:val="18"/>
        </w:numPr>
        <w:tabs>
          <w:tab w:val="left" w:pos="-3261"/>
        </w:tabs>
        <w:spacing w:line="240" w:lineRule="atLeast"/>
        <w:jc w:val="both"/>
        <w:rPr>
          <w:bCs/>
        </w:rPr>
      </w:pPr>
      <w:r>
        <w:rPr>
          <w:bCs/>
        </w:rPr>
        <w:t>výkaz dopravného značenia</w:t>
      </w:r>
    </w:p>
    <w:p w14:paraId="165FC9B7" w14:textId="77777777" w:rsidR="0068753D" w:rsidRDefault="0068753D" w:rsidP="00D44FA0">
      <w:pPr>
        <w:pStyle w:val="Hlavika"/>
        <w:tabs>
          <w:tab w:val="left" w:pos="-3261"/>
        </w:tabs>
        <w:spacing w:line="240" w:lineRule="atLeast"/>
        <w:ind w:left="720"/>
        <w:jc w:val="both"/>
        <w:rPr>
          <w:bCs/>
        </w:rPr>
      </w:pPr>
    </w:p>
    <w:p w14:paraId="63D4646D" w14:textId="05CFD215" w:rsidR="004A3284" w:rsidRDefault="004A3284" w:rsidP="00D44FA0">
      <w:pPr>
        <w:pStyle w:val="Hlavika"/>
        <w:tabs>
          <w:tab w:val="left" w:pos="-3261"/>
        </w:tabs>
        <w:spacing w:line="240" w:lineRule="atLeast"/>
        <w:jc w:val="both"/>
        <w:rPr>
          <w:bCs/>
        </w:rPr>
      </w:pPr>
      <w:r>
        <w:rPr>
          <w:bCs/>
        </w:rPr>
        <w:t>Výkresy:</w:t>
      </w:r>
    </w:p>
    <w:p w14:paraId="10BB225C" w14:textId="652931C1" w:rsidR="004A3284" w:rsidRDefault="004A3284" w:rsidP="00D44FA0">
      <w:pPr>
        <w:pStyle w:val="Hlavika"/>
        <w:numPr>
          <w:ilvl w:val="0"/>
          <w:numId w:val="188"/>
        </w:numPr>
        <w:tabs>
          <w:tab w:val="left" w:pos="-3261"/>
        </w:tabs>
        <w:spacing w:line="240" w:lineRule="atLeast"/>
        <w:jc w:val="both"/>
        <w:rPr>
          <w:bCs/>
        </w:rPr>
      </w:pPr>
      <w:r>
        <w:rPr>
          <w:bCs/>
        </w:rPr>
        <w:t>situácie prenosného dopravného značenia celej stavby v M1:500 resp. 1:2 000</w:t>
      </w:r>
    </w:p>
    <w:p w14:paraId="7866968C" w14:textId="1A2541F9" w:rsidR="0068753D" w:rsidRPr="003B7655" w:rsidRDefault="0068753D" w:rsidP="00D44FA0">
      <w:pPr>
        <w:pStyle w:val="Hlavika"/>
        <w:numPr>
          <w:ilvl w:val="0"/>
          <w:numId w:val="188"/>
        </w:numPr>
        <w:tabs>
          <w:tab w:val="left" w:pos="-3261"/>
        </w:tabs>
        <w:spacing w:line="240" w:lineRule="atLeast"/>
        <w:jc w:val="both"/>
        <w:rPr>
          <w:bCs/>
        </w:rPr>
      </w:pPr>
      <w:r>
        <w:rPr>
          <w:bCs/>
        </w:rPr>
        <w:t xml:space="preserve">súčasťou výkresu je návrh dopravných značiek a dopravných zariadení. Zvislé dopravné značenie sa označí príslušným číslom DZ, </w:t>
      </w:r>
      <w:proofErr w:type="spellStart"/>
      <w:r>
        <w:rPr>
          <w:bCs/>
        </w:rPr>
        <w:t>staničením</w:t>
      </w:r>
      <w:proofErr w:type="spellEnd"/>
      <w:r>
        <w:rPr>
          <w:bCs/>
        </w:rPr>
        <w:t>, vodorovné dopravné značenie príslušným číslom DZ.</w:t>
      </w:r>
    </w:p>
    <w:p w14:paraId="3858F6F7" w14:textId="77777777" w:rsidR="004A3284" w:rsidRPr="004A3284" w:rsidRDefault="004A3284" w:rsidP="00D44FA0">
      <w:pPr>
        <w:pStyle w:val="Hlavika"/>
        <w:tabs>
          <w:tab w:val="clear" w:pos="4819"/>
          <w:tab w:val="clear" w:pos="9071"/>
          <w:tab w:val="left" w:pos="-3261"/>
        </w:tabs>
        <w:ind w:left="720"/>
        <w:jc w:val="both"/>
        <w:rPr>
          <w:bCs/>
        </w:rPr>
      </w:pPr>
    </w:p>
    <w:p w14:paraId="01A4CCD9" w14:textId="77777777" w:rsidR="0068753D" w:rsidRPr="006A334B" w:rsidRDefault="0068753D" w:rsidP="0068753D">
      <w:pPr>
        <w:pStyle w:val="Hlavika"/>
        <w:tabs>
          <w:tab w:val="clear" w:pos="9071"/>
          <w:tab w:val="left" w:pos="426"/>
          <w:tab w:val="left" w:pos="993"/>
        </w:tabs>
        <w:spacing w:after="120"/>
        <w:jc w:val="both"/>
        <w:rPr>
          <w:bCs/>
        </w:rPr>
      </w:pPr>
      <w:r w:rsidRPr="006A334B">
        <w:rPr>
          <w:bCs/>
        </w:rPr>
        <w:t>Vypracovať situáciu širších vzťahov dopravného značenia. Zosúladiť  dopravnú situáciu/dopravné značenie so značením nadväzujúcich úsekov. Obsahujú návrh, druh a umiestnenie zvislých dopravných značiek, premenných dopravných značiek a vodorovného dopravného značenia. Situácie dopravného značenia musia byť rozdelené podľa budúcich správcov jednotlivých ciest. Zvislé dopravné značenie označiť poradovým číslom a </w:t>
      </w:r>
      <w:proofErr w:type="spellStart"/>
      <w:r w:rsidRPr="006A334B">
        <w:rPr>
          <w:bCs/>
        </w:rPr>
        <w:t>staničením</w:t>
      </w:r>
      <w:proofErr w:type="spellEnd"/>
      <w:r w:rsidRPr="006A334B">
        <w:rPr>
          <w:bCs/>
        </w:rPr>
        <w:t xml:space="preserve"> a stanovením výkazov výmer podľa typu dopravného </w:t>
      </w:r>
      <w:r w:rsidRPr="009E20A0">
        <w:rPr>
          <w:bCs/>
        </w:rPr>
        <w:t>značenia. Projektant zabezpečí určenie dopravného značenia a jeho odsúhlasenie príslušným orgánom a to potvrdením na situáciách a TS k DZ.</w:t>
      </w:r>
    </w:p>
    <w:p w14:paraId="2A535535" w14:textId="77777777" w:rsidR="0068753D" w:rsidRPr="006A334B" w:rsidRDefault="0068753D" w:rsidP="0068753D">
      <w:pPr>
        <w:pStyle w:val="Hlavika"/>
        <w:tabs>
          <w:tab w:val="clear" w:pos="4819"/>
          <w:tab w:val="clear" w:pos="9071"/>
          <w:tab w:val="left" w:pos="-3261"/>
        </w:tabs>
        <w:spacing w:after="240"/>
        <w:jc w:val="both"/>
        <w:rPr>
          <w:bCs/>
        </w:rPr>
      </w:pPr>
      <w:r w:rsidRPr="006A334B">
        <w:rPr>
          <w:bCs/>
        </w:rPr>
        <w:t>Pred začatím prác na projekte dopravného značenia je potrebné vypracovať a odsúhlasiť dopravno-prevádzkové stavy vrátane aktualizácie existujúcich dopravno-prevádzkových stavov.</w:t>
      </w:r>
    </w:p>
    <w:p w14:paraId="0F78E0D8" w14:textId="77777777" w:rsidR="009B00B9" w:rsidRDefault="009B00B9" w:rsidP="0045721D">
      <w:pPr>
        <w:pStyle w:val="Hlavika"/>
        <w:tabs>
          <w:tab w:val="clear" w:pos="9071"/>
          <w:tab w:val="left" w:pos="426"/>
          <w:tab w:val="left" w:pos="840"/>
          <w:tab w:val="left" w:pos="2160"/>
          <w:tab w:val="left" w:pos="2552"/>
          <w:tab w:val="left" w:pos="2694"/>
        </w:tabs>
        <w:outlineLvl w:val="0"/>
        <w:rPr>
          <w:b/>
          <w:bCs/>
          <w:sz w:val="22"/>
          <w:szCs w:val="22"/>
        </w:rPr>
      </w:pPr>
    </w:p>
    <w:p w14:paraId="2B567817" w14:textId="77777777" w:rsidR="009B00B9" w:rsidRPr="00A60E6D" w:rsidRDefault="009B00B9" w:rsidP="009B00B9">
      <w:pPr>
        <w:adjustRightInd w:val="0"/>
        <w:spacing w:before="0" w:after="120" w:line="240" w:lineRule="auto"/>
        <w:rPr>
          <w:color w:val="000000"/>
          <w:sz w:val="24"/>
          <w:szCs w:val="24"/>
          <w:lang w:eastAsia="sk-SK"/>
        </w:rPr>
      </w:pPr>
      <w:r w:rsidRPr="00A60E6D">
        <w:rPr>
          <w:b/>
          <w:bCs/>
          <w:color w:val="000000"/>
          <w:sz w:val="24"/>
          <w:szCs w:val="24"/>
          <w:lang w:eastAsia="sk-SK"/>
        </w:rPr>
        <w:t xml:space="preserve">2 </w:t>
      </w:r>
      <w:r w:rsidRPr="00A60E6D">
        <w:rPr>
          <w:b/>
          <w:bCs/>
          <w:color w:val="000000"/>
          <w:sz w:val="24"/>
          <w:szCs w:val="24"/>
          <w:lang w:eastAsia="sk-SK"/>
        </w:rPr>
        <w:tab/>
        <w:t xml:space="preserve">Pozemné komunikácie </w:t>
      </w:r>
      <w:r w:rsidR="00AC3491" w:rsidRPr="00A60E6D">
        <w:rPr>
          <w:b/>
          <w:bCs/>
          <w:color w:val="000000"/>
          <w:sz w:val="24"/>
          <w:szCs w:val="24"/>
          <w:lang w:eastAsia="sk-SK"/>
        </w:rPr>
        <w:t>(cestné objekty)</w:t>
      </w:r>
    </w:p>
    <w:p w14:paraId="2F49D7FC" w14:textId="77777777" w:rsidR="009B00B9" w:rsidRPr="009B00B9" w:rsidRDefault="009B00B9" w:rsidP="009B00B9">
      <w:pPr>
        <w:adjustRightInd w:val="0"/>
        <w:spacing w:before="0" w:after="120" w:line="240" w:lineRule="auto"/>
        <w:rPr>
          <w:color w:val="000000"/>
          <w:lang w:eastAsia="sk-SK"/>
        </w:rPr>
      </w:pPr>
      <w:r w:rsidRPr="009B00B9">
        <w:rPr>
          <w:b/>
          <w:bCs/>
          <w:color w:val="000000"/>
          <w:lang w:eastAsia="sk-SK"/>
        </w:rPr>
        <w:t xml:space="preserve">2.1 </w:t>
      </w:r>
      <w:r>
        <w:rPr>
          <w:b/>
          <w:bCs/>
          <w:color w:val="000000"/>
          <w:lang w:eastAsia="sk-SK"/>
        </w:rPr>
        <w:tab/>
      </w:r>
      <w:r w:rsidRPr="009B00B9">
        <w:rPr>
          <w:b/>
          <w:bCs/>
          <w:color w:val="000000"/>
          <w:lang w:eastAsia="sk-SK"/>
        </w:rPr>
        <w:t xml:space="preserve">Technická správa </w:t>
      </w:r>
    </w:p>
    <w:p w14:paraId="3EEF98EB" w14:textId="77777777" w:rsidR="009B00B9" w:rsidRPr="009B00B9" w:rsidRDefault="009B00B9" w:rsidP="000E1A6B">
      <w:pPr>
        <w:adjustRightInd w:val="0"/>
        <w:spacing w:before="0" w:after="120" w:line="240" w:lineRule="auto"/>
        <w:ind w:firstLine="567"/>
        <w:rPr>
          <w:color w:val="000000"/>
          <w:lang w:eastAsia="sk-SK"/>
        </w:rPr>
      </w:pPr>
      <w:r w:rsidRPr="009B00B9">
        <w:rPr>
          <w:color w:val="000000"/>
          <w:lang w:eastAsia="sk-SK"/>
        </w:rPr>
        <w:t xml:space="preserve">Súčasťou technickej správy bude aj zoznam použitých skratiek. Citácie a odkazy v texte technickej správy budú previazané krížovými odkazmi so zdrojmi. </w:t>
      </w:r>
    </w:p>
    <w:p w14:paraId="08CA35F5" w14:textId="77777777" w:rsidR="009B00B9" w:rsidRPr="009B00B9" w:rsidRDefault="009B00B9" w:rsidP="009B00B9">
      <w:pPr>
        <w:adjustRightInd w:val="0"/>
        <w:spacing w:before="0" w:after="120" w:line="240" w:lineRule="auto"/>
        <w:rPr>
          <w:color w:val="000000"/>
          <w:lang w:eastAsia="sk-SK"/>
        </w:rPr>
      </w:pPr>
      <w:r w:rsidRPr="009B00B9">
        <w:rPr>
          <w:b/>
          <w:bCs/>
          <w:color w:val="000000"/>
          <w:lang w:eastAsia="sk-SK"/>
        </w:rPr>
        <w:t xml:space="preserve">2.1.1 </w:t>
      </w:r>
      <w:r w:rsidR="000E1A6B">
        <w:rPr>
          <w:b/>
          <w:bCs/>
          <w:color w:val="000000"/>
          <w:lang w:eastAsia="sk-SK"/>
        </w:rPr>
        <w:tab/>
      </w:r>
      <w:r w:rsidRPr="009B00B9">
        <w:rPr>
          <w:b/>
          <w:bCs/>
          <w:color w:val="000000"/>
          <w:lang w:eastAsia="sk-SK"/>
        </w:rPr>
        <w:t xml:space="preserve">Všeobecné údaje </w:t>
      </w:r>
    </w:p>
    <w:p w14:paraId="5084AF86" w14:textId="77777777" w:rsidR="009B00B9" w:rsidRPr="009B00B9" w:rsidRDefault="009B00B9" w:rsidP="007B4C63">
      <w:pPr>
        <w:pStyle w:val="Odsekzoznamu"/>
        <w:numPr>
          <w:ilvl w:val="0"/>
          <w:numId w:val="55"/>
        </w:numPr>
        <w:adjustRightInd w:val="0"/>
        <w:spacing w:before="0" w:after="0" w:line="240" w:lineRule="auto"/>
        <w:ind w:left="284" w:firstLine="0"/>
        <w:rPr>
          <w:color w:val="000000"/>
          <w:lang w:eastAsia="sk-SK"/>
        </w:rPr>
      </w:pPr>
      <w:r w:rsidRPr="009B00B9">
        <w:rPr>
          <w:color w:val="000000"/>
          <w:lang w:eastAsia="sk-SK"/>
        </w:rPr>
        <w:t xml:space="preserve">Údaje o objekte </w:t>
      </w:r>
    </w:p>
    <w:p w14:paraId="0D4E9860"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Pr>
          <w:rFonts w:ascii="Courier New" w:hAnsi="Courier New" w:cs="Courier New"/>
          <w:color w:val="000000"/>
          <w:lang w:eastAsia="sk-SK"/>
        </w:rPr>
        <w:tab/>
      </w:r>
      <w:r w:rsidRPr="009B00B9">
        <w:rPr>
          <w:color w:val="000000"/>
          <w:lang w:eastAsia="sk-SK"/>
        </w:rPr>
        <w:t xml:space="preserve">Názov stavby </w:t>
      </w:r>
    </w:p>
    <w:p w14:paraId="1B38558C"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Pr>
          <w:rFonts w:ascii="Courier New" w:hAnsi="Courier New" w:cs="Courier New"/>
          <w:color w:val="000000"/>
          <w:lang w:eastAsia="sk-SK"/>
        </w:rPr>
        <w:tab/>
      </w:r>
      <w:r w:rsidRPr="009B00B9">
        <w:rPr>
          <w:color w:val="000000"/>
          <w:lang w:eastAsia="sk-SK"/>
        </w:rPr>
        <w:t xml:space="preserve">Číslo a názov objektu </w:t>
      </w:r>
    </w:p>
    <w:p w14:paraId="5B3697F3"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Pr>
          <w:rFonts w:ascii="Courier New" w:hAnsi="Courier New" w:cs="Courier New"/>
          <w:color w:val="000000"/>
          <w:lang w:eastAsia="sk-SK"/>
        </w:rPr>
        <w:tab/>
      </w:r>
      <w:r w:rsidRPr="009B00B9">
        <w:rPr>
          <w:color w:val="000000"/>
          <w:lang w:eastAsia="sk-SK"/>
        </w:rPr>
        <w:t xml:space="preserve">Miesto stavby </w:t>
      </w:r>
    </w:p>
    <w:p w14:paraId="5870390A"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Pr>
          <w:rFonts w:ascii="Courier New" w:hAnsi="Courier New" w:cs="Courier New"/>
          <w:color w:val="000000"/>
          <w:lang w:eastAsia="sk-SK"/>
        </w:rPr>
        <w:tab/>
      </w:r>
      <w:r w:rsidRPr="009B00B9">
        <w:rPr>
          <w:color w:val="000000"/>
          <w:lang w:eastAsia="sk-SK"/>
        </w:rPr>
        <w:t xml:space="preserve">Katastrálne územie </w:t>
      </w:r>
    </w:p>
    <w:p w14:paraId="644926D2"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sidR="00AC3491">
        <w:rPr>
          <w:rFonts w:ascii="Courier New" w:hAnsi="Courier New" w:cs="Courier New"/>
          <w:color w:val="000000"/>
          <w:lang w:eastAsia="sk-SK"/>
        </w:rPr>
        <w:tab/>
      </w:r>
      <w:r w:rsidRPr="009B00B9">
        <w:rPr>
          <w:color w:val="000000"/>
          <w:lang w:eastAsia="sk-SK"/>
        </w:rPr>
        <w:t xml:space="preserve">Druh stavby </w:t>
      </w:r>
    </w:p>
    <w:p w14:paraId="65633F99"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sidR="00AC3491">
        <w:rPr>
          <w:rFonts w:ascii="Courier New" w:hAnsi="Courier New" w:cs="Courier New"/>
          <w:color w:val="000000"/>
          <w:lang w:eastAsia="sk-SK"/>
        </w:rPr>
        <w:tab/>
      </w:r>
      <w:r w:rsidRPr="009B00B9">
        <w:rPr>
          <w:color w:val="000000"/>
          <w:lang w:eastAsia="sk-SK"/>
        </w:rPr>
        <w:t xml:space="preserve">Funkčná trieda a kategória cesty </w:t>
      </w:r>
    </w:p>
    <w:p w14:paraId="2B8BAD58" w14:textId="77777777" w:rsidR="009B00B9" w:rsidRPr="009B00B9" w:rsidRDefault="009B00B9" w:rsidP="000E1A6B">
      <w:pPr>
        <w:adjustRightInd w:val="0"/>
        <w:spacing w:before="0" w:after="120" w:line="240" w:lineRule="auto"/>
        <w:ind w:left="709" w:hanging="283"/>
        <w:rPr>
          <w:color w:val="000000"/>
          <w:lang w:eastAsia="sk-SK"/>
        </w:rPr>
      </w:pPr>
      <w:r w:rsidRPr="009B00B9">
        <w:rPr>
          <w:rFonts w:ascii="Courier New" w:hAnsi="Courier New" w:cs="Courier New"/>
          <w:color w:val="000000"/>
          <w:lang w:eastAsia="sk-SK"/>
        </w:rPr>
        <w:t xml:space="preserve">o </w:t>
      </w:r>
      <w:r w:rsidR="00AC3491">
        <w:rPr>
          <w:rFonts w:ascii="Courier New" w:hAnsi="Courier New" w:cs="Courier New"/>
          <w:color w:val="000000"/>
          <w:lang w:eastAsia="sk-SK"/>
        </w:rPr>
        <w:tab/>
      </w:r>
      <w:r w:rsidRPr="009B00B9">
        <w:rPr>
          <w:color w:val="000000"/>
          <w:lang w:eastAsia="sk-SK"/>
        </w:rPr>
        <w:t xml:space="preserve">Vlastník/Správca </w:t>
      </w:r>
    </w:p>
    <w:p w14:paraId="2885DDDD" w14:textId="77777777" w:rsidR="009B00B9" w:rsidRPr="00AC3491" w:rsidRDefault="009B00B9" w:rsidP="007B4C63">
      <w:pPr>
        <w:pStyle w:val="Hlavika"/>
        <w:numPr>
          <w:ilvl w:val="0"/>
          <w:numId w:val="56"/>
        </w:numPr>
        <w:tabs>
          <w:tab w:val="left" w:pos="284"/>
          <w:tab w:val="left" w:pos="567"/>
          <w:tab w:val="left" w:pos="2160"/>
          <w:tab w:val="left" w:pos="2552"/>
          <w:tab w:val="left" w:pos="2694"/>
        </w:tabs>
        <w:ind w:hanging="436"/>
        <w:outlineLvl w:val="0"/>
        <w:rPr>
          <w:bCs/>
        </w:rPr>
      </w:pPr>
      <w:r w:rsidRPr="00AC3491">
        <w:rPr>
          <w:bCs/>
        </w:rPr>
        <w:t>Údaje o stavebníkovi</w:t>
      </w:r>
    </w:p>
    <w:p w14:paraId="329D3968" w14:textId="77777777" w:rsidR="009B00B9" w:rsidRPr="00AC3491" w:rsidRDefault="009B00B9" w:rsidP="007B4C63">
      <w:pPr>
        <w:pStyle w:val="Hlavika"/>
        <w:numPr>
          <w:ilvl w:val="0"/>
          <w:numId w:val="64"/>
        </w:numPr>
        <w:tabs>
          <w:tab w:val="left" w:pos="709"/>
          <w:tab w:val="left" w:pos="840"/>
          <w:tab w:val="left" w:pos="2160"/>
          <w:tab w:val="left" w:pos="2552"/>
          <w:tab w:val="left" w:pos="2694"/>
        </w:tabs>
        <w:ind w:left="709" w:hanging="283"/>
        <w:outlineLvl w:val="0"/>
        <w:rPr>
          <w:bCs/>
        </w:rPr>
      </w:pPr>
      <w:r w:rsidRPr="00AC3491">
        <w:rPr>
          <w:bCs/>
        </w:rPr>
        <w:t>Názov</w:t>
      </w:r>
    </w:p>
    <w:p w14:paraId="54B0279E" w14:textId="77777777" w:rsidR="009B00B9" w:rsidRPr="00AC3491" w:rsidRDefault="009B00B9" w:rsidP="007B4C63">
      <w:pPr>
        <w:pStyle w:val="Hlavika"/>
        <w:numPr>
          <w:ilvl w:val="0"/>
          <w:numId w:val="64"/>
        </w:numPr>
        <w:tabs>
          <w:tab w:val="left" w:pos="709"/>
          <w:tab w:val="left" w:pos="840"/>
          <w:tab w:val="left" w:pos="2160"/>
          <w:tab w:val="left" w:pos="2552"/>
          <w:tab w:val="left" w:pos="2694"/>
        </w:tabs>
        <w:ind w:left="709" w:hanging="283"/>
        <w:outlineLvl w:val="0"/>
        <w:rPr>
          <w:bCs/>
        </w:rPr>
      </w:pPr>
      <w:r w:rsidRPr="00AC3491">
        <w:rPr>
          <w:bCs/>
        </w:rPr>
        <w:t>Adresa sídla</w:t>
      </w:r>
    </w:p>
    <w:p w14:paraId="04ECB444" w14:textId="77777777" w:rsidR="009B00B9" w:rsidRPr="00AC3491" w:rsidRDefault="009B00B9" w:rsidP="007B4C63">
      <w:pPr>
        <w:pStyle w:val="Hlavika"/>
        <w:numPr>
          <w:ilvl w:val="0"/>
          <w:numId w:val="64"/>
        </w:numPr>
        <w:tabs>
          <w:tab w:val="left" w:pos="709"/>
          <w:tab w:val="left" w:pos="840"/>
          <w:tab w:val="left" w:pos="2160"/>
          <w:tab w:val="left" w:pos="2552"/>
          <w:tab w:val="left" w:pos="2694"/>
        </w:tabs>
        <w:ind w:left="709" w:hanging="283"/>
        <w:outlineLvl w:val="0"/>
        <w:rPr>
          <w:bCs/>
        </w:rPr>
      </w:pPr>
      <w:r w:rsidRPr="00AC3491">
        <w:rPr>
          <w:bCs/>
        </w:rPr>
        <w:t>IČO/DIČ</w:t>
      </w:r>
    </w:p>
    <w:p w14:paraId="07CC3C58" w14:textId="77777777" w:rsidR="009B00B9" w:rsidRPr="00AC3491" w:rsidRDefault="009B00B9" w:rsidP="007B4C63">
      <w:pPr>
        <w:pStyle w:val="Hlavika"/>
        <w:numPr>
          <w:ilvl w:val="0"/>
          <w:numId w:val="64"/>
        </w:numPr>
        <w:tabs>
          <w:tab w:val="left" w:pos="709"/>
          <w:tab w:val="left" w:pos="840"/>
          <w:tab w:val="left" w:pos="2160"/>
          <w:tab w:val="left" w:pos="2552"/>
          <w:tab w:val="left" w:pos="2694"/>
        </w:tabs>
        <w:spacing w:after="120"/>
        <w:ind w:left="709" w:hanging="283"/>
        <w:outlineLvl w:val="0"/>
        <w:rPr>
          <w:bCs/>
        </w:rPr>
      </w:pPr>
      <w:r w:rsidRPr="00AC3491">
        <w:rPr>
          <w:bCs/>
        </w:rPr>
        <w:t>Zriaďovateľ (Názov spoločnosti, adresa sídla, IČO, DIČ)</w:t>
      </w:r>
    </w:p>
    <w:p w14:paraId="4133B2D1" w14:textId="77777777" w:rsidR="009B00B9" w:rsidRPr="00AC3491" w:rsidRDefault="009B00B9" w:rsidP="007B4C63">
      <w:pPr>
        <w:pStyle w:val="Hlavika"/>
        <w:numPr>
          <w:ilvl w:val="0"/>
          <w:numId w:val="57"/>
        </w:numPr>
        <w:tabs>
          <w:tab w:val="left" w:pos="284"/>
          <w:tab w:val="left" w:pos="567"/>
          <w:tab w:val="left" w:pos="2160"/>
          <w:tab w:val="left" w:pos="2552"/>
          <w:tab w:val="left" w:pos="2694"/>
        </w:tabs>
        <w:ind w:hanging="436"/>
        <w:outlineLvl w:val="0"/>
        <w:rPr>
          <w:bCs/>
        </w:rPr>
      </w:pPr>
      <w:r w:rsidRPr="00AC3491">
        <w:rPr>
          <w:bCs/>
        </w:rPr>
        <w:t>Údaje o projektantovi objektu</w:t>
      </w:r>
    </w:p>
    <w:p w14:paraId="775FD443" w14:textId="77777777" w:rsidR="009B00B9" w:rsidRPr="00AC3491" w:rsidRDefault="009B00B9" w:rsidP="007B4C63">
      <w:pPr>
        <w:pStyle w:val="Hlavika"/>
        <w:numPr>
          <w:ilvl w:val="0"/>
          <w:numId w:val="65"/>
        </w:numPr>
        <w:tabs>
          <w:tab w:val="left" w:pos="360"/>
          <w:tab w:val="left" w:pos="709"/>
          <w:tab w:val="left" w:pos="2160"/>
          <w:tab w:val="left" w:pos="2552"/>
          <w:tab w:val="left" w:pos="2694"/>
        </w:tabs>
        <w:ind w:left="709" w:hanging="283"/>
        <w:outlineLvl w:val="0"/>
        <w:rPr>
          <w:bCs/>
        </w:rPr>
      </w:pPr>
      <w:r w:rsidRPr="00AC3491">
        <w:rPr>
          <w:bCs/>
        </w:rPr>
        <w:t>Meno a Priezvisko/Názov spoločnosti</w:t>
      </w:r>
    </w:p>
    <w:p w14:paraId="325F1476" w14:textId="77777777" w:rsidR="009B00B9" w:rsidRPr="00AC3491" w:rsidRDefault="009B00B9" w:rsidP="007B4C63">
      <w:pPr>
        <w:pStyle w:val="Hlavika"/>
        <w:numPr>
          <w:ilvl w:val="0"/>
          <w:numId w:val="65"/>
        </w:numPr>
        <w:tabs>
          <w:tab w:val="left" w:pos="709"/>
          <w:tab w:val="left" w:pos="840"/>
          <w:tab w:val="left" w:pos="2160"/>
          <w:tab w:val="left" w:pos="2552"/>
          <w:tab w:val="left" w:pos="2694"/>
        </w:tabs>
        <w:ind w:left="709" w:hanging="283"/>
        <w:outlineLvl w:val="0"/>
        <w:rPr>
          <w:bCs/>
        </w:rPr>
      </w:pPr>
      <w:r w:rsidRPr="00AC3491">
        <w:rPr>
          <w:bCs/>
        </w:rPr>
        <w:t>Adresa/Adresa sídla</w:t>
      </w:r>
    </w:p>
    <w:p w14:paraId="04A0D21B" w14:textId="77777777" w:rsidR="009B00B9" w:rsidRPr="00AC3491" w:rsidRDefault="009B00B9" w:rsidP="007B4C63">
      <w:pPr>
        <w:pStyle w:val="Hlavika"/>
        <w:numPr>
          <w:ilvl w:val="0"/>
          <w:numId w:val="65"/>
        </w:numPr>
        <w:tabs>
          <w:tab w:val="left" w:pos="709"/>
          <w:tab w:val="left" w:pos="840"/>
          <w:tab w:val="left" w:pos="2160"/>
          <w:tab w:val="left" w:pos="2552"/>
          <w:tab w:val="left" w:pos="2694"/>
        </w:tabs>
        <w:ind w:left="851" w:hanging="425"/>
        <w:outlineLvl w:val="0"/>
        <w:rPr>
          <w:bCs/>
        </w:rPr>
      </w:pPr>
      <w:r w:rsidRPr="00AC3491">
        <w:rPr>
          <w:bCs/>
        </w:rPr>
        <w:t>IČO/DIČ</w:t>
      </w:r>
    </w:p>
    <w:p w14:paraId="28A9041E" w14:textId="77777777" w:rsidR="009B00B9" w:rsidRPr="00AC3491" w:rsidRDefault="009B00B9" w:rsidP="007B4C63">
      <w:pPr>
        <w:pStyle w:val="Hlavika"/>
        <w:numPr>
          <w:ilvl w:val="0"/>
          <w:numId w:val="65"/>
        </w:numPr>
        <w:tabs>
          <w:tab w:val="clear" w:pos="9071"/>
          <w:tab w:val="left" w:pos="709"/>
          <w:tab w:val="left" w:pos="840"/>
          <w:tab w:val="left" w:pos="2160"/>
          <w:tab w:val="left" w:pos="2552"/>
          <w:tab w:val="left" w:pos="2694"/>
        </w:tabs>
        <w:ind w:left="709" w:hanging="283"/>
        <w:outlineLvl w:val="0"/>
        <w:rPr>
          <w:bCs/>
        </w:rPr>
      </w:pPr>
      <w:r w:rsidRPr="00AC3491">
        <w:rPr>
          <w:bCs/>
        </w:rPr>
        <w:t>Zodpovedný projektant</w:t>
      </w:r>
    </w:p>
    <w:p w14:paraId="770FB01D" w14:textId="77777777" w:rsidR="009B00B9" w:rsidRPr="009B00B9" w:rsidRDefault="009B00B9" w:rsidP="0045721D">
      <w:pPr>
        <w:pStyle w:val="Hlavika"/>
        <w:tabs>
          <w:tab w:val="clear" w:pos="9071"/>
          <w:tab w:val="left" w:pos="426"/>
          <w:tab w:val="left" w:pos="840"/>
          <w:tab w:val="left" w:pos="2160"/>
          <w:tab w:val="left" w:pos="2552"/>
          <w:tab w:val="left" w:pos="2694"/>
        </w:tabs>
        <w:outlineLvl w:val="0"/>
        <w:rPr>
          <w:bCs/>
          <w:sz w:val="22"/>
          <w:szCs w:val="22"/>
        </w:rPr>
      </w:pPr>
    </w:p>
    <w:p w14:paraId="2FE431BC" w14:textId="77777777" w:rsidR="00F65E01" w:rsidRPr="00F65E01" w:rsidRDefault="00F65E01" w:rsidP="000E1A6B">
      <w:pPr>
        <w:pStyle w:val="Hlavika"/>
        <w:tabs>
          <w:tab w:val="left" w:pos="426"/>
          <w:tab w:val="right" w:pos="567"/>
          <w:tab w:val="left" w:pos="2160"/>
          <w:tab w:val="left" w:pos="2552"/>
          <w:tab w:val="left" w:pos="2694"/>
        </w:tabs>
        <w:spacing w:after="120"/>
        <w:outlineLvl w:val="0"/>
        <w:rPr>
          <w:b/>
          <w:bCs/>
        </w:rPr>
      </w:pPr>
      <w:r w:rsidRPr="00F65E01">
        <w:rPr>
          <w:b/>
          <w:bCs/>
        </w:rPr>
        <w:t xml:space="preserve">2.1.2 </w:t>
      </w:r>
      <w:r w:rsidR="000E1A6B">
        <w:rPr>
          <w:b/>
          <w:bCs/>
        </w:rPr>
        <w:tab/>
        <w:t xml:space="preserve"> </w:t>
      </w:r>
      <w:r w:rsidRPr="00F65E01">
        <w:rPr>
          <w:b/>
          <w:bCs/>
        </w:rPr>
        <w:t>Použité podklady</w:t>
      </w:r>
    </w:p>
    <w:p w14:paraId="6054D409" w14:textId="77777777" w:rsidR="00F65E01" w:rsidRPr="00F65E01" w:rsidRDefault="00F65E01" w:rsidP="000E1A6B">
      <w:pPr>
        <w:pStyle w:val="Hlavika"/>
        <w:tabs>
          <w:tab w:val="left" w:pos="426"/>
          <w:tab w:val="left" w:pos="567"/>
          <w:tab w:val="left" w:pos="2160"/>
          <w:tab w:val="left" w:pos="2552"/>
          <w:tab w:val="left" w:pos="2694"/>
        </w:tabs>
        <w:spacing w:after="120"/>
        <w:outlineLvl w:val="0"/>
        <w:rPr>
          <w:b/>
          <w:bCs/>
        </w:rPr>
      </w:pPr>
      <w:r w:rsidRPr="00F65E01">
        <w:rPr>
          <w:b/>
          <w:bCs/>
        </w:rPr>
        <w:t xml:space="preserve">2.1.3 </w:t>
      </w:r>
      <w:r w:rsidR="000E1A6B">
        <w:rPr>
          <w:b/>
          <w:bCs/>
        </w:rPr>
        <w:tab/>
      </w:r>
      <w:r w:rsidRPr="00F65E01">
        <w:rPr>
          <w:b/>
          <w:bCs/>
        </w:rPr>
        <w:t>Použité normy a predpisy, literatúra a elektronické zdroje</w:t>
      </w:r>
    </w:p>
    <w:p w14:paraId="315735D6" w14:textId="77777777" w:rsidR="00F65E01" w:rsidRPr="00F65E01" w:rsidRDefault="00F65E01" w:rsidP="000E1A6B">
      <w:pPr>
        <w:pStyle w:val="Hlavika"/>
        <w:tabs>
          <w:tab w:val="left" w:pos="426"/>
          <w:tab w:val="left" w:pos="567"/>
          <w:tab w:val="left" w:pos="2160"/>
          <w:tab w:val="left" w:pos="2552"/>
          <w:tab w:val="left" w:pos="2694"/>
        </w:tabs>
        <w:spacing w:after="120"/>
        <w:outlineLvl w:val="0"/>
        <w:rPr>
          <w:b/>
          <w:bCs/>
        </w:rPr>
      </w:pPr>
      <w:r w:rsidRPr="00F65E01">
        <w:rPr>
          <w:b/>
          <w:bCs/>
        </w:rPr>
        <w:lastRenderedPageBreak/>
        <w:t xml:space="preserve">2.1.4 </w:t>
      </w:r>
      <w:r w:rsidR="000E1A6B">
        <w:rPr>
          <w:b/>
          <w:bCs/>
        </w:rPr>
        <w:tab/>
      </w:r>
      <w:r w:rsidRPr="00F65E01">
        <w:rPr>
          <w:b/>
          <w:bCs/>
        </w:rPr>
        <w:t>Popis funkčného a technického riešenia</w:t>
      </w:r>
    </w:p>
    <w:p w14:paraId="79B9210A" w14:textId="74B69F2D" w:rsidR="00F65E01" w:rsidRPr="005241B0" w:rsidRDefault="00F65E01" w:rsidP="007B4C63">
      <w:pPr>
        <w:pStyle w:val="Hlavika"/>
        <w:numPr>
          <w:ilvl w:val="0"/>
          <w:numId w:val="58"/>
        </w:numPr>
        <w:tabs>
          <w:tab w:val="left" w:pos="567"/>
          <w:tab w:val="left" w:pos="840"/>
          <w:tab w:val="left" w:pos="2160"/>
          <w:tab w:val="left" w:pos="2552"/>
          <w:tab w:val="left" w:pos="2694"/>
        </w:tabs>
        <w:ind w:hanging="436"/>
        <w:outlineLvl w:val="0"/>
        <w:rPr>
          <w:bCs/>
        </w:rPr>
      </w:pPr>
      <w:r w:rsidRPr="005241B0">
        <w:rPr>
          <w:bCs/>
        </w:rPr>
        <w:t xml:space="preserve">Zmeny </w:t>
      </w:r>
      <w:r w:rsidRPr="00B07361">
        <w:rPr>
          <w:bCs/>
        </w:rPr>
        <w:t xml:space="preserve">voči </w:t>
      </w:r>
      <w:r w:rsidR="00B26E25">
        <w:rPr>
          <w:bCs/>
        </w:rPr>
        <w:t>Projektovej štúdii</w:t>
      </w:r>
    </w:p>
    <w:p w14:paraId="4E3575B7" w14:textId="77777777" w:rsidR="00F65E01" w:rsidRPr="005241B0" w:rsidRDefault="00F65E01" w:rsidP="007B4C63">
      <w:pPr>
        <w:pStyle w:val="Hlavika"/>
        <w:numPr>
          <w:ilvl w:val="0"/>
          <w:numId w:val="58"/>
        </w:numPr>
        <w:tabs>
          <w:tab w:val="left" w:pos="567"/>
          <w:tab w:val="left" w:pos="840"/>
          <w:tab w:val="left" w:pos="2160"/>
          <w:tab w:val="left" w:pos="2552"/>
          <w:tab w:val="left" w:pos="2694"/>
        </w:tabs>
        <w:ind w:hanging="436"/>
        <w:outlineLvl w:val="0"/>
        <w:rPr>
          <w:bCs/>
        </w:rPr>
      </w:pPr>
      <w:r w:rsidRPr="005241B0">
        <w:rPr>
          <w:bCs/>
        </w:rPr>
        <w:t>Základné údaje o objekte</w:t>
      </w:r>
    </w:p>
    <w:p w14:paraId="73F1DBB2" w14:textId="77777777" w:rsidR="00F65E01" w:rsidRPr="005241B0" w:rsidRDefault="00F65E01" w:rsidP="007B4C63">
      <w:pPr>
        <w:pStyle w:val="Hlavika"/>
        <w:numPr>
          <w:ilvl w:val="0"/>
          <w:numId w:val="58"/>
        </w:numPr>
        <w:tabs>
          <w:tab w:val="left" w:pos="567"/>
          <w:tab w:val="left" w:pos="840"/>
          <w:tab w:val="left" w:pos="2160"/>
          <w:tab w:val="left" w:pos="2552"/>
          <w:tab w:val="left" w:pos="2694"/>
        </w:tabs>
        <w:ind w:hanging="436"/>
        <w:outlineLvl w:val="0"/>
        <w:rPr>
          <w:bCs/>
        </w:rPr>
      </w:pPr>
      <w:r w:rsidRPr="005241B0">
        <w:rPr>
          <w:bCs/>
        </w:rPr>
        <w:t>Vybavenie pozemnej komunikácie</w:t>
      </w:r>
    </w:p>
    <w:p w14:paraId="20864349" w14:textId="77777777" w:rsidR="00F65E01" w:rsidRPr="005241B0" w:rsidRDefault="00F65E01" w:rsidP="007B4C63">
      <w:pPr>
        <w:pStyle w:val="Hlavika"/>
        <w:numPr>
          <w:ilvl w:val="0"/>
          <w:numId w:val="58"/>
        </w:numPr>
        <w:tabs>
          <w:tab w:val="left" w:pos="567"/>
          <w:tab w:val="left" w:pos="840"/>
          <w:tab w:val="left" w:pos="2160"/>
          <w:tab w:val="left" w:pos="2552"/>
          <w:tab w:val="left" w:pos="2694"/>
        </w:tabs>
        <w:spacing w:after="120"/>
        <w:ind w:left="714" w:hanging="436"/>
        <w:outlineLvl w:val="0"/>
        <w:rPr>
          <w:bCs/>
        </w:rPr>
      </w:pPr>
      <w:r w:rsidRPr="005241B0">
        <w:rPr>
          <w:bCs/>
        </w:rPr>
        <w:t>Objekty na pozemnej komunikácii</w:t>
      </w:r>
    </w:p>
    <w:p w14:paraId="59D018AA" w14:textId="1671F3C9" w:rsidR="00F65E01" w:rsidRPr="00F65E01" w:rsidRDefault="00F65E01" w:rsidP="00F01C1B">
      <w:pPr>
        <w:pStyle w:val="Hlavika"/>
        <w:tabs>
          <w:tab w:val="left" w:pos="426"/>
          <w:tab w:val="left" w:pos="567"/>
          <w:tab w:val="left" w:pos="2160"/>
          <w:tab w:val="left" w:pos="2552"/>
          <w:tab w:val="left" w:pos="2694"/>
        </w:tabs>
        <w:spacing w:after="120"/>
        <w:ind w:left="567" w:hanging="567"/>
        <w:jc w:val="both"/>
        <w:outlineLvl w:val="0"/>
        <w:rPr>
          <w:b/>
          <w:bCs/>
        </w:rPr>
      </w:pPr>
      <w:r w:rsidRPr="005241B0">
        <w:rPr>
          <w:b/>
          <w:bCs/>
        </w:rPr>
        <w:t xml:space="preserve">2.1.5 </w:t>
      </w:r>
      <w:r w:rsidR="000E1A6B">
        <w:rPr>
          <w:b/>
          <w:bCs/>
        </w:rPr>
        <w:tab/>
      </w:r>
      <w:r w:rsidRPr="005241B0">
        <w:rPr>
          <w:b/>
          <w:bCs/>
        </w:rPr>
        <w:t xml:space="preserve">Popis napojenia na existujúcu cestnú sieť, prístupy na pozemky rozdelené stavbou a väzby </w:t>
      </w:r>
      <w:r w:rsidR="00F01C1B">
        <w:rPr>
          <w:b/>
          <w:bCs/>
        </w:rPr>
        <w:br/>
      </w:r>
      <w:r w:rsidRPr="005241B0">
        <w:rPr>
          <w:b/>
          <w:bCs/>
        </w:rPr>
        <w:t>na</w:t>
      </w:r>
      <w:r w:rsidRPr="00F65E01">
        <w:rPr>
          <w:b/>
          <w:bCs/>
        </w:rPr>
        <w:t xml:space="preserve"> existujúce inžinierske siete</w:t>
      </w:r>
    </w:p>
    <w:p w14:paraId="1F4F2719" w14:textId="77777777" w:rsidR="00F65E01" w:rsidRPr="005241B0" w:rsidRDefault="00F65E01" w:rsidP="00F01C1B">
      <w:pPr>
        <w:pStyle w:val="Hlavika"/>
        <w:numPr>
          <w:ilvl w:val="0"/>
          <w:numId w:val="59"/>
        </w:numPr>
        <w:tabs>
          <w:tab w:val="left" w:pos="567"/>
          <w:tab w:val="left" w:pos="840"/>
          <w:tab w:val="left" w:pos="2160"/>
          <w:tab w:val="left" w:pos="2552"/>
          <w:tab w:val="left" w:pos="2694"/>
        </w:tabs>
        <w:ind w:hanging="436"/>
        <w:jc w:val="both"/>
        <w:outlineLvl w:val="0"/>
        <w:rPr>
          <w:bCs/>
        </w:rPr>
      </w:pPr>
      <w:r w:rsidRPr="005241B0">
        <w:rPr>
          <w:bCs/>
        </w:rPr>
        <w:t>Napojenie na existujúce komunikácie</w:t>
      </w:r>
    </w:p>
    <w:p w14:paraId="3A9BAECB" w14:textId="77777777" w:rsidR="00F65E01" w:rsidRPr="005241B0" w:rsidRDefault="00F65E01" w:rsidP="00F01C1B">
      <w:pPr>
        <w:pStyle w:val="Hlavika"/>
        <w:numPr>
          <w:ilvl w:val="0"/>
          <w:numId w:val="59"/>
        </w:numPr>
        <w:tabs>
          <w:tab w:val="left" w:pos="567"/>
          <w:tab w:val="left" w:pos="840"/>
          <w:tab w:val="left" w:pos="2160"/>
          <w:tab w:val="left" w:pos="2552"/>
          <w:tab w:val="left" w:pos="2694"/>
        </w:tabs>
        <w:ind w:hanging="436"/>
        <w:jc w:val="both"/>
        <w:outlineLvl w:val="0"/>
        <w:rPr>
          <w:bCs/>
        </w:rPr>
      </w:pPr>
      <w:r w:rsidRPr="005241B0">
        <w:rPr>
          <w:bCs/>
        </w:rPr>
        <w:t>Prístup na pozemky rozdelené stavbou</w:t>
      </w:r>
    </w:p>
    <w:p w14:paraId="018D6AE1" w14:textId="77777777" w:rsidR="00F65E01" w:rsidRPr="005241B0" w:rsidRDefault="00F65E01" w:rsidP="00F01C1B">
      <w:pPr>
        <w:pStyle w:val="Hlavika"/>
        <w:numPr>
          <w:ilvl w:val="0"/>
          <w:numId w:val="59"/>
        </w:numPr>
        <w:tabs>
          <w:tab w:val="left" w:pos="567"/>
          <w:tab w:val="left" w:pos="840"/>
          <w:tab w:val="left" w:pos="2160"/>
          <w:tab w:val="left" w:pos="2552"/>
          <w:tab w:val="left" w:pos="2694"/>
        </w:tabs>
        <w:spacing w:after="120"/>
        <w:ind w:hanging="436"/>
        <w:jc w:val="both"/>
        <w:outlineLvl w:val="0"/>
        <w:rPr>
          <w:bCs/>
        </w:rPr>
      </w:pPr>
      <w:r w:rsidRPr="005241B0">
        <w:rPr>
          <w:bCs/>
        </w:rPr>
        <w:t>Väzby na existujúce inžinierske siete</w:t>
      </w:r>
    </w:p>
    <w:p w14:paraId="2949F801" w14:textId="77777777" w:rsidR="00F65E01" w:rsidRPr="00F65E01" w:rsidRDefault="00F65E01" w:rsidP="00F01C1B">
      <w:pPr>
        <w:pStyle w:val="Hlavika"/>
        <w:tabs>
          <w:tab w:val="left" w:pos="426"/>
          <w:tab w:val="left" w:pos="567"/>
          <w:tab w:val="left" w:pos="2160"/>
          <w:tab w:val="left" w:pos="2552"/>
          <w:tab w:val="left" w:pos="2694"/>
        </w:tabs>
        <w:spacing w:after="120"/>
        <w:ind w:left="567" w:hanging="567"/>
        <w:jc w:val="both"/>
        <w:outlineLvl w:val="0"/>
        <w:rPr>
          <w:b/>
          <w:bCs/>
        </w:rPr>
      </w:pPr>
      <w:r w:rsidRPr="00F65E01">
        <w:rPr>
          <w:b/>
          <w:bCs/>
        </w:rPr>
        <w:t xml:space="preserve">2.1.6 </w:t>
      </w:r>
      <w:r w:rsidR="000E1A6B">
        <w:rPr>
          <w:b/>
          <w:bCs/>
        </w:rPr>
        <w:tab/>
      </w:r>
      <w:r w:rsidRPr="00F65E01">
        <w:rPr>
          <w:b/>
          <w:bCs/>
        </w:rPr>
        <w:t>Úprava režimu povrchových a podzemných vôd, zásady odvodnenia a ochrana pozemnej komunikácie</w:t>
      </w:r>
    </w:p>
    <w:p w14:paraId="15BC1609" w14:textId="77777777" w:rsidR="00F65E01" w:rsidRPr="00F65E01" w:rsidRDefault="00F65E01" w:rsidP="00A51A0C">
      <w:pPr>
        <w:pStyle w:val="Hlavika"/>
        <w:tabs>
          <w:tab w:val="left" w:pos="426"/>
          <w:tab w:val="left" w:pos="567"/>
          <w:tab w:val="right" w:pos="709"/>
          <w:tab w:val="left" w:pos="2160"/>
          <w:tab w:val="left" w:pos="2552"/>
          <w:tab w:val="left" w:pos="2694"/>
        </w:tabs>
        <w:spacing w:after="120"/>
        <w:outlineLvl w:val="0"/>
        <w:rPr>
          <w:b/>
          <w:bCs/>
        </w:rPr>
      </w:pPr>
      <w:r w:rsidRPr="00F65E01">
        <w:rPr>
          <w:b/>
          <w:bCs/>
        </w:rPr>
        <w:t xml:space="preserve">2.1.7 </w:t>
      </w:r>
      <w:r w:rsidR="000E1A6B">
        <w:rPr>
          <w:b/>
          <w:bCs/>
        </w:rPr>
        <w:tab/>
      </w:r>
      <w:r w:rsidRPr="00F65E01">
        <w:rPr>
          <w:b/>
          <w:bCs/>
        </w:rPr>
        <w:t>Zvláštne požiadavky na postup stavebných prác a údržbu</w:t>
      </w:r>
    </w:p>
    <w:p w14:paraId="6BA603D0" w14:textId="77777777" w:rsidR="00C61FAB" w:rsidRPr="00F65E01" w:rsidRDefault="00F65E01" w:rsidP="000E1A6B">
      <w:pPr>
        <w:pStyle w:val="Hlavika"/>
        <w:tabs>
          <w:tab w:val="left" w:pos="426"/>
          <w:tab w:val="left" w:pos="567"/>
          <w:tab w:val="left" w:pos="2160"/>
          <w:tab w:val="left" w:pos="2552"/>
          <w:tab w:val="left" w:pos="2694"/>
        </w:tabs>
        <w:spacing w:after="120"/>
        <w:outlineLvl w:val="0"/>
        <w:rPr>
          <w:b/>
          <w:bCs/>
        </w:rPr>
      </w:pPr>
      <w:r w:rsidRPr="00F65E01">
        <w:rPr>
          <w:b/>
          <w:bCs/>
        </w:rPr>
        <w:t xml:space="preserve">2.1.8 </w:t>
      </w:r>
      <w:r w:rsidR="000E1A6B">
        <w:rPr>
          <w:b/>
          <w:bCs/>
        </w:rPr>
        <w:tab/>
      </w:r>
      <w:r w:rsidRPr="00F65E01">
        <w:rPr>
          <w:b/>
          <w:bCs/>
        </w:rPr>
        <w:t>Charakteristika a popis technického riešenia pozemnej komunikácie</w:t>
      </w:r>
    </w:p>
    <w:p w14:paraId="5AED2F05" w14:textId="77777777" w:rsidR="00F65E01" w:rsidRPr="005241B0" w:rsidRDefault="00F65E01" w:rsidP="007B4C63">
      <w:pPr>
        <w:pStyle w:val="Hlavika"/>
        <w:numPr>
          <w:ilvl w:val="0"/>
          <w:numId w:val="60"/>
        </w:numPr>
        <w:tabs>
          <w:tab w:val="left" w:pos="567"/>
          <w:tab w:val="left" w:pos="840"/>
          <w:tab w:val="left" w:pos="2160"/>
          <w:tab w:val="left" w:pos="2552"/>
          <w:tab w:val="left" w:pos="2694"/>
        </w:tabs>
        <w:ind w:hanging="436"/>
        <w:outlineLvl w:val="0"/>
        <w:rPr>
          <w:bCs/>
        </w:rPr>
      </w:pPr>
      <w:r w:rsidRPr="005241B0">
        <w:rPr>
          <w:bCs/>
        </w:rPr>
        <w:t>Z hľadiska starostlivosti o životné prostredie</w:t>
      </w:r>
    </w:p>
    <w:p w14:paraId="5831BCFD" w14:textId="77777777" w:rsidR="00F65E01" w:rsidRPr="005241B0" w:rsidRDefault="00F65E01" w:rsidP="007B4C63">
      <w:pPr>
        <w:pStyle w:val="Hlavika"/>
        <w:numPr>
          <w:ilvl w:val="0"/>
          <w:numId w:val="60"/>
        </w:numPr>
        <w:tabs>
          <w:tab w:val="left" w:pos="567"/>
          <w:tab w:val="left" w:pos="840"/>
          <w:tab w:val="left" w:pos="2160"/>
          <w:tab w:val="left" w:pos="2552"/>
          <w:tab w:val="left" w:pos="2694"/>
        </w:tabs>
        <w:ind w:hanging="436"/>
        <w:outlineLvl w:val="0"/>
        <w:rPr>
          <w:bCs/>
        </w:rPr>
      </w:pPr>
      <w:r w:rsidRPr="005241B0">
        <w:rPr>
          <w:bCs/>
        </w:rPr>
        <w:t>Z hľadiska bezpečnosti cestnej premávky</w:t>
      </w:r>
    </w:p>
    <w:p w14:paraId="072C1E84" w14:textId="77777777" w:rsidR="00F65E01" w:rsidRPr="005241B0" w:rsidRDefault="00F65E01" w:rsidP="007B4C63">
      <w:pPr>
        <w:pStyle w:val="Hlavika"/>
        <w:numPr>
          <w:ilvl w:val="0"/>
          <w:numId w:val="60"/>
        </w:numPr>
        <w:tabs>
          <w:tab w:val="left" w:pos="567"/>
          <w:tab w:val="left" w:pos="840"/>
          <w:tab w:val="left" w:pos="2160"/>
          <w:tab w:val="left" w:pos="2552"/>
          <w:tab w:val="left" w:pos="2694"/>
        </w:tabs>
        <w:ind w:hanging="436"/>
        <w:outlineLvl w:val="0"/>
        <w:rPr>
          <w:bCs/>
        </w:rPr>
      </w:pPr>
      <w:r w:rsidRPr="005241B0">
        <w:rPr>
          <w:bCs/>
        </w:rPr>
        <w:t>Z hľadiska bezpečnosti a ochrany zdravia pri práci a prevádzky stavebných zariadení počas výstavby</w:t>
      </w:r>
    </w:p>
    <w:p w14:paraId="429B50F2" w14:textId="77777777" w:rsidR="009B00B9" w:rsidRDefault="00F65E01" w:rsidP="007B4C63">
      <w:pPr>
        <w:pStyle w:val="Hlavika"/>
        <w:numPr>
          <w:ilvl w:val="0"/>
          <w:numId w:val="60"/>
        </w:numPr>
        <w:tabs>
          <w:tab w:val="clear" w:pos="9071"/>
          <w:tab w:val="left" w:pos="567"/>
          <w:tab w:val="left" w:pos="840"/>
          <w:tab w:val="left" w:pos="2160"/>
          <w:tab w:val="left" w:pos="2552"/>
          <w:tab w:val="left" w:pos="2694"/>
        </w:tabs>
        <w:ind w:hanging="436"/>
        <w:outlineLvl w:val="0"/>
        <w:rPr>
          <w:bCs/>
        </w:rPr>
      </w:pPr>
      <w:r w:rsidRPr="005241B0">
        <w:rPr>
          <w:bCs/>
        </w:rPr>
        <w:t>Popis riešenia voči agresívnemu prostrediu</w:t>
      </w:r>
    </w:p>
    <w:p w14:paraId="5B7D2715" w14:textId="77777777" w:rsidR="00C61FAB" w:rsidRPr="005241B0" w:rsidRDefault="00C61FAB" w:rsidP="00C61FAB">
      <w:pPr>
        <w:pStyle w:val="Hlavika"/>
        <w:tabs>
          <w:tab w:val="clear" w:pos="9071"/>
          <w:tab w:val="left" w:pos="567"/>
          <w:tab w:val="left" w:pos="840"/>
          <w:tab w:val="left" w:pos="2160"/>
          <w:tab w:val="left" w:pos="2552"/>
          <w:tab w:val="left" w:pos="2694"/>
        </w:tabs>
        <w:ind w:left="720"/>
        <w:outlineLvl w:val="0"/>
        <w:rPr>
          <w:bCs/>
        </w:rPr>
      </w:pPr>
    </w:p>
    <w:p w14:paraId="6B51424B" w14:textId="77777777" w:rsidR="009B00B9" w:rsidRDefault="00C61FAB" w:rsidP="0045721D">
      <w:pPr>
        <w:pStyle w:val="Hlavika"/>
        <w:tabs>
          <w:tab w:val="clear" w:pos="9071"/>
          <w:tab w:val="left" w:pos="426"/>
          <w:tab w:val="left" w:pos="840"/>
          <w:tab w:val="left" w:pos="2160"/>
          <w:tab w:val="left" w:pos="2552"/>
          <w:tab w:val="left" w:pos="2694"/>
        </w:tabs>
        <w:outlineLvl w:val="0"/>
        <w:rPr>
          <w:b/>
          <w:bCs/>
        </w:rPr>
      </w:pPr>
      <w:r>
        <w:rPr>
          <w:b/>
          <w:bCs/>
        </w:rPr>
        <w:t>2.1.9</w:t>
      </w:r>
      <w:r w:rsidRPr="00F65E01">
        <w:rPr>
          <w:b/>
          <w:bCs/>
        </w:rPr>
        <w:t xml:space="preserve"> </w:t>
      </w:r>
      <w:r>
        <w:rPr>
          <w:b/>
          <w:bCs/>
        </w:rPr>
        <w:tab/>
        <w:t>Bilancia humusu, zeminy, materiálov a manipulácia s nimi</w:t>
      </w:r>
    </w:p>
    <w:p w14:paraId="27692624" w14:textId="77777777" w:rsidR="00C61FAB" w:rsidRDefault="00C61FAB" w:rsidP="0045721D">
      <w:pPr>
        <w:pStyle w:val="Hlavika"/>
        <w:tabs>
          <w:tab w:val="clear" w:pos="9071"/>
          <w:tab w:val="left" w:pos="426"/>
          <w:tab w:val="left" w:pos="840"/>
          <w:tab w:val="left" w:pos="2160"/>
          <w:tab w:val="left" w:pos="2552"/>
          <w:tab w:val="left" w:pos="2694"/>
        </w:tabs>
        <w:outlineLvl w:val="0"/>
        <w:rPr>
          <w:b/>
          <w:bCs/>
        </w:rPr>
      </w:pPr>
    </w:p>
    <w:p w14:paraId="07E90654" w14:textId="77777777" w:rsidR="00C61FAB" w:rsidRDefault="00C61FAB" w:rsidP="0045721D">
      <w:pPr>
        <w:pStyle w:val="Hlavika"/>
        <w:tabs>
          <w:tab w:val="clear" w:pos="9071"/>
          <w:tab w:val="left" w:pos="426"/>
          <w:tab w:val="left" w:pos="840"/>
          <w:tab w:val="left" w:pos="2160"/>
          <w:tab w:val="left" w:pos="2552"/>
          <w:tab w:val="left" w:pos="2694"/>
        </w:tabs>
        <w:outlineLvl w:val="0"/>
        <w:rPr>
          <w:b/>
          <w:bCs/>
        </w:rPr>
      </w:pPr>
      <w:r>
        <w:rPr>
          <w:b/>
          <w:bCs/>
        </w:rPr>
        <w:t>2.1.10</w:t>
      </w:r>
      <w:r>
        <w:rPr>
          <w:b/>
          <w:bCs/>
        </w:rPr>
        <w:tab/>
        <w:t>Prílohy technickej správy</w:t>
      </w:r>
    </w:p>
    <w:p w14:paraId="11A4706D" w14:textId="77777777" w:rsidR="00C61FAB" w:rsidRDefault="00C61FAB" w:rsidP="0045721D">
      <w:pPr>
        <w:pStyle w:val="Hlavika"/>
        <w:tabs>
          <w:tab w:val="clear" w:pos="9071"/>
          <w:tab w:val="left" w:pos="426"/>
          <w:tab w:val="left" w:pos="840"/>
          <w:tab w:val="left" w:pos="2160"/>
          <w:tab w:val="left" w:pos="2552"/>
          <w:tab w:val="left" w:pos="2694"/>
        </w:tabs>
        <w:outlineLvl w:val="0"/>
        <w:rPr>
          <w:b/>
          <w:bCs/>
        </w:rPr>
      </w:pPr>
    </w:p>
    <w:p w14:paraId="6C79CA01" w14:textId="76353E14" w:rsidR="00C61FAB" w:rsidRPr="005241B0" w:rsidRDefault="00C61FAB" w:rsidP="007B4C63">
      <w:pPr>
        <w:pStyle w:val="Hlavika"/>
        <w:numPr>
          <w:ilvl w:val="0"/>
          <w:numId w:val="59"/>
        </w:numPr>
        <w:tabs>
          <w:tab w:val="left" w:pos="567"/>
          <w:tab w:val="left" w:pos="840"/>
          <w:tab w:val="left" w:pos="2160"/>
          <w:tab w:val="left" w:pos="2552"/>
          <w:tab w:val="left" w:pos="2694"/>
        </w:tabs>
        <w:ind w:hanging="436"/>
        <w:outlineLvl w:val="0"/>
        <w:rPr>
          <w:bCs/>
        </w:rPr>
      </w:pPr>
      <w:r w:rsidRPr="00C61FAB">
        <w:rPr>
          <w:bCs/>
        </w:rPr>
        <w:t>Výpočet vozovky</w:t>
      </w:r>
      <w:r>
        <w:rPr>
          <w:b/>
          <w:bCs/>
        </w:rPr>
        <w:t xml:space="preserve"> </w:t>
      </w:r>
    </w:p>
    <w:p w14:paraId="17478259" w14:textId="77777777" w:rsidR="00C61FAB" w:rsidRPr="00C61FAB" w:rsidRDefault="00C61FAB" w:rsidP="007B4C63">
      <w:pPr>
        <w:pStyle w:val="Hlavika"/>
        <w:numPr>
          <w:ilvl w:val="0"/>
          <w:numId w:val="59"/>
        </w:numPr>
        <w:tabs>
          <w:tab w:val="left" w:pos="567"/>
          <w:tab w:val="left" w:pos="840"/>
          <w:tab w:val="left" w:pos="2160"/>
          <w:tab w:val="left" w:pos="2552"/>
          <w:tab w:val="left" w:pos="2694"/>
        </w:tabs>
        <w:ind w:hanging="436"/>
        <w:outlineLvl w:val="0"/>
        <w:rPr>
          <w:b/>
          <w:bCs/>
          <w:sz w:val="22"/>
          <w:szCs w:val="22"/>
        </w:rPr>
      </w:pPr>
      <w:proofErr w:type="spellStart"/>
      <w:r w:rsidRPr="00C61FAB">
        <w:rPr>
          <w:bCs/>
        </w:rPr>
        <w:t>Hydrotechnické</w:t>
      </w:r>
      <w:proofErr w:type="spellEnd"/>
      <w:r w:rsidRPr="00C61FAB">
        <w:rPr>
          <w:bCs/>
        </w:rPr>
        <w:t xml:space="preserve"> výpočty (na základe aktuálnych podkladov z SHMU)</w:t>
      </w:r>
    </w:p>
    <w:p w14:paraId="2D605F15" w14:textId="77777777" w:rsidR="00C61FAB" w:rsidRPr="00C61FAB" w:rsidRDefault="00C61FAB" w:rsidP="007B4C63">
      <w:pPr>
        <w:pStyle w:val="Hlavika"/>
        <w:numPr>
          <w:ilvl w:val="0"/>
          <w:numId w:val="59"/>
        </w:numPr>
        <w:tabs>
          <w:tab w:val="left" w:pos="567"/>
          <w:tab w:val="left" w:pos="840"/>
          <w:tab w:val="left" w:pos="2160"/>
          <w:tab w:val="left" w:pos="2552"/>
          <w:tab w:val="left" w:pos="2694"/>
        </w:tabs>
        <w:ind w:hanging="436"/>
        <w:outlineLvl w:val="0"/>
        <w:rPr>
          <w:b/>
          <w:bCs/>
          <w:sz w:val="22"/>
          <w:szCs w:val="22"/>
        </w:rPr>
      </w:pPr>
      <w:r>
        <w:rPr>
          <w:bCs/>
        </w:rPr>
        <w:t xml:space="preserve">Statické, resp. </w:t>
      </w:r>
      <w:proofErr w:type="spellStart"/>
      <w:r>
        <w:rPr>
          <w:bCs/>
        </w:rPr>
        <w:t>stabilitné</w:t>
      </w:r>
      <w:proofErr w:type="spellEnd"/>
      <w:r>
        <w:rPr>
          <w:bCs/>
        </w:rPr>
        <w:t xml:space="preserve"> výpočty</w:t>
      </w:r>
    </w:p>
    <w:p w14:paraId="652C7ECB" w14:textId="77777777" w:rsidR="00C61FAB" w:rsidRPr="00A60E6D" w:rsidRDefault="00C61FAB" w:rsidP="00C61FAB">
      <w:pPr>
        <w:pStyle w:val="Hlavika"/>
        <w:tabs>
          <w:tab w:val="left" w:pos="567"/>
          <w:tab w:val="left" w:pos="840"/>
          <w:tab w:val="left" w:pos="2160"/>
          <w:tab w:val="left" w:pos="2552"/>
          <w:tab w:val="left" w:pos="2694"/>
        </w:tabs>
        <w:ind w:left="720"/>
        <w:outlineLvl w:val="0"/>
        <w:rPr>
          <w:b/>
          <w:bCs/>
        </w:rPr>
      </w:pPr>
      <w:r w:rsidRPr="00A60E6D">
        <w:rPr>
          <w:b/>
          <w:bCs/>
          <w:sz w:val="18"/>
          <w:szCs w:val="18"/>
        </w:rPr>
        <w:tab/>
      </w:r>
    </w:p>
    <w:p w14:paraId="77092D99" w14:textId="77777777" w:rsidR="005241B0" w:rsidRPr="00A60E6D" w:rsidRDefault="005241B0" w:rsidP="000E1A6B">
      <w:pPr>
        <w:pStyle w:val="Hlavika"/>
        <w:tabs>
          <w:tab w:val="left" w:pos="426"/>
          <w:tab w:val="left" w:pos="567"/>
          <w:tab w:val="left" w:pos="2160"/>
          <w:tab w:val="left" w:pos="2552"/>
          <w:tab w:val="left" w:pos="2694"/>
        </w:tabs>
        <w:spacing w:after="120"/>
        <w:outlineLvl w:val="0"/>
        <w:rPr>
          <w:b/>
          <w:bCs/>
        </w:rPr>
      </w:pPr>
      <w:r w:rsidRPr="00A60E6D">
        <w:rPr>
          <w:b/>
          <w:bCs/>
        </w:rPr>
        <w:t xml:space="preserve">2.2 </w:t>
      </w:r>
      <w:r w:rsidR="000E1A6B" w:rsidRPr="00A60E6D">
        <w:rPr>
          <w:b/>
          <w:bCs/>
        </w:rPr>
        <w:tab/>
      </w:r>
      <w:r w:rsidR="000E1A6B" w:rsidRPr="00A60E6D">
        <w:rPr>
          <w:b/>
          <w:bCs/>
        </w:rPr>
        <w:tab/>
      </w:r>
      <w:r w:rsidRPr="00A60E6D">
        <w:rPr>
          <w:b/>
          <w:bCs/>
        </w:rPr>
        <w:t>Situácia</w:t>
      </w:r>
    </w:p>
    <w:p w14:paraId="36275073" w14:textId="77777777" w:rsidR="005241B0" w:rsidRPr="005241B0" w:rsidRDefault="000E1A6B" w:rsidP="000E1A6B">
      <w:pPr>
        <w:pStyle w:val="Hlavika"/>
        <w:tabs>
          <w:tab w:val="left" w:pos="426"/>
          <w:tab w:val="left" w:pos="567"/>
          <w:tab w:val="left" w:pos="2160"/>
          <w:tab w:val="left" w:pos="2552"/>
          <w:tab w:val="left" w:pos="2694"/>
        </w:tabs>
        <w:spacing w:after="120"/>
        <w:outlineLvl w:val="0"/>
        <w:rPr>
          <w:bCs/>
        </w:rPr>
      </w:pPr>
      <w:r>
        <w:rPr>
          <w:bCs/>
        </w:rPr>
        <w:tab/>
      </w:r>
      <w:r>
        <w:rPr>
          <w:bCs/>
        </w:rPr>
        <w:tab/>
      </w:r>
      <w:r w:rsidR="005241B0" w:rsidRPr="005241B0">
        <w:rPr>
          <w:bCs/>
        </w:rPr>
        <w:t>Situácia sa vypracuje na geodetickom podklade - polohopisné a výškopisné zameranie, zameranie inžinierskych sietí (šedou, čiernou) a zobrazuje navrhnutú pozemnú komunikáciu (červenou), ostatné objekty stavby (inou farbou).</w:t>
      </w:r>
    </w:p>
    <w:p w14:paraId="1D462E03" w14:textId="77777777" w:rsidR="005241B0" w:rsidRPr="005241B0" w:rsidRDefault="000E1A6B" w:rsidP="00EC7986">
      <w:pPr>
        <w:pStyle w:val="Hlavika"/>
        <w:tabs>
          <w:tab w:val="left" w:pos="426"/>
          <w:tab w:val="left" w:pos="567"/>
          <w:tab w:val="left" w:pos="2160"/>
          <w:tab w:val="left" w:pos="2552"/>
          <w:tab w:val="left" w:pos="2694"/>
        </w:tabs>
        <w:spacing w:after="120"/>
        <w:outlineLvl w:val="0"/>
        <w:rPr>
          <w:bCs/>
        </w:rPr>
      </w:pPr>
      <w:r>
        <w:rPr>
          <w:bCs/>
        </w:rPr>
        <w:tab/>
      </w:r>
      <w:r>
        <w:rPr>
          <w:bCs/>
        </w:rPr>
        <w:tab/>
      </w:r>
      <w:r w:rsidR="005241B0" w:rsidRPr="005241B0">
        <w:rPr>
          <w:bCs/>
        </w:rPr>
        <w:t>Situácia sa vypracuje spravidla v mierke 1:1 000, v prípade zložitých vzťahov sa použije mierka v zmysle STN 01 3466, tab. 1.</w:t>
      </w:r>
    </w:p>
    <w:p w14:paraId="285FE196" w14:textId="77777777" w:rsidR="005241B0" w:rsidRPr="005241B0" w:rsidRDefault="000E1A6B" w:rsidP="00EC7986">
      <w:pPr>
        <w:pStyle w:val="Hlavika"/>
        <w:tabs>
          <w:tab w:val="left" w:pos="567"/>
          <w:tab w:val="left" w:pos="840"/>
          <w:tab w:val="left" w:pos="2160"/>
          <w:tab w:val="left" w:pos="2552"/>
          <w:tab w:val="left" w:pos="2694"/>
        </w:tabs>
        <w:spacing w:after="120"/>
        <w:outlineLvl w:val="0"/>
        <w:rPr>
          <w:bCs/>
        </w:rPr>
      </w:pPr>
      <w:r>
        <w:rPr>
          <w:bCs/>
        </w:rPr>
        <w:tab/>
      </w:r>
      <w:r w:rsidR="005241B0" w:rsidRPr="005241B0">
        <w:rPr>
          <w:bCs/>
        </w:rPr>
        <w:t>Grafická úprava situácie v zmysle STN 01 3466.</w:t>
      </w:r>
    </w:p>
    <w:p w14:paraId="015E0FB0" w14:textId="77777777" w:rsidR="005241B0" w:rsidRPr="005241B0" w:rsidRDefault="00EC7986" w:rsidP="00EC7986">
      <w:pPr>
        <w:pStyle w:val="Hlavika"/>
        <w:tabs>
          <w:tab w:val="left" w:pos="426"/>
          <w:tab w:val="left" w:pos="567"/>
          <w:tab w:val="left" w:pos="2160"/>
          <w:tab w:val="left" w:pos="2552"/>
          <w:tab w:val="left" w:pos="2694"/>
        </w:tabs>
        <w:spacing w:after="120"/>
        <w:outlineLvl w:val="0"/>
        <w:rPr>
          <w:bCs/>
        </w:rPr>
      </w:pPr>
      <w:r>
        <w:rPr>
          <w:bCs/>
        </w:rPr>
        <w:tab/>
      </w:r>
      <w:r>
        <w:rPr>
          <w:bCs/>
        </w:rPr>
        <w:tab/>
      </w:r>
      <w:r w:rsidR="005241B0" w:rsidRPr="005241B0">
        <w:rPr>
          <w:bCs/>
        </w:rPr>
        <w:t>V situácii sa schematicky zakreslia aj úpravy pre osoby s obmedzenou schopnosťou pohybu.</w:t>
      </w:r>
    </w:p>
    <w:p w14:paraId="108C7E66" w14:textId="77777777" w:rsidR="005241B0" w:rsidRPr="005241B0" w:rsidRDefault="005241B0" w:rsidP="000E1A6B">
      <w:pPr>
        <w:pStyle w:val="Hlavika"/>
        <w:tabs>
          <w:tab w:val="left" w:pos="426"/>
          <w:tab w:val="left" w:pos="567"/>
          <w:tab w:val="left" w:pos="2160"/>
          <w:tab w:val="left" w:pos="2552"/>
          <w:tab w:val="left" w:pos="2694"/>
        </w:tabs>
        <w:spacing w:after="120"/>
        <w:outlineLvl w:val="0"/>
        <w:rPr>
          <w:b/>
          <w:bCs/>
        </w:rPr>
      </w:pPr>
      <w:r w:rsidRPr="005241B0">
        <w:rPr>
          <w:b/>
          <w:bCs/>
        </w:rPr>
        <w:t xml:space="preserve">2.3 </w:t>
      </w:r>
      <w:r w:rsidR="000E1A6B">
        <w:rPr>
          <w:b/>
          <w:bCs/>
        </w:rPr>
        <w:tab/>
      </w:r>
      <w:r w:rsidR="000E1A6B">
        <w:rPr>
          <w:b/>
          <w:bCs/>
        </w:rPr>
        <w:tab/>
      </w:r>
      <w:r w:rsidRPr="005241B0">
        <w:rPr>
          <w:b/>
          <w:bCs/>
        </w:rPr>
        <w:t>Pozdĺžny profil</w:t>
      </w:r>
    </w:p>
    <w:p w14:paraId="78D9D004" w14:textId="77777777" w:rsidR="005241B0" w:rsidRPr="005241B0" w:rsidRDefault="00EC7986" w:rsidP="00EC7986">
      <w:pPr>
        <w:pStyle w:val="Hlavika"/>
        <w:tabs>
          <w:tab w:val="left" w:pos="426"/>
          <w:tab w:val="left" w:pos="567"/>
          <w:tab w:val="left" w:pos="840"/>
          <w:tab w:val="left" w:pos="2160"/>
          <w:tab w:val="left" w:pos="2552"/>
          <w:tab w:val="left" w:pos="2694"/>
        </w:tabs>
        <w:outlineLvl w:val="0"/>
        <w:rPr>
          <w:bCs/>
        </w:rPr>
      </w:pPr>
      <w:r>
        <w:rPr>
          <w:bCs/>
        </w:rPr>
        <w:tab/>
      </w:r>
      <w:r>
        <w:rPr>
          <w:bCs/>
        </w:rPr>
        <w:tab/>
      </w:r>
      <w:r w:rsidR="005241B0" w:rsidRPr="005241B0">
        <w:rPr>
          <w:bCs/>
        </w:rPr>
        <w:t>Pozdĺžny profil sa vypracuje v dĺžkovej mierke situácie a výškovej mierke s desaťnásobným prevýšením. Zobrazuje navrhnutú pozemnú komunikáciu (červenou), ostatné objekty stavby (inou farbou), existujúci stav (šedou, čiernou).</w:t>
      </w:r>
    </w:p>
    <w:p w14:paraId="570E214D" w14:textId="77777777" w:rsidR="009B00B9" w:rsidRPr="005241B0" w:rsidRDefault="00EC7986" w:rsidP="00EC7986">
      <w:pPr>
        <w:pStyle w:val="Hlavika"/>
        <w:tabs>
          <w:tab w:val="clear" w:pos="9071"/>
          <w:tab w:val="left" w:pos="426"/>
          <w:tab w:val="left" w:pos="567"/>
          <w:tab w:val="left" w:pos="2160"/>
          <w:tab w:val="left" w:pos="2552"/>
          <w:tab w:val="left" w:pos="2694"/>
        </w:tabs>
        <w:outlineLvl w:val="0"/>
        <w:rPr>
          <w:bCs/>
        </w:rPr>
      </w:pPr>
      <w:r>
        <w:rPr>
          <w:bCs/>
        </w:rPr>
        <w:tab/>
      </w:r>
      <w:r>
        <w:rPr>
          <w:bCs/>
        </w:rPr>
        <w:tab/>
      </w:r>
      <w:r w:rsidR="005241B0" w:rsidRPr="005241B0">
        <w:rPr>
          <w:bCs/>
        </w:rPr>
        <w:t>Grafická úprava pozdĺžneho profilu v zmysle STN 01 3466.</w:t>
      </w:r>
    </w:p>
    <w:p w14:paraId="54206229" w14:textId="77777777" w:rsidR="005241B0" w:rsidRPr="00EC7986" w:rsidRDefault="00EC7986" w:rsidP="00EC7986">
      <w:pPr>
        <w:pStyle w:val="Hlavika"/>
        <w:tabs>
          <w:tab w:val="clear" w:pos="9071"/>
          <w:tab w:val="left" w:pos="426"/>
          <w:tab w:val="left" w:pos="567"/>
          <w:tab w:val="left" w:pos="2160"/>
          <w:tab w:val="left" w:pos="2552"/>
          <w:tab w:val="left" w:pos="2694"/>
        </w:tabs>
        <w:spacing w:after="120"/>
        <w:outlineLvl w:val="0"/>
        <w:rPr>
          <w:bCs/>
        </w:rPr>
      </w:pPr>
      <w:r>
        <w:rPr>
          <w:bCs/>
        </w:rPr>
        <w:tab/>
      </w:r>
      <w:r>
        <w:rPr>
          <w:bCs/>
        </w:rPr>
        <w:tab/>
      </w:r>
      <w:r w:rsidR="005241B0" w:rsidRPr="005241B0">
        <w:rPr>
          <w:bCs/>
        </w:rPr>
        <w:t>Kóty nivelety sa uvádzajú na 3 desatinné miesta. Výškové kóty lomov pozdĺžneho sklonu na 3 desatinné miesta.</w:t>
      </w:r>
    </w:p>
    <w:p w14:paraId="79629AE7" w14:textId="77777777" w:rsidR="00574A5B" w:rsidRPr="009928EE" w:rsidRDefault="00574A5B" w:rsidP="00574A5B">
      <w:pPr>
        <w:adjustRightInd w:val="0"/>
        <w:spacing w:before="0" w:after="120" w:line="240" w:lineRule="auto"/>
        <w:rPr>
          <w:color w:val="000000"/>
          <w:lang w:eastAsia="sk-SK"/>
        </w:rPr>
      </w:pPr>
      <w:r w:rsidRPr="009928EE">
        <w:rPr>
          <w:b/>
          <w:bCs/>
          <w:color w:val="000000"/>
          <w:lang w:eastAsia="sk-SK"/>
        </w:rPr>
        <w:t xml:space="preserve">2.4 </w:t>
      </w:r>
      <w:r w:rsidR="000E1A6B" w:rsidRPr="009928EE">
        <w:rPr>
          <w:b/>
          <w:bCs/>
          <w:color w:val="000000"/>
          <w:lang w:eastAsia="sk-SK"/>
        </w:rPr>
        <w:tab/>
      </w:r>
      <w:r w:rsidRPr="009928EE">
        <w:rPr>
          <w:b/>
          <w:bCs/>
          <w:color w:val="000000"/>
          <w:lang w:eastAsia="sk-SK"/>
        </w:rPr>
        <w:t xml:space="preserve">Vzorové priečne rezy </w:t>
      </w:r>
    </w:p>
    <w:p w14:paraId="56DD9238"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 xml:space="preserve">Vypracúvajú sa na charakteristických a odlišných úsekoch pozemnej komunikácie (zárez, násyp, rôzny počet dopravných pruhov, vetiev križovatiek a pod.) v M 1:50, prípadne M 1:100. </w:t>
      </w:r>
    </w:p>
    <w:p w14:paraId="0D3F4364"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 xml:space="preserve">Grafická úprava vzorových priečnych rezov v zmysle STN 01 3466. V prípade rekonštrukcií sa môžu vzorové priečne rezy kresliť aj farebne. </w:t>
      </w:r>
    </w:p>
    <w:p w14:paraId="4F090D06"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 xml:space="preserve">Vo vzorových priečnych rezoch musí byť zakreslené uloženie inžinierskych sietí, stožiare VO, protihluková stena aj so základmi, portály dopravného značenia aj so základmi, oporné múry, zábradlia, oplotenie, resp. </w:t>
      </w:r>
      <w:proofErr w:type="spellStart"/>
      <w:r w:rsidRPr="009928EE">
        <w:rPr>
          <w:color w:val="000000"/>
          <w:lang w:eastAsia="sk-SK"/>
        </w:rPr>
        <w:t>omedzníkovanie</w:t>
      </w:r>
      <w:proofErr w:type="spellEnd"/>
      <w:r w:rsidRPr="009928EE">
        <w:rPr>
          <w:color w:val="000000"/>
          <w:lang w:eastAsia="sk-SK"/>
        </w:rPr>
        <w:t xml:space="preserve">, prípadne iné typické detaily. Uvedú sa skladby vozovky pozemnej komunikácie. </w:t>
      </w:r>
    </w:p>
    <w:p w14:paraId="294573C7" w14:textId="77777777" w:rsidR="00574A5B" w:rsidRPr="009928EE" w:rsidRDefault="00574A5B" w:rsidP="00574A5B">
      <w:pPr>
        <w:adjustRightInd w:val="0"/>
        <w:spacing w:before="0" w:after="120" w:line="240" w:lineRule="auto"/>
        <w:rPr>
          <w:color w:val="000000"/>
          <w:lang w:eastAsia="sk-SK"/>
        </w:rPr>
      </w:pPr>
      <w:r w:rsidRPr="009928EE">
        <w:rPr>
          <w:b/>
          <w:bCs/>
          <w:color w:val="000000"/>
          <w:lang w:eastAsia="sk-SK"/>
        </w:rPr>
        <w:lastRenderedPageBreak/>
        <w:t xml:space="preserve">2.5 </w:t>
      </w:r>
      <w:r w:rsidR="000E1A6B" w:rsidRPr="009928EE">
        <w:rPr>
          <w:b/>
          <w:bCs/>
          <w:color w:val="000000"/>
          <w:lang w:eastAsia="sk-SK"/>
        </w:rPr>
        <w:tab/>
      </w:r>
      <w:r w:rsidRPr="009928EE">
        <w:rPr>
          <w:b/>
          <w:bCs/>
          <w:color w:val="000000"/>
          <w:lang w:eastAsia="sk-SK"/>
        </w:rPr>
        <w:t xml:space="preserve">Charakteristické priečne rezy </w:t>
      </w:r>
    </w:p>
    <w:p w14:paraId="68774F8A" w14:textId="104EA5B4"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Zobrazuje začlenenie telesa pozemnej komunikácie do terénu v charakteristických miestach spravidla v mierke M 1:100, resp. M 1:200. V priečnych rezoch sú zobrazené väzby na všetky súvisiace objekty</w:t>
      </w:r>
      <w:r w:rsidR="009928EE">
        <w:rPr>
          <w:color w:val="000000"/>
          <w:lang w:eastAsia="sk-SK"/>
        </w:rPr>
        <w:t>, vrátane PHS</w:t>
      </w:r>
      <w:r w:rsidRPr="009928EE">
        <w:rPr>
          <w:color w:val="000000"/>
          <w:lang w:eastAsia="sk-SK"/>
        </w:rPr>
        <w:t xml:space="preserve">. Maximálna vzdialenosť priečnych rezov nesmie prekročiť </w:t>
      </w:r>
      <w:r w:rsidR="00103134">
        <w:rPr>
          <w:color w:val="000000"/>
          <w:lang w:eastAsia="sk-SK"/>
        </w:rPr>
        <w:t>25</w:t>
      </w:r>
      <w:r w:rsidR="00103134" w:rsidRPr="009928EE">
        <w:rPr>
          <w:color w:val="000000"/>
          <w:lang w:eastAsia="sk-SK"/>
        </w:rPr>
        <w:t xml:space="preserve"> </w:t>
      </w:r>
      <w:r w:rsidRPr="009928EE">
        <w:rPr>
          <w:color w:val="000000"/>
          <w:lang w:eastAsia="sk-SK"/>
        </w:rPr>
        <w:t xml:space="preserve">m. </w:t>
      </w:r>
    </w:p>
    <w:p w14:paraId="44334E74"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 xml:space="preserve">Grafická úprava charakteristických priečnych rezov v zmysle STN 01 3466. </w:t>
      </w:r>
    </w:p>
    <w:p w14:paraId="7F559280" w14:textId="77777777" w:rsidR="00574A5B" w:rsidRPr="009928EE" w:rsidRDefault="00574A5B" w:rsidP="00EC7986">
      <w:pPr>
        <w:adjustRightInd w:val="0"/>
        <w:spacing w:before="0" w:after="0" w:line="240" w:lineRule="auto"/>
        <w:ind w:firstLine="567"/>
        <w:rPr>
          <w:color w:val="000000"/>
          <w:lang w:eastAsia="sk-SK"/>
        </w:rPr>
      </w:pPr>
      <w:r w:rsidRPr="009928EE">
        <w:rPr>
          <w:color w:val="000000"/>
          <w:lang w:eastAsia="sk-SK"/>
        </w:rPr>
        <w:t xml:space="preserve">Súčasťou číselného výstupu priečnych rezov sú súradnice v záväznom súradnicovom a výškovom systéme: </w:t>
      </w:r>
    </w:p>
    <w:p w14:paraId="10E23AF4" w14:textId="77777777" w:rsidR="00574A5B" w:rsidRPr="009928EE" w:rsidRDefault="00574A5B" w:rsidP="00EC7986">
      <w:pPr>
        <w:adjustRightInd w:val="0"/>
        <w:spacing w:before="0" w:after="0" w:line="240" w:lineRule="auto"/>
        <w:ind w:left="567"/>
        <w:rPr>
          <w:color w:val="000000"/>
          <w:lang w:eastAsia="sk-SK"/>
        </w:rPr>
      </w:pPr>
      <w:r w:rsidRPr="009928EE">
        <w:rPr>
          <w:color w:val="000000"/>
          <w:lang w:eastAsia="sk-SK"/>
        </w:rPr>
        <w:t xml:space="preserve">(a) hrany koruny cestného telesa, </w:t>
      </w:r>
    </w:p>
    <w:p w14:paraId="51FC5F42" w14:textId="77777777" w:rsidR="00574A5B" w:rsidRPr="009928EE" w:rsidRDefault="00574A5B" w:rsidP="00EC7986">
      <w:pPr>
        <w:adjustRightInd w:val="0"/>
        <w:spacing w:before="0" w:after="0" w:line="240" w:lineRule="auto"/>
        <w:ind w:left="567"/>
        <w:rPr>
          <w:color w:val="000000"/>
          <w:lang w:eastAsia="sk-SK"/>
        </w:rPr>
      </w:pPr>
      <w:r w:rsidRPr="009928EE">
        <w:rPr>
          <w:color w:val="000000"/>
          <w:lang w:eastAsia="sk-SK"/>
        </w:rPr>
        <w:t xml:space="preserve">(b) dna priekopy, </w:t>
      </w:r>
    </w:p>
    <w:p w14:paraId="59DF3ECB" w14:textId="77777777" w:rsidR="00574A5B" w:rsidRPr="009928EE" w:rsidRDefault="00574A5B" w:rsidP="00EC7986">
      <w:pPr>
        <w:adjustRightInd w:val="0"/>
        <w:spacing w:before="0" w:after="0" w:line="240" w:lineRule="auto"/>
        <w:ind w:left="567"/>
        <w:rPr>
          <w:color w:val="000000"/>
          <w:lang w:eastAsia="sk-SK"/>
        </w:rPr>
      </w:pPr>
      <w:r w:rsidRPr="009928EE">
        <w:rPr>
          <w:color w:val="000000"/>
          <w:lang w:eastAsia="sk-SK"/>
        </w:rPr>
        <w:t xml:space="preserve">(c) majetková hranica, </w:t>
      </w:r>
    </w:p>
    <w:p w14:paraId="6478C716" w14:textId="77777777" w:rsidR="00574A5B" w:rsidRPr="00574A5B" w:rsidRDefault="00574A5B" w:rsidP="00EC7986">
      <w:pPr>
        <w:adjustRightInd w:val="0"/>
        <w:spacing w:before="0" w:after="120" w:line="240" w:lineRule="auto"/>
        <w:ind w:left="567"/>
        <w:rPr>
          <w:color w:val="000000"/>
          <w:lang w:eastAsia="sk-SK"/>
        </w:rPr>
      </w:pPr>
      <w:r w:rsidRPr="009928EE">
        <w:rPr>
          <w:color w:val="000000"/>
          <w:lang w:eastAsia="sk-SK"/>
        </w:rPr>
        <w:t>(d) Kontrolné body vo forme zoznamu súradníc a výšok slúžiace na kontrolu realizovaných konštrukčných vrstiev.</w:t>
      </w:r>
      <w:r w:rsidRPr="00574A5B">
        <w:rPr>
          <w:color w:val="000000"/>
          <w:lang w:eastAsia="sk-SK"/>
        </w:rPr>
        <w:t xml:space="preserve"> </w:t>
      </w:r>
    </w:p>
    <w:p w14:paraId="087A92ED" w14:textId="77777777" w:rsidR="00EC7986" w:rsidRPr="00EC7986" w:rsidRDefault="00EC7986" w:rsidP="00D44FA0">
      <w:pPr>
        <w:keepNext/>
        <w:adjustRightInd w:val="0"/>
        <w:spacing w:before="0" w:after="120" w:line="240" w:lineRule="auto"/>
        <w:rPr>
          <w:color w:val="000000"/>
          <w:lang w:eastAsia="sk-SK"/>
        </w:rPr>
      </w:pPr>
      <w:r w:rsidRPr="009928EE">
        <w:rPr>
          <w:b/>
          <w:bCs/>
          <w:color w:val="000000"/>
          <w:lang w:eastAsia="sk-SK"/>
        </w:rPr>
        <w:t xml:space="preserve">2.6 </w:t>
      </w:r>
      <w:r w:rsidRPr="009928EE">
        <w:rPr>
          <w:b/>
          <w:bCs/>
          <w:color w:val="000000"/>
          <w:lang w:eastAsia="sk-SK"/>
        </w:rPr>
        <w:tab/>
        <w:t>Výkresy obslužných dopravných zariadení</w:t>
      </w:r>
      <w:r w:rsidRPr="00EC7986">
        <w:rPr>
          <w:b/>
          <w:bCs/>
          <w:color w:val="000000"/>
          <w:lang w:eastAsia="sk-SK"/>
        </w:rPr>
        <w:t xml:space="preserve"> </w:t>
      </w:r>
    </w:p>
    <w:p w14:paraId="61635235" w14:textId="77777777" w:rsidR="00EC7986" w:rsidRPr="00EC7986" w:rsidRDefault="00EC7986" w:rsidP="00D44FA0">
      <w:pPr>
        <w:keepNext/>
        <w:adjustRightInd w:val="0"/>
        <w:spacing w:before="0" w:after="120" w:line="240" w:lineRule="auto"/>
        <w:ind w:firstLine="567"/>
        <w:rPr>
          <w:color w:val="000000"/>
          <w:lang w:eastAsia="sk-SK"/>
        </w:rPr>
      </w:pPr>
      <w:r w:rsidRPr="00EC7986">
        <w:rPr>
          <w:color w:val="000000"/>
          <w:lang w:eastAsia="sk-SK"/>
        </w:rPr>
        <w:t xml:space="preserve">Vypracujú sa v prípadoch, keď sú súčasťou objektu cesty. Sú to predovšetkým autobusové zastávky, parkoviská a iné dopravné plochy a zariadenia v primeranej mierke M 1:50 – 1:500. </w:t>
      </w:r>
    </w:p>
    <w:p w14:paraId="3A55995D" w14:textId="77777777" w:rsidR="00EC7986" w:rsidRPr="00EC7986" w:rsidRDefault="00EC7986" w:rsidP="00EC7986">
      <w:pPr>
        <w:adjustRightInd w:val="0"/>
        <w:spacing w:before="0" w:after="120" w:line="240" w:lineRule="auto"/>
        <w:rPr>
          <w:color w:val="000000"/>
          <w:lang w:eastAsia="sk-SK"/>
        </w:rPr>
      </w:pPr>
      <w:r w:rsidRPr="00EC7986">
        <w:rPr>
          <w:b/>
          <w:bCs/>
          <w:color w:val="000000"/>
          <w:lang w:eastAsia="sk-SK"/>
        </w:rPr>
        <w:t xml:space="preserve">2.7 </w:t>
      </w:r>
      <w:r>
        <w:rPr>
          <w:b/>
          <w:bCs/>
          <w:color w:val="000000"/>
          <w:lang w:eastAsia="sk-SK"/>
        </w:rPr>
        <w:tab/>
      </w:r>
      <w:r w:rsidRPr="00EC7986">
        <w:rPr>
          <w:b/>
          <w:bCs/>
          <w:color w:val="000000"/>
          <w:lang w:eastAsia="sk-SK"/>
        </w:rPr>
        <w:t xml:space="preserve">Výkresy detailných častí objektu </w:t>
      </w:r>
    </w:p>
    <w:p w14:paraId="00E96406" w14:textId="77777777" w:rsidR="00EC7986" w:rsidRPr="00EC7986" w:rsidRDefault="00C65667" w:rsidP="00EC7986">
      <w:pPr>
        <w:adjustRightInd w:val="0"/>
        <w:spacing w:before="0" w:after="120" w:line="240" w:lineRule="auto"/>
        <w:ind w:firstLine="567"/>
        <w:rPr>
          <w:color w:val="000000"/>
          <w:lang w:eastAsia="sk-SK"/>
        </w:rPr>
      </w:pPr>
      <w:r>
        <w:rPr>
          <w:color w:val="000000"/>
          <w:lang w:eastAsia="sk-SK"/>
        </w:rPr>
        <w:t>Zahŕňa prehľadné výkresy objektov komunikácie ako oporné múriky (ak nie sú ako samostatná časť dokumentácie, priepusty a pod.), d</w:t>
      </w:r>
      <w:r w:rsidR="00EC7986" w:rsidRPr="00EC7986">
        <w:rPr>
          <w:color w:val="000000"/>
          <w:lang w:eastAsia="sk-SK"/>
        </w:rPr>
        <w:t xml:space="preserve">etaily odvodňovacích zariadení (prehľadný výkres), drobných objektov ako oporných a </w:t>
      </w:r>
      <w:proofErr w:type="spellStart"/>
      <w:r w:rsidR="00EC7986" w:rsidRPr="00EC7986">
        <w:rPr>
          <w:color w:val="000000"/>
          <w:lang w:eastAsia="sk-SK"/>
        </w:rPr>
        <w:t>zárubných</w:t>
      </w:r>
      <w:proofErr w:type="spellEnd"/>
      <w:r w:rsidR="00EC7986" w:rsidRPr="00EC7986">
        <w:rPr>
          <w:color w:val="000000"/>
          <w:lang w:eastAsia="sk-SK"/>
        </w:rPr>
        <w:t xml:space="preserve"> múrov (prehľadný výkres, výkresy tvaru a výstuže), zábradlia, základy a konštrukcie dopravných značiek, oplotenia a pod., v primeranej mierke M 1:10 – 1:100. </w:t>
      </w:r>
    </w:p>
    <w:p w14:paraId="14AEE87D" w14:textId="77777777" w:rsidR="00EC7986" w:rsidRPr="00EC7986" w:rsidRDefault="00EC7986" w:rsidP="00EC7986">
      <w:pPr>
        <w:adjustRightInd w:val="0"/>
        <w:spacing w:before="0" w:after="120" w:line="240" w:lineRule="auto"/>
        <w:rPr>
          <w:color w:val="000000"/>
          <w:lang w:eastAsia="sk-SK"/>
        </w:rPr>
      </w:pPr>
      <w:r w:rsidRPr="00EC7986">
        <w:rPr>
          <w:b/>
          <w:bCs/>
          <w:color w:val="000000"/>
          <w:lang w:eastAsia="sk-SK"/>
        </w:rPr>
        <w:t xml:space="preserve">2.8 </w:t>
      </w:r>
      <w:r>
        <w:rPr>
          <w:b/>
          <w:bCs/>
          <w:color w:val="000000"/>
          <w:lang w:eastAsia="sk-SK"/>
        </w:rPr>
        <w:tab/>
      </w:r>
      <w:r w:rsidRPr="00EC7986">
        <w:rPr>
          <w:b/>
          <w:bCs/>
          <w:color w:val="000000"/>
          <w:lang w:eastAsia="sk-SK"/>
        </w:rPr>
        <w:t xml:space="preserve">Výkaz odvodňovacích prvkov </w:t>
      </w:r>
    </w:p>
    <w:p w14:paraId="1519C0A1"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Výkaz obsahuje číslo vpustu, horského vpustu, prípadne šachty, </w:t>
      </w:r>
      <w:proofErr w:type="spellStart"/>
      <w:r w:rsidRPr="00EC7986">
        <w:rPr>
          <w:color w:val="000000"/>
          <w:lang w:eastAsia="sk-SK"/>
        </w:rPr>
        <w:t>staničenie</w:t>
      </w:r>
      <w:proofErr w:type="spellEnd"/>
      <w:r w:rsidRPr="00EC7986">
        <w:rPr>
          <w:color w:val="000000"/>
          <w:lang w:eastAsia="sk-SK"/>
        </w:rPr>
        <w:t xml:space="preserve"> pozemnej komunikácie, kde sa nachádza, kótu mreže, kótu zaústenia drenáže, kótu vyústenia, typ a počet prvkov a pod. </w:t>
      </w:r>
    </w:p>
    <w:p w14:paraId="17FFAED4" w14:textId="77777777" w:rsidR="00EC7986" w:rsidRPr="00EC7986" w:rsidRDefault="00EC7986" w:rsidP="00EC7986">
      <w:pPr>
        <w:adjustRightInd w:val="0"/>
        <w:spacing w:before="0" w:after="120" w:line="240" w:lineRule="auto"/>
        <w:rPr>
          <w:color w:val="000000"/>
          <w:lang w:eastAsia="sk-SK"/>
        </w:rPr>
      </w:pPr>
      <w:r w:rsidRPr="00EC7986">
        <w:rPr>
          <w:b/>
          <w:bCs/>
          <w:color w:val="000000"/>
          <w:lang w:eastAsia="sk-SK"/>
        </w:rPr>
        <w:t xml:space="preserve">2.9 </w:t>
      </w:r>
      <w:r>
        <w:rPr>
          <w:b/>
          <w:bCs/>
          <w:color w:val="000000"/>
          <w:lang w:eastAsia="sk-SK"/>
        </w:rPr>
        <w:tab/>
      </w:r>
      <w:r w:rsidRPr="00EC7986">
        <w:rPr>
          <w:b/>
          <w:bCs/>
          <w:color w:val="000000"/>
          <w:lang w:eastAsia="sk-SK"/>
        </w:rPr>
        <w:t xml:space="preserve">Dopravné značenie </w:t>
      </w:r>
    </w:p>
    <w:p w14:paraId="46E2BE0A"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Súčasťou výkresu je návrh dopravných značiek a dopravných zariadení. Pri jednoduchých stavbách môže byť dopravné značenie súčasťou situácie. Dopravné značenie bude rozdelené podľa objektov (budúcich správcov) a zakreslené podľa rovnakých zásad ako situácia. </w:t>
      </w:r>
    </w:p>
    <w:p w14:paraId="03A15E9D"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Zvislé dopravné značenie sa označí príslušným číslom DZ, </w:t>
      </w:r>
      <w:proofErr w:type="spellStart"/>
      <w:r w:rsidRPr="00EC7986">
        <w:rPr>
          <w:color w:val="000000"/>
          <w:lang w:eastAsia="sk-SK"/>
        </w:rPr>
        <w:t>staničením</w:t>
      </w:r>
      <w:proofErr w:type="spellEnd"/>
      <w:r w:rsidRPr="00EC7986">
        <w:rPr>
          <w:color w:val="000000"/>
          <w:lang w:eastAsia="sk-SK"/>
        </w:rPr>
        <w:t xml:space="preserve">. </w:t>
      </w:r>
    </w:p>
    <w:p w14:paraId="60B76814"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Určenie dopravného značenia a prerokovanie s dotknutými orgánmi. </w:t>
      </w:r>
    </w:p>
    <w:p w14:paraId="7720A632" w14:textId="77777777" w:rsidR="00EC7986" w:rsidRPr="009928EE" w:rsidRDefault="00EC7986" w:rsidP="00EC7986">
      <w:pPr>
        <w:pStyle w:val="Hlavika"/>
        <w:tabs>
          <w:tab w:val="clear" w:pos="9071"/>
          <w:tab w:val="left" w:pos="426"/>
          <w:tab w:val="left" w:pos="567"/>
          <w:tab w:val="left" w:pos="2160"/>
          <w:tab w:val="left" w:pos="2552"/>
          <w:tab w:val="left" w:pos="2694"/>
        </w:tabs>
        <w:spacing w:after="120"/>
        <w:outlineLvl w:val="0"/>
        <w:rPr>
          <w:b/>
          <w:bCs/>
          <w:sz w:val="22"/>
          <w:szCs w:val="22"/>
        </w:rPr>
      </w:pPr>
      <w:r>
        <w:rPr>
          <w:color w:val="000000"/>
          <w:lang w:eastAsia="sk-SK"/>
        </w:rPr>
        <w:tab/>
      </w:r>
      <w:r>
        <w:rPr>
          <w:color w:val="000000"/>
          <w:lang w:eastAsia="sk-SK"/>
        </w:rPr>
        <w:tab/>
      </w:r>
      <w:r w:rsidRPr="009928EE">
        <w:rPr>
          <w:color w:val="000000"/>
          <w:lang w:eastAsia="sk-SK"/>
        </w:rPr>
        <w:t>Situácia obchádzkových trás s vyznačením organizácie dopravy počas výstavby.</w:t>
      </w:r>
    </w:p>
    <w:p w14:paraId="3A94D1B0" w14:textId="77777777" w:rsidR="00EC7986" w:rsidRPr="00EC7986" w:rsidRDefault="00EC7986" w:rsidP="00103134">
      <w:pPr>
        <w:tabs>
          <w:tab w:val="left" w:pos="567"/>
        </w:tabs>
        <w:adjustRightInd w:val="0"/>
        <w:spacing w:before="0" w:after="120" w:line="240" w:lineRule="auto"/>
        <w:rPr>
          <w:color w:val="000000"/>
          <w:lang w:eastAsia="sk-SK"/>
        </w:rPr>
      </w:pPr>
      <w:r w:rsidRPr="009928EE">
        <w:rPr>
          <w:b/>
          <w:bCs/>
          <w:color w:val="000000"/>
          <w:lang w:eastAsia="sk-SK"/>
        </w:rPr>
        <w:t xml:space="preserve">2.10 </w:t>
      </w:r>
      <w:r w:rsidRPr="009928EE">
        <w:rPr>
          <w:b/>
          <w:bCs/>
          <w:color w:val="000000"/>
          <w:lang w:eastAsia="sk-SK"/>
        </w:rPr>
        <w:tab/>
        <w:t>Vytyčovací výkres</w:t>
      </w:r>
      <w:r w:rsidRPr="00EC7986">
        <w:rPr>
          <w:b/>
          <w:bCs/>
          <w:color w:val="000000"/>
          <w:lang w:eastAsia="sk-SK"/>
        </w:rPr>
        <w:t xml:space="preserve"> </w:t>
      </w:r>
    </w:p>
    <w:p w14:paraId="153986A9" w14:textId="3F0B1FA1" w:rsidR="00EC7986" w:rsidRPr="00EC7986" w:rsidRDefault="00EC7986" w:rsidP="00A17AA9">
      <w:pPr>
        <w:adjustRightInd w:val="0"/>
        <w:spacing w:before="0" w:after="120" w:line="240" w:lineRule="auto"/>
        <w:ind w:firstLine="567"/>
        <w:rPr>
          <w:lang w:eastAsia="sk-SK"/>
        </w:rPr>
      </w:pPr>
      <w:r w:rsidRPr="00EC7986">
        <w:rPr>
          <w:color w:val="000000"/>
          <w:lang w:eastAsia="sk-SK"/>
        </w:rPr>
        <w:t>Grafická úprava vytyčovacieho</w:t>
      </w:r>
      <w:r w:rsidR="00A17AA9">
        <w:rPr>
          <w:color w:val="000000"/>
          <w:lang w:eastAsia="sk-SK"/>
        </w:rPr>
        <w:t xml:space="preserve"> výkresu v zmysle STN 01 34619.</w:t>
      </w:r>
      <w:r w:rsidR="00103134">
        <w:rPr>
          <w:color w:val="000000"/>
          <w:lang w:eastAsia="sk-SK"/>
        </w:rPr>
        <w:t xml:space="preserve"> </w:t>
      </w:r>
      <w:r w:rsidR="00A17AA9">
        <w:rPr>
          <w:color w:val="000000"/>
          <w:lang w:eastAsia="sk-SK"/>
        </w:rPr>
        <w:t>V</w:t>
      </w:r>
      <w:r w:rsidRPr="00EC7986">
        <w:rPr>
          <w:lang w:eastAsia="sk-SK"/>
        </w:rPr>
        <w:t>ytyčovací výkres musí byť overený autorizovaným geodetom</w:t>
      </w:r>
      <w:r w:rsidR="00103134">
        <w:rPr>
          <w:lang w:eastAsia="sk-SK"/>
        </w:rPr>
        <w:t xml:space="preserve"> a kartografom</w:t>
      </w:r>
      <w:r w:rsidRPr="00EC7986">
        <w:rPr>
          <w:lang w:eastAsia="sk-SK"/>
        </w:rPr>
        <w:t xml:space="preserve">. </w:t>
      </w:r>
    </w:p>
    <w:p w14:paraId="5AEFBBC3" w14:textId="77777777" w:rsidR="00EC7986" w:rsidRPr="00EC7986" w:rsidRDefault="00EC7986" w:rsidP="00A51A0C">
      <w:pPr>
        <w:adjustRightInd w:val="0"/>
        <w:spacing w:before="0" w:after="120" w:line="240" w:lineRule="auto"/>
        <w:ind w:firstLine="567"/>
        <w:rPr>
          <w:lang w:eastAsia="sk-SK"/>
        </w:rPr>
      </w:pPr>
      <w:r w:rsidRPr="00EC7986">
        <w:rPr>
          <w:lang w:eastAsia="sk-SK"/>
        </w:rPr>
        <w:t xml:space="preserve">Obsahom vytyčovacieho výkresu stavebného objektu patriaci do kategórie líniové stavby je: </w:t>
      </w:r>
    </w:p>
    <w:p w14:paraId="3A0314C9" w14:textId="77777777" w:rsidR="00EC7986" w:rsidRPr="00EC7986" w:rsidRDefault="00EC7986" w:rsidP="00D44FA0">
      <w:pPr>
        <w:pStyle w:val="Odsekzoznamu"/>
        <w:numPr>
          <w:ilvl w:val="0"/>
          <w:numId w:val="66"/>
        </w:numPr>
        <w:adjustRightInd w:val="0"/>
        <w:spacing w:before="0" w:after="26" w:line="240" w:lineRule="auto"/>
        <w:ind w:left="567" w:hanging="283"/>
        <w:jc w:val="both"/>
        <w:rPr>
          <w:lang w:eastAsia="sk-SK"/>
        </w:rPr>
      </w:pPr>
      <w:r w:rsidRPr="00EC7986">
        <w:rPr>
          <w:lang w:eastAsia="sk-SK"/>
        </w:rPr>
        <w:t xml:space="preserve">rozpiska, </w:t>
      </w:r>
    </w:p>
    <w:p w14:paraId="234140E8" w14:textId="77777777" w:rsidR="00EC7986" w:rsidRPr="00EC7986" w:rsidRDefault="00EC7986" w:rsidP="00D44FA0">
      <w:pPr>
        <w:pStyle w:val="Odsekzoznamu"/>
        <w:numPr>
          <w:ilvl w:val="0"/>
          <w:numId w:val="66"/>
        </w:numPr>
        <w:adjustRightInd w:val="0"/>
        <w:spacing w:before="0" w:after="26" w:line="240" w:lineRule="auto"/>
        <w:ind w:left="567" w:hanging="283"/>
        <w:jc w:val="both"/>
        <w:rPr>
          <w:lang w:eastAsia="sk-SK"/>
        </w:rPr>
      </w:pPr>
      <w:r w:rsidRPr="00EC7986">
        <w:rPr>
          <w:lang w:eastAsia="sk-SK"/>
        </w:rPr>
        <w:t xml:space="preserve">zoznam súradníc a výšok hlavných bodov trasy, </w:t>
      </w:r>
    </w:p>
    <w:p w14:paraId="1963CE9D" w14:textId="77777777" w:rsidR="00EC7986" w:rsidRPr="00EC7986" w:rsidRDefault="00EC7986" w:rsidP="00D44FA0">
      <w:pPr>
        <w:pStyle w:val="Odsekzoznamu"/>
        <w:numPr>
          <w:ilvl w:val="0"/>
          <w:numId w:val="66"/>
        </w:numPr>
        <w:adjustRightInd w:val="0"/>
        <w:spacing w:before="0" w:after="26" w:line="240" w:lineRule="auto"/>
        <w:ind w:left="567" w:hanging="283"/>
        <w:jc w:val="both"/>
        <w:rPr>
          <w:lang w:eastAsia="sk-SK"/>
        </w:rPr>
      </w:pPr>
      <w:r w:rsidRPr="00EC7986">
        <w:rPr>
          <w:lang w:eastAsia="sk-SK"/>
        </w:rPr>
        <w:t xml:space="preserve">zoznam súradníc a výšok bodov trasy po 25 m, </w:t>
      </w:r>
    </w:p>
    <w:p w14:paraId="24FA17B5" w14:textId="77777777" w:rsidR="00EC7986" w:rsidRPr="00EC7986" w:rsidRDefault="00EC7986" w:rsidP="00D44FA0">
      <w:pPr>
        <w:pStyle w:val="Odsekzoznamu"/>
        <w:numPr>
          <w:ilvl w:val="0"/>
          <w:numId w:val="66"/>
        </w:numPr>
        <w:adjustRightInd w:val="0"/>
        <w:spacing w:before="0" w:after="26" w:line="240" w:lineRule="auto"/>
        <w:ind w:left="567" w:hanging="283"/>
        <w:jc w:val="both"/>
        <w:rPr>
          <w:lang w:eastAsia="sk-SK"/>
        </w:rPr>
      </w:pPr>
      <w:r w:rsidRPr="00EC7986">
        <w:rPr>
          <w:lang w:eastAsia="sk-SK"/>
        </w:rPr>
        <w:t xml:space="preserve">zoznam súradníc a výšok bodov Základnej vytyčovacej siete (ZVS) s uvedením čísla geodetickej dokumentácie prislúchajúcej k ZVS, </w:t>
      </w:r>
    </w:p>
    <w:p w14:paraId="296C36D9" w14:textId="77777777" w:rsidR="00EC7986" w:rsidRPr="00EC7986" w:rsidRDefault="00EC7986" w:rsidP="00D44FA0">
      <w:pPr>
        <w:pStyle w:val="Odsekzoznamu"/>
        <w:numPr>
          <w:ilvl w:val="0"/>
          <w:numId w:val="66"/>
        </w:numPr>
        <w:adjustRightInd w:val="0"/>
        <w:spacing w:before="0" w:after="26" w:line="240" w:lineRule="auto"/>
        <w:ind w:left="567" w:hanging="283"/>
        <w:jc w:val="both"/>
        <w:rPr>
          <w:lang w:eastAsia="sk-SK"/>
        </w:rPr>
      </w:pPr>
      <w:r w:rsidRPr="00EC7986">
        <w:rPr>
          <w:lang w:eastAsia="sk-SK"/>
        </w:rPr>
        <w:t xml:space="preserve">zoznam súradníc a výšok ŠPS a nivelačných bodov ŠNS, </w:t>
      </w:r>
    </w:p>
    <w:p w14:paraId="3780F03C" w14:textId="77777777" w:rsidR="00EC7986" w:rsidRPr="00EC7986" w:rsidRDefault="00EC7986" w:rsidP="00D44FA0">
      <w:pPr>
        <w:pStyle w:val="Odsekzoznamu"/>
        <w:numPr>
          <w:ilvl w:val="0"/>
          <w:numId w:val="66"/>
        </w:numPr>
        <w:adjustRightInd w:val="0"/>
        <w:spacing w:before="0" w:after="26" w:line="240" w:lineRule="auto"/>
        <w:ind w:left="567" w:hanging="283"/>
        <w:jc w:val="both"/>
        <w:rPr>
          <w:lang w:eastAsia="sk-SK"/>
        </w:rPr>
      </w:pPr>
      <w:r w:rsidRPr="00EC7986">
        <w:rPr>
          <w:lang w:eastAsia="sk-SK"/>
        </w:rPr>
        <w:t xml:space="preserve">stanovená presnosť vytýčenia definovaná stavebnou odchýlkou alebo odvolaním sa na krajné vytyčovacie odchýlky uvedené v príslušnej slovenskej technickej norme poprípade iným definovaním presnosti, </w:t>
      </w:r>
    </w:p>
    <w:p w14:paraId="688CF99F" w14:textId="053F80AD" w:rsidR="00EC7986" w:rsidRPr="00EC7986" w:rsidRDefault="00EC7986" w:rsidP="00D44FA0">
      <w:pPr>
        <w:pStyle w:val="Odsekzoznamu"/>
        <w:numPr>
          <w:ilvl w:val="0"/>
          <w:numId w:val="66"/>
        </w:numPr>
        <w:adjustRightInd w:val="0"/>
        <w:spacing w:before="0" w:after="0" w:line="240" w:lineRule="auto"/>
        <w:ind w:left="567" w:hanging="283"/>
        <w:jc w:val="both"/>
        <w:rPr>
          <w:lang w:eastAsia="sk-SK"/>
        </w:rPr>
      </w:pPr>
      <w:r w:rsidRPr="00EC7986">
        <w:rPr>
          <w:lang w:eastAsia="sk-SK"/>
        </w:rPr>
        <w:t xml:space="preserve">zoznam súradníc a výšok podrobných bodov všetkých lomových bodov cestného telesa v </w:t>
      </w:r>
      <w:proofErr w:type="spellStart"/>
      <w:r w:rsidRPr="00EC7986">
        <w:rPr>
          <w:lang w:eastAsia="sk-SK"/>
        </w:rPr>
        <w:t>staničeniach</w:t>
      </w:r>
      <w:proofErr w:type="spellEnd"/>
      <w:r w:rsidRPr="00EC7986">
        <w:rPr>
          <w:lang w:eastAsia="sk-SK"/>
        </w:rPr>
        <w:t xml:space="preserve"> priečnych rezov, tento zoznam je možné tlačiť v tabuľkovej forme samostatne ako príloha </w:t>
      </w:r>
      <w:r w:rsidR="00103134">
        <w:rPr>
          <w:lang w:eastAsia="sk-SK"/>
        </w:rPr>
        <w:br/>
      </w:r>
      <w:r w:rsidRPr="00EC7986">
        <w:rPr>
          <w:lang w:eastAsia="sk-SK"/>
        </w:rPr>
        <w:t xml:space="preserve">k vytyčovaciemu výkresu. </w:t>
      </w:r>
    </w:p>
    <w:p w14:paraId="03514213" w14:textId="77777777" w:rsidR="00EC7986" w:rsidRPr="00EC7986" w:rsidRDefault="00EC7986" w:rsidP="00D44FA0">
      <w:pPr>
        <w:adjustRightInd w:val="0"/>
        <w:spacing w:before="0" w:after="0" w:line="240" w:lineRule="auto"/>
        <w:jc w:val="both"/>
        <w:rPr>
          <w:lang w:eastAsia="sk-SK"/>
        </w:rPr>
      </w:pPr>
    </w:p>
    <w:p w14:paraId="5F60894C" w14:textId="77777777" w:rsidR="00EC7986" w:rsidRPr="00EC7986" w:rsidRDefault="00EC7986" w:rsidP="00D44FA0">
      <w:pPr>
        <w:adjustRightInd w:val="0"/>
        <w:spacing w:before="0" w:after="120" w:line="240" w:lineRule="auto"/>
        <w:ind w:firstLine="567"/>
        <w:jc w:val="both"/>
        <w:rPr>
          <w:lang w:eastAsia="sk-SK"/>
        </w:rPr>
      </w:pPr>
      <w:r w:rsidRPr="00EC7986">
        <w:rPr>
          <w:lang w:eastAsia="sk-SK"/>
        </w:rPr>
        <w:t xml:space="preserve">Charakteristické body a hlavné výškové body mosta funkčne nahradzujú body ZVS a jestvujúce body ŠNS a ŠPS. </w:t>
      </w:r>
    </w:p>
    <w:p w14:paraId="32EF5CC2" w14:textId="77777777" w:rsidR="00A60E6D" w:rsidRDefault="00A60E6D" w:rsidP="00103134">
      <w:pPr>
        <w:pStyle w:val="Hlavika"/>
        <w:tabs>
          <w:tab w:val="clear" w:pos="4819"/>
          <w:tab w:val="clear" w:pos="9071"/>
          <w:tab w:val="left" w:pos="-3261"/>
          <w:tab w:val="left" w:pos="567"/>
        </w:tabs>
        <w:spacing w:after="120"/>
        <w:jc w:val="both"/>
        <w:rPr>
          <w:b/>
          <w:bCs/>
          <w:lang w:eastAsia="sk-SK"/>
        </w:rPr>
      </w:pPr>
    </w:p>
    <w:p w14:paraId="158023DF" w14:textId="52D43B2F" w:rsidR="009928EE" w:rsidRDefault="00EC7986" w:rsidP="00103134">
      <w:pPr>
        <w:pStyle w:val="Hlavika"/>
        <w:tabs>
          <w:tab w:val="clear" w:pos="4819"/>
          <w:tab w:val="clear" w:pos="9071"/>
          <w:tab w:val="left" w:pos="-3261"/>
          <w:tab w:val="left" w:pos="567"/>
        </w:tabs>
        <w:spacing w:after="120"/>
        <w:jc w:val="both"/>
        <w:rPr>
          <w:b/>
          <w:bCs/>
          <w:lang w:eastAsia="sk-SK"/>
        </w:rPr>
      </w:pPr>
      <w:r w:rsidRPr="00EC7986">
        <w:rPr>
          <w:b/>
          <w:bCs/>
          <w:lang w:eastAsia="sk-SK"/>
        </w:rPr>
        <w:lastRenderedPageBreak/>
        <w:t xml:space="preserve">2.11 </w:t>
      </w:r>
      <w:r w:rsidR="00A51A0C">
        <w:rPr>
          <w:b/>
          <w:bCs/>
          <w:lang w:eastAsia="sk-SK"/>
        </w:rPr>
        <w:tab/>
      </w:r>
      <w:r w:rsidRPr="00EC7986">
        <w:rPr>
          <w:b/>
          <w:bCs/>
          <w:lang w:eastAsia="sk-SK"/>
        </w:rPr>
        <w:t xml:space="preserve">Situácia záberu pozemkov </w:t>
      </w:r>
    </w:p>
    <w:p w14:paraId="6FECE4C5" w14:textId="77777777" w:rsidR="00EC7986" w:rsidRPr="00DB3EBA" w:rsidRDefault="009928EE" w:rsidP="0043578B">
      <w:pPr>
        <w:pStyle w:val="Hlavika"/>
        <w:tabs>
          <w:tab w:val="clear" w:pos="4819"/>
          <w:tab w:val="clear" w:pos="9071"/>
          <w:tab w:val="left" w:pos="-3261"/>
        </w:tabs>
        <w:spacing w:after="120"/>
        <w:ind w:firstLine="567"/>
        <w:jc w:val="both"/>
        <w:rPr>
          <w:bCs/>
        </w:rPr>
      </w:pPr>
      <w:r>
        <w:rPr>
          <w:bCs/>
        </w:rPr>
        <w:t>Výkres obsahuje zakreslenie situácie objektu do podkladu, ktorým je namiesto účelovej mapy grafická časť geometrického plánu (stav KN + UO) s uvedením jeho čísla, čísla parciel, katastrálne hranice s názvom katastrálnych území, katastrálne územie (územia) uvádza sa nad rozpisku každého výkresu, hranicu trvalých a dočasných záberov a záberov do jedného roka, os a </w:t>
      </w:r>
      <w:proofErr w:type="spellStart"/>
      <w:r>
        <w:rPr>
          <w:bCs/>
        </w:rPr>
        <w:t>staničenie</w:t>
      </w:r>
      <w:proofErr w:type="spellEnd"/>
      <w:r>
        <w:rPr>
          <w:bCs/>
        </w:rPr>
        <w:t xml:space="preserve"> objektu, hektárovú sieť, mierku, označenie svetových strán; v pripojenej tabuľke zoznam dotknutých parciel (trvalý záber, dočasný záber, záber do jedného roka, vecné bremená). Mierka od 1:1 000 do 1:500 (podľa rozsahu objektu, tak, aby bol výkres čitateľný).</w:t>
      </w:r>
      <w:r w:rsidR="0043578B">
        <w:rPr>
          <w:bCs/>
        </w:rPr>
        <w:t xml:space="preserve"> </w:t>
      </w:r>
      <w:r w:rsidR="0043578B" w:rsidRPr="00E33E57">
        <w:rPr>
          <w:bCs/>
        </w:rPr>
        <w:t>Vo výkrese vyznačiť hranice objektov pre zadefinovanie pozemkov patriacich konkrétnym objektom.</w:t>
      </w:r>
    </w:p>
    <w:p w14:paraId="6E1153B2" w14:textId="77777777" w:rsidR="00EC7986" w:rsidRDefault="00392261" w:rsidP="00A51A0C">
      <w:pPr>
        <w:pStyle w:val="Hlavika"/>
        <w:tabs>
          <w:tab w:val="clear" w:pos="9071"/>
          <w:tab w:val="left" w:pos="426"/>
          <w:tab w:val="left" w:pos="567"/>
          <w:tab w:val="left" w:pos="2160"/>
          <w:tab w:val="left" w:pos="2552"/>
          <w:tab w:val="left" w:pos="2694"/>
        </w:tabs>
        <w:outlineLvl w:val="0"/>
        <w:rPr>
          <w:b/>
          <w:bCs/>
          <w:sz w:val="22"/>
          <w:szCs w:val="22"/>
        </w:rPr>
      </w:pPr>
      <w:r>
        <w:rPr>
          <w:b/>
          <w:bCs/>
        </w:rPr>
        <w:t>2.12</w:t>
      </w:r>
      <w:r w:rsidR="00A51A0C">
        <w:rPr>
          <w:b/>
          <w:bCs/>
        </w:rPr>
        <w:t xml:space="preserve"> </w:t>
      </w:r>
      <w:r w:rsidR="00A51A0C">
        <w:rPr>
          <w:b/>
          <w:bCs/>
        </w:rPr>
        <w:tab/>
        <w:t>Výkaz výmer</w:t>
      </w:r>
    </w:p>
    <w:p w14:paraId="29C4D6DD" w14:textId="77777777" w:rsidR="00EC7986" w:rsidRDefault="00EC7986" w:rsidP="0045721D">
      <w:pPr>
        <w:pStyle w:val="Hlavika"/>
        <w:tabs>
          <w:tab w:val="clear" w:pos="9071"/>
          <w:tab w:val="left" w:pos="426"/>
          <w:tab w:val="left" w:pos="840"/>
          <w:tab w:val="left" w:pos="2160"/>
          <w:tab w:val="left" w:pos="2552"/>
          <w:tab w:val="left" w:pos="2694"/>
        </w:tabs>
        <w:outlineLvl w:val="0"/>
        <w:rPr>
          <w:b/>
          <w:bCs/>
          <w:sz w:val="22"/>
          <w:szCs w:val="22"/>
        </w:rPr>
      </w:pPr>
    </w:p>
    <w:p w14:paraId="5694C698" w14:textId="1BC0FD4B" w:rsidR="00DB3EBA" w:rsidRPr="00A60E6D" w:rsidRDefault="00DB3EBA" w:rsidP="00F91C8D">
      <w:pPr>
        <w:pStyle w:val="Hlavika"/>
        <w:numPr>
          <w:ilvl w:val="0"/>
          <w:numId w:val="223"/>
        </w:numPr>
        <w:tabs>
          <w:tab w:val="clear" w:pos="9071"/>
          <w:tab w:val="left" w:pos="709"/>
          <w:tab w:val="left" w:pos="840"/>
          <w:tab w:val="left" w:pos="2160"/>
          <w:tab w:val="left" w:pos="2552"/>
          <w:tab w:val="left" w:pos="2694"/>
        </w:tabs>
        <w:spacing w:after="120"/>
        <w:outlineLvl w:val="0"/>
        <w:rPr>
          <w:color w:val="000000"/>
          <w:sz w:val="22"/>
          <w:szCs w:val="22"/>
          <w:lang w:eastAsia="sk-SK"/>
        </w:rPr>
      </w:pPr>
      <w:r w:rsidRPr="00A60E6D">
        <w:rPr>
          <w:b/>
          <w:color w:val="000000"/>
          <w:sz w:val="24"/>
          <w:szCs w:val="24"/>
          <w:lang w:eastAsia="sk-SK"/>
        </w:rPr>
        <w:t>Geotechnické konštrukcie</w:t>
      </w:r>
    </w:p>
    <w:p w14:paraId="2493961A" w14:textId="77777777" w:rsidR="00A13797" w:rsidRPr="00A13797" w:rsidRDefault="00F5411D" w:rsidP="00A13797">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.1</w:t>
      </w:r>
      <w:r w:rsidR="00A13797">
        <w:rPr>
          <w:b/>
          <w:bCs/>
          <w:color w:val="000000"/>
          <w:lang w:eastAsia="sk-SK"/>
        </w:rPr>
        <w:tab/>
      </w:r>
      <w:r w:rsidR="00A13797" w:rsidRPr="00A13797">
        <w:rPr>
          <w:b/>
          <w:bCs/>
          <w:color w:val="000000"/>
          <w:lang w:eastAsia="sk-SK"/>
        </w:rPr>
        <w:t xml:space="preserve">Technická správa </w:t>
      </w:r>
    </w:p>
    <w:p w14:paraId="4CF237F7"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Súčasťou technickej správy bude aj zoznam použitých skratiek. </w:t>
      </w:r>
    </w:p>
    <w:p w14:paraId="0359D461" w14:textId="77777777" w:rsidR="00A13797" w:rsidRPr="00A13797" w:rsidRDefault="00F5411D" w:rsidP="00A13797">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.1.1</w:t>
      </w:r>
      <w:r w:rsidR="00A13797">
        <w:rPr>
          <w:b/>
          <w:bCs/>
          <w:color w:val="000000"/>
          <w:lang w:eastAsia="sk-SK"/>
        </w:rPr>
        <w:tab/>
      </w:r>
      <w:r w:rsidR="00A13797" w:rsidRPr="00A13797">
        <w:rPr>
          <w:b/>
          <w:bCs/>
          <w:color w:val="000000"/>
          <w:lang w:eastAsia="sk-SK"/>
        </w:rPr>
        <w:t xml:space="preserve"> Všeobecné údaje </w:t>
      </w:r>
    </w:p>
    <w:p w14:paraId="283531F4" w14:textId="77777777" w:rsidR="00A13797" w:rsidRPr="00A13797" w:rsidRDefault="00A13797" w:rsidP="007B4C63">
      <w:pPr>
        <w:pStyle w:val="Odsekzoznamu"/>
        <w:numPr>
          <w:ilvl w:val="0"/>
          <w:numId w:val="100"/>
        </w:numPr>
        <w:adjustRightInd w:val="0"/>
        <w:spacing w:before="0" w:after="120" w:line="240" w:lineRule="auto"/>
        <w:ind w:left="714" w:hanging="357"/>
        <w:rPr>
          <w:color w:val="000000"/>
          <w:lang w:eastAsia="sk-SK"/>
        </w:rPr>
      </w:pPr>
      <w:r w:rsidRPr="00A13797">
        <w:rPr>
          <w:color w:val="000000"/>
          <w:lang w:eastAsia="sk-SK"/>
        </w:rPr>
        <w:t xml:space="preserve">Údaje o objekte </w:t>
      </w:r>
    </w:p>
    <w:p w14:paraId="1BCA37A2"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Názov stavby </w:t>
      </w:r>
    </w:p>
    <w:p w14:paraId="37C4FB19"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Číslo a názov objektu </w:t>
      </w:r>
    </w:p>
    <w:p w14:paraId="1AE1BF3B"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Miesto stavby </w:t>
      </w:r>
    </w:p>
    <w:p w14:paraId="61720968"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Katastrálne územie </w:t>
      </w:r>
    </w:p>
    <w:p w14:paraId="6EDFC5DA"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Druh stavby </w:t>
      </w:r>
    </w:p>
    <w:p w14:paraId="19B62BB1"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Funkčná trieda a kategória cesty </w:t>
      </w:r>
    </w:p>
    <w:p w14:paraId="7CB6E390" w14:textId="77777777" w:rsidR="00A13797" w:rsidRPr="00A13797" w:rsidRDefault="00A13797" w:rsidP="00881B13">
      <w:pPr>
        <w:adjustRightInd w:val="0"/>
        <w:spacing w:before="0" w:after="120"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Vlastník/Správca </w:t>
      </w:r>
    </w:p>
    <w:p w14:paraId="0F450958" w14:textId="77777777" w:rsidR="00A13797" w:rsidRPr="00A13797" w:rsidRDefault="00A13797" w:rsidP="007B4C63">
      <w:pPr>
        <w:pStyle w:val="Odsekzoznamu"/>
        <w:numPr>
          <w:ilvl w:val="0"/>
          <w:numId w:val="100"/>
        </w:numPr>
        <w:adjustRightInd w:val="0"/>
        <w:spacing w:before="0" w:after="120" w:line="240" w:lineRule="auto"/>
        <w:rPr>
          <w:color w:val="000000"/>
          <w:lang w:eastAsia="sk-SK"/>
        </w:rPr>
      </w:pPr>
      <w:r w:rsidRPr="00A13797">
        <w:rPr>
          <w:color w:val="000000"/>
          <w:lang w:eastAsia="sk-SK"/>
        </w:rPr>
        <w:t xml:space="preserve">Údaje o stavebníkovi </w:t>
      </w:r>
    </w:p>
    <w:p w14:paraId="66843C86"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Názov </w:t>
      </w:r>
    </w:p>
    <w:p w14:paraId="7A12CC6C"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Adresa sídla </w:t>
      </w:r>
    </w:p>
    <w:p w14:paraId="3E395314"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IČO/DIČ </w:t>
      </w:r>
    </w:p>
    <w:p w14:paraId="38350C3E" w14:textId="77777777" w:rsidR="00A13797" w:rsidRPr="00A13797" w:rsidRDefault="00A13797" w:rsidP="00881B13">
      <w:pPr>
        <w:adjustRightInd w:val="0"/>
        <w:spacing w:before="0" w:after="120"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Zriaďovateľ (Názov spoločnosti, adresa sídla, IČO/DIČ) </w:t>
      </w:r>
    </w:p>
    <w:p w14:paraId="66238887" w14:textId="77777777" w:rsidR="00A13797" w:rsidRPr="00A13797" w:rsidRDefault="00A13797" w:rsidP="007B4C63">
      <w:pPr>
        <w:pStyle w:val="Odsekzoznamu"/>
        <w:numPr>
          <w:ilvl w:val="0"/>
          <w:numId w:val="100"/>
        </w:numPr>
        <w:adjustRightInd w:val="0"/>
        <w:spacing w:before="0" w:after="120" w:line="240" w:lineRule="auto"/>
        <w:rPr>
          <w:color w:val="000000"/>
          <w:lang w:eastAsia="sk-SK"/>
        </w:rPr>
      </w:pPr>
      <w:r w:rsidRPr="00A13797">
        <w:rPr>
          <w:color w:val="000000"/>
          <w:lang w:eastAsia="sk-SK"/>
        </w:rPr>
        <w:t xml:space="preserve">Údaje o projektantovi objektu </w:t>
      </w:r>
    </w:p>
    <w:p w14:paraId="7C39935B"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Meno a Priezvisko/Názov spoločnosti </w:t>
      </w:r>
    </w:p>
    <w:p w14:paraId="47D714FA"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Adresa/Adresa sídla </w:t>
      </w:r>
    </w:p>
    <w:p w14:paraId="214C8BAC"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IČO/DIČ </w:t>
      </w:r>
    </w:p>
    <w:p w14:paraId="1096F897" w14:textId="77777777" w:rsidR="00A13797" w:rsidRPr="00A13797" w:rsidRDefault="00A13797" w:rsidP="00881B13">
      <w:pPr>
        <w:adjustRightInd w:val="0"/>
        <w:spacing w:before="0" w:after="120"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Zodpovedný projektant </w:t>
      </w:r>
    </w:p>
    <w:p w14:paraId="0ACB67B0"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.1.2 </w:t>
      </w:r>
      <w:r w:rsidR="00881B13">
        <w:rPr>
          <w:b/>
          <w:bCs/>
          <w:color w:val="000000"/>
          <w:lang w:eastAsia="sk-SK"/>
        </w:rPr>
        <w:tab/>
      </w:r>
      <w:r w:rsidR="00A13797" w:rsidRPr="00A13797">
        <w:rPr>
          <w:b/>
          <w:bCs/>
          <w:color w:val="000000"/>
          <w:lang w:eastAsia="sk-SK"/>
        </w:rPr>
        <w:t xml:space="preserve">Použité podklady </w:t>
      </w:r>
    </w:p>
    <w:p w14:paraId="38559292"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.1.3 </w:t>
      </w:r>
      <w:r w:rsidR="00881B13">
        <w:rPr>
          <w:b/>
          <w:bCs/>
          <w:color w:val="000000"/>
          <w:lang w:eastAsia="sk-SK"/>
        </w:rPr>
        <w:tab/>
      </w:r>
      <w:r w:rsidR="00A13797" w:rsidRPr="00A13797">
        <w:rPr>
          <w:b/>
          <w:bCs/>
          <w:color w:val="000000"/>
          <w:lang w:eastAsia="sk-SK"/>
        </w:rPr>
        <w:t xml:space="preserve">Použité normy, predpisy, literatúra a elektronické zdroje </w:t>
      </w:r>
    </w:p>
    <w:p w14:paraId="45E4B764"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.1.4 </w:t>
      </w:r>
      <w:r w:rsidR="00881B13">
        <w:rPr>
          <w:b/>
          <w:bCs/>
          <w:color w:val="000000"/>
          <w:lang w:eastAsia="sk-SK"/>
        </w:rPr>
        <w:tab/>
      </w:r>
      <w:r w:rsidR="00A13797" w:rsidRPr="00A13797">
        <w:rPr>
          <w:b/>
          <w:bCs/>
          <w:color w:val="000000"/>
          <w:lang w:eastAsia="sk-SK"/>
        </w:rPr>
        <w:t xml:space="preserve">Popis funkčného a technického riešenia </w:t>
      </w:r>
    </w:p>
    <w:p w14:paraId="725C54B0" w14:textId="77777777" w:rsidR="00A13797" w:rsidRPr="00881B13" w:rsidRDefault="00A13797" w:rsidP="007B4C63">
      <w:pPr>
        <w:pStyle w:val="Odsekzoznamu"/>
        <w:numPr>
          <w:ilvl w:val="0"/>
          <w:numId w:val="100"/>
        </w:numPr>
        <w:adjustRightInd w:val="0"/>
        <w:spacing w:before="0" w:after="24" w:line="240" w:lineRule="auto"/>
        <w:rPr>
          <w:color w:val="000000"/>
          <w:lang w:eastAsia="sk-SK"/>
        </w:rPr>
      </w:pPr>
      <w:r w:rsidRPr="00881B13">
        <w:rPr>
          <w:color w:val="000000"/>
          <w:lang w:eastAsia="sk-SK"/>
        </w:rPr>
        <w:t xml:space="preserve">zmeny voči DÚR, </w:t>
      </w:r>
    </w:p>
    <w:p w14:paraId="5B29CA37" w14:textId="77777777" w:rsidR="00A13797" w:rsidRPr="00881B13" w:rsidRDefault="00A13797" w:rsidP="007B4C63">
      <w:pPr>
        <w:pStyle w:val="Odsekzoznamu"/>
        <w:numPr>
          <w:ilvl w:val="0"/>
          <w:numId w:val="100"/>
        </w:numPr>
        <w:adjustRightInd w:val="0"/>
        <w:spacing w:before="0" w:after="24" w:line="240" w:lineRule="auto"/>
        <w:rPr>
          <w:color w:val="000000"/>
          <w:lang w:eastAsia="sk-SK"/>
        </w:rPr>
      </w:pPr>
      <w:r w:rsidRPr="00881B13">
        <w:rPr>
          <w:color w:val="000000"/>
          <w:lang w:eastAsia="sk-SK"/>
        </w:rPr>
        <w:t xml:space="preserve">základné údaje o objekte, </w:t>
      </w:r>
    </w:p>
    <w:p w14:paraId="6D3F7792" w14:textId="77777777" w:rsidR="00A13797" w:rsidRPr="00881B13" w:rsidRDefault="00A13797" w:rsidP="007B4C63">
      <w:pPr>
        <w:pStyle w:val="Odsekzoznamu"/>
        <w:numPr>
          <w:ilvl w:val="0"/>
          <w:numId w:val="100"/>
        </w:numPr>
        <w:adjustRightInd w:val="0"/>
        <w:spacing w:before="0" w:after="120" w:line="240" w:lineRule="auto"/>
        <w:ind w:left="714" w:hanging="357"/>
        <w:rPr>
          <w:color w:val="000000"/>
          <w:lang w:eastAsia="sk-SK"/>
        </w:rPr>
      </w:pPr>
      <w:r w:rsidRPr="00881B13">
        <w:rPr>
          <w:color w:val="000000"/>
          <w:lang w:eastAsia="sk-SK"/>
        </w:rPr>
        <w:t xml:space="preserve">zhodnotenie inžinierskogeologických a hydrogeologických pomerov. </w:t>
      </w:r>
    </w:p>
    <w:p w14:paraId="36DB02D7"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.1.5 </w:t>
      </w:r>
      <w:r w:rsidR="00881B13">
        <w:rPr>
          <w:b/>
          <w:bCs/>
          <w:color w:val="000000"/>
          <w:lang w:eastAsia="sk-SK"/>
        </w:rPr>
        <w:tab/>
      </w:r>
      <w:r w:rsidR="00A13797" w:rsidRPr="00A13797">
        <w:rPr>
          <w:b/>
          <w:bCs/>
          <w:color w:val="000000"/>
          <w:lang w:eastAsia="sk-SK"/>
        </w:rPr>
        <w:t xml:space="preserve">Stavebnotechnické riešenie </w:t>
      </w:r>
    </w:p>
    <w:p w14:paraId="0B08D40A" w14:textId="77777777" w:rsidR="00A13797" w:rsidRPr="00881B13" w:rsidRDefault="00A13797" w:rsidP="007B4C63">
      <w:pPr>
        <w:pStyle w:val="Odsekzoznamu"/>
        <w:numPr>
          <w:ilvl w:val="0"/>
          <w:numId w:val="100"/>
        </w:numPr>
        <w:adjustRightInd w:val="0"/>
        <w:spacing w:before="0" w:after="24" w:line="240" w:lineRule="auto"/>
        <w:rPr>
          <w:color w:val="000000"/>
          <w:lang w:eastAsia="sk-SK"/>
        </w:rPr>
      </w:pPr>
      <w:r w:rsidRPr="00881B13">
        <w:rPr>
          <w:color w:val="000000"/>
          <w:lang w:eastAsia="sk-SK"/>
        </w:rPr>
        <w:t xml:space="preserve">charakteristika konštrukcie, </w:t>
      </w:r>
    </w:p>
    <w:p w14:paraId="6CBB469E" w14:textId="77777777" w:rsidR="00A13797" w:rsidRPr="00881B13" w:rsidRDefault="00A13797" w:rsidP="007B4C63">
      <w:pPr>
        <w:pStyle w:val="Odsekzoznamu"/>
        <w:numPr>
          <w:ilvl w:val="0"/>
          <w:numId w:val="100"/>
        </w:numPr>
        <w:adjustRightInd w:val="0"/>
        <w:spacing w:before="0" w:after="24" w:line="240" w:lineRule="auto"/>
        <w:rPr>
          <w:color w:val="000000"/>
          <w:lang w:eastAsia="sk-SK"/>
        </w:rPr>
      </w:pPr>
      <w:r w:rsidRPr="00881B13">
        <w:rPr>
          <w:color w:val="000000"/>
          <w:lang w:eastAsia="sk-SK"/>
        </w:rPr>
        <w:t xml:space="preserve">popis konštrukcie, </w:t>
      </w:r>
    </w:p>
    <w:p w14:paraId="67910412" w14:textId="77777777" w:rsidR="00A13797" w:rsidRPr="00881B13" w:rsidRDefault="00A13797" w:rsidP="007B4C63">
      <w:pPr>
        <w:pStyle w:val="Odsekzoznamu"/>
        <w:numPr>
          <w:ilvl w:val="0"/>
          <w:numId w:val="100"/>
        </w:numPr>
        <w:adjustRightInd w:val="0"/>
        <w:spacing w:before="0" w:after="120" w:line="240" w:lineRule="auto"/>
        <w:ind w:left="714" w:hanging="357"/>
        <w:rPr>
          <w:color w:val="000000"/>
          <w:lang w:eastAsia="sk-SK"/>
        </w:rPr>
      </w:pPr>
      <w:r w:rsidRPr="00881B13">
        <w:rPr>
          <w:color w:val="000000"/>
          <w:lang w:eastAsia="sk-SK"/>
        </w:rPr>
        <w:t xml:space="preserve">špecifické vybavenie konštrukcie. </w:t>
      </w:r>
    </w:p>
    <w:p w14:paraId="41561D4D"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.1.6 </w:t>
      </w:r>
      <w:r w:rsidR="00881B13">
        <w:rPr>
          <w:b/>
          <w:bCs/>
          <w:color w:val="000000"/>
          <w:lang w:eastAsia="sk-SK"/>
        </w:rPr>
        <w:tab/>
      </w:r>
      <w:r w:rsidR="00A13797" w:rsidRPr="00A13797">
        <w:rPr>
          <w:b/>
          <w:bCs/>
          <w:color w:val="000000"/>
          <w:lang w:eastAsia="sk-SK"/>
        </w:rPr>
        <w:t xml:space="preserve">Odvádzanie povrchových a podzemných vôd </w:t>
      </w:r>
    </w:p>
    <w:p w14:paraId="1FAEE8FE"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Technické riešenie odvodnenia vrátane </w:t>
      </w:r>
      <w:proofErr w:type="spellStart"/>
      <w:r w:rsidRPr="00A13797">
        <w:rPr>
          <w:color w:val="000000"/>
          <w:lang w:eastAsia="sk-SK"/>
        </w:rPr>
        <w:t>hydrotechnických</w:t>
      </w:r>
      <w:proofErr w:type="spellEnd"/>
      <w:r w:rsidRPr="00A13797">
        <w:rPr>
          <w:color w:val="000000"/>
          <w:lang w:eastAsia="sk-SK"/>
        </w:rPr>
        <w:t xml:space="preserve"> výpočtov ak sú potrebné. </w:t>
      </w:r>
    </w:p>
    <w:p w14:paraId="142D1FD5"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.1.7 </w:t>
      </w:r>
      <w:r w:rsidR="00881B13">
        <w:rPr>
          <w:b/>
          <w:bCs/>
          <w:color w:val="000000"/>
          <w:lang w:eastAsia="sk-SK"/>
        </w:rPr>
        <w:tab/>
      </w:r>
      <w:r w:rsidR="00A13797" w:rsidRPr="00A13797">
        <w:rPr>
          <w:b/>
          <w:bCs/>
          <w:color w:val="000000"/>
          <w:lang w:eastAsia="sk-SK"/>
        </w:rPr>
        <w:t xml:space="preserve">Požiadavky na postup stavebných prác </w:t>
      </w:r>
    </w:p>
    <w:p w14:paraId="222AF3C4" w14:textId="77777777" w:rsidR="00A13797" w:rsidRPr="00881B13" w:rsidRDefault="00A13797" w:rsidP="007B4C63">
      <w:pPr>
        <w:pStyle w:val="Odsekzoznamu"/>
        <w:numPr>
          <w:ilvl w:val="0"/>
          <w:numId w:val="100"/>
        </w:numPr>
        <w:adjustRightInd w:val="0"/>
        <w:spacing w:before="0" w:after="24" w:line="240" w:lineRule="auto"/>
        <w:rPr>
          <w:color w:val="000000"/>
          <w:lang w:eastAsia="sk-SK"/>
        </w:rPr>
      </w:pPr>
      <w:r w:rsidRPr="00881B13">
        <w:rPr>
          <w:color w:val="000000"/>
          <w:lang w:eastAsia="sk-SK"/>
        </w:rPr>
        <w:t xml:space="preserve">postup a technológia výstavby, </w:t>
      </w:r>
    </w:p>
    <w:p w14:paraId="64D66152" w14:textId="77777777" w:rsidR="00A13797" w:rsidRPr="00881B13" w:rsidRDefault="00A13797" w:rsidP="007B4C63">
      <w:pPr>
        <w:pStyle w:val="Odsekzoznamu"/>
        <w:numPr>
          <w:ilvl w:val="0"/>
          <w:numId w:val="100"/>
        </w:numPr>
        <w:adjustRightInd w:val="0"/>
        <w:spacing w:before="0" w:after="24" w:line="240" w:lineRule="auto"/>
        <w:rPr>
          <w:color w:val="000000"/>
          <w:lang w:eastAsia="sk-SK"/>
        </w:rPr>
      </w:pPr>
      <w:r w:rsidRPr="00881B13">
        <w:rPr>
          <w:color w:val="000000"/>
          <w:lang w:eastAsia="sk-SK"/>
        </w:rPr>
        <w:t xml:space="preserve">súvisiace (dotknuté) oddiely/objekty stavby, </w:t>
      </w:r>
    </w:p>
    <w:p w14:paraId="0F606CB2" w14:textId="77777777" w:rsidR="00A13797" w:rsidRPr="00881B13" w:rsidRDefault="00A13797" w:rsidP="007B4C63">
      <w:pPr>
        <w:pStyle w:val="Odsekzoznamu"/>
        <w:numPr>
          <w:ilvl w:val="0"/>
          <w:numId w:val="100"/>
        </w:numPr>
        <w:adjustRightInd w:val="0"/>
        <w:spacing w:before="0" w:after="24" w:line="240" w:lineRule="auto"/>
        <w:rPr>
          <w:color w:val="000000"/>
          <w:lang w:eastAsia="sk-SK"/>
        </w:rPr>
      </w:pPr>
      <w:r w:rsidRPr="00881B13">
        <w:rPr>
          <w:color w:val="000000"/>
          <w:lang w:eastAsia="sk-SK"/>
        </w:rPr>
        <w:lastRenderedPageBreak/>
        <w:t xml:space="preserve">väzby na inžinierske siete, </w:t>
      </w:r>
    </w:p>
    <w:p w14:paraId="01369D58" w14:textId="77777777" w:rsidR="00A13797" w:rsidRPr="00881B13" w:rsidRDefault="00A13797" w:rsidP="007B4C63">
      <w:pPr>
        <w:pStyle w:val="Odsekzoznamu"/>
        <w:numPr>
          <w:ilvl w:val="0"/>
          <w:numId w:val="100"/>
        </w:numPr>
        <w:adjustRightInd w:val="0"/>
        <w:spacing w:before="0" w:after="24" w:line="240" w:lineRule="auto"/>
        <w:rPr>
          <w:color w:val="000000"/>
          <w:lang w:eastAsia="sk-SK"/>
        </w:rPr>
      </w:pPr>
      <w:r w:rsidRPr="00881B13">
        <w:rPr>
          <w:color w:val="000000"/>
          <w:lang w:eastAsia="sk-SK"/>
        </w:rPr>
        <w:t xml:space="preserve">obmedzenie premávky, </w:t>
      </w:r>
    </w:p>
    <w:p w14:paraId="273EE0AF" w14:textId="77777777" w:rsidR="00A13797" w:rsidRPr="00881B13" w:rsidRDefault="00A13797" w:rsidP="007B4C63">
      <w:pPr>
        <w:pStyle w:val="Odsekzoznamu"/>
        <w:numPr>
          <w:ilvl w:val="0"/>
          <w:numId w:val="100"/>
        </w:numPr>
        <w:adjustRightInd w:val="0"/>
        <w:spacing w:before="0" w:after="24" w:line="240" w:lineRule="auto"/>
        <w:rPr>
          <w:color w:val="000000"/>
          <w:lang w:eastAsia="sk-SK"/>
        </w:rPr>
      </w:pPr>
      <w:r w:rsidRPr="00881B13">
        <w:rPr>
          <w:color w:val="000000"/>
          <w:lang w:eastAsia="sk-SK"/>
        </w:rPr>
        <w:t xml:space="preserve">prístup na pozemky, </w:t>
      </w:r>
    </w:p>
    <w:p w14:paraId="323E5764" w14:textId="77777777" w:rsidR="00A13797" w:rsidRPr="00881B13" w:rsidRDefault="00A13797" w:rsidP="007B4C63">
      <w:pPr>
        <w:pStyle w:val="Odsekzoznamu"/>
        <w:numPr>
          <w:ilvl w:val="0"/>
          <w:numId w:val="100"/>
        </w:numPr>
        <w:adjustRightInd w:val="0"/>
        <w:spacing w:before="0" w:after="120" w:line="240" w:lineRule="auto"/>
        <w:ind w:left="714" w:hanging="357"/>
        <w:rPr>
          <w:color w:val="000000"/>
          <w:lang w:eastAsia="sk-SK"/>
        </w:rPr>
      </w:pPr>
      <w:r w:rsidRPr="00881B13">
        <w:rPr>
          <w:color w:val="000000"/>
          <w:lang w:eastAsia="sk-SK"/>
        </w:rPr>
        <w:t xml:space="preserve">atď. </w:t>
      </w:r>
    </w:p>
    <w:p w14:paraId="1CAB770D"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.1.8 </w:t>
      </w:r>
      <w:r w:rsidR="00881B13">
        <w:rPr>
          <w:b/>
          <w:bCs/>
          <w:color w:val="000000"/>
          <w:lang w:eastAsia="sk-SK"/>
        </w:rPr>
        <w:tab/>
      </w:r>
      <w:r w:rsidR="00A13797" w:rsidRPr="00A13797">
        <w:rPr>
          <w:b/>
          <w:bCs/>
          <w:color w:val="000000"/>
          <w:lang w:eastAsia="sk-SK"/>
        </w:rPr>
        <w:t xml:space="preserve">Požiadavky na monitorovanie a meranie </w:t>
      </w:r>
    </w:p>
    <w:p w14:paraId="7902F623"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.1.9 </w:t>
      </w:r>
      <w:r w:rsidR="00881B13">
        <w:rPr>
          <w:b/>
          <w:bCs/>
          <w:color w:val="000000"/>
          <w:lang w:eastAsia="sk-SK"/>
        </w:rPr>
        <w:tab/>
      </w:r>
      <w:r w:rsidR="00A13797" w:rsidRPr="00A13797">
        <w:rPr>
          <w:b/>
          <w:bCs/>
          <w:color w:val="000000"/>
          <w:lang w:eastAsia="sk-SK"/>
        </w:rPr>
        <w:t xml:space="preserve">Charakteristika a popis technického riešenia </w:t>
      </w:r>
    </w:p>
    <w:p w14:paraId="01A99F0F" w14:textId="77777777" w:rsidR="00A13797" w:rsidRPr="00881B13" w:rsidRDefault="00A13797" w:rsidP="007B4C63">
      <w:pPr>
        <w:pStyle w:val="Odsekzoznamu"/>
        <w:numPr>
          <w:ilvl w:val="0"/>
          <w:numId w:val="100"/>
        </w:numPr>
        <w:adjustRightInd w:val="0"/>
        <w:spacing w:before="0" w:after="0" w:line="240" w:lineRule="auto"/>
        <w:rPr>
          <w:color w:val="000000"/>
          <w:lang w:eastAsia="sk-SK"/>
        </w:rPr>
      </w:pPr>
      <w:r w:rsidRPr="00881B13">
        <w:rPr>
          <w:color w:val="000000"/>
          <w:lang w:eastAsia="sk-SK"/>
        </w:rPr>
        <w:t xml:space="preserve">z hľadiska starostlivosti o životné prostredie, </w:t>
      </w:r>
    </w:p>
    <w:p w14:paraId="6347A165" w14:textId="77777777" w:rsidR="00A13797" w:rsidRDefault="00A13797" w:rsidP="007B4C63">
      <w:pPr>
        <w:pStyle w:val="Default"/>
        <w:numPr>
          <w:ilvl w:val="0"/>
          <w:numId w:val="100"/>
        </w:numPr>
        <w:spacing w:after="24"/>
        <w:rPr>
          <w:rFonts w:ascii="Arial" w:hAnsi="Arial" w:cs="Arial"/>
          <w:sz w:val="20"/>
          <w:szCs w:val="20"/>
        </w:rPr>
      </w:pPr>
      <w:r>
        <w:rPr>
          <w:rFonts w:ascii="Arial" w:hAnsi="Arial" w:cs="Arial"/>
          <w:sz w:val="20"/>
          <w:szCs w:val="20"/>
        </w:rPr>
        <w:t xml:space="preserve">z hľadiska bezpečnosti cestnej premávky, </w:t>
      </w:r>
    </w:p>
    <w:p w14:paraId="4E077A35" w14:textId="77777777" w:rsidR="00A13797" w:rsidRDefault="00A13797" w:rsidP="007B4C63">
      <w:pPr>
        <w:pStyle w:val="Default"/>
        <w:numPr>
          <w:ilvl w:val="0"/>
          <w:numId w:val="100"/>
        </w:numPr>
        <w:spacing w:after="24"/>
        <w:rPr>
          <w:rFonts w:ascii="Arial" w:hAnsi="Arial" w:cs="Arial"/>
          <w:sz w:val="20"/>
          <w:szCs w:val="20"/>
        </w:rPr>
      </w:pPr>
      <w:r>
        <w:rPr>
          <w:rFonts w:ascii="Arial" w:hAnsi="Arial" w:cs="Arial"/>
          <w:sz w:val="20"/>
          <w:szCs w:val="20"/>
        </w:rPr>
        <w:t xml:space="preserve">z hľadiska bezpečnosti a ochrany zdravia pri práci a prevádzky stavebných zariadení počas výstavby, </w:t>
      </w:r>
    </w:p>
    <w:p w14:paraId="0FE81262" w14:textId="77777777" w:rsidR="00A13797" w:rsidRDefault="00A13797" w:rsidP="007B4C63">
      <w:pPr>
        <w:pStyle w:val="Default"/>
        <w:numPr>
          <w:ilvl w:val="0"/>
          <w:numId w:val="100"/>
        </w:numPr>
        <w:spacing w:after="120"/>
        <w:ind w:left="714" w:hanging="357"/>
        <w:rPr>
          <w:rFonts w:ascii="Arial" w:hAnsi="Arial" w:cs="Arial"/>
          <w:sz w:val="20"/>
          <w:szCs w:val="20"/>
        </w:rPr>
      </w:pPr>
      <w:r>
        <w:rPr>
          <w:rFonts w:ascii="Arial" w:hAnsi="Arial" w:cs="Arial"/>
          <w:sz w:val="20"/>
          <w:szCs w:val="20"/>
        </w:rPr>
        <w:t xml:space="preserve">z hľadiska ochrany voči agresívnym vplyvom prostredia. </w:t>
      </w:r>
    </w:p>
    <w:p w14:paraId="5515E5E2" w14:textId="77777777" w:rsidR="00A13797" w:rsidRDefault="00F5411D" w:rsidP="00F01C1B">
      <w:pPr>
        <w:pStyle w:val="Default"/>
        <w:keepNex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.2 </w:t>
      </w:r>
      <w:r w:rsidR="00881B13">
        <w:rPr>
          <w:rFonts w:ascii="Arial" w:hAnsi="Arial" w:cs="Arial"/>
          <w:b/>
          <w:bCs/>
          <w:sz w:val="20"/>
          <w:szCs w:val="20"/>
        </w:rPr>
        <w:tab/>
      </w:r>
      <w:r w:rsidR="00A13797">
        <w:rPr>
          <w:rFonts w:ascii="Arial" w:hAnsi="Arial" w:cs="Arial"/>
          <w:b/>
          <w:bCs/>
          <w:sz w:val="20"/>
          <w:szCs w:val="20"/>
        </w:rPr>
        <w:t xml:space="preserve">Situácia </w:t>
      </w:r>
    </w:p>
    <w:p w14:paraId="4420F65A" w14:textId="77777777" w:rsidR="00A13797" w:rsidRDefault="00A13797" w:rsidP="00F01C1B">
      <w:pPr>
        <w:pStyle w:val="Default"/>
        <w:keepNext/>
        <w:spacing w:after="120"/>
        <w:ind w:firstLine="680"/>
        <w:rPr>
          <w:rFonts w:ascii="Arial" w:hAnsi="Arial" w:cs="Arial"/>
          <w:sz w:val="20"/>
          <w:szCs w:val="20"/>
        </w:rPr>
      </w:pPr>
      <w:r>
        <w:rPr>
          <w:rFonts w:ascii="Arial" w:hAnsi="Arial" w:cs="Arial"/>
          <w:sz w:val="20"/>
          <w:szCs w:val="20"/>
        </w:rPr>
        <w:t xml:space="preserve">Situácia sa vypracuje na geodetickom podklade - polohopisné a výškopisné zameranie, zameranie inžinierskych sietí (šedou, čiernou) a zobrazuje navrhnutú konštrukciu (červenou), ostatné objekty stavby (inou farbou). </w:t>
      </w:r>
    </w:p>
    <w:p w14:paraId="3F97C013"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Situácia sa vypracuje v primeranej mierke. </w:t>
      </w:r>
    </w:p>
    <w:p w14:paraId="3BB06987"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.3 </w:t>
      </w:r>
      <w:r w:rsidR="00881B13">
        <w:rPr>
          <w:rFonts w:ascii="Arial" w:hAnsi="Arial" w:cs="Arial"/>
          <w:b/>
          <w:bCs/>
          <w:sz w:val="20"/>
          <w:szCs w:val="20"/>
        </w:rPr>
        <w:tab/>
      </w:r>
      <w:r w:rsidR="00A13797">
        <w:rPr>
          <w:rFonts w:ascii="Arial" w:hAnsi="Arial" w:cs="Arial"/>
          <w:b/>
          <w:bCs/>
          <w:sz w:val="20"/>
          <w:szCs w:val="20"/>
        </w:rPr>
        <w:t xml:space="preserve">Pohľad/pozdĺžny rez </w:t>
      </w:r>
    </w:p>
    <w:p w14:paraId="79CD2499"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Pohľad/pozdĺžny rez sa vypracuje v primeranej mierke a bez prevýšenia. </w:t>
      </w:r>
    </w:p>
    <w:p w14:paraId="4E020980"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.4 </w:t>
      </w:r>
      <w:r w:rsidR="00881B13">
        <w:rPr>
          <w:rFonts w:ascii="Arial" w:hAnsi="Arial" w:cs="Arial"/>
          <w:b/>
          <w:bCs/>
          <w:sz w:val="20"/>
          <w:szCs w:val="20"/>
        </w:rPr>
        <w:tab/>
      </w:r>
      <w:r w:rsidR="00A13797">
        <w:rPr>
          <w:rFonts w:ascii="Arial" w:hAnsi="Arial" w:cs="Arial"/>
          <w:b/>
          <w:bCs/>
          <w:sz w:val="20"/>
          <w:szCs w:val="20"/>
        </w:rPr>
        <w:t xml:space="preserve">Vzorové priečne rezy </w:t>
      </w:r>
    </w:p>
    <w:p w14:paraId="3F336085"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Vypracúvajú sa na charakteristických a odlišných úsekoch konštrukcie v M 1:50, prípadne M 1:100. </w:t>
      </w:r>
    </w:p>
    <w:p w14:paraId="310AB32C"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Vo vzorových priečnych rezoch musia byť zakreslené väzby na pozemnú komunikáciu, uloženie inžinierskych sietí, VO, protihlukových stien, portály DZ, zábradlia, oplotenie a pod. </w:t>
      </w:r>
    </w:p>
    <w:p w14:paraId="02886532"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.5 </w:t>
      </w:r>
      <w:r w:rsidR="00881B13">
        <w:rPr>
          <w:rFonts w:ascii="Arial" w:hAnsi="Arial" w:cs="Arial"/>
          <w:b/>
          <w:bCs/>
          <w:sz w:val="20"/>
          <w:szCs w:val="20"/>
        </w:rPr>
        <w:tab/>
      </w:r>
      <w:r w:rsidR="00A13797">
        <w:rPr>
          <w:rFonts w:ascii="Arial" w:hAnsi="Arial" w:cs="Arial"/>
          <w:b/>
          <w:bCs/>
          <w:sz w:val="20"/>
          <w:szCs w:val="20"/>
        </w:rPr>
        <w:t xml:space="preserve">Detaily/zvláštne konštrukcie </w:t>
      </w:r>
    </w:p>
    <w:p w14:paraId="459EEA35"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Podľa potreby výkresy napr.: detailov, zábradlí, oplotenia, odvodňovacích priekop, atď. </w:t>
      </w:r>
    </w:p>
    <w:p w14:paraId="7C8BD230"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.6 </w:t>
      </w:r>
      <w:r w:rsidR="00881B13">
        <w:rPr>
          <w:rFonts w:ascii="Arial" w:hAnsi="Arial" w:cs="Arial"/>
          <w:b/>
          <w:bCs/>
          <w:sz w:val="20"/>
          <w:szCs w:val="20"/>
        </w:rPr>
        <w:tab/>
      </w:r>
      <w:r w:rsidR="00A13797">
        <w:rPr>
          <w:rFonts w:ascii="Arial" w:hAnsi="Arial" w:cs="Arial"/>
          <w:b/>
          <w:bCs/>
          <w:sz w:val="20"/>
          <w:szCs w:val="20"/>
        </w:rPr>
        <w:t xml:space="preserve">Priečne rezy </w:t>
      </w:r>
    </w:p>
    <w:p w14:paraId="1B0B719A"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Zobrazuje začlenenie objektu pozemnej komunikácie do terénu v charakteristických miestach spravidla v mierke M 1:100, resp. M 1:200. Maximálna vzdialenosť priečnych rezov nesmie prekročiť 25 m. </w:t>
      </w:r>
    </w:p>
    <w:p w14:paraId="2111E5A8"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V priečnych rezoch sú zakótované väzby na pozemnú komunikáciu, prípadne na existujúcu zástavbu a výškové kóty konštrukcie. </w:t>
      </w:r>
    </w:p>
    <w:p w14:paraId="46A42729" w14:textId="77777777" w:rsidR="00DB3EBA" w:rsidRPr="00DB3EBA" w:rsidRDefault="00881B13" w:rsidP="00881B13">
      <w:pPr>
        <w:pStyle w:val="Hlavika"/>
        <w:tabs>
          <w:tab w:val="clear" w:pos="9071"/>
          <w:tab w:val="left" w:pos="709"/>
          <w:tab w:val="left" w:pos="840"/>
          <w:tab w:val="left" w:pos="2160"/>
          <w:tab w:val="left" w:pos="2552"/>
          <w:tab w:val="left" w:pos="2694"/>
        </w:tabs>
        <w:spacing w:after="120"/>
        <w:outlineLvl w:val="0"/>
        <w:rPr>
          <w:b/>
          <w:bCs/>
          <w:sz w:val="22"/>
          <w:szCs w:val="22"/>
        </w:rPr>
      </w:pPr>
      <w:r>
        <w:tab/>
      </w:r>
      <w:r w:rsidR="00A13797">
        <w:t>Priečne rezy obsahujú podklady prevzaté z IGP (geologické profily vrtov, interpretáciu geologických rozhraní, hladinu podzemnej vody, atď.).</w:t>
      </w:r>
      <w:r w:rsidR="00DB3EBA">
        <w:rPr>
          <w:b/>
          <w:color w:val="000000"/>
          <w:sz w:val="22"/>
          <w:szCs w:val="22"/>
          <w:lang w:eastAsia="sk-SK"/>
        </w:rPr>
        <w:tab/>
      </w:r>
    </w:p>
    <w:p w14:paraId="227F3486"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.7 </w:t>
      </w:r>
      <w:r w:rsidR="00881B13">
        <w:rPr>
          <w:b/>
          <w:bCs/>
          <w:color w:val="000000"/>
          <w:lang w:eastAsia="sk-SK"/>
        </w:rPr>
        <w:tab/>
      </w:r>
      <w:r w:rsidR="00A13797" w:rsidRPr="00A13797">
        <w:rPr>
          <w:b/>
          <w:bCs/>
          <w:color w:val="000000"/>
          <w:lang w:eastAsia="sk-SK"/>
        </w:rPr>
        <w:t xml:space="preserve">Výkresy tvaru </w:t>
      </w:r>
    </w:p>
    <w:p w14:paraId="050ED05A"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Výkresy zobrazujú tvary všetkých konštrukčných prvkov (prahy, pilóty, stužujúce vence, atď.). </w:t>
      </w:r>
    </w:p>
    <w:p w14:paraId="245BADBE"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.8 </w:t>
      </w:r>
      <w:r w:rsidR="00881B13">
        <w:rPr>
          <w:b/>
          <w:bCs/>
          <w:color w:val="000000"/>
          <w:lang w:eastAsia="sk-SK"/>
        </w:rPr>
        <w:tab/>
      </w:r>
      <w:r w:rsidR="00A13797" w:rsidRPr="00A13797">
        <w:rPr>
          <w:b/>
          <w:bCs/>
          <w:color w:val="000000"/>
          <w:lang w:eastAsia="sk-SK"/>
        </w:rPr>
        <w:t xml:space="preserve">Výkresy výstuže </w:t>
      </w:r>
    </w:p>
    <w:p w14:paraId="6C250978"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Výkresy zobrazujú výstuž všetkých konštrukčných prvkov (prahy, pilóty, stužujúce vence, atď.) Súčasťou je aj materiálová charakteristika betónov a betonárskej výstuže. </w:t>
      </w:r>
    </w:p>
    <w:p w14:paraId="63E92A51"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.9 </w:t>
      </w:r>
      <w:r w:rsidR="00881B13">
        <w:rPr>
          <w:b/>
          <w:bCs/>
          <w:color w:val="000000"/>
          <w:lang w:eastAsia="sk-SK"/>
        </w:rPr>
        <w:tab/>
      </w:r>
      <w:r w:rsidR="00A13797" w:rsidRPr="00A13797">
        <w:rPr>
          <w:b/>
          <w:bCs/>
          <w:color w:val="000000"/>
          <w:lang w:eastAsia="sk-SK"/>
        </w:rPr>
        <w:t xml:space="preserve">Vytyčovací výkres </w:t>
      </w:r>
    </w:p>
    <w:p w14:paraId="03094AA8"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Grafická úprava vytyčovacieho výkresu v zmysle STN 01 34619. </w:t>
      </w:r>
    </w:p>
    <w:p w14:paraId="1681D1B8"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Vytyčovací výkres musí byť overený autorizovaný geodetom a kartografom. </w:t>
      </w:r>
    </w:p>
    <w:p w14:paraId="0D574CA7"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.10 </w:t>
      </w:r>
      <w:r w:rsidR="00881B13">
        <w:rPr>
          <w:b/>
          <w:bCs/>
          <w:color w:val="000000"/>
          <w:lang w:eastAsia="sk-SK"/>
        </w:rPr>
        <w:tab/>
      </w:r>
      <w:r w:rsidR="00A13797" w:rsidRPr="00A13797">
        <w:rPr>
          <w:b/>
          <w:bCs/>
          <w:color w:val="000000"/>
          <w:lang w:eastAsia="sk-SK"/>
        </w:rPr>
        <w:t xml:space="preserve">Statický výpočet </w:t>
      </w:r>
    </w:p>
    <w:p w14:paraId="69244DC0" w14:textId="77777777" w:rsidR="00A13797" w:rsidRPr="00881B13" w:rsidRDefault="00A13797" w:rsidP="007B4C63">
      <w:pPr>
        <w:pStyle w:val="Odsekzoznamu"/>
        <w:numPr>
          <w:ilvl w:val="0"/>
          <w:numId w:val="100"/>
        </w:numPr>
        <w:adjustRightInd w:val="0"/>
        <w:spacing w:before="0" w:after="27" w:line="240" w:lineRule="auto"/>
        <w:rPr>
          <w:color w:val="000000"/>
          <w:lang w:eastAsia="sk-SK"/>
        </w:rPr>
      </w:pPr>
      <w:r w:rsidRPr="00881B13">
        <w:rPr>
          <w:color w:val="000000"/>
          <w:lang w:eastAsia="sk-SK"/>
        </w:rPr>
        <w:t xml:space="preserve">podklady (odkaz na prieskumné vrty a geologické rezy, zhodnotenie IG pomerov, materiálové charakteristiky horninového prostredia) </w:t>
      </w:r>
    </w:p>
    <w:p w14:paraId="30C7A999" w14:textId="77777777" w:rsidR="00A13797" w:rsidRPr="00881B13" w:rsidRDefault="00A13797" w:rsidP="007B4C63">
      <w:pPr>
        <w:pStyle w:val="Odsekzoznamu"/>
        <w:numPr>
          <w:ilvl w:val="0"/>
          <w:numId w:val="100"/>
        </w:numPr>
        <w:adjustRightInd w:val="0"/>
        <w:spacing w:before="0" w:after="27" w:line="240" w:lineRule="auto"/>
        <w:rPr>
          <w:color w:val="000000"/>
          <w:lang w:eastAsia="sk-SK"/>
        </w:rPr>
      </w:pPr>
      <w:r w:rsidRPr="00881B13">
        <w:rPr>
          <w:color w:val="000000"/>
          <w:lang w:eastAsia="sk-SK"/>
        </w:rPr>
        <w:t xml:space="preserve">návrh (stručný opis konštrukcií a ich základné charakteristiky pre statický výpočet, materiálové charakteristiky, zaťaženia) </w:t>
      </w:r>
    </w:p>
    <w:p w14:paraId="76C22D2B" w14:textId="77777777" w:rsidR="00A13797" w:rsidRPr="00881B13" w:rsidRDefault="00A13797" w:rsidP="007B4C63">
      <w:pPr>
        <w:pStyle w:val="Odsekzoznamu"/>
        <w:numPr>
          <w:ilvl w:val="0"/>
          <w:numId w:val="100"/>
        </w:numPr>
        <w:adjustRightInd w:val="0"/>
        <w:spacing w:before="0" w:after="27" w:line="240" w:lineRule="auto"/>
        <w:rPr>
          <w:color w:val="000000"/>
          <w:lang w:eastAsia="sk-SK"/>
        </w:rPr>
      </w:pPr>
      <w:r w:rsidRPr="00881B13">
        <w:rPr>
          <w:color w:val="000000"/>
          <w:lang w:eastAsia="sk-SK"/>
        </w:rPr>
        <w:t xml:space="preserve">výpočtový model </w:t>
      </w:r>
    </w:p>
    <w:p w14:paraId="124BBB9E" w14:textId="77777777" w:rsidR="00A13797" w:rsidRPr="00881B13" w:rsidRDefault="00A13797" w:rsidP="007B4C63">
      <w:pPr>
        <w:pStyle w:val="Odsekzoznamu"/>
        <w:numPr>
          <w:ilvl w:val="0"/>
          <w:numId w:val="100"/>
        </w:numPr>
        <w:adjustRightInd w:val="0"/>
        <w:spacing w:before="0" w:after="120" w:line="240" w:lineRule="auto"/>
        <w:ind w:left="714" w:hanging="357"/>
        <w:rPr>
          <w:color w:val="000000"/>
          <w:lang w:eastAsia="sk-SK"/>
        </w:rPr>
      </w:pPr>
      <w:r w:rsidRPr="00881B13">
        <w:rPr>
          <w:color w:val="000000"/>
          <w:lang w:eastAsia="sk-SK"/>
        </w:rPr>
        <w:t xml:space="preserve">záver </w:t>
      </w:r>
    </w:p>
    <w:p w14:paraId="7E694C93" w14:textId="77777777" w:rsidR="00F568CC" w:rsidRDefault="0092081B" w:rsidP="00881B13">
      <w:pPr>
        <w:pStyle w:val="Hlavika"/>
        <w:tabs>
          <w:tab w:val="clear" w:pos="9071"/>
          <w:tab w:val="left" w:pos="426"/>
          <w:tab w:val="left" w:pos="840"/>
          <w:tab w:val="left" w:pos="2160"/>
          <w:tab w:val="left" w:pos="2552"/>
          <w:tab w:val="left" w:pos="2694"/>
        </w:tabs>
        <w:spacing w:after="120"/>
        <w:outlineLvl w:val="0"/>
        <w:rPr>
          <w:color w:val="000000"/>
          <w:lang w:eastAsia="sk-SK"/>
        </w:rPr>
      </w:pPr>
      <w:r>
        <w:rPr>
          <w:color w:val="000000"/>
          <w:lang w:eastAsia="sk-SK"/>
        </w:rPr>
        <w:lastRenderedPageBreak/>
        <w:tab/>
        <w:t xml:space="preserve">     </w:t>
      </w:r>
      <w:r w:rsidR="00A13797" w:rsidRPr="00A13797">
        <w:rPr>
          <w:color w:val="000000"/>
          <w:lang w:eastAsia="sk-SK"/>
        </w:rPr>
        <w:t>Prílohy k statickému výpočtu tvoria výstupy zo software pre všetky uvažované modely/zaťaženia.</w:t>
      </w:r>
    </w:p>
    <w:p w14:paraId="28AB9BBD"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.11 </w:t>
      </w:r>
      <w:r w:rsidR="0092081B">
        <w:rPr>
          <w:b/>
          <w:bCs/>
          <w:color w:val="000000"/>
          <w:lang w:eastAsia="sk-SK"/>
        </w:rPr>
        <w:tab/>
      </w:r>
      <w:r w:rsidR="00A13797" w:rsidRPr="00A13797">
        <w:rPr>
          <w:b/>
          <w:bCs/>
          <w:color w:val="000000"/>
          <w:lang w:eastAsia="sk-SK"/>
        </w:rPr>
        <w:t xml:space="preserve">Situácia záberu pozemkov </w:t>
      </w:r>
    </w:p>
    <w:p w14:paraId="5A8270B5" w14:textId="77777777" w:rsidR="00A13797" w:rsidRDefault="00F5411D" w:rsidP="0092081B">
      <w:pPr>
        <w:pStyle w:val="Hlavika"/>
        <w:tabs>
          <w:tab w:val="clear" w:pos="9071"/>
          <w:tab w:val="left" w:pos="426"/>
          <w:tab w:val="left" w:pos="709"/>
          <w:tab w:val="left" w:pos="2160"/>
          <w:tab w:val="left" w:pos="2552"/>
          <w:tab w:val="left" w:pos="2694"/>
        </w:tabs>
        <w:outlineLvl w:val="0"/>
        <w:rPr>
          <w:b/>
          <w:bCs/>
          <w:color w:val="000000"/>
          <w:lang w:eastAsia="sk-SK"/>
        </w:rPr>
      </w:pPr>
      <w:r>
        <w:rPr>
          <w:b/>
          <w:bCs/>
          <w:color w:val="000000"/>
          <w:lang w:eastAsia="sk-SK"/>
        </w:rPr>
        <w:t>5</w:t>
      </w:r>
      <w:r w:rsidR="00A13797" w:rsidRPr="00A13797">
        <w:rPr>
          <w:b/>
          <w:bCs/>
          <w:color w:val="000000"/>
          <w:lang w:eastAsia="sk-SK"/>
        </w:rPr>
        <w:t xml:space="preserve">.12 </w:t>
      </w:r>
      <w:r w:rsidR="0092081B">
        <w:rPr>
          <w:b/>
          <w:bCs/>
          <w:color w:val="000000"/>
          <w:lang w:eastAsia="sk-SK"/>
        </w:rPr>
        <w:tab/>
      </w:r>
      <w:r w:rsidR="00A13797" w:rsidRPr="00A13797">
        <w:rPr>
          <w:b/>
          <w:bCs/>
          <w:color w:val="000000"/>
          <w:lang w:eastAsia="sk-SK"/>
        </w:rPr>
        <w:t>Výkaz výmer</w:t>
      </w:r>
    </w:p>
    <w:p w14:paraId="592AC1CB" w14:textId="77777777" w:rsidR="00881B13" w:rsidRDefault="00881B13" w:rsidP="00881B13">
      <w:pPr>
        <w:pStyle w:val="Hlavika"/>
        <w:tabs>
          <w:tab w:val="clear" w:pos="9071"/>
          <w:tab w:val="left" w:pos="426"/>
          <w:tab w:val="left" w:pos="840"/>
          <w:tab w:val="left" w:pos="2160"/>
          <w:tab w:val="left" w:pos="2552"/>
          <w:tab w:val="left" w:pos="2694"/>
        </w:tabs>
        <w:spacing w:after="120"/>
        <w:outlineLvl w:val="0"/>
        <w:rPr>
          <w:b/>
          <w:bCs/>
          <w:sz w:val="22"/>
          <w:szCs w:val="22"/>
        </w:rPr>
      </w:pPr>
    </w:p>
    <w:p w14:paraId="5859741E" w14:textId="77777777" w:rsidR="00375E4F" w:rsidRPr="00A60E6D" w:rsidRDefault="00F5411D" w:rsidP="00B17759">
      <w:pPr>
        <w:pStyle w:val="Hlavika"/>
        <w:tabs>
          <w:tab w:val="clear" w:pos="9071"/>
          <w:tab w:val="left" w:pos="426"/>
          <w:tab w:val="left" w:pos="709"/>
          <w:tab w:val="left" w:pos="2160"/>
          <w:tab w:val="left" w:pos="2552"/>
          <w:tab w:val="left" w:pos="2694"/>
        </w:tabs>
        <w:spacing w:after="120"/>
        <w:outlineLvl w:val="0"/>
        <w:rPr>
          <w:b/>
          <w:bCs/>
          <w:sz w:val="24"/>
          <w:szCs w:val="24"/>
        </w:rPr>
      </w:pPr>
      <w:r w:rsidRPr="00A60E6D">
        <w:rPr>
          <w:b/>
          <w:bCs/>
          <w:sz w:val="24"/>
          <w:szCs w:val="24"/>
        </w:rPr>
        <w:t>6</w:t>
      </w:r>
      <w:r w:rsidR="00F24449" w:rsidRPr="00A60E6D">
        <w:rPr>
          <w:b/>
          <w:bCs/>
          <w:sz w:val="24"/>
          <w:szCs w:val="24"/>
        </w:rPr>
        <w:tab/>
      </w:r>
      <w:r w:rsidR="00B17759" w:rsidRPr="00A60E6D">
        <w:rPr>
          <w:b/>
          <w:bCs/>
          <w:sz w:val="24"/>
          <w:szCs w:val="24"/>
        </w:rPr>
        <w:tab/>
      </w:r>
      <w:r w:rsidR="007119D7" w:rsidRPr="00A60E6D">
        <w:rPr>
          <w:b/>
          <w:bCs/>
          <w:sz w:val="24"/>
          <w:szCs w:val="24"/>
        </w:rPr>
        <w:t>Protihlukové opatrenia</w:t>
      </w:r>
    </w:p>
    <w:p w14:paraId="7AC887E6" w14:textId="77777777" w:rsidR="00E54B85" w:rsidRPr="00E54B85" w:rsidRDefault="00E54B85" w:rsidP="00E54B85">
      <w:pPr>
        <w:adjustRightInd w:val="0"/>
        <w:spacing w:before="0" w:after="120" w:line="240" w:lineRule="auto"/>
        <w:rPr>
          <w:color w:val="000000"/>
          <w:lang w:eastAsia="sk-SK"/>
        </w:rPr>
      </w:pPr>
      <w:r w:rsidRPr="00E54B85">
        <w:rPr>
          <w:color w:val="000000"/>
          <w:lang w:eastAsia="sk-SK"/>
        </w:rPr>
        <w:t xml:space="preserve">Dokumentácia nasledujúcich objektov: </w:t>
      </w:r>
    </w:p>
    <w:p w14:paraId="3254A80E" w14:textId="73B70B91" w:rsidR="00F900F7" w:rsidRPr="00E54B85" w:rsidRDefault="009177B8" w:rsidP="007B4C63">
      <w:pPr>
        <w:pStyle w:val="Odsekzoznamu"/>
        <w:numPr>
          <w:ilvl w:val="0"/>
          <w:numId w:val="75"/>
        </w:numPr>
        <w:adjustRightInd w:val="0"/>
        <w:spacing w:before="0" w:after="24" w:line="240" w:lineRule="auto"/>
        <w:rPr>
          <w:color w:val="000000"/>
          <w:lang w:eastAsia="sk-SK"/>
        </w:rPr>
      </w:pPr>
      <w:r>
        <w:rPr>
          <w:color w:val="000000"/>
          <w:lang w:eastAsia="sk-SK"/>
        </w:rPr>
        <w:t xml:space="preserve">Primárne protihlukové opatrenia </w:t>
      </w:r>
    </w:p>
    <w:p w14:paraId="74BFE172" w14:textId="77777777" w:rsidR="00E54B85" w:rsidRPr="00E54B85" w:rsidRDefault="00E54B85" w:rsidP="007B4C63">
      <w:pPr>
        <w:pStyle w:val="Odsekzoznamu"/>
        <w:numPr>
          <w:ilvl w:val="0"/>
          <w:numId w:val="75"/>
        </w:numPr>
        <w:adjustRightInd w:val="0"/>
        <w:spacing w:before="0" w:after="120" w:line="240" w:lineRule="auto"/>
        <w:rPr>
          <w:color w:val="000000"/>
          <w:lang w:eastAsia="sk-SK"/>
        </w:rPr>
      </w:pPr>
      <w:r w:rsidRPr="00E54B85">
        <w:rPr>
          <w:color w:val="000000"/>
          <w:lang w:eastAsia="sk-SK"/>
        </w:rPr>
        <w:t xml:space="preserve">Sekundárne protihlukové opatrenia </w:t>
      </w:r>
    </w:p>
    <w:p w14:paraId="0038D3BF" w14:textId="77777777" w:rsidR="005057D9" w:rsidRDefault="00E54B85" w:rsidP="00E54B85">
      <w:pPr>
        <w:pStyle w:val="Hlavika"/>
        <w:tabs>
          <w:tab w:val="clear" w:pos="4819"/>
          <w:tab w:val="clear" w:pos="9071"/>
          <w:tab w:val="left" w:pos="-3261"/>
        </w:tabs>
        <w:spacing w:after="120"/>
        <w:jc w:val="both"/>
        <w:rPr>
          <w:b/>
          <w:bCs/>
        </w:rPr>
      </w:pPr>
      <w:r w:rsidRPr="00E54B85">
        <w:rPr>
          <w:color w:val="000000"/>
          <w:lang w:eastAsia="sk-SK"/>
        </w:rPr>
        <w:t>Citácie a odkazy v texte technickej správy budú previazané krížovými odkazmi so zdrojmi.</w:t>
      </w:r>
    </w:p>
    <w:p w14:paraId="1F1FE748" w14:textId="77777777" w:rsidR="00B17759" w:rsidRDefault="007E6245" w:rsidP="00F01C1B">
      <w:pPr>
        <w:keepNext/>
        <w:adjustRightInd w:val="0"/>
        <w:spacing w:before="0" w:after="120" w:line="240" w:lineRule="auto"/>
        <w:rPr>
          <w:b/>
          <w:bCs/>
        </w:rPr>
      </w:pPr>
      <w:r>
        <w:rPr>
          <w:b/>
          <w:bCs/>
        </w:rPr>
        <w:t>6</w:t>
      </w:r>
      <w:r w:rsidR="00B17759">
        <w:rPr>
          <w:b/>
          <w:bCs/>
        </w:rPr>
        <w:t xml:space="preserve">.1 </w:t>
      </w:r>
      <w:r w:rsidR="00B17759">
        <w:rPr>
          <w:b/>
          <w:bCs/>
        </w:rPr>
        <w:tab/>
        <w:t xml:space="preserve">Technická správa </w:t>
      </w:r>
    </w:p>
    <w:p w14:paraId="25F88508" w14:textId="77777777" w:rsidR="00B17759" w:rsidRPr="00B17759" w:rsidRDefault="007E6245" w:rsidP="00F01C1B">
      <w:pPr>
        <w:keepNext/>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.1.1 </w:t>
      </w:r>
      <w:r w:rsidR="00B17759">
        <w:rPr>
          <w:b/>
          <w:bCs/>
          <w:color w:val="000000"/>
          <w:lang w:eastAsia="sk-SK"/>
        </w:rPr>
        <w:tab/>
      </w:r>
      <w:r w:rsidR="00B17759" w:rsidRPr="00B17759">
        <w:rPr>
          <w:b/>
          <w:bCs/>
          <w:color w:val="000000"/>
          <w:lang w:eastAsia="sk-SK"/>
        </w:rPr>
        <w:t xml:space="preserve">Všeobecné údaje </w:t>
      </w:r>
    </w:p>
    <w:p w14:paraId="4A145DE5" w14:textId="77777777" w:rsidR="00B17759" w:rsidRPr="00B17759" w:rsidRDefault="00B17759" w:rsidP="007B4C63">
      <w:pPr>
        <w:pStyle w:val="Odsekzoznamu"/>
        <w:numPr>
          <w:ilvl w:val="0"/>
          <w:numId w:val="76"/>
        </w:numPr>
        <w:adjustRightInd w:val="0"/>
        <w:spacing w:before="0" w:after="120" w:line="240" w:lineRule="auto"/>
        <w:ind w:left="714" w:hanging="357"/>
        <w:rPr>
          <w:color w:val="000000"/>
          <w:lang w:eastAsia="sk-SK"/>
        </w:rPr>
      </w:pPr>
      <w:r w:rsidRPr="00B17759">
        <w:rPr>
          <w:color w:val="000000"/>
          <w:lang w:eastAsia="sk-SK"/>
        </w:rPr>
        <w:t xml:space="preserve">Údaje o objekte </w:t>
      </w:r>
    </w:p>
    <w:p w14:paraId="0A62F9CE"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Názov stavby </w:t>
      </w:r>
    </w:p>
    <w:p w14:paraId="1215FEA0"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Číslo a názov objektu </w:t>
      </w:r>
    </w:p>
    <w:p w14:paraId="70D5E8BC"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Miesto stavby </w:t>
      </w:r>
    </w:p>
    <w:p w14:paraId="594E5F5E"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Kraj </w:t>
      </w:r>
    </w:p>
    <w:p w14:paraId="2EAD88B8"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Okres </w:t>
      </w:r>
    </w:p>
    <w:p w14:paraId="5262C014"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Katastrálne územie </w:t>
      </w:r>
    </w:p>
    <w:p w14:paraId="316F92D0"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Druh stavby </w:t>
      </w:r>
    </w:p>
    <w:p w14:paraId="205FFD59" w14:textId="77777777" w:rsidR="00B17759" w:rsidRPr="00B17759" w:rsidRDefault="00B17759" w:rsidP="00B17759">
      <w:pPr>
        <w:adjustRightInd w:val="0"/>
        <w:spacing w:before="0" w:after="120"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Vlastník/Správca </w:t>
      </w:r>
    </w:p>
    <w:p w14:paraId="1D86F343" w14:textId="77777777" w:rsidR="00B17759" w:rsidRPr="00B17759" w:rsidRDefault="00B17759" w:rsidP="007B4C63">
      <w:pPr>
        <w:pStyle w:val="Odsekzoznamu"/>
        <w:numPr>
          <w:ilvl w:val="0"/>
          <w:numId w:val="77"/>
        </w:numPr>
        <w:adjustRightInd w:val="0"/>
        <w:spacing w:before="0" w:after="120" w:line="240" w:lineRule="auto"/>
        <w:ind w:left="714" w:hanging="357"/>
        <w:rPr>
          <w:color w:val="000000"/>
          <w:lang w:eastAsia="sk-SK"/>
        </w:rPr>
      </w:pPr>
      <w:r w:rsidRPr="00B17759">
        <w:rPr>
          <w:color w:val="000000"/>
          <w:lang w:eastAsia="sk-SK"/>
        </w:rPr>
        <w:t xml:space="preserve">Údaje o stavebníkovi </w:t>
      </w:r>
    </w:p>
    <w:p w14:paraId="5D2F0018"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Názov </w:t>
      </w:r>
    </w:p>
    <w:p w14:paraId="6F237FBE"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Adresa sídla </w:t>
      </w:r>
    </w:p>
    <w:p w14:paraId="3FE892DC"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IČO/DIČ </w:t>
      </w:r>
    </w:p>
    <w:p w14:paraId="5856DF0E" w14:textId="77777777" w:rsidR="00B17759" w:rsidRPr="00B17759" w:rsidRDefault="00B17759" w:rsidP="00B17759">
      <w:pPr>
        <w:adjustRightInd w:val="0"/>
        <w:spacing w:before="0" w:after="120"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Zriaďovateľ (Názov spoločnosti, adresa sídla, IČO/DIČ) </w:t>
      </w:r>
    </w:p>
    <w:p w14:paraId="17B813D3" w14:textId="77777777" w:rsidR="00B17759" w:rsidRPr="00B17759" w:rsidRDefault="00B17759" w:rsidP="007B4C63">
      <w:pPr>
        <w:pStyle w:val="Odsekzoznamu"/>
        <w:numPr>
          <w:ilvl w:val="0"/>
          <w:numId w:val="78"/>
        </w:numPr>
        <w:adjustRightInd w:val="0"/>
        <w:spacing w:before="0" w:after="120" w:line="240" w:lineRule="auto"/>
        <w:ind w:left="714" w:hanging="357"/>
        <w:rPr>
          <w:color w:val="000000"/>
          <w:lang w:eastAsia="sk-SK"/>
        </w:rPr>
      </w:pPr>
      <w:r w:rsidRPr="00B17759">
        <w:rPr>
          <w:color w:val="000000"/>
          <w:lang w:eastAsia="sk-SK"/>
        </w:rPr>
        <w:t xml:space="preserve">Údaje o projektantovi objektu </w:t>
      </w:r>
    </w:p>
    <w:p w14:paraId="0BDD432C"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Meno a Priezvisko/Názov spoločnosti </w:t>
      </w:r>
    </w:p>
    <w:p w14:paraId="4266A755"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Adresa/Adresa sídla </w:t>
      </w:r>
    </w:p>
    <w:p w14:paraId="772E3221"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IČO/DIČ </w:t>
      </w:r>
    </w:p>
    <w:p w14:paraId="42461C6A" w14:textId="77777777" w:rsidR="00B17759" w:rsidRPr="00B17759" w:rsidRDefault="00B17759" w:rsidP="00B17759">
      <w:pPr>
        <w:adjustRightInd w:val="0"/>
        <w:spacing w:before="0" w:after="120"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Zodpovedný projektant </w:t>
      </w:r>
    </w:p>
    <w:p w14:paraId="16BCF53D" w14:textId="77777777" w:rsidR="00B17759" w:rsidRDefault="00B17759" w:rsidP="00F24449">
      <w:pPr>
        <w:pStyle w:val="Hlavika"/>
        <w:tabs>
          <w:tab w:val="clear" w:pos="4819"/>
          <w:tab w:val="clear" w:pos="9071"/>
          <w:tab w:val="left" w:pos="-3261"/>
        </w:tabs>
        <w:jc w:val="both"/>
        <w:rPr>
          <w:b/>
          <w:bCs/>
        </w:rPr>
      </w:pPr>
    </w:p>
    <w:p w14:paraId="6A18D9C2"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.1.2 </w:t>
      </w:r>
      <w:r w:rsidR="00B17759">
        <w:rPr>
          <w:b/>
          <w:bCs/>
          <w:color w:val="000000"/>
          <w:lang w:eastAsia="sk-SK"/>
        </w:rPr>
        <w:tab/>
      </w:r>
      <w:r w:rsidR="00B17759" w:rsidRPr="00B17759">
        <w:rPr>
          <w:b/>
          <w:bCs/>
          <w:color w:val="000000"/>
          <w:lang w:eastAsia="sk-SK"/>
        </w:rPr>
        <w:t xml:space="preserve">Použité podklady </w:t>
      </w:r>
    </w:p>
    <w:p w14:paraId="5666D4F2"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.1.3 </w:t>
      </w:r>
      <w:r w:rsidR="00B17759">
        <w:rPr>
          <w:b/>
          <w:bCs/>
          <w:color w:val="000000"/>
          <w:lang w:eastAsia="sk-SK"/>
        </w:rPr>
        <w:tab/>
      </w:r>
      <w:r w:rsidR="00B17759" w:rsidRPr="00B17759">
        <w:rPr>
          <w:b/>
          <w:bCs/>
          <w:color w:val="000000"/>
          <w:lang w:eastAsia="sk-SK"/>
        </w:rPr>
        <w:t xml:space="preserve">Použité normy, predpisy, literatúra a elektronické zdroje </w:t>
      </w:r>
    </w:p>
    <w:p w14:paraId="42043037"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.1.4 </w:t>
      </w:r>
      <w:r w:rsidR="00B17759">
        <w:rPr>
          <w:b/>
          <w:bCs/>
          <w:color w:val="000000"/>
          <w:lang w:eastAsia="sk-SK"/>
        </w:rPr>
        <w:tab/>
      </w:r>
      <w:r w:rsidR="00B17759" w:rsidRPr="00B17759">
        <w:rPr>
          <w:b/>
          <w:bCs/>
          <w:color w:val="000000"/>
          <w:lang w:eastAsia="sk-SK"/>
        </w:rPr>
        <w:t xml:space="preserve">Popis funkčného a technického riešenia </w:t>
      </w:r>
    </w:p>
    <w:p w14:paraId="35BA81D4" w14:textId="77777777" w:rsidR="00B17759" w:rsidRPr="00B17759" w:rsidRDefault="00B17759" w:rsidP="007B4C63">
      <w:pPr>
        <w:pStyle w:val="Odsekzoznamu"/>
        <w:numPr>
          <w:ilvl w:val="0"/>
          <w:numId w:val="79"/>
        </w:numPr>
        <w:adjustRightInd w:val="0"/>
        <w:spacing w:before="0" w:after="24" w:line="240" w:lineRule="auto"/>
        <w:rPr>
          <w:color w:val="000000"/>
          <w:lang w:eastAsia="sk-SK"/>
        </w:rPr>
      </w:pPr>
      <w:r w:rsidRPr="00B17759">
        <w:rPr>
          <w:color w:val="000000"/>
          <w:lang w:eastAsia="sk-SK"/>
        </w:rPr>
        <w:t xml:space="preserve">Základné údaje o objekte – uvedie sa konštrukcia, dĺžka, rozsah </w:t>
      </w:r>
      <w:proofErr w:type="spellStart"/>
      <w:r w:rsidRPr="00B17759">
        <w:rPr>
          <w:color w:val="000000"/>
          <w:lang w:eastAsia="sk-SK"/>
        </w:rPr>
        <w:t>staničenia</w:t>
      </w:r>
      <w:proofErr w:type="spellEnd"/>
      <w:r w:rsidRPr="00B17759">
        <w:rPr>
          <w:color w:val="000000"/>
          <w:lang w:eastAsia="sk-SK"/>
        </w:rPr>
        <w:t xml:space="preserve">, materiály a povrchová úprava </w:t>
      </w:r>
    </w:p>
    <w:p w14:paraId="4F135F4E" w14:textId="77777777" w:rsidR="00B17759" w:rsidRPr="00B17759" w:rsidRDefault="00B17759" w:rsidP="007B4C63">
      <w:pPr>
        <w:pStyle w:val="Odsekzoznamu"/>
        <w:numPr>
          <w:ilvl w:val="0"/>
          <w:numId w:val="79"/>
        </w:numPr>
        <w:adjustRightInd w:val="0"/>
        <w:spacing w:before="0" w:after="120" w:line="240" w:lineRule="auto"/>
        <w:rPr>
          <w:color w:val="000000"/>
          <w:lang w:eastAsia="sk-SK"/>
        </w:rPr>
      </w:pPr>
      <w:r w:rsidRPr="00B17759">
        <w:rPr>
          <w:color w:val="000000"/>
          <w:lang w:eastAsia="sk-SK"/>
        </w:rPr>
        <w:t xml:space="preserve">Väzba na ostatné stavebné objekty </w:t>
      </w:r>
    </w:p>
    <w:p w14:paraId="353C2381"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.1.5 </w:t>
      </w:r>
      <w:r w:rsidR="00B17759">
        <w:rPr>
          <w:b/>
          <w:bCs/>
          <w:color w:val="000000"/>
          <w:lang w:eastAsia="sk-SK"/>
        </w:rPr>
        <w:tab/>
      </w:r>
      <w:r w:rsidR="00B17759" w:rsidRPr="00B17759">
        <w:rPr>
          <w:b/>
          <w:bCs/>
          <w:color w:val="000000"/>
          <w:lang w:eastAsia="sk-SK"/>
        </w:rPr>
        <w:t xml:space="preserve">Popis napojenia na existujúci stav </w:t>
      </w:r>
    </w:p>
    <w:p w14:paraId="5F2AE27B" w14:textId="77777777" w:rsidR="00B17759" w:rsidRPr="00B17759" w:rsidRDefault="00B17759" w:rsidP="007B4C63">
      <w:pPr>
        <w:pStyle w:val="Odsekzoznamu"/>
        <w:numPr>
          <w:ilvl w:val="0"/>
          <w:numId w:val="79"/>
        </w:numPr>
        <w:adjustRightInd w:val="0"/>
        <w:spacing w:before="0" w:after="24" w:line="240" w:lineRule="auto"/>
        <w:rPr>
          <w:color w:val="000000"/>
          <w:lang w:eastAsia="sk-SK"/>
        </w:rPr>
      </w:pPr>
      <w:r w:rsidRPr="00B17759">
        <w:rPr>
          <w:color w:val="000000"/>
          <w:lang w:eastAsia="sk-SK"/>
        </w:rPr>
        <w:t xml:space="preserve">Väzba na existujúcu infraštruktúru a zástavbu </w:t>
      </w:r>
    </w:p>
    <w:p w14:paraId="0B3F61A1" w14:textId="77777777" w:rsidR="00B17759" w:rsidRPr="00B17759" w:rsidRDefault="00B17759" w:rsidP="007B4C63">
      <w:pPr>
        <w:pStyle w:val="Odsekzoznamu"/>
        <w:numPr>
          <w:ilvl w:val="0"/>
          <w:numId w:val="79"/>
        </w:numPr>
        <w:adjustRightInd w:val="0"/>
        <w:spacing w:before="0" w:after="120" w:line="240" w:lineRule="auto"/>
        <w:rPr>
          <w:color w:val="000000"/>
          <w:lang w:eastAsia="sk-SK"/>
        </w:rPr>
      </w:pPr>
      <w:r w:rsidRPr="00B17759">
        <w:rPr>
          <w:color w:val="000000"/>
          <w:lang w:eastAsia="sk-SK"/>
        </w:rPr>
        <w:t xml:space="preserve">Väzby na existujúce inžinierske siete </w:t>
      </w:r>
    </w:p>
    <w:p w14:paraId="199101E8" w14:textId="77777777" w:rsidR="00B17759" w:rsidRPr="00B17759" w:rsidRDefault="007E6245" w:rsidP="0039269B">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.1.6 </w:t>
      </w:r>
      <w:r w:rsidR="00B17759">
        <w:rPr>
          <w:b/>
          <w:bCs/>
          <w:color w:val="000000"/>
          <w:lang w:eastAsia="sk-SK"/>
        </w:rPr>
        <w:tab/>
      </w:r>
      <w:r w:rsidR="00B17759" w:rsidRPr="00B17759">
        <w:rPr>
          <w:b/>
          <w:bCs/>
          <w:color w:val="000000"/>
          <w:lang w:eastAsia="sk-SK"/>
        </w:rPr>
        <w:t xml:space="preserve">Úprava režimu povrchových a podzemných vôd a ich ochrana </w:t>
      </w:r>
    </w:p>
    <w:p w14:paraId="6B02DF65" w14:textId="77777777" w:rsidR="00B17759" w:rsidRDefault="007E6245" w:rsidP="00B17759">
      <w:pPr>
        <w:pStyle w:val="Hlavika"/>
        <w:tabs>
          <w:tab w:val="clear" w:pos="4819"/>
          <w:tab w:val="clear" w:pos="9071"/>
          <w:tab w:val="left" w:pos="-3261"/>
        </w:tabs>
        <w:spacing w:after="120"/>
        <w:jc w:val="both"/>
        <w:rPr>
          <w:b/>
          <w:bCs/>
        </w:rPr>
      </w:pPr>
      <w:r>
        <w:rPr>
          <w:b/>
          <w:bCs/>
          <w:color w:val="000000"/>
          <w:lang w:eastAsia="sk-SK"/>
        </w:rPr>
        <w:t>6</w:t>
      </w:r>
      <w:r w:rsidR="00B17759" w:rsidRPr="00B17759">
        <w:rPr>
          <w:b/>
          <w:bCs/>
          <w:color w:val="000000"/>
          <w:lang w:eastAsia="sk-SK"/>
        </w:rPr>
        <w:t xml:space="preserve">.1.7 </w:t>
      </w:r>
      <w:r w:rsidR="00B17759">
        <w:rPr>
          <w:b/>
          <w:bCs/>
          <w:color w:val="000000"/>
          <w:lang w:eastAsia="sk-SK"/>
        </w:rPr>
        <w:tab/>
      </w:r>
      <w:r w:rsidR="00B17759" w:rsidRPr="00B17759">
        <w:rPr>
          <w:b/>
          <w:bCs/>
          <w:color w:val="000000"/>
          <w:lang w:eastAsia="sk-SK"/>
        </w:rPr>
        <w:t>Zvláštne požiadavky na postup stavebných prác a údržbu</w:t>
      </w:r>
    </w:p>
    <w:p w14:paraId="684115C8" w14:textId="77777777" w:rsidR="00F40389" w:rsidRPr="00F40389" w:rsidRDefault="007E6245" w:rsidP="0039269B">
      <w:pPr>
        <w:pStyle w:val="Hlavika"/>
        <w:tabs>
          <w:tab w:val="clear" w:pos="4819"/>
          <w:tab w:val="left" w:pos="-3261"/>
          <w:tab w:val="left" w:pos="567"/>
          <w:tab w:val="center" w:pos="2835"/>
        </w:tabs>
        <w:spacing w:after="120"/>
        <w:jc w:val="both"/>
        <w:rPr>
          <w:b/>
          <w:bCs/>
        </w:rPr>
      </w:pPr>
      <w:r>
        <w:rPr>
          <w:b/>
          <w:bCs/>
        </w:rPr>
        <w:t>6</w:t>
      </w:r>
      <w:r w:rsidR="00F40389" w:rsidRPr="00F40389">
        <w:rPr>
          <w:b/>
          <w:bCs/>
        </w:rPr>
        <w:t xml:space="preserve">.1.8 </w:t>
      </w:r>
      <w:r w:rsidR="0039269B">
        <w:rPr>
          <w:b/>
          <w:bCs/>
        </w:rPr>
        <w:tab/>
        <w:t xml:space="preserve">  </w:t>
      </w:r>
      <w:r w:rsidR="00F40389" w:rsidRPr="00F40389">
        <w:rPr>
          <w:b/>
          <w:bCs/>
        </w:rPr>
        <w:t xml:space="preserve">Charakteristika a popis technického riešenia </w:t>
      </w:r>
    </w:p>
    <w:p w14:paraId="23ED8FAC" w14:textId="77777777" w:rsidR="00F40389" w:rsidRPr="0039269B" w:rsidRDefault="00F40389" w:rsidP="007B4C63">
      <w:pPr>
        <w:pStyle w:val="Hlavika"/>
        <w:numPr>
          <w:ilvl w:val="0"/>
          <w:numId w:val="80"/>
        </w:numPr>
        <w:tabs>
          <w:tab w:val="left" w:pos="-3261"/>
        </w:tabs>
        <w:jc w:val="both"/>
        <w:rPr>
          <w:bCs/>
        </w:rPr>
      </w:pPr>
      <w:r w:rsidRPr="0039269B">
        <w:rPr>
          <w:bCs/>
        </w:rPr>
        <w:t>Z hľadiska starostlivosti o životné prostredie</w:t>
      </w:r>
    </w:p>
    <w:p w14:paraId="6BAD702E" w14:textId="77777777" w:rsidR="00F40389" w:rsidRPr="0039269B" w:rsidRDefault="00F40389" w:rsidP="007B4C63">
      <w:pPr>
        <w:pStyle w:val="Hlavika"/>
        <w:numPr>
          <w:ilvl w:val="0"/>
          <w:numId w:val="80"/>
        </w:numPr>
        <w:tabs>
          <w:tab w:val="left" w:pos="-3261"/>
        </w:tabs>
        <w:jc w:val="both"/>
        <w:rPr>
          <w:bCs/>
        </w:rPr>
      </w:pPr>
      <w:r w:rsidRPr="0039269B">
        <w:rPr>
          <w:bCs/>
        </w:rPr>
        <w:t>Z hľadiska bezpečnosti prevádzky zariadenia</w:t>
      </w:r>
    </w:p>
    <w:p w14:paraId="77B5857A" w14:textId="77777777" w:rsidR="00F40389" w:rsidRPr="0039269B" w:rsidRDefault="00F40389" w:rsidP="007B4C63">
      <w:pPr>
        <w:pStyle w:val="Hlavika"/>
        <w:numPr>
          <w:ilvl w:val="0"/>
          <w:numId w:val="80"/>
        </w:numPr>
        <w:tabs>
          <w:tab w:val="left" w:pos="-3261"/>
        </w:tabs>
        <w:jc w:val="both"/>
        <w:rPr>
          <w:bCs/>
        </w:rPr>
      </w:pPr>
      <w:r w:rsidRPr="0039269B">
        <w:rPr>
          <w:bCs/>
        </w:rPr>
        <w:lastRenderedPageBreak/>
        <w:t>Z hľadiska bezpečnosti a ochrany zdravia pri práci a prevádzky stavebných zariadení počas výstavby</w:t>
      </w:r>
    </w:p>
    <w:p w14:paraId="09CE8166" w14:textId="77777777" w:rsidR="00F40389" w:rsidRPr="0039269B" w:rsidRDefault="00F40389" w:rsidP="007B4C63">
      <w:pPr>
        <w:pStyle w:val="Hlavika"/>
        <w:numPr>
          <w:ilvl w:val="0"/>
          <w:numId w:val="80"/>
        </w:numPr>
        <w:tabs>
          <w:tab w:val="left" w:pos="-3261"/>
        </w:tabs>
        <w:spacing w:after="120"/>
        <w:jc w:val="both"/>
        <w:rPr>
          <w:bCs/>
        </w:rPr>
      </w:pPr>
      <w:r w:rsidRPr="0039269B">
        <w:rPr>
          <w:bCs/>
        </w:rPr>
        <w:t>Popis riešenia voči agresívnemu prostrediu.</w:t>
      </w:r>
    </w:p>
    <w:p w14:paraId="5246E512" w14:textId="77777777" w:rsidR="00F40389" w:rsidRPr="00F40389" w:rsidRDefault="007E6245" w:rsidP="009B7EA1">
      <w:pPr>
        <w:adjustRightInd w:val="0"/>
        <w:spacing w:before="0" w:after="120" w:line="240" w:lineRule="auto"/>
        <w:rPr>
          <w:color w:val="000000"/>
          <w:lang w:eastAsia="sk-SK"/>
        </w:rPr>
      </w:pPr>
      <w:r>
        <w:rPr>
          <w:b/>
          <w:bCs/>
          <w:color w:val="000000"/>
          <w:lang w:eastAsia="sk-SK"/>
        </w:rPr>
        <w:t>6</w:t>
      </w:r>
      <w:r w:rsidR="002E1CC5">
        <w:rPr>
          <w:b/>
          <w:bCs/>
          <w:color w:val="000000"/>
          <w:lang w:eastAsia="sk-SK"/>
        </w:rPr>
        <w:t>.2</w:t>
      </w:r>
      <w:r w:rsidR="00F40389" w:rsidRPr="00F40389">
        <w:rPr>
          <w:b/>
          <w:bCs/>
          <w:color w:val="000000"/>
          <w:lang w:eastAsia="sk-SK"/>
        </w:rPr>
        <w:t xml:space="preserve"> </w:t>
      </w:r>
      <w:r w:rsidR="0039269B">
        <w:rPr>
          <w:b/>
          <w:bCs/>
          <w:color w:val="000000"/>
          <w:lang w:eastAsia="sk-SK"/>
        </w:rPr>
        <w:t xml:space="preserve"> </w:t>
      </w:r>
      <w:r w:rsidR="002E1CC5">
        <w:rPr>
          <w:b/>
          <w:bCs/>
          <w:color w:val="000000"/>
          <w:lang w:eastAsia="sk-SK"/>
        </w:rPr>
        <w:tab/>
      </w:r>
      <w:r w:rsidR="00F40389" w:rsidRPr="00F40389">
        <w:rPr>
          <w:b/>
          <w:bCs/>
          <w:color w:val="000000"/>
          <w:lang w:eastAsia="sk-SK"/>
        </w:rPr>
        <w:t xml:space="preserve">Situácia </w:t>
      </w:r>
    </w:p>
    <w:p w14:paraId="04CEB42A" w14:textId="77777777" w:rsidR="00F40389" w:rsidRPr="00F40389" w:rsidRDefault="00F40389" w:rsidP="0039269B">
      <w:pPr>
        <w:adjustRightInd w:val="0"/>
        <w:spacing w:before="0" w:after="0" w:line="240" w:lineRule="auto"/>
        <w:ind w:firstLine="680"/>
        <w:rPr>
          <w:color w:val="000000"/>
          <w:lang w:eastAsia="sk-SK"/>
        </w:rPr>
      </w:pPr>
      <w:r w:rsidRPr="00F40389">
        <w:rPr>
          <w:color w:val="000000"/>
          <w:lang w:eastAsia="sk-SK"/>
        </w:rPr>
        <w:t xml:space="preserve">Situácia sa vypracuje na geodetickom podklade – polohopisné a výškopisné zameranie, zameranie inžinierskych sietí (šedou, čiernou) a zobrazuje navrhnutý objekt (červenou), ostatné objekty stavby (inou farbou). </w:t>
      </w:r>
    </w:p>
    <w:p w14:paraId="08E273D2" w14:textId="77777777" w:rsidR="00F40389" w:rsidRPr="00F40389" w:rsidRDefault="00F40389" w:rsidP="0039269B">
      <w:pPr>
        <w:adjustRightInd w:val="0"/>
        <w:spacing w:before="0" w:after="120" w:line="240" w:lineRule="auto"/>
        <w:ind w:firstLine="680"/>
        <w:rPr>
          <w:color w:val="000000"/>
          <w:lang w:eastAsia="sk-SK"/>
        </w:rPr>
      </w:pPr>
      <w:r w:rsidRPr="00F40389">
        <w:rPr>
          <w:color w:val="000000"/>
          <w:lang w:eastAsia="sk-SK"/>
        </w:rPr>
        <w:t xml:space="preserve">Situácia sa vypracuje spravidla v mierke 1:1 000, v prípade zložitých vzťahov sa použije mierka v zmysle STN 01 3466. </w:t>
      </w:r>
    </w:p>
    <w:p w14:paraId="7281FA7B" w14:textId="77777777" w:rsidR="00F40389" w:rsidRPr="00F40389" w:rsidRDefault="007E6245" w:rsidP="0039269B">
      <w:pPr>
        <w:adjustRightInd w:val="0"/>
        <w:spacing w:before="0" w:after="120" w:line="240" w:lineRule="auto"/>
        <w:rPr>
          <w:color w:val="000000"/>
          <w:lang w:eastAsia="sk-SK"/>
        </w:rPr>
      </w:pPr>
      <w:r>
        <w:rPr>
          <w:b/>
          <w:bCs/>
          <w:color w:val="000000"/>
          <w:lang w:eastAsia="sk-SK"/>
        </w:rPr>
        <w:t>6</w:t>
      </w:r>
      <w:r w:rsidR="002E1CC5">
        <w:rPr>
          <w:b/>
          <w:bCs/>
          <w:color w:val="000000"/>
          <w:lang w:eastAsia="sk-SK"/>
        </w:rPr>
        <w:t>.3</w:t>
      </w:r>
      <w:r w:rsidR="00F40389" w:rsidRPr="00F40389">
        <w:rPr>
          <w:b/>
          <w:bCs/>
          <w:color w:val="000000"/>
          <w:lang w:eastAsia="sk-SK"/>
        </w:rPr>
        <w:t xml:space="preserve"> </w:t>
      </w:r>
      <w:r w:rsidR="009B7EA1">
        <w:rPr>
          <w:b/>
          <w:bCs/>
          <w:color w:val="000000"/>
          <w:lang w:eastAsia="sk-SK"/>
        </w:rPr>
        <w:tab/>
      </w:r>
      <w:r w:rsidR="00F40389" w:rsidRPr="00F40389">
        <w:rPr>
          <w:b/>
          <w:bCs/>
          <w:color w:val="000000"/>
          <w:lang w:eastAsia="sk-SK"/>
        </w:rPr>
        <w:t xml:space="preserve">Pozdĺžny profil </w:t>
      </w:r>
    </w:p>
    <w:p w14:paraId="7F732D8D" w14:textId="77777777" w:rsidR="00F40389" w:rsidRPr="00F40389" w:rsidRDefault="00F40389" w:rsidP="0039269B">
      <w:pPr>
        <w:adjustRightInd w:val="0"/>
        <w:spacing w:before="0" w:after="120" w:line="240" w:lineRule="auto"/>
        <w:ind w:firstLine="680"/>
        <w:rPr>
          <w:color w:val="000000"/>
          <w:lang w:eastAsia="sk-SK"/>
        </w:rPr>
      </w:pPr>
      <w:r w:rsidRPr="00F40389">
        <w:rPr>
          <w:color w:val="000000"/>
          <w:lang w:eastAsia="sk-SK"/>
        </w:rPr>
        <w:t xml:space="preserve">Pozdĺžny profil sa vypracuje ako neprevýšený, v dĺžkovej mierke situácie. </w:t>
      </w:r>
    </w:p>
    <w:p w14:paraId="00A77795" w14:textId="77777777" w:rsidR="00F40389" w:rsidRPr="00F40389" w:rsidRDefault="007E6245" w:rsidP="00F01C1B">
      <w:pPr>
        <w:keepNext/>
        <w:adjustRightInd w:val="0"/>
        <w:spacing w:before="0" w:after="120" w:line="240" w:lineRule="auto"/>
        <w:rPr>
          <w:color w:val="000000"/>
          <w:lang w:eastAsia="sk-SK"/>
        </w:rPr>
      </w:pPr>
      <w:r>
        <w:rPr>
          <w:b/>
          <w:bCs/>
          <w:color w:val="000000"/>
          <w:lang w:eastAsia="sk-SK"/>
        </w:rPr>
        <w:t>6</w:t>
      </w:r>
      <w:r w:rsidR="00F40389" w:rsidRPr="00F40389">
        <w:rPr>
          <w:b/>
          <w:bCs/>
          <w:color w:val="000000"/>
          <w:lang w:eastAsia="sk-SK"/>
        </w:rPr>
        <w:t>.</w:t>
      </w:r>
      <w:r w:rsidR="002E1CC5">
        <w:rPr>
          <w:b/>
          <w:bCs/>
          <w:color w:val="000000"/>
          <w:lang w:eastAsia="sk-SK"/>
        </w:rPr>
        <w:t>4</w:t>
      </w:r>
      <w:r w:rsidR="00F40389" w:rsidRPr="00F40389">
        <w:rPr>
          <w:b/>
          <w:bCs/>
          <w:color w:val="000000"/>
          <w:lang w:eastAsia="sk-SK"/>
        </w:rPr>
        <w:t xml:space="preserve"> </w:t>
      </w:r>
      <w:r w:rsidR="009B7EA1">
        <w:rPr>
          <w:b/>
          <w:bCs/>
          <w:color w:val="000000"/>
          <w:lang w:eastAsia="sk-SK"/>
        </w:rPr>
        <w:tab/>
      </w:r>
      <w:r w:rsidR="00F40389" w:rsidRPr="00F40389">
        <w:rPr>
          <w:b/>
          <w:bCs/>
          <w:color w:val="000000"/>
          <w:lang w:eastAsia="sk-SK"/>
        </w:rPr>
        <w:t xml:space="preserve">Vzorové priečne rezy </w:t>
      </w:r>
    </w:p>
    <w:p w14:paraId="33A33E43" w14:textId="77777777" w:rsidR="00F40389" w:rsidRPr="00F40389" w:rsidRDefault="00F40389" w:rsidP="00F01C1B">
      <w:pPr>
        <w:keepNext/>
        <w:adjustRightInd w:val="0"/>
        <w:spacing w:before="0" w:after="120" w:line="240" w:lineRule="auto"/>
        <w:ind w:firstLine="680"/>
        <w:rPr>
          <w:color w:val="000000"/>
          <w:lang w:eastAsia="sk-SK"/>
        </w:rPr>
      </w:pPr>
      <w:r w:rsidRPr="00F40389">
        <w:rPr>
          <w:color w:val="000000"/>
          <w:lang w:eastAsia="sk-SK"/>
        </w:rPr>
        <w:t xml:space="preserve">Vypracúvajú sa na charakteristických a špecifických častiach objektu v M 1:50, prípadne M 1:100. </w:t>
      </w:r>
    </w:p>
    <w:p w14:paraId="18984D7C" w14:textId="77777777" w:rsidR="00F40389" w:rsidRPr="00F40389" w:rsidRDefault="00F40389" w:rsidP="001C7B92">
      <w:pPr>
        <w:adjustRightInd w:val="0"/>
        <w:spacing w:before="0" w:after="120" w:line="240" w:lineRule="auto"/>
        <w:ind w:firstLine="680"/>
        <w:rPr>
          <w:color w:val="000000"/>
          <w:lang w:eastAsia="sk-SK"/>
        </w:rPr>
      </w:pPr>
      <w:r w:rsidRPr="00F40389">
        <w:rPr>
          <w:color w:val="000000"/>
          <w:lang w:eastAsia="sk-SK"/>
        </w:rPr>
        <w:t xml:space="preserve">V prípade rekonštrukcií sa môžu vzorové priečne rezy kresliť aj farebne. </w:t>
      </w:r>
    </w:p>
    <w:p w14:paraId="25E1556B" w14:textId="77777777" w:rsidR="00F40389" w:rsidRPr="00F40389" w:rsidRDefault="00F40389" w:rsidP="001C7B92">
      <w:pPr>
        <w:adjustRightInd w:val="0"/>
        <w:spacing w:before="0" w:after="120" w:line="240" w:lineRule="auto"/>
        <w:ind w:firstLine="680"/>
        <w:rPr>
          <w:color w:val="000000"/>
          <w:lang w:eastAsia="sk-SK"/>
        </w:rPr>
      </w:pPr>
      <w:r w:rsidRPr="00F40389">
        <w:rPr>
          <w:color w:val="000000"/>
          <w:lang w:eastAsia="sk-SK"/>
        </w:rPr>
        <w:t xml:space="preserve">Vo vzorových priečnych rezoch musí byť zakreslená aj väzba na okolie, resp. iné časti stavby. </w:t>
      </w:r>
    </w:p>
    <w:p w14:paraId="5096B104" w14:textId="77777777" w:rsidR="00F40389" w:rsidRPr="00F40389" w:rsidRDefault="007E6245" w:rsidP="0039269B">
      <w:pPr>
        <w:adjustRightInd w:val="0"/>
        <w:spacing w:before="0" w:after="120" w:line="240" w:lineRule="auto"/>
        <w:rPr>
          <w:color w:val="000000"/>
          <w:lang w:eastAsia="sk-SK"/>
        </w:rPr>
      </w:pPr>
      <w:r>
        <w:rPr>
          <w:b/>
          <w:bCs/>
          <w:color w:val="000000"/>
          <w:lang w:eastAsia="sk-SK"/>
        </w:rPr>
        <w:t>6</w:t>
      </w:r>
      <w:r w:rsidR="002E1CC5">
        <w:rPr>
          <w:b/>
          <w:bCs/>
          <w:color w:val="000000"/>
          <w:lang w:eastAsia="sk-SK"/>
        </w:rPr>
        <w:t>.5</w:t>
      </w:r>
      <w:r w:rsidR="00F40389" w:rsidRPr="00F40389">
        <w:rPr>
          <w:b/>
          <w:bCs/>
          <w:color w:val="000000"/>
          <w:lang w:eastAsia="sk-SK"/>
        </w:rPr>
        <w:t xml:space="preserve"> </w:t>
      </w:r>
      <w:r w:rsidR="009B7EA1">
        <w:rPr>
          <w:b/>
          <w:bCs/>
          <w:color w:val="000000"/>
          <w:lang w:eastAsia="sk-SK"/>
        </w:rPr>
        <w:tab/>
      </w:r>
      <w:r w:rsidR="00F40389" w:rsidRPr="00F40389">
        <w:rPr>
          <w:b/>
          <w:bCs/>
          <w:color w:val="000000"/>
          <w:lang w:eastAsia="sk-SK"/>
        </w:rPr>
        <w:t xml:space="preserve">Charakteristické priečne rezy </w:t>
      </w:r>
    </w:p>
    <w:p w14:paraId="4011BF0E" w14:textId="77777777" w:rsidR="00B17759" w:rsidRDefault="009B7EA1" w:rsidP="00F64831">
      <w:pPr>
        <w:pStyle w:val="Hlavika"/>
        <w:tabs>
          <w:tab w:val="clear" w:pos="4819"/>
          <w:tab w:val="clear" w:pos="9071"/>
          <w:tab w:val="left" w:pos="-3261"/>
        </w:tabs>
        <w:spacing w:after="120"/>
        <w:jc w:val="both"/>
        <w:rPr>
          <w:b/>
          <w:bCs/>
        </w:rPr>
      </w:pPr>
      <w:r>
        <w:rPr>
          <w:color w:val="000000"/>
          <w:lang w:eastAsia="sk-SK"/>
        </w:rPr>
        <w:tab/>
      </w:r>
      <w:r w:rsidR="00F40389" w:rsidRPr="00F40389">
        <w:rPr>
          <w:color w:val="000000"/>
          <w:lang w:eastAsia="sk-SK"/>
        </w:rPr>
        <w:t>Spracovávajú sa pre samostatne stojace protihlukové steny, resp. pre protihlukové steny, ktoré nie sú súčasťou cestného telesa. Zobrazuje začlenenie objektu do terénu, resp. stavby v charakteristických miestach spravidla v mierke M 1:100, resp. M 1:200. Maximálna vzdialenosť priečnych rezov nesmie prekročiť 100 m.</w:t>
      </w:r>
    </w:p>
    <w:p w14:paraId="03DB6118" w14:textId="77777777" w:rsidR="00D913BE" w:rsidRPr="00F64831" w:rsidRDefault="007E6245" w:rsidP="00D913BE">
      <w:pPr>
        <w:pStyle w:val="Hlavika"/>
        <w:tabs>
          <w:tab w:val="clear" w:pos="4819"/>
          <w:tab w:val="clear" w:pos="9071"/>
          <w:tab w:val="left" w:pos="-3261"/>
        </w:tabs>
        <w:jc w:val="both"/>
        <w:rPr>
          <w:b/>
          <w:bCs/>
        </w:rPr>
      </w:pPr>
      <w:r>
        <w:rPr>
          <w:b/>
          <w:bCs/>
        </w:rPr>
        <w:t>6</w:t>
      </w:r>
      <w:r w:rsidR="002E1CC5">
        <w:rPr>
          <w:b/>
          <w:bCs/>
        </w:rPr>
        <w:t>.6</w:t>
      </w:r>
      <w:r w:rsidR="00D913BE" w:rsidRPr="00F64831">
        <w:rPr>
          <w:b/>
          <w:bCs/>
        </w:rPr>
        <w:tab/>
      </w:r>
      <w:r w:rsidR="00995542" w:rsidRPr="00F64831">
        <w:rPr>
          <w:b/>
          <w:bCs/>
        </w:rPr>
        <w:t>Rozvinutý p</w:t>
      </w:r>
      <w:r w:rsidR="0085148E" w:rsidRPr="00F64831">
        <w:rPr>
          <w:b/>
          <w:bCs/>
        </w:rPr>
        <w:t>ohľad</w:t>
      </w:r>
    </w:p>
    <w:p w14:paraId="12288381" w14:textId="77777777" w:rsidR="00DF1805" w:rsidRPr="00F64831" w:rsidRDefault="00F64831" w:rsidP="00D913BE">
      <w:pPr>
        <w:pStyle w:val="Hlavika"/>
        <w:tabs>
          <w:tab w:val="clear" w:pos="4819"/>
          <w:tab w:val="clear" w:pos="9071"/>
          <w:tab w:val="left" w:pos="-3261"/>
        </w:tabs>
        <w:spacing w:after="120"/>
        <w:jc w:val="both"/>
        <w:rPr>
          <w:bCs/>
        </w:rPr>
      </w:pPr>
      <w:r>
        <w:rPr>
          <w:bCs/>
        </w:rPr>
        <w:tab/>
      </w:r>
      <w:r w:rsidR="00995542" w:rsidRPr="00F64831">
        <w:rPr>
          <w:bCs/>
        </w:rPr>
        <w:t xml:space="preserve">Pohľady </w:t>
      </w:r>
      <w:r w:rsidR="00DF1805" w:rsidRPr="00F64831">
        <w:rPr>
          <w:bCs/>
        </w:rPr>
        <w:t xml:space="preserve">na protihlukové steny </w:t>
      </w:r>
      <w:r w:rsidR="00DD3354" w:rsidRPr="00F64831">
        <w:rPr>
          <w:bCs/>
        </w:rPr>
        <w:t>z vozovky</w:t>
      </w:r>
      <w:r w:rsidR="00640CCD" w:rsidRPr="00F64831">
        <w:rPr>
          <w:bCs/>
        </w:rPr>
        <w:t>,</w:t>
      </w:r>
      <w:r w:rsidR="00345C53" w:rsidRPr="00F64831">
        <w:rPr>
          <w:bCs/>
        </w:rPr>
        <w:t> </w:t>
      </w:r>
      <w:r w:rsidR="00231FA5" w:rsidRPr="00F64831">
        <w:rPr>
          <w:bCs/>
        </w:rPr>
        <w:t xml:space="preserve">na </w:t>
      </w:r>
      <w:r w:rsidR="00345C53" w:rsidRPr="00F64831">
        <w:rPr>
          <w:bCs/>
        </w:rPr>
        <w:t>rozmiestneni</w:t>
      </w:r>
      <w:r w:rsidR="00231FA5" w:rsidRPr="00F64831">
        <w:rPr>
          <w:bCs/>
        </w:rPr>
        <w:t>a</w:t>
      </w:r>
      <w:r w:rsidR="00345C53" w:rsidRPr="00F64831">
        <w:rPr>
          <w:bCs/>
        </w:rPr>
        <w:t xml:space="preserve"> jednotlivých blokov</w:t>
      </w:r>
      <w:r w:rsidR="00640CCD" w:rsidRPr="00F64831">
        <w:rPr>
          <w:bCs/>
        </w:rPr>
        <w:t xml:space="preserve"> PHS</w:t>
      </w:r>
      <w:r w:rsidR="00231FA5" w:rsidRPr="00F64831">
        <w:rPr>
          <w:bCs/>
        </w:rPr>
        <w:t xml:space="preserve">, </w:t>
      </w:r>
      <w:r w:rsidR="00030D86" w:rsidRPr="00F64831">
        <w:rPr>
          <w:bCs/>
        </w:rPr>
        <w:t>únikových</w:t>
      </w:r>
      <w:r w:rsidR="000C29D8" w:rsidRPr="00F64831">
        <w:rPr>
          <w:bCs/>
        </w:rPr>
        <w:t xml:space="preserve"> východov, na </w:t>
      </w:r>
      <w:r w:rsidR="00CF4C0E" w:rsidRPr="00F64831">
        <w:rPr>
          <w:bCs/>
        </w:rPr>
        <w:t>p</w:t>
      </w:r>
      <w:r w:rsidR="00231FA5" w:rsidRPr="00F64831">
        <w:rPr>
          <w:bCs/>
        </w:rPr>
        <w:t>rechodové polia a</w:t>
      </w:r>
      <w:r w:rsidR="00640CCD" w:rsidRPr="00F64831">
        <w:rPr>
          <w:bCs/>
        </w:rPr>
        <w:t xml:space="preserve"> koncov</w:t>
      </w:r>
      <w:r w:rsidR="00231FA5" w:rsidRPr="00F64831">
        <w:rPr>
          <w:bCs/>
        </w:rPr>
        <w:t>é úseky</w:t>
      </w:r>
      <w:r w:rsidR="00640CCD" w:rsidRPr="00F64831">
        <w:rPr>
          <w:bCs/>
        </w:rPr>
        <w:t xml:space="preserve">. </w:t>
      </w:r>
    </w:p>
    <w:p w14:paraId="37499EAA" w14:textId="77777777" w:rsidR="00DF1805" w:rsidRPr="00F64831" w:rsidRDefault="007E6245" w:rsidP="004B6E19">
      <w:pPr>
        <w:pStyle w:val="Hlavika"/>
        <w:tabs>
          <w:tab w:val="clear" w:pos="4819"/>
          <w:tab w:val="clear" w:pos="9071"/>
          <w:tab w:val="left" w:pos="-3261"/>
        </w:tabs>
        <w:jc w:val="both"/>
        <w:rPr>
          <w:b/>
          <w:bCs/>
        </w:rPr>
      </w:pPr>
      <w:r>
        <w:rPr>
          <w:b/>
          <w:bCs/>
        </w:rPr>
        <w:t>6</w:t>
      </w:r>
      <w:r w:rsidR="002E1CC5">
        <w:rPr>
          <w:b/>
          <w:bCs/>
        </w:rPr>
        <w:t>.7</w:t>
      </w:r>
      <w:r w:rsidR="004B6E19" w:rsidRPr="00F64831">
        <w:rPr>
          <w:b/>
          <w:bCs/>
        </w:rPr>
        <w:tab/>
      </w:r>
      <w:r w:rsidR="00DF1805" w:rsidRPr="00F64831">
        <w:rPr>
          <w:b/>
          <w:bCs/>
        </w:rPr>
        <w:t>Návrh farebného rozlíšenia</w:t>
      </w:r>
    </w:p>
    <w:p w14:paraId="1E58BF72" w14:textId="77777777" w:rsidR="00345C53" w:rsidRPr="00F64831" w:rsidRDefault="00F64831" w:rsidP="00345C53">
      <w:pPr>
        <w:pStyle w:val="Hlavika"/>
        <w:tabs>
          <w:tab w:val="clear" w:pos="4819"/>
          <w:tab w:val="clear" w:pos="9071"/>
          <w:tab w:val="left" w:pos="-3261"/>
        </w:tabs>
        <w:spacing w:after="120"/>
        <w:jc w:val="both"/>
        <w:rPr>
          <w:bCs/>
        </w:rPr>
      </w:pPr>
      <w:r>
        <w:rPr>
          <w:bCs/>
        </w:rPr>
        <w:tab/>
      </w:r>
      <w:r w:rsidR="00345C53" w:rsidRPr="00F64831">
        <w:rPr>
          <w:bCs/>
        </w:rPr>
        <w:t>Pohľady z vozovky, kde budú riešené</w:t>
      </w:r>
      <w:r w:rsidR="004F1D0F" w:rsidRPr="00F64831">
        <w:rPr>
          <w:bCs/>
        </w:rPr>
        <w:t xml:space="preserve"> </w:t>
      </w:r>
      <w:r w:rsidR="00345C53" w:rsidRPr="00F64831">
        <w:rPr>
          <w:bCs/>
        </w:rPr>
        <w:t>povrchové úpravy</w:t>
      </w:r>
      <w:r w:rsidR="00CF4C0E" w:rsidRPr="00F64831">
        <w:rPr>
          <w:bCs/>
        </w:rPr>
        <w:t>, príp.</w:t>
      </w:r>
      <w:r w:rsidR="00345C53" w:rsidRPr="00F64831">
        <w:rPr>
          <w:bCs/>
        </w:rPr>
        <w:t> </w:t>
      </w:r>
      <w:r w:rsidR="00030D86" w:rsidRPr="00F64831">
        <w:rPr>
          <w:bCs/>
        </w:rPr>
        <w:t xml:space="preserve">farebné </w:t>
      </w:r>
      <w:r w:rsidR="00345C53" w:rsidRPr="00F64831">
        <w:rPr>
          <w:bCs/>
        </w:rPr>
        <w:t>nátery</w:t>
      </w:r>
      <w:r w:rsidR="004F1D0F" w:rsidRPr="00F64831">
        <w:rPr>
          <w:bCs/>
        </w:rPr>
        <w:t xml:space="preserve"> </w:t>
      </w:r>
      <w:r w:rsidR="00DD3354" w:rsidRPr="00F64831">
        <w:rPr>
          <w:bCs/>
        </w:rPr>
        <w:t>PHS</w:t>
      </w:r>
      <w:r w:rsidR="00640CCD" w:rsidRPr="00F64831">
        <w:rPr>
          <w:bCs/>
        </w:rPr>
        <w:t>.</w:t>
      </w:r>
    </w:p>
    <w:p w14:paraId="4DB52A2A" w14:textId="77777777" w:rsidR="00F64831" w:rsidRPr="00F64831" w:rsidRDefault="007E6245" w:rsidP="00F64831">
      <w:pPr>
        <w:pStyle w:val="Default"/>
        <w:spacing w:after="120"/>
        <w:rPr>
          <w:rFonts w:ascii="Arial" w:hAnsi="Arial" w:cs="Arial"/>
          <w:sz w:val="20"/>
          <w:szCs w:val="20"/>
        </w:rPr>
      </w:pPr>
      <w:r>
        <w:rPr>
          <w:rFonts w:ascii="Arial" w:hAnsi="Arial" w:cs="Arial"/>
          <w:b/>
          <w:bCs/>
          <w:sz w:val="20"/>
          <w:szCs w:val="20"/>
        </w:rPr>
        <w:t>6</w:t>
      </w:r>
      <w:r w:rsidR="002E1CC5">
        <w:rPr>
          <w:rFonts w:ascii="Arial" w:hAnsi="Arial" w:cs="Arial"/>
          <w:b/>
          <w:bCs/>
          <w:sz w:val="20"/>
          <w:szCs w:val="20"/>
        </w:rPr>
        <w:t>.8</w:t>
      </w:r>
      <w:r w:rsidR="00F64831" w:rsidRPr="00F64831">
        <w:rPr>
          <w:rFonts w:ascii="Arial" w:hAnsi="Arial" w:cs="Arial"/>
          <w:b/>
          <w:bCs/>
          <w:sz w:val="20"/>
          <w:szCs w:val="20"/>
        </w:rPr>
        <w:t xml:space="preserve"> </w:t>
      </w:r>
      <w:r w:rsidR="00F64831">
        <w:rPr>
          <w:rFonts w:ascii="Arial" w:hAnsi="Arial" w:cs="Arial"/>
          <w:b/>
          <w:bCs/>
          <w:sz w:val="20"/>
          <w:szCs w:val="20"/>
        </w:rPr>
        <w:tab/>
      </w:r>
      <w:r w:rsidR="00F64831" w:rsidRPr="00F64831">
        <w:rPr>
          <w:rFonts w:ascii="Arial" w:hAnsi="Arial" w:cs="Arial"/>
          <w:b/>
          <w:bCs/>
          <w:sz w:val="20"/>
          <w:szCs w:val="20"/>
        </w:rPr>
        <w:t xml:space="preserve">Iné výkresy na spresnenie technického návrhu </w:t>
      </w:r>
    </w:p>
    <w:p w14:paraId="3A1F7E7A" w14:textId="77777777" w:rsidR="00F64831" w:rsidRPr="00F64831" w:rsidRDefault="00F64831" w:rsidP="00F64831">
      <w:pPr>
        <w:adjustRightInd w:val="0"/>
        <w:spacing w:before="0" w:after="120" w:line="240" w:lineRule="auto"/>
        <w:ind w:firstLine="680"/>
        <w:rPr>
          <w:color w:val="000000"/>
          <w:lang w:eastAsia="sk-SK"/>
        </w:rPr>
      </w:pPr>
      <w:r w:rsidRPr="00F64831">
        <w:rPr>
          <w:color w:val="000000"/>
          <w:lang w:eastAsia="sk-SK"/>
        </w:rPr>
        <w:t xml:space="preserve">Vypracujú sa v prípadoch, keď je to potrebné na spresnenie technického návrhu. Ide predovšetkým o prehľadné výkresy, pohľady a schémy atypických konštrukcií v M 1:10 – M 1:100. </w:t>
      </w:r>
    </w:p>
    <w:p w14:paraId="6543D367" w14:textId="77777777" w:rsidR="00F64831" w:rsidRPr="00F64831" w:rsidRDefault="007E6245" w:rsidP="00F64831">
      <w:pPr>
        <w:adjustRightInd w:val="0"/>
        <w:spacing w:before="0" w:after="120" w:line="240" w:lineRule="auto"/>
        <w:rPr>
          <w:color w:val="000000"/>
          <w:lang w:eastAsia="sk-SK"/>
        </w:rPr>
      </w:pPr>
      <w:r>
        <w:rPr>
          <w:b/>
          <w:bCs/>
          <w:color w:val="000000"/>
          <w:lang w:eastAsia="sk-SK"/>
        </w:rPr>
        <w:t>6</w:t>
      </w:r>
      <w:r w:rsidR="002E1CC5">
        <w:rPr>
          <w:b/>
          <w:bCs/>
          <w:color w:val="000000"/>
          <w:lang w:eastAsia="sk-SK"/>
        </w:rPr>
        <w:t>.9</w:t>
      </w:r>
      <w:r w:rsidR="00F64831" w:rsidRPr="00F64831">
        <w:rPr>
          <w:b/>
          <w:bCs/>
          <w:color w:val="000000"/>
          <w:lang w:eastAsia="sk-SK"/>
        </w:rPr>
        <w:t xml:space="preserve"> </w:t>
      </w:r>
      <w:r w:rsidR="00F64831">
        <w:rPr>
          <w:b/>
          <w:bCs/>
          <w:color w:val="000000"/>
          <w:lang w:eastAsia="sk-SK"/>
        </w:rPr>
        <w:tab/>
      </w:r>
      <w:r w:rsidR="00F64831" w:rsidRPr="00F64831">
        <w:rPr>
          <w:b/>
          <w:bCs/>
          <w:color w:val="000000"/>
          <w:lang w:eastAsia="sk-SK"/>
        </w:rPr>
        <w:t xml:space="preserve">Schematické výkresy výstuže (ak sú potrebné) </w:t>
      </w:r>
    </w:p>
    <w:p w14:paraId="76120263" w14:textId="77777777" w:rsidR="00F64831" w:rsidRPr="00F64831" w:rsidRDefault="00F64831" w:rsidP="00F64831">
      <w:pPr>
        <w:adjustRightInd w:val="0"/>
        <w:spacing w:before="0" w:after="120" w:line="240" w:lineRule="auto"/>
        <w:ind w:firstLine="680"/>
        <w:rPr>
          <w:color w:val="000000"/>
          <w:lang w:eastAsia="sk-SK"/>
        </w:rPr>
      </w:pPr>
      <w:r w:rsidRPr="00F64831">
        <w:rPr>
          <w:color w:val="000000"/>
          <w:lang w:eastAsia="sk-SK"/>
        </w:rPr>
        <w:t xml:space="preserve">Výkres zobrazuje schému výstuže všetkých konštrukčných prvkov (prahy, pilóty, stužujúce vence, atď.) Súčasťou je aj materiálová charakteristika betónov a betonárskej výstuže. </w:t>
      </w:r>
    </w:p>
    <w:p w14:paraId="2BF2865A" w14:textId="77777777" w:rsidR="00F64831" w:rsidRDefault="007E6245" w:rsidP="00F64831">
      <w:pPr>
        <w:adjustRightInd w:val="0"/>
        <w:spacing w:before="0" w:after="120" w:line="240" w:lineRule="auto"/>
        <w:rPr>
          <w:b/>
          <w:bCs/>
          <w:color w:val="000000"/>
          <w:lang w:eastAsia="sk-SK"/>
        </w:rPr>
      </w:pPr>
      <w:r>
        <w:rPr>
          <w:b/>
          <w:bCs/>
          <w:color w:val="000000"/>
          <w:lang w:eastAsia="sk-SK"/>
        </w:rPr>
        <w:t>6</w:t>
      </w:r>
      <w:r w:rsidR="002E1CC5">
        <w:rPr>
          <w:b/>
          <w:bCs/>
          <w:color w:val="000000"/>
          <w:lang w:eastAsia="sk-SK"/>
        </w:rPr>
        <w:t>.10</w:t>
      </w:r>
      <w:r w:rsidR="00F64831" w:rsidRPr="00F64831">
        <w:rPr>
          <w:b/>
          <w:bCs/>
          <w:color w:val="000000"/>
          <w:lang w:eastAsia="sk-SK"/>
        </w:rPr>
        <w:t xml:space="preserve"> </w:t>
      </w:r>
      <w:r w:rsidR="00F64831">
        <w:rPr>
          <w:b/>
          <w:bCs/>
          <w:color w:val="000000"/>
          <w:lang w:eastAsia="sk-SK"/>
        </w:rPr>
        <w:tab/>
      </w:r>
      <w:r w:rsidR="00F64831" w:rsidRPr="00F64831">
        <w:rPr>
          <w:b/>
          <w:bCs/>
          <w:color w:val="000000"/>
          <w:lang w:eastAsia="sk-SK"/>
        </w:rPr>
        <w:t xml:space="preserve">Vytyčovací výkres </w:t>
      </w:r>
    </w:p>
    <w:p w14:paraId="1219043D" w14:textId="77777777" w:rsidR="00F64831" w:rsidRPr="00F64831" w:rsidRDefault="00F64831" w:rsidP="00F64831">
      <w:pPr>
        <w:adjustRightInd w:val="0"/>
        <w:spacing w:before="0" w:after="0" w:line="240" w:lineRule="auto"/>
        <w:ind w:firstLine="680"/>
        <w:rPr>
          <w:color w:val="000000"/>
          <w:lang w:eastAsia="sk-SK"/>
        </w:rPr>
      </w:pPr>
      <w:r w:rsidRPr="00F64831">
        <w:rPr>
          <w:color w:val="000000"/>
          <w:lang w:eastAsia="sk-SK"/>
        </w:rPr>
        <w:t xml:space="preserve">Grafická úprava vytyčovacieho výkresu v zmysle STN 01 3469. </w:t>
      </w:r>
    </w:p>
    <w:p w14:paraId="64C44DF5" w14:textId="77777777" w:rsidR="00F64831" w:rsidRPr="00F64831" w:rsidRDefault="00F64831" w:rsidP="00F64831">
      <w:pPr>
        <w:adjustRightInd w:val="0"/>
        <w:spacing w:before="0" w:after="120" w:line="240" w:lineRule="auto"/>
        <w:ind w:firstLine="680"/>
        <w:rPr>
          <w:color w:val="000000"/>
          <w:lang w:eastAsia="sk-SK"/>
        </w:rPr>
      </w:pPr>
      <w:r w:rsidRPr="00F64831">
        <w:rPr>
          <w:color w:val="000000"/>
          <w:lang w:eastAsia="sk-SK"/>
        </w:rPr>
        <w:t xml:space="preserve">Vytyčovací výkres musí byť overený autorizovaným geodetom. </w:t>
      </w:r>
    </w:p>
    <w:p w14:paraId="59EF99E0" w14:textId="77777777" w:rsidR="002E1CC5" w:rsidRPr="00F40389" w:rsidRDefault="007E6245" w:rsidP="002E1CC5">
      <w:pPr>
        <w:pStyle w:val="Hlavika"/>
        <w:tabs>
          <w:tab w:val="clear" w:pos="4819"/>
          <w:tab w:val="left" w:pos="-3261"/>
          <w:tab w:val="left" w:pos="709"/>
        </w:tabs>
        <w:spacing w:after="120"/>
        <w:jc w:val="both"/>
        <w:rPr>
          <w:b/>
          <w:bCs/>
        </w:rPr>
      </w:pPr>
      <w:r>
        <w:rPr>
          <w:b/>
          <w:bCs/>
        </w:rPr>
        <w:t>6</w:t>
      </w:r>
      <w:r w:rsidR="00394355">
        <w:rPr>
          <w:b/>
          <w:bCs/>
        </w:rPr>
        <w:t>.11</w:t>
      </w:r>
      <w:r w:rsidR="002E1CC5" w:rsidRPr="00F40389">
        <w:rPr>
          <w:b/>
          <w:bCs/>
        </w:rPr>
        <w:t xml:space="preserve"> </w:t>
      </w:r>
      <w:r w:rsidR="002E1CC5">
        <w:rPr>
          <w:b/>
          <w:bCs/>
        </w:rPr>
        <w:tab/>
      </w:r>
      <w:r w:rsidR="002E1CC5" w:rsidRPr="00F40389">
        <w:rPr>
          <w:b/>
          <w:bCs/>
        </w:rPr>
        <w:t>Výpočty</w:t>
      </w:r>
    </w:p>
    <w:p w14:paraId="57EF1977" w14:textId="77777777" w:rsidR="002E1CC5" w:rsidRDefault="002E1CC5" w:rsidP="007B4C63">
      <w:pPr>
        <w:pStyle w:val="Hlavika"/>
        <w:numPr>
          <w:ilvl w:val="0"/>
          <w:numId w:val="81"/>
        </w:numPr>
        <w:tabs>
          <w:tab w:val="clear" w:pos="4819"/>
          <w:tab w:val="clear" w:pos="9071"/>
          <w:tab w:val="left" w:pos="-3261"/>
        </w:tabs>
        <w:spacing w:after="120"/>
        <w:ind w:left="714" w:hanging="357"/>
        <w:jc w:val="both"/>
        <w:rPr>
          <w:bCs/>
        </w:rPr>
      </w:pPr>
      <w:r w:rsidRPr="0039269B">
        <w:rPr>
          <w:bCs/>
        </w:rPr>
        <w:t xml:space="preserve">Statické, resp. </w:t>
      </w:r>
      <w:proofErr w:type="spellStart"/>
      <w:r w:rsidRPr="0039269B">
        <w:rPr>
          <w:bCs/>
        </w:rPr>
        <w:t>stabilitné</w:t>
      </w:r>
      <w:proofErr w:type="spellEnd"/>
      <w:r w:rsidRPr="0039269B">
        <w:rPr>
          <w:bCs/>
        </w:rPr>
        <w:t xml:space="preserve"> výpočty.</w:t>
      </w:r>
    </w:p>
    <w:p w14:paraId="0AB0C413" w14:textId="77777777" w:rsidR="00394355" w:rsidRPr="00394355" w:rsidRDefault="00394355" w:rsidP="007B4C63">
      <w:pPr>
        <w:pStyle w:val="Hlavika"/>
        <w:numPr>
          <w:ilvl w:val="0"/>
          <w:numId w:val="82"/>
        </w:numPr>
        <w:tabs>
          <w:tab w:val="clear" w:pos="4819"/>
          <w:tab w:val="clear" w:pos="9071"/>
          <w:tab w:val="left" w:pos="-3261"/>
        </w:tabs>
        <w:spacing w:after="120"/>
        <w:ind w:left="993"/>
        <w:jc w:val="both"/>
        <w:rPr>
          <w:bCs/>
        </w:rPr>
      </w:pPr>
      <w:r w:rsidRPr="00394355">
        <w:rPr>
          <w:bCs/>
        </w:rPr>
        <w:t>statické posúdenie navrhovaných protihlukových stien</w:t>
      </w:r>
    </w:p>
    <w:p w14:paraId="3A5EB836" w14:textId="77777777" w:rsidR="00394355" w:rsidRDefault="00394355" w:rsidP="007B4C63">
      <w:pPr>
        <w:pStyle w:val="Hlavika"/>
        <w:numPr>
          <w:ilvl w:val="0"/>
          <w:numId w:val="82"/>
        </w:numPr>
        <w:tabs>
          <w:tab w:val="clear" w:pos="4819"/>
          <w:tab w:val="clear" w:pos="9071"/>
          <w:tab w:val="left" w:pos="-3261"/>
        </w:tabs>
        <w:spacing w:after="120"/>
        <w:ind w:left="993"/>
        <w:jc w:val="both"/>
        <w:rPr>
          <w:bCs/>
        </w:rPr>
      </w:pPr>
      <w:r w:rsidRPr="00394355">
        <w:rPr>
          <w:bCs/>
        </w:rPr>
        <w:t>statické posúdenie mostných objektov s navrhovanými protihlukovými stenami (v prípade, ak budú navrhnuté aj úpravy mostov z dôvodu osadenia PHS, tak tieto statické výpočty budú súčasťou objektov úprav mostov)</w:t>
      </w:r>
    </w:p>
    <w:p w14:paraId="5ECDC901" w14:textId="31F3F1CE" w:rsidR="00F64831" w:rsidRPr="00F64831" w:rsidRDefault="007E6245" w:rsidP="00F64831">
      <w:pPr>
        <w:adjustRightInd w:val="0"/>
        <w:spacing w:before="0" w:after="0" w:line="240" w:lineRule="auto"/>
        <w:rPr>
          <w:color w:val="000000"/>
          <w:lang w:eastAsia="sk-SK"/>
        </w:rPr>
      </w:pPr>
      <w:r>
        <w:rPr>
          <w:b/>
          <w:bCs/>
          <w:color w:val="000000"/>
          <w:lang w:eastAsia="sk-SK"/>
        </w:rPr>
        <w:t>6</w:t>
      </w:r>
      <w:r w:rsidR="00394355">
        <w:rPr>
          <w:b/>
          <w:bCs/>
          <w:color w:val="000000"/>
          <w:lang w:eastAsia="sk-SK"/>
        </w:rPr>
        <w:t>.1</w:t>
      </w:r>
      <w:r w:rsidR="00A776F2">
        <w:rPr>
          <w:b/>
          <w:bCs/>
          <w:color w:val="000000"/>
          <w:lang w:eastAsia="sk-SK"/>
        </w:rPr>
        <w:t>2</w:t>
      </w:r>
      <w:r w:rsidR="00F64831">
        <w:rPr>
          <w:b/>
          <w:bCs/>
          <w:color w:val="000000"/>
          <w:lang w:eastAsia="sk-SK"/>
        </w:rPr>
        <w:tab/>
      </w:r>
      <w:r w:rsidR="00F64831" w:rsidRPr="00F64831">
        <w:rPr>
          <w:b/>
          <w:bCs/>
          <w:color w:val="000000"/>
          <w:lang w:eastAsia="sk-SK"/>
        </w:rPr>
        <w:t xml:space="preserve">Situácia záberu pozemkov </w:t>
      </w:r>
    </w:p>
    <w:p w14:paraId="17A51FF4" w14:textId="77777777" w:rsidR="00F64831" w:rsidRDefault="007E6245" w:rsidP="00F64831">
      <w:pPr>
        <w:pStyle w:val="Hlavika"/>
        <w:tabs>
          <w:tab w:val="clear" w:pos="4819"/>
          <w:tab w:val="clear" w:pos="9071"/>
          <w:tab w:val="left" w:pos="-3261"/>
        </w:tabs>
        <w:spacing w:before="120"/>
        <w:jc w:val="both"/>
        <w:rPr>
          <w:b/>
          <w:bCs/>
          <w:color w:val="000000"/>
          <w:lang w:eastAsia="sk-SK"/>
        </w:rPr>
      </w:pPr>
      <w:r>
        <w:rPr>
          <w:b/>
          <w:bCs/>
          <w:color w:val="000000"/>
          <w:lang w:eastAsia="sk-SK"/>
        </w:rPr>
        <w:t>6</w:t>
      </w:r>
      <w:r w:rsidR="00394355">
        <w:rPr>
          <w:b/>
          <w:bCs/>
          <w:color w:val="000000"/>
          <w:lang w:eastAsia="sk-SK"/>
        </w:rPr>
        <w:t>.13</w:t>
      </w:r>
      <w:r w:rsidR="00F64831" w:rsidRPr="00F64831">
        <w:rPr>
          <w:b/>
          <w:bCs/>
          <w:color w:val="000000"/>
          <w:lang w:eastAsia="sk-SK"/>
        </w:rPr>
        <w:t xml:space="preserve"> </w:t>
      </w:r>
      <w:r w:rsidR="00F64831">
        <w:rPr>
          <w:b/>
          <w:bCs/>
          <w:color w:val="000000"/>
          <w:lang w:eastAsia="sk-SK"/>
        </w:rPr>
        <w:tab/>
      </w:r>
      <w:r w:rsidR="00F64831" w:rsidRPr="00F64831">
        <w:rPr>
          <w:b/>
          <w:bCs/>
          <w:color w:val="000000"/>
          <w:lang w:eastAsia="sk-SK"/>
        </w:rPr>
        <w:t>Výkaz výmer</w:t>
      </w:r>
    </w:p>
    <w:p w14:paraId="3AA84F02" w14:textId="1010DE5A" w:rsidR="00A60E6D" w:rsidRPr="00A60E6D" w:rsidRDefault="00A60E6D" w:rsidP="00DD6706">
      <w:pPr>
        <w:adjustRightInd w:val="0"/>
        <w:spacing w:before="0" w:after="120" w:line="240" w:lineRule="auto"/>
        <w:rPr>
          <w:b/>
          <w:bCs/>
          <w:color w:val="000000"/>
          <w:lang w:eastAsia="sk-SK"/>
        </w:rPr>
      </w:pPr>
    </w:p>
    <w:p w14:paraId="4782EFDC" w14:textId="77777777" w:rsidR="00A60E6D" w:rsidRDefault="00A60E6D" w:rsidP="00DD6706">
      <w:pPr>
        <w:adjustRightInd w:val="0"/>
        <w:spacing w:before="0" w:after="120" w:line="240" w:lineRule="auto"/>
        <w:rPr>
          <w:b/>
          <w:bCs/>
          <w:color w:val="000000"/>
          <w:sz w:val="22"/>
          <w:szCs w:val="22"/>
          <w:lang w:eastAsia="sk-SK"/>
        </w:rPr>
      </w:pPr>
      <w:r>
        <w:rPr>
          <w:b/>
          <w:bCs/>
          <w:color w:val="000000"/>
          <w:sz w:val="22"/>
          <w:szCs w:val="22"/>
          <w:lang w:eastAsia="sk-SK"/>
        </w:rPr>
        <w:br w:type="page"/>
      </w:r>
    </w:p>
    <w:p w14:paraId="7F0AFABD" w14:textId="23071113" w:rsidR="00D84855" w:rsidRPr="00102A43" w:rsidRDefault="00DD6706" w:rsidP="00DD6706">
      <w:pPr>
        <w:adjustRightInd w:val="0"/>
        <w:spacing w:before="0" w:after="120" w:line="240" w:lineRule="auto"/>
        <w:rPr>
          <w:b/>
          <w:bCs/>
          <w:color w:val="000000"/>
          <w:sz w:val="24"/>
          <w:szCs w:val="24"/>
          <w:lang w:eastAsia="sk-SK"/>
        </w:rPr>
      </w:pPr>
      <w:r w:rsidRPr="00102A43">
        <w:rPr>
          <w:b/>
          <w:bCs/>
          <w:color w:val="000000"/>
          <w:sz w:val="24"/>
          <w:szCs w:val="24"/>
          <w:lang w:eastAsia="sk-SK"/>
        </w:rPr>
        <w:lastRenderedPageBreak/>
        <w:t>9</w:t>
      </w:r>
      <w:r w:rsidRPr="00102A43">
        <w:rPr>
          <w:b/>
          <w:bCs/>
          <w:color w:val="000000"/>
          <w:sz w:val="24"/>
          <w:szCs w:val="24"/>
          <w:lang w:eastAsia="sk-SK"/>
        </w:rPr>
        <w:tab/>
      </w:r>
      <w:r w:rsidR="00A618D6" w:rsidRPr="00102A43">
        <w:rPr>
          <w:b/>
          <w:bCs/>
          <w:color w:val="000000"/>
          <w:sz w:val="24"/>
          <w:szCs w:val="24"/>
          <w:lang w:eastAsia="sk-SK"/>
        </w:rPr>
        <w:t xml:space="preserve">Ostatné objekty </w:t>
      </w:r>
    </w:p>
    <w:p w14:paraId="1FF21C54" w14:textId="77777777" w:rsidR="00A618D6" w:rsidRPr="00A618D6" w:rsidRDefault="00A618D6" w:rsidP="00A618D6">
      <w:pPr>
        <w:adjustRightInd w:val="0"/>
        <w:spacing w:before="0" w:after="120" w:line="240" w:lineRule="auto"/>
        <w:ind w:firstLine="680"/>
        <w:rPr>
          <w:color w:val="000000"/>
          <w:lang w:eastAsia="sk-SK"/>
        </w:rPr>
      </w:pPr>
      <w:r w:rsidRPr="00A618D6">
        <w:rPr>
          <w:color w:val="000000"/>
          <w:lang w:eastAsia="sk-SK"/>
        </w:rPr>
        <w:t>Dokumentácia nasledujúcich objektov</w:t>
      </w:r>
      <w:r>
        <w:rPr>
          <w:color w:val="000000"/>
          <w:lang w:eastAsia="sk-SK"/>
        </w:rPr>
        <w:t xml:space="preserve"> – v rozsahu podľa riešených objektov</w:t>
      </w:r>
      <w:r w:rsidRPr="00A618D6">
        <w:rPr>
          <w:color w:val="000000"/>
          <w:lang w:eastAsia="sk-SK"/>
        </w:rPr>
        <w:t xml:space="preserve">: </w:t>
      </w:r>
    </w:p>
    <w:p w14:paraId="263583EE" w14:textId="77777777" w:rsidR="00A618D6" w:rsidRPr="008D459B" w:rsidRDefault="00A618D6" w:rsidP="007B4C63">
      <w:pPr>
        <w:pStyle w:val="Odsekzoznamu"/>
        <w:numPr>
          <w:ilvl w:val="0"/>
          <w:numId w:val="95"/>
        </w:numPr>
        <w:adjustRightInd w:val="0"/>
        <w:spacing w:before="0" w:after="26" w:line="240" w:lineRule="auto"/>
        <w:rPr>
          <w:color w:val="000000"/>
          <w:lang w:eastAsia="sk-SK"/>
        </w:rPr>
      </w:pPr>
      <w:r w:rsidRPr="00A618D6">
        <w:rPr>
          <w:color w:val="000000"/>
          <w:lang w:eastAsia="sk-SK"/>
        </w:rPr>
        <w:t xml:space="preserve">ostatné cesty, </w:t>
      </w:r>
    </w:p>
    <w:p w14:paraId="6E130AE3" w14:textId="77777777" w:rsidR="00A618D6" w:rsidRPr="00A618D6" w:rsidRDefault="00A618D6" w:rsidP="007B4C63">
      <w:pPr>
        <w:pStyle w:val="Odsekzoznamu"/>
        <w:numPr>
          <w:ilvl w:val="0"/>
          <w:numId w:val="95"/>
        </w:numPr>
        <w:adjustRightInd w:val="0"/>
        <w:spacing w:before="0" w:after="26" w:line="240" w:lineRule="auto"/>
        <w:rPr>
          <w:color w:val="000000"/>
          <w:lang w:eastAsia="sk-SK"/>
        </w:rPr>
      </w:pPr>
      <w:r w:rsidRPr="00A618D6">
        <w:rPr>
          <w:color w:val="000000"/>
          <w:lang w:eastAsia="sk-SK"/>
        </w:rPr>
        <w:t xml:space="preserve">rekultivácie, </w:t>
      </w:r>
    </w:p>
    <w:p w14:paraId="6B95A6F7" w14:textId="77777777" w:rsidR="00A618D6" w:rsidRPr="00A618D6" w:rsidRDefault="00A618D6" w:rsidP="007B4C63">
      <w:pPr>
        <w:pStyle w:val="Odsekzoznamu"/>
        <w:numPr>
          <w:ilvl w:val="0"/>
          <w:numId w:val="95"/>
        </w:numPr>
        <w:adjustRightInd w:val="0"/>
        <w:spacing w:before="0" w:after="26" w:line="240" w:lineRule="auto"/>
        <w:rPr>
          <w:color w:val="000000"/>
          <w:lang w:eastAsia="sk-SK"/>
        </w:rPr>
      </w:pPr>
      <w:r w:rsidRPr="00A618D6">
        <w:rPr>
          <w:color w:val="000000"/>
          <w:lang w:eastAsia="sk-SK"/>
        </w:rPr>
        <w:t xml:space="preserve">vegetačné úpravy, </w:t>
      </w:r>
    </w:p>
    <w:p w14:paraId="67333F59" w14:textId="77777777" w:rsidR="00A618D6" w:rsidRPr="00A618D6" w:rsidRDefault="00A618D6" w:rsidP="007B4C63">
      <w:pPr>
        <w:pStyle w:val="Odsekzoznamu"/>
        <w:numPr>
          <w:ilvl w:val="0"/>
          <w:numId w:val="95"/>
        </w:numPr>
        <w:adjustRightInd w:val="0"/>
        <w:spacing w:before="0" w:after="26" w:line="240" w:lineRule="auto"/>
        <w:rPr>
          <w:color w:val="000000"/>
          <w:lang w:eastAsia="sk-SK"/>
        </w:rPr>
      </w:pPr>
      <w:r w:rsidRPr="00A618D6">
        <w:rPr>
          <w:color w:val="000000"/>
          <w:lang w:eastAsia="sk-SK"/>
        </w:rPr>
        <w:t xml:space="preserve">úpravy meliorácií, </w:t>
      </w:r>
    </w:p>
    <w:p w14:paraId="34122FA5" w14:textId="77777777" w:rsidR="00A618D6" w:rsidRPr="00A618D6" w:rsidRDefault="00A618D6" w:rsidP="007B4C63">
      <w:pPr>
        <w:pStyle w:val="Odsekzoznamu"/>
        <w:numPr>
          <w:ilvl w:val="0"/>
          <w:numId w:val="95"/>
        </w:numPr>
        <w:adjustRightInd w:val="0"/>
        <w:spacing w:before="0" w:after="120" w:line="240" w:lineRule="auto"/>
        <w:ind w:left="714" w:hanging="357"/>
        <w:rPr>
          <w:color w:val="000000"/>
          <w:lang w:eastAsia="sk-SK"/>
        </w:rPr>
      </w:pPr>
      <w:r w:rsidRPr="00A618D6">
        <w:rPr>
          <w:color w:val="000000"/>
          <w:lang w:eastAsia="sk-SK"/>
        </w:rPr>
        <w:t xml:space="preserve">všetky inžinierske siete. </w:t>
      </w:r>
    </w:p>
    <w:p w14:paraId="38BA9F83" w14:textId="77777777" w:rsidR="00A618D6" w:rsidRPr="00A618D6" w:rsidRDefault="00A618D6" w:rsidP="00A618D6">
      <w:pPr>
        <w:adjustRightInd w:val="0"/>
        <w:spacing w:before="0" w:after="120" w:line="240" w:lineRule="auto"/>
        <w:ind w:firstLine="680"/>
        <w:rPr>
          <w:color w:val="000000"/>
          <w:lang w:eastAsia="sk-SK"/>
        </w:rPr>
      </w:pPr>
      <w:r w:rsidRPr="00A618D6">
        <w:rPr>
          <w:color w:val="000000"/>
          <w:lang w:eastAsia="sk-SK"/>
        </w:rPr>
        <w:t xml:space="preserve">Citácie a odkazy v texte technickej správy budú previazané krížovými odkazmi so zdrojmi. </w:t>
      </w:r>
    </w:p>
    <w:p w14:paraId="6A8644DF" w14:textId="77777777" w:rsidR="00A618D6" w:rsidRPr="00A618D6" w:rsidRDefault="00686DC9" w:rsidP="00A618D6">
      <w:pPr>
        <w:adjustRightInd w:val="0"/>
        <w:spacing w:before="0" w:after="120" w:line="240" w:lineRule="auto"/>
        <w:rPr>
          <w:color w:val="000000"/>
          <w:lang w:eastAsia="sk-SK"/>
        </w:rPr>
      </w:pPr>
      <w:r>
        <w:rPr>
          <w:b/>
          <w:bCs/>
          <w:color w:val="000000"/>
          <w:lang w:eastAsia="sk-SK"/>
        </w:rPr>
        <w:t>9</w:t>
      </w:r>
      <w:r w:rsidR="00A618D6" w:rsidRPr="00A618D6">
        <w:rPr>
          <w:b/>
          <w:bCs/>
          <w:color w:val="000000"/>
          <w:lang w:eastAsia="sk-SK"/>
        </w:rPr>
        <w:t xml:space="preserve">.1 </w:t>
      </w:r>
      <w:r w:rsidR="00A618D6">
        <w:rPr>
          <w:b/>
          <w:bCs/>
          <w:color w:val="000000"/>
          <w:lang w:eastAsia="sk-SK"/>
        </w:rPr>
        <w:tab/>
      </w:r>
      <w:r w:rsidR="00A618D6" w:rsidRPr="00A618D6">
        <w:rPr>
          <w:b/>
          <w:bCs/>
          <w:color w:val="000000"/>
          <w:lang w:eastAsia="sk-SK"/>
        </w:rPr>
        <w:t xml:space="preserve">Technická správa </w:t>
      </w:r>
    </w:p>
    <w:p w14:paraId="3C0D0883" w14:textId="77777777" w:rsidR="00A618D6" w:rsidRPr="00A618D6" w:rsidRDefault="00686DC9" w:rsidP="00A618D6">
      <w:pPr>
        <w:adjustRightInd w:val="0"/>
        <w:spacing w:before="0" w:after="120" w:line="240" w:lineRule="auto"/>
        <w:rPr>
          <w:color w:val="000000"/>
          <w:lang w:eastAsia="sk-SK"/>
        </w:rPr>
      </w:pPr>
      <w:r>
        <w:rPr>
          <w:b/>
          <w:bCs/>
          <w:color w:val="000000"/>
          <w:lang w:eastAsia="sk-SK"/>
        </w:rPr>
        <w:t>9</w:t>
      </w:r>
      <w:r w:rsidR="00A618D6" w:rsidRPr="00A618D6">
        <w:rPr>
          <w:b/>
          <w:bCs/>
          <w:color w:val="000000"/>
          <w:lang w:eastAsia="sk-SK"/>
        </w:rPr>
        <w:t xml:space="preserve">.1.1 </w:t>
      </w:r>
      <w:r w:rsidR="00A618D6">
        <w:rPr>
          <w:b/>
          <w:bCs/>
          <w:color w:val="000000"/>
          <w:lang w:eastAsia="sk-SK"/>
        </w:rPr>
        <w:tab/>
      </w:r>
      <w:r w:rsidR="00A618D6" w:rsidRPr="00A618D6">
        <w:rPr>
          <w:b/>
          <w:bCs/>
          <w:color w:val="000000"/>
          <w:lang w:eastAsia="sk-SK"/>
        </w:rPr>
        <w:t xml:space="preserve">Všeobecné údaje </w:t>
      </w:r>
    </w:p>
    <w:p w14:paraId="5B0C59D6" w14:textId="77777777" w:rsidR="00A618D6" w:rsidRPr="00A618D6" w:rsidRDefault="00A618D6" w:rsidP="00A618D6">
      <w:pPr>
        <w:adjustRightInd w:val="0"/>
        <w:spacing w:before="0" w:after="120" w:line="240" w:lineRule="auto"/>
        <w:rPr>
          <w:color w:val="000000"/>
          <w:lang w:eastAsia="sk-SK"/>
        </w:rPr>
      </w:pPr>
      <w:r w:rsidRPr="00A618D6">
        <w:rPr>
          <w:b/>
          <w:bCs/>
          <w:color w:val="000000"/>
          <w:lang w:eastAsia="sk-SK"/>
        </w:rPr>
        <w:t xml:space="preserve">Údaje o objekte </w:t>
      </w:r>
    </w:p>
    <w:p w14:paraId="03DF5531" w14:textId="77777777" w:rsidR="00A618D6" w:rsidRPr="00A618D6" w:rsidRDefault="00A618D6" w:rsidP="007B4C63">
      <w:pPr>
        <w:pStyle w:val="Odsekzoznamu"/>
        <w:numPr>
          <w:ilvl w:val="0"/>
          <w:numId w:val="96"/>
        </w:numPr>
        <w:adjustRightInd w:val="0"/>
        <w:spacing w:before="0" w:after="24" w:line="240" w:lineRule="auto"/>
        <w:rPr>
          <w:color w:val="000000"/>
          <w:lang w:eastAsia="sk-SK"/>
        </w:rPr>
      </w:pPr>
      <w:r w:rsidRPr="00A618D6">
        <w:rPr>
          <w:color w:val="000000"/>
          <w:lang w:eastAsia="sk-SK"/>
        </w:rPr>
        <w:t xml:space="preserve">Názov stavby </w:t>
      </w:r>
    </w:p>
    <w:p w14:paraId="29D3E23D" w14:textId="77777777" w:rsidR="00A618D6" w:rsidRPr="00A618D6" w:rsidRDefault="00A618D6" w:rsidP="007B4C63">
      <w:pPr>
        <w:pStyle w:val="Odsekzoznamu"/>
        <w:numPr>
          <w:ilvl w:val="0"/>
          <w:numId w:val="96"/>
        </w:numPr>
        <w:adjustRightInd w:val="0"/>
        <w:spacing w:before="0" w:after="24" w:line="240" w:lineRule="auto"/>
        <w:rPr>
          <w:color w:val="000000"/>
          <w:lang w:eastAsia="sk-SK"/>
        </w:rPr>
      </w:pPr>
      <w:r w:rsidRPr="00A618D6">
        <w:rPr>
          <w:color w:val="000000"/>
          <w:lang w:eastAsia="sk-SK"/>
        </w:rPr>
        <w:t xml:space="preserve">Číslo a názov objektu </w:t>
      </w:r>
    </w:p>
    <w:p w14:paraId="409B02CB" w14:textId="77777777" w:rsidR="00A618D6" w:rsidRPr="00A618D6" w:rsidRDefault="00A618D6" w:rsidP="007B4C63">
      <w:pPr>
        <w:pStyle w:val="Odsekzoznamu"/>
        <w:numPr>
          <w:ilvl w:val="0"/>
          <w:numId w:val="96"/>
        </w:numPr>
        <w:adjustRightInd w:val="0"/>
        <w:spacing w:before="0" w:after="24" w:line="240" w:lineRule="auto"/>
        <w:rPr>
          <w:color w:val="000000"/>
          <w:lang w:eastAsia="sk-SK"/>
        </w:rPr>
      </w:pPr>
      <w:r w:rsidRPr="00A618D6">
        <w:rPr>
          <w:color w:val="000000"/>
          <w:lang w:eastAsia="sk-SK"/>
        </w:rPr>
        <w:t xml:space="preserve">Miesto stavby </w:t>
      </w:r>
    </w:p>
    <w:p w14:paraId="15C70E46" w14:textId="77777777" w:rsidR="00A618D6" w:rsidRPr="00A618D6" w:rsidRDefault="00A618D6" w:rsidP="007B4C63">
      <w:pPr>
        <w:pStyle w:val="Odsekzoznamu"/>
        <w:numPr>
          <w:ilvl w:val="0"/>
          <w:numId w:val="96"/>
        </w:numPr>
        <w:adjustRightInd w:val="0"/>
        <w:spacing w:before="0" w:after="24" w:line="240" w:lineRule="auto"/>
        <w:rPr>
          <w:color w:val="000000"/>
          <w:lang w:eastAsia="sk-SK"/>
        </w:rPr>
      </w:pPr>
      <w:r w:rsidRPr="00A618D6">
        <w:rPr>
          <w:color w:val="000000"/>
          <w:lang w:eastAsia="sk-SK"/>
        </w:rPr>
        <w:t xml:space="preserve">Kraj </w:t>
      </w:r>
    </w:p>
    <w:p w14:paraId="107B55D2" w14:textId="77777777" w:rsidR="00A618D6" w:rsidRPr="00A618D6" w:rsidRDefault="00A618D6" w:rsidP="007B4C63">
      <w:pPr>
        <w:pStyle w:val="Odsekzoznamu"/>
        <w:numPr>
          <w:ilvl w:val="0"/>
          <w:numId w:val="96"/>
        </w:numPr>
        <w:adjustRightInd w:val="0"/>
        <w:spacing w:before="0" w:after="24" w:line="240" w:lineRule="auto"/>
        <w:rPr>
          <w:color w:val="000000"/>
          <w:lang w:eastAsia="sk-SK"/>
        </w:rPr>
      </w:pPr>
      <w:r w:rsidRPr="00A618D6">
        <w:rPr>
          <w:color w:val="000000"/>
          <w:lang w:eastAsia="sk-SK"/>
        </w:rPr>
        <w:t xml:space="preserve">Okres </w:t>
      </w:r>
    </w:p>
    <w:p w14:paraId="66980A37" w14:textId="77777777" w:rsidR="00A618D6" w:rsidRPr="00A618D6" w:rsidRDefault="00A618D6" w:rsidP="007B4C63">
      <w:pPr>
        <w:pStyle w:val="Odsekzoznamu"/>
        <w:numPr>
          <w:ilvl w:val="0"/>
          <w:numId w:val="96"/>
        </w:numPr>
        <w:adjustRightInd w:val="0"/>
        <w:spacing w:before="0" w:after="24" w:line="240" w:lineRule="auto"/>
        <w:rPr>
          <w:color w:val="000000"/>
          <w:lang w:eastAsia="sk-SK"/>
        </w:rPr>
      </w:pPr>
      <w:r w:rsidRPr="00A618D6">
        <w:rPr>
          <w:color w:val="000000"/>
          <w:lang w:eastAsia="sk-SK"/>
        </w:rPr>
        <w:t xml:space="preserve">Katastrálne územie </w:t>
      </w:r>
    </w:p>
    <w:p w14:paraId="71CCD145" w14:textId="77777777" w:rsidR="00A618D6" w:rsidRPr="00A618D6" w:rsidRDefault="00A618D6" w:rsidP="007B4C63">
      <w:pPr>
        <w:pStyle w:val="Odsekzoznamu"/>
        <w:numPr>
          <w:ilvl w:val="0"/>
          <w:numId w:val="96"/>
        </w:numPr>
        <w:adjustRightInd w:val="0"/>
        <w:spacing w:before="0" w:after="24" w:line="240" w:lineRule="auto"/>
        <w:rPr>
          <w:color w:val="000000"/>
          <w:lang w:eastAsia="sk-SK"/>
        </w:rPr>
      </w:pPr>
      <w:r w:rsidRPr="00A618D6">
        <w:rPr>
          <w:color w:val="000000"/>
          <w:lang w:eastAsia="sk-SK"/>
        </w:rPr>
        <w:t xml:space="preserve">Druh stavby </w:t>
      </w:r>
    </w:p>
    <w:p w14:paraId="5985367B" w14:textId="77777777" w:rsidR="00A618D6" w:rsidRPr="00A618D6" w:rsidRDefault="00A618D6" w:rsidP="007B4C63">
      <w:pPr>
        <w:pStyle w:val="Odsekzoznamu"/>
        <w:numPr>
          <w:ilvl w:val="0"/>
          <w:numId w:val="96"/>
        </w:numPr>
        <w:adjustRightInd w:val="0"/>
        <w:spacing w:before="0" w:after="120" w:line="240" w:lineRule="auto"/>
        <w:rPr>
          <w:color w:val="000000"/>
          <w:lang w:eastAsia="sk-SK"/>
        </w:rPr>
      </w:pPr>
      <w:r w:rsidRPr="00A618D6">
        <w:rPr>
          <w:color w:val="000000"/>
          <w:lang w:eastAsia="sk-SK"/>
        </w:rPr>
        <w:t xml:space="preserve">Vlastník/Správca </w:t>
      </w:r>
    </w:p>
    <w:p w14:paraId="6687F49B" w14:textId="77777777" w:rsidR="00A618D6" w:rsidRPr="00A618D6" w:rsidRDefault="00A618D6" w:rsidP="00A618D6">
      <w:pPr>
        <w:adjustRightInd w:val="0"/>
        <w:spacing w:before="0" w:after="120" w:line="240" w:lineRule="auto"/>
        <w:rPr>
          <w:color w:val="000000"/>
          <w:lang w:eastAsia="sk-SK"/>
        </w:rPr>
      </w:pPr>
      <w:r w:rsidRPr="00A618D6">
        <w:rPr>
          <w:b/>
          <w:bCs/>
          <w:color w:val="000000"/>
          <w:lang w:eastAsia="sk-SK"/>
        </w:rPr>
        <w:t xml:space="preserve">Údaje o stavebníkovi </w:t>
      </w:r>
    </w:p>
    <w:p w14:paraId="08BFDC0B" w14:textId="77777777" w:rsidR="00A618D6" w:rsidRPr="00A618D6" w:rsidRDefault="00A618D6" w:rsidP="007B4C63">
      <w:pPr>
        <w:pStyle w:val="Odsekzoznamu"/>
        <w:numPr>
          <w:ilvl w:val="0"/>
          <w:numId w:val="97"/>
        </w:numPr>
        <w:adjustRightInd w:val="0"/>
        <w:spacing w:before="0" w:after="24" w:line="240" w:lineRule="auto"/>
        <w:rPr>
          <w:color w:val="000000"/>
          <w:lang w:eastAsia="sk-SK"/>
        </w:rPr>
      </w:pPr>
      <w:r w:rsidRPr="00A618D6">
        <w:rPr>
          <w:color w:val="000000"/>
          <w:lang w:eastAsia="sk-SK"/>
        </w:rPr>
        <w:t xml:space="preserve">Názov </w:t>
      </w:r>
    </w:p>
    <w:p w14:paraId="43693D88" w14:textId="77777777" w:rsidR="00A618D6" w:rsidRPr="00A618D6" w:rsidRDefault="00A618D6" w:rsidP="007B4C63">
      <w:pPr>
        <w:pStyle w:val="Odsekzoznamu"/>
        <w:numPr>
          <w:ilvl w:val="0"/>
          <w:numId w:val="97"/>
        </w:numPr>
        <w:adjustRightInd w:val="0"/>
        <w:spacing w:before="0" w:after="24" w:line="240" w:lineRule="auto"/>
        <w:rPr>
          <w:color w:val="000000"/>
          <w:lang w:eastAsia="sk-SK"/>
        </w:rPr>
      </w:pPr>
      <w:r w:rsidRPr="00A618D6">
        <w:rPr>
          <w:color w:val="000000"/>
          <w:lang w:eastAsia="sk-SK"/>
        </w:rPr>
        <w:t xml:space="preserve">Adresa sídla </w:t>
      </w:r>
    </w:p>
    <w:p w14:paraId="376A5257" w14:textId="77777777" w:rsidR="00A618D6" w:rsidRPr="00A618D6" w:rsidRDefault="00A618D6" w:rsidP="007B4C63">
      <w:pPr>
        <w:pStyle w:val="Odsekzoznamu"/>
        <w:numPr>
          <w:ilvl w:val="0"/>
          <w:numId w:val="97"/>
        </w:numPr>
        <w:adjustRightInd w:val="0"/>
        <w:spacing w:before="0" w:after="24" w:line="240" w:lineRule="auto"/>
        <w:rPr>
          <w:color w:val="000000"/>
          <w:lang w:eastAsia="sk-SK"/>
        </w:rPr>
      </w:pPr>
      <w:r w:rsidRPr="00A618D6">
        <w:rPr>
          <w:color w:val="000000"/>
          <w:lang w:eastAsia="sk-SK"/>
        </w:rPr>
        <w:t xml:space="preserve">IČO/DIČ </w:t>
      </w:r>
    </w:p>
    <w:p w14:paraId="04E59579" w14:textId="77777777" w:rsidR="00A618D6" w:rsidRPr="00A618D6" w:rsidRDefault="00A618D6" w:rsidP="007B4C63">
      <w:pPr>
        <w:pStyle w:val="Odsekzoznamu"/>
        <w:numPr>
          <w:ilvl w:val="0"/>
          <w:numId w:val="97"/>
        </w:numPr>
        <w:adjustRightInd w:val="0"/>
        <w:spacing w:before="0" w:after="120" w:line="240" w:lineRule="auto"/>
        <w:ind w:left="714" w:hanging="357"/>
        <w:rPr>
          <w:color w:val="000000"/>
          <w:lang w:eastAsia="sk-SK"/>
        </w:rPr>
      </w:pPr>
      <w:r w:rsidRPr="00A618D6">
        <w:rPr>
          <w:color w:val="000000"/>
          <w:lang w:eastAsia="sk-SK"/>
        </w:rPr>
        <w:t xml:space="preserve">Zriaďovateľ (Názov spoločnosti, adresa sídla, IČO/DIČ) </w:t>
      </w:r>
    </w:p>
    <w:p w14:paraId="76A3E978" w14:textId="77777777" w:rsidR="00A618D6" w:rsidRPr="00A618D6" w:rsidRDefault="00A618D6" w:rsidP="00A618D6">
      <w:pPr>
        <w:pStyle w:val="Hlavika"/>
        <w:tabs>
          <w:tab w:val="left" w:pos="-3261"/>
        </w:tabs>
        <w:spacing w:after="120"/>
        <w:jc w:val="both"/>
        <w:rPr>
          <w:b/>
          <w:bCs/>
          <w:color w:val="000000"/>
          <w:lang w:eastAsia="sk-SK"/>
        </w:rPr>
      </w:pPr>
      <w:r w:rsidRPr="00A618D6">
        <w:rPr>
          <w:b/>
          <w:bCs/>
          <w:color w:val="000000"/>
          <w:lang w:eastAsia="sk-SK"/>
        </w:rPr>
        <w:t>Údaje o projektantovi objektu</w:t>
      </w:r>
    </w:p>
    <w:p w14:paraId="09408860" w14:textId="77777777" w:rsidR="00A618D6" w:rsidRPr="0037063E" w:rsidRDefault="00A618D6" w:rsidP="007B4C63">
      <w:pPr>
        <w:pStyle w:val="Hlavika"/>
        <w:numPr>
          <w:ilvl w:val="0"/>
          <w:numId w:val="98"/>
        </w:numPr>
        <w:tabs>
          <w:tab w:val="left" w:pos="-3261"/>
        </w:tabs>
        <w:ind w:left="714" w:hanging="357"/>
        <w:jc w:val="both"/>
        <w:rPr>
          <w:bCs/>
          <w:color w:val="000000"/>
          <w:lang w:eastAsia="sk-SK"/>
        </w:rPr>
      </w:pPr>
      <w:r w:rsidRPr="0037063E">
        <w:rPr>
          <w:bCs/>
          <w:color w:val="000000"/>
          <w:lang w:eastAsia="sk-SK"/>
        </w:rPr>
        <w:t>Meno a Priezvisko/Názov spoločnosti</w:t>
      </w:r>
    </w:p>
    <w:p w14:paraId="0BBC6E05" w14:textId="77777777" w:rsidR="00A618D6" w:rsidRPr="0037063E" w:rsidRDefault="00A618D6" w:rsidP="007B4C63">
      <w:pPr>
        <w:pStyle w:val="Hlavika"/>
        <w:numPr>
          <w:ilvl w:val="0"/>
          <w:numId w:val="98"/>
        </w:numPr>
        <w:tabs>
          <w:tab w:val="left" w:pos="-3261"/>
        </w:tabs>
        <w:ind w:left="714" w:hanging="357"/>
        <w:jc w:val="both"/>
        <w:rPr>
          <w:bCs/>
          <w:color w:val="000000"/>
          <w:lang w:eastAsia="sk-SK"/>
        </w:rPr>
      </w:pPr>
      <w:r w:rsidRPr="0037063E">
        <w:rPr>
          <w:bCs/>
          <w:color w:val="000000"/>
          <w:lang w:eastAsia="sk-SK"/>
        </w:rPr>
        <w:t>Adresa/Adresa sídla</w:t>
      </w:r>
    </w:p>
    <w:p w14:paraId="56D5708F" w14:textId="77777777" w:rsidR="00A618D6" w:rsidRPr="0037063E" w:rsidRDefault="00A618D6" w:rsidP="007B4C63">
      <w:pPr>
        <w:pStyle w:val="Hlavika"/>
        <w:numPr>
          <w:ilvl w:val="0"/>
          <w:numId w:val="98"/>
        </w:numPr>
        <w:tabs>
          <w:tab w:val="left" w:pos="-3261"/>
        </w:tabs>
        <w:ind w:left="714" w:hanging="357"/>
        <w:jc w:val="both"/>
        <w:rPr>
          <w:bCs/>
          <w:color w:val="000000"/>
          <w:lang w:eastAsia="sk-SK"/>
        </w:rPr>
      </w:pPr>
      <w:r w:rsidRPr="0037063E">
        <w:rPr>
          <w:bCs/>
          <w:color w:val="000000"/>
          <w:lang w:eastAsia="sk-SK"/>
        </w:rPr>
        <w:t>IČO/DIČ</w:t>
      </w:r>
    </w:p>
    <w:p w14:paraId="554C075F" w14:textId="77777777" w:rsidR="00A618D6" w:rsidRPr="0037063E" w:rsidRDefault="00A618D6" w:rsidP="007B4C63">
      <w:pPr>
        <w:pStyle w:val="Hlavika"/>
        <w:numPr>
          <w:ilvl w:val="0"/>
          <w:numId w:val="98"/>
        </w:numPr>
        <w:tabs>
          <w:tab w:val="left" w:pos="-3261"/>
        </w:tabs>
        <w:spacing w:after="120"/>
        <w:ind w:left="714" w:hanging="357"/>
        <w:jc w:val="both"/>
        <w:rPr>
          <w:bCs/>
          <w:color w:val="000000"/>
          <w:lang w:eastAsia="sk-SK"/>
        </w:rPr>
      </w:pPr>
      <w:r w:rsidRPr="0037063E">
        <w:rPr>
          <w:bCs/>
          <w:color w:val="000000"/>
          <w:lang w:eastAsia="sk-SK"/>
        </w:rPr>
        <w:t>Zodpovedný projektant</w:t>
      </w:r>
    </w:p>
    <w:p w14:paraId="60C3B727" w14:textId="77777777" w:rsidR="00A618D6" w:rsidRPr="00A618D6" w:rsidRDefault="00686DC9" w:rsidP="0037063E">
      <w:pPr>
        <w:pStyle w:val="Hlavika"/>
        <w:tabs>
          <w:tab w:val="clear" w:pos="4819"/>
          <w:tab w:val="left" w:pos="-3261"/>
          <w:tab w:val="left" w:pos="709"/>
        </w:tabs>
        <w:spacing w:after="120"/>
        <w:jc w:val="both"/>
        <w:rPr>
          <w:b/>
          <w:bCs/>
          <w:color w:val="000000"/>
          <w:lang w:eastAsia="sk-SK"/>
        </w:rPr>
      </w:pPr>
      <w:r>
        <w:rPr>
          <w:b/>
          <w:bCs/>
          <w:color w:val="000000"/>
          <w:lang w:eastAsia="sk-SK"/>
        </w:rPr>
        <w:t>9</w:t>
      </w:r>
      <w:r w:rsidR="00A618D6" w:rsidRPr="00A618D6">
        <w:rPr>
          <w:b/>
          <w:bCs/>
          <w:color w:val="000000"/>
          <w:lang w:eastAsia="sk-SK"/>
        </w:rPr>
        <w:t xml:space="preserve">.1.2 </w:t>
      </w:r>
      <w:r w:rsidR="0037063E">
        <w:rPr>
          <w:b/>
          <w:bCs/>
          <w:color w:val="000000"/>
          <w:lang w:eastAsia="sk-SK"/>
        </w:rPr>
        <w:tab/>
      </w:r>
      <w:r w:rsidR="00A618D6" w:rsidRPr="00A618D6">
        <w:rPr>
          <w:b/>
          <w:bCs/>
          <w:color w:val="000000"/>
          <w:lang w:eastAsia="sk-SK"/>
        </w:rPr>
        <w:t>Použité podklady</w:t>
      </w:r>
    </w:p>
    <w:p w14:paraId="4F5645BC" w14:textId="77777777" w:rsidR="00A618D6" w:rsidRPr="00A618D6" w:rsidRDefault="00686DC9" w:rsidP="0037063E">
      <w:pPr>
        <w:pStyle w:val="Hlavika"/>
        <w:tabs>
          <w:tab w:val="left" w:pos="-3261"/>
          <w:tab w:val="left" w:pos="709"/>
        </w:tabs>
        <w:spacing w:after="120"/>
        <w:jc w:val="both"/>
        <w:rPr>
          <w:b/>
          <w:bCs/>
          <w:color w:val="000000"/>
          <w:lang w:eastAsia="sk-SK"/>
        </w:rPr>
      </w:pPr>
      <w:r>
        <w:rPr>
          <w:b/>
          <w:bCs/>
          <w:color w:val="000000"/>
          <w:lang w:eastAsia="sk-SK"/>
        </w:rPr>
        <w:t>9</w:t>
      </w:r>
      <w:r w:rsidR="00A618D6" w:rsidRPr="00A618D6">
        <w:rPr>
          <w:b/>
          <w:bCs/>
          <w:color w:val="000000"/>
          <w:lang w:eastAsia="sk-SK"/>
        </w:rPr>
        <w:t xml:space="preserve">.1.3 </w:t>
      </w:r>
      <w:r w:rsidR="0037063E">
        <w:rPr>
          <w:b/>
          <w:bCs/>
          <w:color w:val="000000"/>
          <w:lang w:eastAsia="sk-SK"/>
        </w:rPr>
        <w:tab/>
      </w:r>
      <w:r w:rsidR="00A618D6" w:rsidRPr="00A618D6">
        <w:rPr>
          <w:b/>
          <w:bCs/>
          <w:color w:val="000000"/>
          <w:lang w:eastAsia="sk-SK"/>
        </w:rPr>
        <w:t>Použité normy, predpisy, literatúra a elektronické zdroje</w:t>
      </w:r>
    </w:p>
    <w:p w14:paraId="3BBE0CB9" w14:textId="77777777" w:rsidR="00A618D6" w:rsidRPr="00A618D6" w:rsidRDefault="00686DC9" w:rsidP="0037063E">
      <w:pPr>
        <w:pStyle w:val="Hlavika"/>
        <w:tabs>
          <w:tab w:val="left" w:pos="-3261"/>
          <w:tab w:val="left" w:pos="709"/>
        </w:tabs>
        <w:spacing w:after="120"/>
        <w:jc w:val="both"/>
        <w:rPr>
          <w:b/>
          <w:bCs/>
          <w:color w:val="000000"/>
          <w:lang w:eastAsia="sk-SK"/>
        </w:rPr>
      </w:pPr>
      <w:r>
        <w:rPr>
          <w:b/>
          <w:bCs/>
          <w:color w:val="000000"/>
          <w:lang w:eastAsia="sk-SK"/>
        </w:rPr>
        <w:t>9</w:t>
      </w:r>
      <w:r w:rsidR="00A618D6" w:rsidRPr="00A618D6">
        <w:rPr>
          <w:b/>
          <w:bCs/>
          <w:color w:val="000000"/>
          <w:lang w:eastAsia="sk-SK"/>
        </w:rPr>
        <w:t xml:space="preserve">.1.4 </w:t>
      </w:r>
      <w:r w:rsidR="0037063E">
        <w:rPr>
          <w:b/>
          <w:bCs/>
          <w:color w:val="000000"/>
          <w:lang w:eastAsia="sk-SK"/>
        </w:rPr>
        <w:tab/>
      </w:r>
      <w:r w:rsidR="00A618D6" w:rsidRPr="00A618D6">
        <w:rPr>
          <w:b/>
          <w:bCs/>
          <w:color w:val="000000"/>
          <w:lang w:eastAsia="sk-SK"/>
        </w:rPr>
        <w:t>Popis funkčného a technického riešenia</w:t>
      </w:r>
    </w:p>
    <w:p w14:paraId="04FADD5E" w14:textId="77777777" w:rsidR="00A618D6" w:rsidRPr="00C07781" w:rsidRDefault="00A618D6" w:rsidP="007B4C63">
      <w:pPr>
        <w:pStyle w:val="Odsekzoznamu"/>
        <w:numPr>
          <w:ilvl w:val="0"/>
          <w:numId w:val="96"/>
        </w:numPr>
        <w:adjustRightInd w:val="0"/>
        <w:spacing w:before="0" w:after="24" w:line="240" w:lineRule="auto"/>
        <w:rPr>
          <w:color w:val="000000"/>
          <w:lang w:eastAsia="sk-SK"/>
        </w:rPr>
      </w:pPr>
      <w:r w:rsidRPr="00C07781">
        <w:rPr>
          <w:color w:val="000000"/>
          <w:lang w:eastAsia="sk-SK"/>
        </w:rPr>
        <w:t>Zmeny voči DÚR</w:t>
      </w:r>
    </w:p>
    <w:p w14:paraId="270B0F8E" w14:textId="77777777" w:rsidR="00A618D6" w:rsidRPr="00C07781" w:rsidRDefault="00A618D6" w:rsidP="007B4C63">
      <w:pPr>
        <w:pStyle w:val="Odsekzoznamu"/>
        <w:numPr>
          <w:ilvl w:val="0"/>
          <w:numId w:val="96"/>
        </w:numPr>
        <w:adjustRightInd w:val="0"/>
        <w:spacing w:before="0" w:after="24" w:line="240" w:lineRule="auto"/>
        <w:rPr>
          <w:color w:val="000000"/>
          <w:lang w:eastAsia="sk-SK"/>
        </w:rPr>
      </w:pPr>
      <w:r w:rsidRPr="00C07781">
        <w:rPr>
          <w:color w:val="000000"/>
          <w:lang w:eastAsia="sk-SK"/>
        </w:rPr>
        <w:t>Základné údaje o objekte</w:t>
      </w:r>
    </w:p>
    <w:p w14:paraId="6E607B19" w14:textId="77777777" w:rsidR="00A618D6" w:rsidRPr="00C07781" w:rsidRDefault="00A618D6" w:rsidP="007B4C63">
      <w:pPr>
        <w:pStyle w:val="Odsekzoznamu"/>
        <w:numPr>
          <w:ilvl w:val="0"/>
          <w:numId w:val="96"/>
        </w:numPr>
        <w:adjustRightInd w:val="0"/>
        <w:spacing w:before="0" w:after="120" w:line="240" w:lineRule="auto"/>
        <w:ind w:left="714" w:hanging="357"/>
        <w:rPr>
          <w:color w:val="000000"/>
          <w:lang w:eastAsia="sk-SK"/>
        </w:rPr>
      </w:pPr>
      <w:r w:rsidRPr="00C07781">
        <w:rPr>
          <w:color w:val="000000"/>
          <w:lang w:eastAsia="sk-SK"/>
        </w:rPr>
        <w:t>Väzba na ostatné stavebné objekty</w:t>
      </w:r>
    </w:p>
    <w:p w14:paraId="065F56FC" w14:textId="77777777" w:rsidR="00A618D6" w:rsidRPr="00A618D6" w:rsidRDefault="00686DC9" w:rsidP="00C07781">
      <w:pPr>
        <w:pStyle w:val="Hlavika"/>
        <w:tabs>
          <w:tab w:val="left" w:pos="-3261"/>
          <w:tab w:val="left" w:pos="709"/>
          <w:tab w:val="left" w:pos="2552"/>
        </w:tabs>
        <w:spacing w:after="120"/>
        <w:jc w:val="both"/>
        <w:rPr>
          <w:b/>
          <w:bCs/>
          <w:color w:val="000000"/>
          <w:lang w:eastAsia="sk-SK"/>
        </w:rPr>
      </w:pPr>
      <w:r>
        <w:rPr>
          <w:b/>
          <w:bCs/>
          <w:color w:val="000000"/>
          <w:lang w:eastAsia="sk-SK"/>
        </w:rPr>
        <w:t>9</w:t>
      </w:r>
      <w:r w:rsidR="00A618D6" w:rsidRPr="00A618D6">
        <w:rPr>
          <w:b/>
          <w:bCs/>
          <w:color w:val="000000"/>
          <w:lang w:eastAsia="sk-SK"/>
        </w:rPr>
        <w:t xml:space="preserve">.1.5 </w:t>
      </w:r>
      <w:r w:rsidR="00C07781">
        <w:rPr>
          <w:b/>
          <w:bCs/>
          <w:color w:val="000000"/>
          <w:lang w:eastAsia="sk-SK"/>
        </w:rPr>
        <w:tab/>
      </w:r>
      <w:r w:rsidR="00A618D6" w:rsidRPr="00A618D6">
        <w:rPr>
          <w:b/>
          <w:bCs/>
          <w:color w:val="000000"/>
          <w:lang w:eastAsia="sk-SK"/>
        </w:rPr>
        <w:t>Popis napojenia na existujúci stav</w:t>
      </w:r>
    </w:p>
    <w:p w14:paraId="1298C06A" w14:textId="77777777" w:rsidR="00A618D6" w:rsidRPr="00C07781" w:rsidRDefault="00A618D6" w:rsidP="007B4C63">
      <w:pPr>
        <w:pStyle w:val="Odsekzoznamu"/>
        <w:numPr>
          <w:ilvl w:val="0"/>
          <w:numId w:val="96"/>
        </w:numPr>
        <w:adjustRightInd w:val="0"/>
        <w:spacing w:before="0" w:after="24" w:line="240" w:lineRule="auto"/>
        <w:rPr>
          <w:color w:val="000000"/>
          <w:lang w:eastAsia="sk-SK"/>
        </w:rPr>
      </w:pPr>
      <w:r w:rsidRPr="00C07781">
        <w:rPr>
          <w:color w:val="000000"/>
          <w:lang w:eastAsia="sk-SK"/>
        </w:rPr>
        <w:t>Napojenie na existujúce komunikácie</w:t>
      </w:r>
    </w:p>
    <w:p w14:paraId="091A6533" w14:textId="77777777" w:rsidR="00A618D6" w:rsidRPr="00C07781" w:rsidRDefault="00A618D6" w:rsidP="007B4C63">
      <w:pPr>
        <w:pStyle w:val="Odsekzoznamu"/>
        <w:numPr>
          <w:ilvl w:val="0"/>
          <w:numId w:val="96"/>
        </w:numPr>
        <w:adjustRightInd w:val="0"/>
        <w:spacing w:before="0" w:after="24" w:line="240" w:lineRule="auto"/>
        <w:rPr>
          <w:color w:val="000000"/>
          <w:lang w:eastAsia="sk-SK"/>
        </w:rPr>
      </w:pPr>
      <w:r w:rsidRPr="00C07781">
        <w:rPr>
          <w:color w:val="000000"/>
          <w:lang w:eastAsia="sk-SK"/>
        </w:rPr>
        <w:t>Prístup na pozemky rozdelené stavbou</w:t>
      </w:r>
    </w:p>
    <w:p w14:paraId="54A8FBF7" w14:textId="77777777" w:rsidR="00A618D6" w:rsidRPr="00C07781" w:rsidRDefault="00A618D6" w:rsidP="007B4C63">
      <w:pPr>
        <w:pStyle w:val="Odsekzoznamu"/>
        <w:numPr>
          <w:ilvl w:val="0"/>
          <w:numId w:val="96"/>
        </w:numPr>
        <w:adjustRightInd w:val="0"/>
        <w:spacing w:before="0" w:after="120" w:line="240" w:lineRule="auto"/>
        <w:ind w:left="714" w:hanging="357"/>
        <w:rPr>
          <w:color w:val="000000"/>
          <w:lang w:eastAsia="sk-SK"/>
        </w:rPr>
      </w:pPr>
      <w:r w:rsidRPr="00C07781">
        <w:rPr>
          <w:color w:val="000000"/>
          <w:lang w:eastAsia="sk-SK"/>
        </w:rPr>
        <w:t>Väzby na existujúce inžinierske siete</w:t>
      </w:r>
    </w:p>
    <w:p w14:paraId="71D71389"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.1.6 </w:t>
      </w:r>
      <w:r w:rsidR="00C07781">
        <w:rPr>
          <w:b/>
          <w:bCs/>
          <w:color w:val="000000"/>
          <w:lang w:eastAsia="sk-SK"/>
        </w:rPr>
        <w:tab/>
      </w:r>
      <w:r w:rsidR="00C07781" w:rsidRPr="00C07781">
        <w:rPr>
          <w:b/>
          <w:bCs/>
          <w:color w:val="000000"/>
          <w:lang w:eastAsia="sk-SK"/>
        </w:rPr>
        <w:t xml:space="preserve">Úprava režimu povrchových a podzemných vôd a ich ochrana </w:t>
      </w:r>
    </w:p>
    <w:p w14:paraId="631562AF"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.1.7 </w:t>
      </w:r>
      <w:r w:rsidR="00C07781">
        <w:rPr>
          <w:b/>
          <w:bCs/>
          <w:color w:val="000000"/>
          <w:lang w:eastAsia="sk-SK"/>
        </w:rPr>
        <w:tab/>
      </w:r>
      <w:r w:rsidR="00C07781" w:rsidRPr="00C07781">
        <w:rPr>
          <w:b/>
          <w:bCs/>
          <w:color w:val="000000"/>
          <w:lang w:eastAsia="sk-SK"/>
        </w:rPr>
        <w:t xml:space="preserve">Zvláštne požiadavky na postup stavebných prác a údržbu </w:t>
      </w:r>
    </w:p>
    <w:p w14:paraId="4677AD6A"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.1.8 </w:t>
      </w:r>
      <w:r w:rsidR="00C07781">
        <w:rPr>
          <w:b/>
          <w:bCs/>
          <w:color w:val="000000"/>
          <w:lang w:eastAsia="sk-SK"/>
        </w:rPr>
        <w:tab/>
      </w:r>
      <w:r w:rsidR="00C07781" w:rsidRPr="00C07781">
        <w:rPr>
          <w:b/>
          <w:bCs/>
          <w:color w:val="000000"/>
          <w:lang w:eastAsia="sk-SK"/>
        </w:rPr>
        <w:t xml:space="preserve">Charakteristika a popis technického riešenia pozemnej komunikácie </w:t>
      </w:r>
    </w:p>
    <w:p w14:paraId="78448D2D" w14:textId="77777777" w:rsidR="00C07781" w:rsidRPr="00C07781" w:rsidRDefault="00C07781" w:rsidP="007B4C63">
      <w:pPr>
        <w:pStyle w:val="Odsekzoznamu"/>
        <w:numPr>
          <w:ilvl w:val="0"/>
          <w:numId w:val="96"/>
        </w:numPr>
        <w:adjustRightInd w:val="0"/>
        <w:spacing w:before="0" w:after="24" w:line="240" w:lineRule="auto"/>
        <w:rPr>
          <w:color w:val="000000"/>
          <w:lang w:eastAsia="sk-SK"/>
        </w:rPr>
      </w:pPr>
      <w:r w:rsidRPr="00C07781">
        <w:rPr>
          <w:color w:val="000000"/>
          <w:lang w:eastAsia="sk-SK"/>
        </w:rPr>
        <w:t xml:space="preserve">Z hľadiska starostlivosti o životné prostredie </w:t>
      </w:r>
    </w:p>
    <w:p w14:paraId="78E8F719" w14:textId="77777777" w:rsidR="00C07781" w:rsidRPr="00C07781" w:rsidRDefault="00C07781" w:rsidP="007B4C63">
      <w:pPr>
        <w:pStyle w:val="Odsekzoznamu"/>
        <w:numPr>
          <w:ilvl w:val="0"/>
          <w:numId w:val="96"/>
        </w:numPr>
        <w:adjustRightInd w:val="0"/>
        <w:spacing w:before="0" w:after="24" w:line="240" w:lineRule="auto"/>
        <w:rPr>
          <w:color w:val="000000"/>
          <w:lang w:eastAsia="sk-SK"/>
        </w:rPr>
      </w:pPr>
      <w:r w:rsidRPr="00C07781">
        <w:rPr>
          <w:color w:val="000000"/>
          <w:lang w:eastAsia="sk-SK"/>
        </w:rPr>
        <w:t xml:space="preserve">Z hľadiska bezpečnosti prevádzky zariadenia </w:t>
      </w:r>
    </w:p>
    <w:p w14:paraId="1C5C6EBF" w14:textId="77777777" w:rsidR="00C07781" w:rsidRPr="00C07781" w:rsidRDefault="00C07781" w:rsidP="007B4C63">
      <w:pPr>
        <w:pStyle w:val="Odsekzoznamu"/>
        <w:numPr>
          <w:ilvl w:val="0"/>
          <w:numId w:val="96"/>
        </w:numPr>
        <w:adjustRightInd w:val="0"/>
        <w:spacing w:before="0" w:after="24" w:line="240" w:lineRule="auto"/>
        <w:rPr>
          <w:color w:val="000000"/>
          <w:lang w:eastAsia="sk-SK"/>
        </w:rPr>
      </w:pPr>
      <w:r w:rsidRPr="00C07781">
        <w:rPr>
          <w:color w:val="000000"/>
          <w:lang w:eastAsia="sk-SK"/>
        </w:rPr>
        <w:t xml:space="preserve">Z hľadiska bezpečnosti a ochrany zdravia pri práci a prevádzky stavebných zariadení počas výstavby </w:t>
      </w:r>
    </w:p>
    <w:p w14:paraId="2111682F" w14:textId="77777777" w:rsidR="00C07781" w:rsidRPr="00C07781" w:rsidRDefault="00C07781" w:rsidP="007B4C63">
      <w:pPr>
        <w:pStyle w:val="Odsekzoznamu"/>
        <w:numPr>
          <w:ilvl w:val="0"/>
          <w:numId w:val="96"/>
        </w:numPr>
        <w:adjustRightInd w:val="0"/>
        <w:spacing w:before="0" w:after="120" w:line="240" w:lineRule="auto"/>
        <w:rPr>
          <w:color w:val="000000"/>
          <w:lang w:eastAsia="sk-SK"/>
        </w:rPr>
      </w:pPr>
      <w:r w:rsidRPr="00C07781">
        <w:rPr>
          <w:color w:val="000000"/>
          <w:lang w:eastAsia="sk-SK"/>
        </w:rPr>
        <w:lastRenderedPageBreak/>
        <w:t xml:space="preserve">Popis riešenia voči agresívnemu prostrediu </w:t>
      </w:r>
    </w:p>
    <w:p w14:paraId="33D6A1E6"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.1.9 </w:t>
      </w:r>
      <w:r w:rsidR="00C07781">
        <w:rPr>
          <w:b/>
          <w:bCs/>
          <w:color w:val="000000"/>
          <w:lang w:eastAsia="sk-SK"/>
        </w:rPr>
        <w:tab/>
      </w:r>
      <w:r w:rsidR="00C07781" w:rsidRPr="00C07781">
        <w:rPr>
          <w:b/>
          <w:bCs/>
          <w:color w:val="000000"/>
          <w:lang w:eastAsia="sk-SK"/>
        </w:rPr>
        <w:t xml:space="preserve">Prílohy technickej správy </w:t>
      </w:r>
    </w:p>
    <w:p w14:paraId="4C0DD1B1" w14:textId="77777777" w:rsidR="00C07781" w:rsidRPr="00C07781" w:rsidRDefault="00C07781" w:rsidP="007B4C63">
      <w:pPr>
        <w:pStyle w:val="Odsekzoznamu"/>
        <w:numPr>
          <w:ilvl w:val="0"/>
          <w:numId w:val="96"/>
        </w:numPr>
        <w:adjustRightInd w:val="0"/>
        <w:spacing w:before="0" w:after="26" w:line="240" w:lineRule="auto"/>
        <w:rPr>
          <w:color w:val="000000"/>
          <w:lang w:eastAsia="sk-SK"/>
        </w:rPr>
      </w:pPr>
      <w:proofErr w:type="spellStart"/>
      <w:r w:rsidRPr="00C07781">
        <w:rPr>
          <w:color w:val="000000"/>
          <w:lang w:eastAsia="sk-SK"/>
        </w:rPr>
        <w:t>Hydrotechnické</w:t>
      </w:r>
      <w:proofErr w:type="spellEnd"/>
      <w:r w:rsidRPr="00C07781">
        <w:rPr>
          <w:color w:val="000000"/>
          <w:lang w:eastAsia="sk-SK"/>
        </w:rPr>
        <w:t xml:space="preserve"> výpočty (na základe aktuálnych podkladov z SHMÚ) </w:t>
      </w:r>
    </w:p>
    <w:p w14:paraId="493244AC" w14:textId="77777777" w:rsidR="00C07781" w:rsidRPr="00C07781" w:rsidRDefault="00C07781" w:rsidP="007B4C63">
      <w:pPr>
        <w:pStyle w:val="Odsekzoznamu"/>
        <w:numPr>
          <w:ilvl w:val="0"/>
          <w:numId w:val="96"/>
        </w:numPr>
        <w:adjustRightInd w:val="0"/>
        <w:spacing w:before="0" w:after="120" w:line="240" w:lineRule="auto"/>
        <w:rPr>
          <w:color w:val="000000"/>
          <w:lang w:eastAsia="sk-SK"/>
        </w:rPr>
      </w:pPr>
      <w:r w:rsidRPr="00C07781">
        <w:rPr>
          <w:color w:val="000000"/>
          <w:lang w:eastAsia="sk-SK"/>
        </w:rPr>
        <w:t xml:space="preserve">Statické, resp. </w:t>
      </w:r>
      <w:proofErr w:type="spellStart"/>
      <w:r w:rsidRPr="00C07781">
        <w:rPr>
          <w:color w:val="000000"/>
          <w:lang w:eastAsia="sk-SK"/>
        </w:rPr>
        <w:t>stabilitné</w:t>
      </w:r>
      <w:proofErr w:type="spellEnd"/>
      <w:r w:rsidRPr="00C07781">
        <w:rPr>
          <w:color w:val="000000"/>
          <w:lang w:eastAsia="sk-SK"/>
        </w:rPr>
        <w:t xml:space="preserve"> výpočty </w:t>
      </w:r>
    </w:p>
    <w:p w14:paraId="28815E5E"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.2 </w:t>
      </w:r>
      <w:r w:rsidR="00C07781">
        <w:rPr>
          <w:b/>
          <w:bCs/>
          <w:color w:val="000000"/>
          <w:lang w:eastAsia="sk-SK"/>
        </w:rPr>
        <w:tab/>
      </w:r>
      <w:r w:rsidR="00C07781" w:rsidRPr="00C07781">
        <w:rPr>
          <w:b/>
          <w:bCs/>
          <w:color w:val="000000"/>
          <w:lang w:eastAsia="sk-SK"/>
        </w:rPr>
        <w:t xml:space="preserve">Situácia </w:t>
      </w:r>
    </w:p>
    <w:p w14:paraId="060DF480"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Situácia sa vypracuje na geodetickom podklade - polohopisné a výškopisné zameranie, zameranie inžinierskych sietí (šedou, čiernou) a zobrazuje navrhnutý objekt (červenou), ostatné objekty stavby (inou farbou). </w:t>
      </w:r>
    </w:p>
    <w:p w14:paraId="60697664"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Situácia sa vypracuje spravidla v mierke 1:1 000, v prípade zložitých vzťahov sa použije mierka v zmysle STN 01 3466. </w:t>
      </w:r>
    </w:p>
    <w:p w14:paraId="48EFB464"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.3 </w:t>
      </w:r>
      <w:r w:rsidR="00C07781">
        <w:rPr>
          <w:b/>
          <w:bCs/>
          <w:color w:val="000000"/>
          <w:lang w:eastAsia="sk-SK"/>
        </w:rPr>
        <w:tab/>
      </w:r>
      <w:r w:rsidR="00C07781" w:rsidRPr="00C07781">
        <w:rPr>
          <w:b/>
          <w:bCs/>
          <w:color w:val="000000"/>
          <w:lang w:eastAsia="sk-SK"/>
        </w:rPr>
        <w:t xml:space="preserve">Pozdĺžny profil </w:t>
      </w:r>
    </w:p>
    <w:p w14:paraId="2EE846E8"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Pozdĺžny profil sa vypracuje v dĺžkovej mierke situácie a výškovej mierke s desaťnásobným prevýšením. </w:t>
      </w:r>
    </w:p>
    <w:p w14:paraId="1FF4FF4F" w14:textId="77777777" w:rsidR="00C07781" w:rsidRPr="00C07781" w:rsidRDefault="00686DC9" w:rsidP="00F01C1B">
      <w:pPr>
        <w:keepNext/>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.4</w:t>
      </w:r>
      <w:r w:rsidR="00C07781">
        <w:rPr>
          <w:b/>
          <w:bCs/>
          <w:color w:val="000000"/>
          <w:lang w:eastAsia="sk-SK"/>
        </w:rPr>
        <w:tab/>
      </w:r>
      <w:r w:rsidR="00C07781" w:rsidRPr="00C07781">
        <w:rPr>
          <w:b/>
          <w:bCs/>
          <w:color w:val="000000"/>
          <w:lang w:eastAsia="sk-SK"/>
        </w:rPr>
        <w:t xml:space="preserve"> Vzorové priečne rezy </w:t>
      </w:r>
    </w:p>
    <w:p w14:paraId="14F3490D" w14:textId="77777777" w:rsidR="00C07781" w:rsidRPr="00C07781" w:rsidRDefault="00C07781" w:rsidP="00F01C1B">
      <w:pPr>
        <w:keepNext/>
        <w:adjustRightInd w:val="0"/>
        <w:spacing w:before="0" w:after="120" w:line="240" w:lineRule="auto"/>
        <w:ind w:firstLine="680"/>
        <w:rPr>
          <w:color w:val="000000"/>
          <w:lang w:eastAsia="sk-SK"/>
        </w:rPr>
      </w:pPr>
      <w:r w:rsidRPr="00C07781">
        <w:rPr>
          <w:color w:val="000000"/>
          <w:lang w:eastAsia="sk-SK"/>
        </w:rPr>
        <w:t xml:space="preserve">Vypracúvajú sa na charakteristických a špecifických častiach objektu v M 1:50, prípadne M 1:100. </w:t>
      </w:r>
    </w:p>
    <w:p w14:paraId="544638E9"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V prípade rekonštrukcií sa môžu vzorové priečne rezy kresliť aj farebne. </w:t>
      </w:r>
    </w:p>
    <w:p w14:paraId="25021D89" w14:textId="77777777" w:rsidR="003A179F" w:rsidRPr="00187607" w:rsidRDefault="00C07781" w:rsidP="00C07781">
      <w:pPr>
        <w:pStyle w:val="Hlavika"/>
        <w:tabs>
          <w:tab w:val="clear" w:pos="4819"/>
          <w:tab w:val="clear" w:pos="9071"/>
          <w:tab w:val="left" w:pos="-3261"/>
        </w:tabs>
        <w:spacing w:after="120"/>
        <w:jc w:val="both"/>
        <w:rPr>
          <w:bCs/>
          <w:highlight w:val="lightGray"/>
        </w:rPr>
      </w:pPr>
      <w:r>
        <w:rPr>
          <w:color w:val="000000"/>
          <w:lang w:eastAsia="sk-SK"/>
        </w:rPr>
        <w:tab/>
      </w:r>
      <w:r w:rsidRPr="00C07781">
        <w:rPr>
          <w:color w:val="000000"/>
          <w:lang w:eastAsia="sk-SK"/>
        </w:rPr>
        <w:t>Vo vzorových priečnych rezoch musí byť zakreslená aj väzba na okolie, resp. iné časti stavby.</w:t>
      </w:r>
    </w:p>
    <w:p w14:paraId="5D33D0E8"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.5 </w:t>
      </w:r>
      <w:r w:rsidR="005B0B50">
        <w:rPr>
          <w:b/>
          <w:bCs/>
          <w:color w:val="000000"/>
          <w:lang w:eastAsia="sk-SK"/>
        </w:rPr>
        <w:tab/>
      </w:r>
      <w:r w:rsidR="005B0B50" w:rsidRPr="005B0B50">
        <w:rPr>
          <w:b/>
          <w:bCs/>
          <w:color w:val="000000"/>
          <w:lang w:eastAsia="sk-SK"/>
        </w:rPr>
        <w:t xml:space="preserve">Charakteristické priečne rezy </w:t>
      </w:r>
    </w:p>
    <w:p w14:paraId="27E240B4"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Zobrazuje začlenenie objektu do terénu, resp. stavby v charakteristických miestach spravidla v mierke M 1:100, resp. M 1:200. V priečnych rezoch sú zobrazené väzby na všetky súvisiace objekty. Maximálna vzdialenosť priečnych rezov nesmie prekročiť 25 m. </w:t>
      </w:r>
    </w:p>
    <w:p w14:paraId="2DD90CDD"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.6 </w:t>
      </w:r>
      <w:r w:rsidR="005B0B50">
        <w:rPr>
          <w:b/>
          <w:bCs/>
          <w:color w:val="000000"/>
          <w:lang w:eastAsia="sk-SK"/>
        </w:rPr>
        <w:tab/>
      </w:r>
      <w:r w:rsidR="005B0B50" w:rsidRPr="005B0B50">
        <w:rPr>
          <w:b/>
          <w:bCs/>
          <w:color w:val="000000"/>
          <w:lang w:eastAsia="sk-SK"/>
        </w:rPr>
        <w:t xml:space="preserve">Iné výkresy na spresnenie technického návrhu </w:t>
      </w:r>
    </w:p>
    <w:p w14:paraId="7ACF3B18"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Vypracujú sa v prípadoch, keď je to potrebné na spresnenie technického návrhu. Ide najmä o prehľadné výkresy, pohľady a schémy (výkresy) atypických konštrukcií v M 1:10 – M 1:100. </w:t>
      </w:r>
    </w:p>
    <w:p w14:paraId="7B1B0C7D"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.7</w:t>
      </w:r>
      <w:r w:rsidR="005B0B50">
        <w:rPr>
          <w:b/>
          <w:bCs/>
          <w:color w:val="000000"/>
          <w:lang w:eastAsia="sk-SK"/>
        </w:rPr>
        <w:tab/>
      </w:r>
      <w:r w:rsidR="005B0B50" w:rsidRPr="005B0B50">
        <w:rPr>
          <w:b/>
          <w:bCs/>
          <w:color w:val="000000"/>
          <w:lang w:eastAsia="sk-SK"/>
        </w:rPr>
        <w:t xml:space="preserve"> Výkresy tvaru </w:t>
      </w:r>
    </w:p>
    <w:p w14:paraId="57BB1284"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Výkresy zobrazujú tvary všetkých konštrukčných prvkov (prahy, pilóty, stužujúce vence, atď.). </w:t>
      </w:r>
    </w:p>
    <w:p w14:paraId="3EC23C94"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.8 </w:t>
      </w:r>
      <w:r w:rsidR="005B0B50">
        <w:rPr>
          <w:b/>
          <w:bCs/>
          <w:color w:val="000000"/>
          <w:lang w:eastAsia="sk-SK"/>
        </w:rPr>
        <w:tab/>
      </w:r>
      <w:r w:rsidR="005B0B50" w:rsidRPr="005B0B50">
        <w:rPr>
          <w:b/>
          <w:bCs/>
          <w:color w:val="000000"/>
          <w:lang w:eastAsia="sk-SK"/>
        </w:rPr>
        <w:t xml:space="preserve">Výkresy výstuže </w:t>
      </w:r>
    </w:p>
    <w:p w14:paraId="3C9ABF73"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Výkresy zobrazujú výstuž všetkých konštrukčných prvkov (prahy, pilóty, stužujúce vence, atď.) Súčasťou je aj materiálová charakteristika betónov a betonárskej výstuže. </w:t>
      </w:r>
    </w:p>
    <w:p w14:paraId="17AF75C6"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.9 </w:t>
      </w:r>
      <w:r w:rsidR="005B0B50">
        <w:rPr>
          <w:b/>
          <w:bCs/>
          <w:color w:val="000000"/>
          <w:lang w:eastAsia="sk-SK"/>
        </w:rPr>
        <w:tab/>
      </w:r>
      <w:r w:rsidR="005B0B50" w:rsidRPr="005B0B50">
        <w:rPr>
          <w:b/>
          <w:bCs/>
          <w:color w:val="000000"/>
          <w:lang w:eastAsia="sk-SK"/>
        </w:rPr>
        <w:t xml:space="preserve">Vytyčovací výkres </w:t>
      </w:r>
    </w:p>
    <w:p w14:paraId="4145DBFC" w14:textId="77777777" w:rsidR="005B0B50" w:rsidRPr="005B0B50" w:rsidRDefault="005B0B50" w:rsidP="005B0B50">
      <w:pPr>
        <w:adjustRightInd w:val="0"/>
        <w:spacing w:before="0" w:after="120" w:line="240" w:lineRule="auto"/>
        <w:rPr>
          <w:color w:val="000000"/>
          <w:lang w:eastAsia="sk-SK"/>
        </w:rPr>
      </w:pPr>
      <w:r w:rsidRPr="005B0B50">
        <w:rPr>
          <w:color w:val="000000"/>
          <w:lang w:eastAsia="sk-SK"/>
        </w:rPr>
        <w:t xml:space="preserve">Obsahom vytyčovacieho výkresu ostatných objektov je: </w:t>
      </w:r>
    </w:p>
    <w:p w14:paraId="30152F16" w14:textId="77777777" w:rsidR="005B0B50" w:rsidRPr="005B0B50" w:rsidRDefault="005B0B50" w:rsidP="007B4C63">
      <w:pPr>
        <w:pStyle w:val="Odsekzoznamu"/>
        <w:numPr>
          <w:ilvl w:val="0"/>
          <w:numId w:val="99"/>
        </w:numPr>
        <w:adjustRightInd w:val="0"/>
        <w:spacing w:before="0" w:after="26" w:line="240" w:lineRule="auto"/>
        <w:rPr>
          <w:color w:val="000000"/>
          <w:lang w:eastAsia="sk-SK"/>
        </w:rPr>
      </w:pPr>
      <w:r w:rsidRPr="005B0B50">
        <w:rPr>
          <w:color w:val="000000"/>
          <w:lang w:eastAsia="sk-SK"/>
        </w:rPr>
        <w:t xml:space="preserve">rozpiska, </w:t>
      </w:r>
    </w:p>
    <w:p w14:paraId="37BC1EFB" w14:textId="77777777" w:rsidR="005B0B50" w:rsidRPr="005B0B50" w:rsidRDefault="005B0B50" w:rsidP="007B4C63">
      <w:pPr>
        <w:pStyle w:val="Odsekzoznamu"/>
        <w:numPr>
          <w:ilvl w:val="0"/>
          <w:numId w:val="99"/>
        </w:numPr>
        <w:adjustRightInd w:val="0"/>
        <w:spacing w:before="0" w:after="26" w:line="240" w:lineRule="auto"/>
        <w:rPr>
          <w:color w:val="000000"/>
          <w:lang w:eastAsia="sk-SK"/>
        </w:rPr>
      </w:pPr>
      <w:r w:rsidRPr="005B0B50">
        <w:rPr>
          <w:color w:val="000000"/>
          <w:lang w:eastAsia="sk-SK"/>
        </w:rPr>
        <w:t xml:space="preserve">zoznam súradníc a výšok prvkov priestorovej polohy, </w:t>
      </w:r>
    </w:p>
    <w:p w14:paraId="46FD61AB" w14:textId="77777777" w:rsidR="005B0B50" w:rsidRPr="005B0B50" w:rsidRDefault="005B0B50" w:rsidP="007B4C63">
      <w:pPr>
        <w:pStyle w:val="Odsekzoznamu"/>
        <w:numPr>
          <w:ilvl w:val="0"/>
          <w:numId w:val="99"/>
        </w:numPr>
        <w:adjustRightInd w:val="0"/>
        <w:spacing w:before="0" w:after="26" w:line="240" w:lineRule="auto"/>
        <w:rPr>
          <w:color w:val="000000"/>
          <w:lang w:eastAsia="sk-SK"/>
        </w:rPr>
      </w:pPr>
      <w:r w:rsidRPr="005B0B50">
        <w:rPr>
          <w:color w:val="000000"/>
          <w:lang w:eastAsia="sk-SK"/>
        </w:rPr>
        <w:t xml:space="preserve">zobrazenie bodov ZVS vo výkrese a ich zoznam súradníc a výšok, </w:t>
      </w:r>
    </w:p>
    <w:p w14:paraId="0198B8D6" w14:textId="77777777" w:rsidR="005B0B50" w:rsidRPr="005B0B50" w:rsidRDefault="005B0B50" w:rsidP="007B4C63">
      <w:pPr>
        <w:pStyle w:val="Odsekzoznamu"/>
        <w:numPr>
          <w:ilvl w:val="0"/>
          <w:numId w:val="99"/>
        </w:numPr>
        <w:adjustRightInd w:val="0"/>
        <w:spacing w:before="0" w:after="26" w:line="240" w:lineRule="auto"/>
        <w:rPr>
          <w:color w:val="000000"/>
          <w:lang w:eastAsia="sk-SK"/>
        </w:rPr>
      </w:pPr>
      <w:r w:rsidRPr="005B0B50">
        <w:rPr>
          <w:color w:val="000000"/>
          <w:lang w:eastAsia="sk-SK"/>
        </w:rPr>
        <w:t xml:space="preserve">zoznam súradníc a výšok ŠPS a nivelačných bodov ŠNS, </w:t>
      </w:r>
    </w:p>
    <w:p w14:paraId="5AF7A9CE" w14:textId="77777777" w:rsidR="005B0B50" w:rsidRPr="005B0B50" w:rsidRDefault="005B0B50" w:rsidP="007B4C63">
      <w:pPr>
        <w:pStyle w:val="Odsekzoznamu"/>
        <w:numPr>
          <w:ilvl w:val="0"/>
          <w:numId w:val="99"/>
        </w:numPr>
        <w:adjustRightInd w:val="0"/>
        <w:spacing w:before="0" w:after="26" w:line="240" w:lineRule="auto"/>
        <w:rPr>
          <w:color w:val="000000"/>
          <w:lang w:eastAsia="sk-SK"/>
        </w:rPr>
      </w:pPr>
      <w:r w:rsidRPr="005B0B50">
        <w:rPr>
          <w:color w:val="000000"/>
          <w:lang w:eastAsia="sk-SK"/>
        </w:rPr>
        <w:t xml:space="preserve">požiadavka na presnosť vytýčenia definovaná stavebnou odchýlkou alebo odvolaním sa na krajné vytyčovacie odchýlky uvedené v príslušnej slovenskej technickej norme poprípade iným definovaním presnosti, </w:t>
      </w:r>
    </w:p>
    <w:p w14:paraId="6A3A294A" w14:textId="77777777" w:rsidR="005B0B50" w:rsidRPr="005B0B50" w:rsidRDefault="005B0B50" w:rsidP="007B4C63">
      <w:pPr>
        <w:pStyle w:val="Odsekzoznamu"/>
        <w:numPr>
          <w:ilvl w:val="0"/>
          <w:numId w:val="99"/>
        </w:numPr>
        <w:adjustRightInd w:val="0"/>
        <w:spacing w:before="0" w:after="0" w:line="240" w:lineRule="auto"/>
        <w:rPr>
          <w:color w:val="000000"/>
          <w:lang w:eastAsia="sk-SK"/>
        </w:rPr>
      </w:pPr>
      <w:r w:rsidRPr="005B0B50">
        <w:rPr>
          <w:color w:val="000000"/>
          <w:lang w:eastAsia="sk-SK"/>
        </w:rPr>
        <w:t xml:space="preserve">zoznamy súradníc a výšok podrobných bodov všetkých lomových bodov konštrukčných prvkov objektu. </w:t>
      </w:r>
    </w:p>
    <w:p w14:paraId="70CB7BF8"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Charakteristické body a hlavné výškové body mosta funkčne nahradzujú body ZVS a jestvujúce body ŠNS a ŠPS. </w:t>
      </w:r>
    </w:p>
    <w:p w14:paraId="495FD0AE"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Vytyčovací výkres musí byť overený autorizovaným geodetom a kartografom projektanta. </w:t>
      </w:r>
    </w:p>
    <w:p w14:paraId="7BD57926"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Grafická úprava vytyčovacieho výkresu v zmysle STN 01 3469. </w:t>
      </w:r>
    </w:p>
    <w:p w14:paraId="14D42B0B" w14:textId="77777777" w:rsidR="00347E6D" w:rsidRDefault="00686DC9" w:rsidP="00347E6D">
      <w:pPr>
        <w:adjustRightInd w:val="0"/>
        <w:spacing w:before="0" w:after="120" w:line="240" w:lineRule="auto"/>
        <w:rPr>
          <w:b/>
          <w:bCs/>
          <w:color w:val="000000"/>
          <w:lang w:eastAsia="sk-SK"/>
        </w:rPr>
      </w:pPr>
      <w:r>
        <w:rPr>
          <w:b/>
          <w:bCs/>
          <w:color w:val="000000"/>
          <w:lang w:eastAsia="sk-SK"/>
        </w:rPr>
        <w:t>9</w:t>
      </w:r>
      <w:r w:rsidR="005B0B50" w:rsidRPr="005B0B50">
        <w:rPr>
          <w:b/>
          <w:bCs/>
          <w:color w:val="000000"/>
          <w:lang w:eastAsia="sk-SK"/>
        </w:rPr>
        <w:t xml:space="preserve">.10 </w:t>
      </w:r>
      <w:r w:rsidR="005B0B50">
        <w:rPr>
          <w:b/>
          <w:bCs/>
          <w:color w:val="000000"/>
          <w:lang w:eastAsia="sk-SK"/>
        </w:rPr>
        <w:tab/>
      </w:r>
      <w:r w:rsidR="005B0B50" w:rsidRPr="005B0B50">
        <w:rPr>
          <w:b/>
          <w:bCs/>
          <w:color w:val="000000"/>
          <w:lang w:eastAsia="sk-SK"/>
        </w:rPr>
        <w:t xml:space="preserve">Situácia záberu pozemkov </w:t>
      </w:r>
    </w:p>
    <w:p w14:paraId="552BD2EA" w14:textId="2296F8D1" w:rsidR="004E156B" w:rsidRPr="00347E6D" w:rsidRDefault="00686DC9" w:rsidP="00347E6D">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.11 </w:t>
      </w:r>
      <w:r w:rsidR="005B0B50">
        <w:rPr>
          <w:b/>
          <w:bCs/>
          <w:color w:val="000000"/>
          <w:lang w:eastAsia="sk-SK"/>
        </w:rPr>
        <w:tab/>
      </w:r>
      <w:r w:rsidR="005B0B50" w:rsidRPr="005B0B50">
        <w:rPr>
          <w:b/>
          <w:bCs/>
          <w:color w:val="000000"/>
          <w:lang w:eastAsia="sk-SK"/>
        </w:rPr>
        <w:t>Výkaz výmer</w:t>
      </w:r>
    </w:p>
    <w:p w14:paraId="02F0B5E9" w14:textId="77777777" w:rsidR="00D32EAF" w:rsidRPr="00347E6D" w:rsidRDefault="009E325F" w:rsidP="006F6E6A">
      <w:pPr>
        <w:pStyle w:val="Hlavika"/>
        <w:tabs>
          <w:tab w:val="clear" w:pos="4819"/>
          <w:tab w:val="clear" w:pos="9071"/>
          <w:tab w:val="left" w:pos="-3261"/>
          <w:tab w:val="left" w:pos="709"/>
        </w:tabs>
        <w:spacing w:after="120"/>
        <w:jc w:val="both"/>
        <w:rPr>
          <w:b/>
          <w:bCs/>
          <w:sz w:val="28"/>
          <w:szCs w:val="28"/>
        </w:rPr>
      </w:pPr>
      <w:r w:rsidRPr="00347E6D">
        <w:rPr>
          <w:b/>
          <w:bCs/>
          <w:sz w:val="28"/>
          <w:szCs w:val="28"/>
        </w:rPr>
        <w:lastRenderedPageBreak/>
        <w:t>E</w:t>
      </w:r>
      <w:r w:rsidR="00D1565B" w:rsidRPr="00347E6D">
        <w:rPr>
          <w:b/>
          <w:bCs/>
          <w:sz w:val="28"/>
          <w:szCs w:val="28"/>
        </w:rPr>
        <w:t>.</w:t>
      </w:r>
      <w:r w:rsidR="00D1565B" w:rsidRPr="00347E6D">
        <w:rPr>
          <w:b/>
          <w:bCs/>
          <w:sz w:val="28"/>
          <w:szCs w:val="28"/>
        </w:rPr>
        <w:tab/>
        <w:t>DOKLADOVÁ ČASŤ</w:t>
      </w:r>
    </w:p>
    <w:p w14:paraId="677F4F4F" w14:textId="77777777" w:rsidR="00A45DB4" w:rsidRDefault="00D32EAF" w:rsidP="007B4C63">
      <w:pPr>
        <w:pStyle w:val="Hlavika"/>
        <w:numPr>
          <w:ilvl w:val="0"/>
          <w:numId w:val="24"/>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smerového a výškového vedenia trasy pozemnej komunikácie a návrhu križovatky objednávateľom</w:t>
      </w:r>
      <w:r w:rsidR="00465031" w:rsidRPr="00AD68D5">
        <w:rPr>
          <w:bCs/>
        </w:rPr>
        <w:t xml:space="preserve">, </w:t>
      </w:r>
    </w:p>
    <w:p w14:paraId="1A12753A" w14:textId="77777777" w:rsidR="00D32EAF" w:rsidRDefault="00A45DB4" w:rsidP="007B4C63">
      <w:pPr>
        <w:pStyle w:val="Hlavika"/>
        <w:numPr>
          <w:ilvl w:val="0"/>
          <w:numId w:val="24"/>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objektovej skladby objednávateľom,</w:t>
      </w:r>
    </w:p>
    <w:p w14:paraId="0413ACB9" w14:textId="77777777" w:rsidR="00A45DB4" w:rsidRDefault="00D32EAF" w:rsidP="007B4C63">
      <w:pPr>
        <w:pStyle w:val="Hlavika"/>
        <w:numPr>
          <w:ilvl w:val="0"/>
          <w:numId w:val="24"/>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návrhu konštrukcií vozoviek objednávateľom</w:t>
      </w:r>
      <w:r w:rsidR="00A45DB4">
        <w:rPr>
          <w:bCs/>
        </w:rPr>
        <w:t xml:space="preserve"> </w:t>
      </w:r>
    </w:p>
    <w:p w14:paraId="01D5E996" w14:textId="77777777" w:rsidR="00A45DB4" w:rsidRDefault="00A45DB4" w:rsidP="007B4C63">
      <w:pPr>
        <w:pStyle w:val="Hlavika"/>
        <w:numPr>
          <w:ilvl w:val="0"/>
          <w:numId w:val="24"/>
        </w:numPr>
        <w:suppressLineNumbers/>
        <w:tabs>
          <w:tab w:val="clear" w:pos="4819"/>
          <w:tab w:val="clear" w:pos="9071"/>
          <w:tab w:val="left" w:pos="-2694"/>
        </w:tabs>
        <w:suppressAutoHyphens/>
        <w:autoSpaceDE/>
        <w:spacing w:after="20"/>
        <w:ind w:left="709" w:hanging="340"/>
        <w:jc w:val="both"/>
        <w:textAlignment w:val="baseline"/>
        <w:rPr>
          <w:bCs/>
        </w:rPr>
      </w:pPr>
      <w:r>
        <w:rPr>
          <w:bCs/>
        </w:rPr>
        <w:t xml:space="preserve">záznam o odsúhlasení konceptu majetkovej hranice a hranice dočasných záberov objednávateľom, </w:t>
      </w:r>
    </w:p>
    <w:p w14:paraId="066ED1B3" w14:textId="77777777" w:rsidR="00AD68D5" w:rsidRPr="00E40FB4" w:rsidRDefault="0073364B" w:rsidP="007B4C63">
      <w:pPr>
        <w:pStyle w:val="Hlavika"/>
        <w:numPr>
          <w:ilvl w:val="0"/>
          <w:numId w:val="24"/>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rozsahu vyvolaných investícií objednávateľom</w:t>
      </w:r>
    </w:p>
    <w:p w14:paraId="646F67F7" w14:textId="77777777" w:rsidR="00465031" w:rsidRPr="00E40FB4"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záznamy o prerokovaní dokumentácie v priebehu spracovania s dotknutými orgánmi štátnej správy, samosprávy, správcami dotknutých ciest a inžinierskych sietí a ostatnými zainteresovanými</w:t>
      </w:r>
      <w:r w:rsidR="00DE20FE">
        <w:rPr>
          <w:bCs/>
        </w:rPr>
        <w:t>, dotknutými</w:t>
      </w:r>
      <w:r>
        <w:rPr>
          <w:bCs/>
        </w:rPr>
        <w:t xml:space="preserve"> subjektmi</w:t>
      </w:r>
      <w:r w:rsidR="00C3397D">
        <w:rPr>
          <w:bCs/>
        </w:rPr>
        <w:t xml:space="preserve"> </w:t>
      </w:r>
      <w:r w:rsidR="00C3397D" w:rsidRPr="00E40FB4">
        <w:rPr>
          <w:bCs/>
        </w:rPr>
        <w:t>v zmysle §140a stavebného zákona</w:t>
      </w:r>
      <w:r w:rsidR="00465031" w:rsidRPr="00E40FB4">
        <w:rPr>
          <w:bCs/>
        </w:rPr>
        <w:t xml:space="preserve">, </w:t>
      </w:r>
    </w:p>
    <w:p w14:paraId="20F45872"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sidRPr="00D74F25">
        <w:rPr>
          <w:bCs/>
        </w:rPr>
        <w:t xml:space="preserve">záznamy o prerokovaní navrhovaných plôch pre </w:t>
      </w:r>
      <w:r w:rsidR="003D4832">
        <w:rPr>
          <w:bCs/>
        </w:rPr>
        <w:t xml:space="preserve">stavebné dvory, </w:t>
      </w:r>
      <w:r w:rsidRPr="00D74F25">
        <w:rPr>
          <w:bCs/>
        </w:rPr>
        <w:t>skládky a </w:t>
      </w:r>
      <w:proofErr w:type="spellStart"/>
      <w:r w:rsidRPr="00D74F25">
        <w:rPr>
          <w:bCs/>
        </w:rPr>
        <w:t>medziskládky</w:t>
      </w:r>
      <w:proofErr w:type="spellEnd"/>
      <w:r w:rsidRPr="00D74F25">
        <w:rPr>
          <w:bCs/>
        </w:rPr>
        <w:t xml:space="preserve"> ornice, zeminy, plôch pre uloženie prebytočnej a nevhodnej zeminy, prístupových ciest na stavenisko, plôch pre rozprestretie prebytočnej ornice, </w:t>
      </w:r>
      <w:r w:rsidR="003D4832">
        <w:rPr>
          <w:bCs/>
        </w:rPr>
        <w:t>zdrojov a miest napojení staveniska na inžinierske siete,</w:t>
      </w:r>
    </w:p>
    <w:p w14:paraId="58F1E348" w14:textId="52B337FB" w:rsidR="00C01DAC" w:rsidRPr="00D74F25" w:rsidRDefault="009B5BEE" w:rsidP="00A44010">
      <w:pPr>
        <w:pStyle w:val="Hlavika"/>
        <w:numPr>
          <w:ilvl w:val="0"/>
          <w:numId w:val="15"/>
        </w:numPr>
        <w:tabs>
          <w:tab w:val="clear" w:pos="4819"/>
          <w:tab w:val="clear" w:pos="9071"/>
          <w:tab w:val="left" w:pos="-3261"/>
        </w:tabs>
        <w:spacing w:after="20"/>
        <w:ind w:left="709" w:hanging="340"/>
        <w:jc w:val="both"/>
        <w:rPr>
          <w:bCs/>
        </w:rPr>
      </w:pPr>
      <w:r>
        <w:rPr>
          <w:bCs/>
        </w:rPr>
        <w:t xml:space="preserve">v prípade potreby </w:t>
      </w:r>
      <w:r w:rsidR="00C01DAC">
        <w:rPr>
          <w:bCs/>
        </w:rPr>
        <w:t>doklady o odsúhlasení dokumentácie s dotknutými zložkami ŽSR a súhrnné stanovisko ŽSR</w:t>
      </w:r>
      <w:r>
        <w:rPr>
          <w:bCs/>
        </w:rPr>
        <w:t>,</w:t>
      </w:r>
    </w:p>
    <w:p w14:paraId="52A92123" w14:textId="358CFB4D" w:rsidR="008D13B8" w:rsidRPr="00F62387" w:rsidRDefault="008D13B8" w:rsidP="00A44010">
      <w:pPr>
        <w:pStyle w:val="Hlavika"/>
        <w:numPr>
          <w:ilvl w:val="0"/>
          <w:numId w:val="15"/>
        </w:numPr>
        <w:tabs>
          <w:tab w:val="clear" w:pos="4819"/>
          <w:tab w:val="clear" w:pos="9071"/>
          <w:tab w:val="left" w:pos="-3261"/>
        </w:tabs>
        <w:spacing w:after="20"/>
        <w:ind w:left="709" w:hanging="340"/>
        <w:jc w:val="both"/>
        <w:rPr>
          <w:bCs/>
        </w:rPr>
      </w:pPr>
      <w:r w:rsidRPr="00F62387">
        <w:rPr>
          <w:bCs/>
        </w:rPr>
        <w:t>doklady o odsúhlasení vyvolaných investícií so správcami budúcich objektov vrátane potvrdenia o ich budúcom prevzatí do správy a</w:t>
      </w:r>
      <w:r w:rsidR="005B70CB" w:rsidRPr="00F62387">
        <w:rPr>
          <w:bCs/>
        </w:rPr>
        <w:t> </w:t>
      </w:r>
      <w:r w:rsidRPr="00F62387">
        <w:rPr>
          <w:bCs/>
        </w:rPr>
        <w:t>majetku</w:t>
      </w:r>
      <w:r w:rsidR="005B70CB" w:rsidRPr="00F62387">
        <w:rPr>
          <w:bCs/>
        </w:rPr>
        <w:t xml:space="preserve"> – platné ku dňu dodania DSP</w:t>
      </w:r>
      <w:r w:rsidR="009B5BEE">
        <w:rPr>
          <w:bCs/>
        </w:rPr>
        <w:t xml:space="preserve"> v podrobnosti DRS</w:t>
      </w:r>
      <w:r w:rsidR="005B70CB" w:rsidRPr="00F62387">
        <w:rPr>
          <w:bCs/>
        </w:rPr>
        <w:t xml:space="preserve"> Objednávateľovi</w:t>
      </w:r>
      <w:r w:rsidRPr="00F62387">
        <w:rPr>
          <w:bCs/>
        </w:rPr>
        <w:t xml:space="preserve">, </w:t>
      </w:r>
    </w:p>
    <w:p w14:paraId="3D692FB4"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 xml:space="preserve">posúdenie dokumentácie Technickou inšpekciou, </w:t>
      </w:r>
    </w:p>
    <w:p w14:paraId="0757ED20" w14:textId="77777777" w:rsidR="007A327E" w:rsidRPr="007A327E" w:rsidRDefault="007A327E" w:rsidP="007B4C63">
      <w:pPr>
        <w:pStyle w:val="Hlavika"/>
        <w:numPr>
          <w:ilvl w:val="0"/>
          <w:numId w:val="24"/>
        </w:numPr>
        <w:suppressLineNumbers/>
        <w:tabs>
          <w:tab w:val="clear" w:pos="4819"/>
          <w:tab w:val="clear" w:pos="9071"/>
          <w:tab w:val="left" w:pos="-2694"/>
        </w:tabs>
        <w:suppressAutoHyphens/>
        <w:autoSpaceDE/>
        <w:spacing w:after="20"/>
        <w:ind w:left="709" w:hanging="340"/>
        <w:jc w:val="both"/>
        <w:textAlignment w:val="baseline"/>
        <w:rPr>
          <w:bCs/>
        </w:rPr>
      </w:pPr>
      <w:r>
        <w:rPr>
          <w:bCs/>
        </w:rPr>
        <w:t>posúdenie dokumentácie oprávnenou právnickou osobou (§ 14 a § 18 zákona NRSR č. 124/2006 Z. z. o bezpečnosti a ochrane zdravia pri práci),</w:t>
      </w:r>
    </w:p>
    <w:p w14:paraId="5330AB35"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 xml:space="preserve">doklad o odsúhlasení bezpečnostnej dokumentácie s bezpečnostným technikom, </w:t>
      </w:r>
    </w:p>
    <w:p w14:paraId="0D24EE24"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doklad o odsúhlasení návrhu dopravného značenia s príslušným Dopravným inšpektorátom PZ a doklad o </w:t>
      </w:r>
      <w:r w:rsidR="005B70CB">
        <w:rPr>
          <w:bCs/>
        </w:rPr>
        <w:t xml:space="preserve">určení </w:t>
      </w:r>
      <w:r>
        <w:rPr>
          <w:bCs/>
        </w:rPr>
        <w:t xml:space="preserve">dopravného značenia príslušným cestným správnym orgánom, </w:t>
      </w:r>
    </w:p>
    <w:p w14:paraId="5CD0A568" w14:textId="65053A90" w:rsidR="00E40FB4" w:rsidRPr="00E40FB4" w:rsidRDefault="00E40FB4" w:rsidP="007B4C63">
      <w:pPr>
        <w:pStyle w:val="Hlavika"/>
        <w:numPr>
          <w:ilvl w:val="0"/>
          <w:numId w:val="24"/>
        </w:numPr>
        <w:suppressLineNumbers/>
        <w:tabs>
          <w:tab w:val="clear" w:pos="4819"/>
          <w:tab w:val="clear" w:pos="9071"/>
          <w:tab w:val="left" w:pos="-2694"/>
        </w:tabs>
        <w:suppressAutoHyphens/>
        <w:autoSpaceDE/>
        <w:spacing w:after="20"/>
        <w:ind w:left="709" w:hanging="340"/>
        <w:jc w:val="both"/>
        <w:textAlignment w:val="baseline"/>
        <w:rPr>
          <w:bCs/>
        </w:rPr>
      </w:pPr>
      <w:r>
        <w:rPr>
          <w:bCs/>
        </w:rPr>
        <w:t xml:space="preserve">doklady  </w:t>
      </w:r>
      <w:r w:rsidR="009B5BEE">
        <w:rPr>
          <w:bCs/>
        </w:rPr>
        <w:t xml:space="preserve">o </w:t>
      </w:r>
      <w:r>
        <w:rPr>
          <w:bCs/>
        </w:rPr>
        <w:t xml:space="preserve">záverečnom odsúhlasení vyvolaných investícií s ich správcami, alebo vlastníkmi doložené na ich hlavičkovom papieri, z ktorých bude zrejmé, že s predloženým riešením súhlasia bez pripomienok, ktoré by vyžadovali opätovné predloženie projektovej dokumentácie </w:t>
      </w:r>
      <w:r w:rsidR="009B5BEE">
        <w:rPr>
          <w:bCs/>
        </w:rPr>
        <w:t xml:space="preserve">na vyjadrenie </w:t>
      </w:r>
      <w:r>
        <w:rPr>
          <w:bCs/>
        </w:rPr>
        <w:t>a zároveň súhlasia s ich  prevzatím do správy a majetku,</w:t>
      </w:r>
    </w:p>
    <w:p w14:paraId="4B6667D0" w14:textId="70E9F2F6"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záznam zo záverečného prerokovania DSP</w:t>
      </w:r>
      <w:r w:rsidR="00CF4C0E">
        <w:rPr>
          <w:bCs/>
        </w:rPr>
        <w:t xml:space="preserve"> </w:t>
      </w:r>
      <w:r w:rsidR="007A327E">
        <w:rPr>
          <w:bCs/>
        </w:rPr>
        <w:t>v podrobnosti DRS</w:t>
      </w:r>
      <w:r w:rsidR="009B5BEE">
        <w:rPr>
          <w:bCs/>
        </w:rPr>
        <w:t>,</w:t>
      </w:r>
      <w:r w:rsidR="007A327E">
        <w:rPr>
          <w:bCs/>
        </w:rPr>
        <w:t xml:space="preserve"> </w:t>
      </w:r>
    </w:p>
    <w:p w14:paraId="32A97905" w14:textId="77777777" w:rsidR="00DE20FE"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iné záznamy a doklady z priebehu spracovávania projektovej dokumentácie</w:t>
      </w:r>
      <w:r w:rsidR="00DE20FE">
        <w:rPr>
          <w:bCs/>
        </w:rPr>
        <w:t>,</w:t>
      </w:r>
    </w:p>
    <w:p w14:paraId="2A948238" w14:textId="77777777" w:rsidR="00565401" w:rsidRDefault="00DE20FE" w:rsidP="00A44010">
      <w:pPr>
        <w:pStyle w:val="Hlavika"/>
        <w:numPr>
          <w:ilvl w:val="0"/>
          <w:numId w:val="15"/>
        </w:numPr>
        <w:tabs>
          <w:tab w:val="clear" w:pos="4819"/>
          <w:tab w:val="clear" w:pos="9071"/>
          <w:tab w:val="left" w:pos="-3261"/>
        </w:tabs>
        <w:spacing w:after="20"/>
        <w:ind w:left="726" w:hanging="357"/>
        <w:jc w:val="both"/>
        <w:rPr>
          <w:bCs/>
        </w:rPr>
      </w:pPr>
      <w:r w:rsidRPr="00DE20FE">
        <w:rPr>
          <w:bCs/>
        </w:rPr>
        <w:t>záväzné stanoviská orgánov štátnej správy, samosprávy a ostatných dotknutých subjektov.</w:t>
      </w:r>
    </w:p>
    <w:p w14:paraId="1E546A2C" w14:textId="77777777" w:rsidR="00A12525" w:rsidRDefault="00A12525" w:rsidP="00993995">
      <w:pPr>
        <w:pStyle w:val="Hlavika"/>
        <w:tabs>
          <w:tab w:val="clear" w:pos="4819"/>
          <w:tab w:val="clear" w:pos="9071"/>
          <w:tab w:val="left" w:pos="-3261"/>
        </w:tabs>
        <w:jc w:val="both"/>
        <w:rPr>
          <w:b/>
          <w:bCs/>
          <w:sz w:val="22"/>
          <w:szCs w:val="22"/>
        </w:rPr>
      </w:pPr>
    </w:p>
    <w:p w14:paraId="45B6B69A" w14:textId="74EC3DB7" w:rsidR="00C4691D" w:rsidRPr="00347E6D" w:rsidRDefault="00C4691D" w:rsidP="00C4691D">
      <w:pPr>
        <w:pStyle w:val="Hlavika"/>
        <w:tabs>
          <w:tab w:val="clear" w:pos="4819"/>
          <w:tab w:val="clear" w:pos="9071"/>
          <w:tab w:val="left" w:pos="-3261"/>
        </w:tabs>
        <w:spacing w:after="120"/>
        <w:jc w:val="both"/>
        <w:rPr>
          <w:b/>
          <w:bCs/>
          <w:sz w:val="26"/>
          <w:szCs w:val="26"/>
        </w:rPr>
      </w:pPr>
      <w:r w:rsidRPr="00347E6D">
        <w:rPr>
          <w:b/>
          <w:bCs/>
          <w:sz w:val="26"/>
          <w:szCs w:val="26"/>
        </w:rPr>
        <w:t>F.</w:t>
      </w:r>
      <w:r w:rsidRPr="00347E6D">
        <w:rPr>
          <w:b/>
          <w:bCs/>
          <w:sz w:val="26"/>
          <w:szCs w:val="26"/>
        </w:rPr>
        <w:tab/>
        <w:t>PRIESKUMY A ŠTÚDIE</w:t>
      </w:r>
    </w:p>
    <w:p w14:paraId="0D880412" w14:textId="77777777" w:rsidR="00C4691D" w:rsidRPr="00160158" w:rsidRDefault="00C4691D" w:rsidP="007B4C63">
      <w:pPr>
        <w:pStyle w:val="Hlavika"/>
        <w:numPr>
          <w:ilvl w:val="0"/>
          <w:numId w:val="104"/>
        </w:numPr>
        <w:tabs>
          <w:tab w:val="clear" w:pos="4819"/>
          <w:tab w:val="clear" w:pos="9071"/>
          <w:tab w:val="left" w:pos="-3261"/>
        </w:tabs>
        <w:spacing w:after="120"/>
        <w:ind w:hanging="720"/>
        <w:jc w:val="both"/>
        <w:rPr>
          <w:b/>
          <w:bCs/>
          <w:sz w:val="24"/>
          <w:szCs w:val="24"/>
        </w:rPr>
      </w:pPr>
      <w:r w:rsidRPr="00160158">
        <w:rPr>
          <w:b/>
          <w:bCs/>
          <w:sz w:val="24"/>
          <w:szCs w:val="24"/>
        </w:rPr>
        <w:t>Dopravnoinžinierske prieskumy a štúdie</w:t>
      </w:r>
    </w:p>
    <w:p w14:paraId="008214C7" w14:textId="0B5467C0" w:rsidR="006F6E6A" w:rsidRPr="00347E6D" w:rsidRDefault="00A1512E" w:rsidP="00347E6D">
      <w:pPr>
        <w:pStyle w:val="Nadpis3"/>
        <w:tabs>
          <w:tab w:val="left" w:pos="709"/>
        </w:tabs>
        <w:rPr>
          <w:rFonts w:ascii="Arial" w:hAnsi="Arial" w:cs="Arial"/>
          <w:sz w:val="22"/>
          <w:szCs w:val="22"/>
        </w:rPr>
      </w:pPr>
      <w:r>
        <w:rPr>
          <w:rFonts w:ascii="Arial" w:hAnsi="Arial" w:cs="Arial"/>
          <w:sz w:val="22"/>
          <w:szCs w:val="22"/>
        </w:rPr>
        <w:t>1.1</w:t>
      </w:r>
      <w:r>
        <w:rPr>
          <w:rFonts w:ascii="Arial" w:hAnsi="Arial" w:cs="Arial"/>
          <w:sz w:val="22"/>
          <w:szCs w:val="22"/>
        </w:rPr>
        <w:tab/>
      </w:r>
      <w:r w:rsidR="006F6E6A">
        <w:rPr>
          <w:rFonts w:ascii="Arial" w:hAnsi="Arial" w:cs="Arial"/>
          <w:sz w:val="22"/>
          <w:szCs w:val="22"/>
        </w:rPr>
        <w:t>D</w:t>
      </w:r>
      <w:r>
        <w:rPr>
          <w:rFonts w:ascii="Arial" w:hAnsi="Arial" w:cs="Arial"/>
          <w:sz w:val="22"/>
          <w:szCs w:val="22"/>
        </w:rPr>
        <w:t>opravné prieskumy</w:t>
      </w:r>
    </w:p>
    <w:p w14:paraId="1D06F4D0" w14:textId="77777777" w:rsidR="00426FA0" w:rsidRDefault="006F6E6A" w:rsidP="006F6E6A">
      <w:pPr>
        <w:spacing w:line="240" w:lineRule="auto"/>
      </w:pPr>
      <w:proofErr w:type="spellStart"/>
      <w:r>
        <w:t>Link</w:t>
      </w:r>
      <w:proofErr w:type="spellEnd"/>
      <w:r>
        <w:t xml:space="preserve"> na prieskumy: </w:t>
      </w:r>
    </w:p>
    <w:p w14:paraId="3CE80C23" w14:textId="1D212EA3" w:rsidR="006F6E6A" w:rsidRDefault="00102A43" w:rsidP="006F6E6A">
      <w:pPr>
        <w:spacing w:line="240" w:lineRule="auto"/>
        <w:rPr>
          <w:rFonts w:ascii="Times New Roman" w:hAnsi="Times New Roman" w:cstheme="minorBidi"/>
          <w:lang w:eastAsia="en-US"/>
        </w:rPr>
      </w:pPr>
      <w:hyperlink r:id="rId14" w:history="1">
        <w:r w:rsidR="006F6E6A">
          <w:rPr>
            <w:rStyle w:val="Hypertextovprepojenie"/>
          </w:rPr>
          <w:t>https://www.google.com/maps/d/edit?mid=1H6uEc-G1_aRawt5kZQsac_Lt-zOYCJo&amp;usp=sharing</w:t>
        </w:r>
      </w:hyperlink>
      <w:r w:rsidR="006F6E6A">
        <w:t xml:space="preserve"> </w:t>
      </w:r>
    </w:p>
    <w:p w14:paraId="0B81C170" w14:textId="77777777" w:rsidR="006F6E6A" w:rsidRDefault="006F6E6A" w:rsidP="00942262">
      <w:pPr>
        <w:spacing w:line="240" w:lineRule="auto"/>
      </w:pPr>
    </w:p>
    <w:p w14:paraId="593AEC75" w14:textId="2C1061B9" w:rsidR="00942262" w:rsidRDefault="00942262" w:rsidP="006F6E6A">
      <w:pPr>
        <w:spacing w:before="0" w:after="120" w:line="240" w:lineRule="auto"/>
      </w:pPr>
      <w:r w:rsidRPr="00A1512E">
        <w:t>Zhotoviteľ spracuje</w:t>
      </w:r>
      <w:r>
        <w:t>:</w:t>
      </w:r>
    </w:p>
    <w:p w14:paraId="448E3C50" w14:textId="0163907C" w:rsidR="00942262" w:rsidRDefault="00942262" w:rsidP="006F6E6A">
      <w:pPr>
        <w:pStyle w:val="Odsekzoznamu"/>
        <w:numPr>
          <w:ilvl w:val="0"/>
          <w:numId w:val="140"/>
        </w:numPr>
        <w:autoSpaceDE/>
        <w:autoSpaceDN/>
        <w:spacing w:before="0" w:after="0" w:line="240" w:lineRule="auto"/>
        <w:ind w:left="714" w:hanging="357"/>
      </w:pPr>
      <w:r>
        <w:t>prehľad podrobných údajov pre dotknuté úseky ovplyvnenej cestnej siete z databázy Celoštátneho sčítania dopravy z rokov 2015 a 2023,</w:t>
      </w:r>
    </w:p>
    <w:p w14:paraId="63AAA45C" w14:textId="77777777" w:rsidR="006F6E6A" w:rsidRDefault="006F6E6A" w:rsidP="006F6E6A">
      <w:pPr>
        <w:pStyle w:val="Odsekzoznamu"/>
        <w:autoSpaceDE/>
        <w:autoSpaceDN/>
        <w:spacing w:before="0" w:after="0" w:line="240" w:lineRule="auto"/>
        <w:ind w:left="714"/>
      </w:pPr>
    </w:p>
    <w:p w14:paraId="1FACB3EA" w14:textId="77777777" w:rsidR="00942262" w:rsidRDefault="00942262" w:rsidP="006F6E6A">
      <w:pPr>
        <w:spacing w:before="0" w:after="120" w:line="240" w:lineRule="auto"/>
      </w:pPr>
      <w:r>
        <w:t>Zhotoviteľ vykoná:</w:t>
      </w:r>
    </w:p>
    <w:p w14:paraId="51301E31" w14:textId="36411D0F" w:rsidR="006D53E7" w:rsidRDefault="006D53E7" w:rsidP="006F6E6A">
      <w:pPr>
        <w:pStyle w:val="Odsekzoznamu"/>
        <w:numPr>
          <w:ilvl w:val="0"/>
          <w:numId w:val="144"/>
        </w:numPr>
        <w:autoSpaceDE/>
        <w:autoSpaceDN/>
        <w:spacing w:before="0" w:after="120" w:line="240" w:lineRule="auto"/>
        <w:ind w:left="714" w:hanging="357"/>
      </w:pPr>
      <w:r w:rsidRPr="006F6E6A">
        <w:rPr>
          <w:u w:val="single"/>
        </w:rPr>
        <w:t>Smerový križovatkový dopravný prieskum</w:t>
      </w:r>
      <w:r>
        <w:t xml:space="preserve">, ktorý: </w:t>
      </w:r>
    </w:p>
    <w:p w14:paraId="3E031DA2" w14:textId="3AFAD264" w:rsidR="006D53E7" w:rsidRDefault="006D53E7" w:rsidP="006F6E6A">
      <w:pPr>
        <w:pStyle w:val="Odsekzoznamu"/>
        <w:numPr>
          <w:ilvl w:val="0"/>
          <w:numId w:val="142"/>
        </w:numPr>
        <w:autoSpaceDE/>
        <w:autoSpaceDN/>
        <w:spacing w:before="120" w:after="0" w:line="240" w:lineRule="auto"/>
        <w:contextualSpacing/>
        <w:jc w:val="both"/>
      </w:pPr>
      <w:r>
        <w:t>vykoná takými prostriedkami, ktoré umožnia jednoznačnú identifikáciu smer jazdy v rámci križovatky, čas prejazdu (formát „</w:t>
      </w:r>
      <w:proofErr w:type="spellStart"/>
      <w:r>
        <w:t>hh:mm</w:t>
      </w:r>
      <w:proofErr w:type="spellEnd"/>
      <w:r>
        <w:t xml:space="preserve">“) a kategóriu vozidla s rozdelením na: </w:t>
      </w:r>
    </w:p>
    <w:p w14:paraId="1894B5E8" w14:textId="77777777" w:rsidR="006D53E7" w:rsidRDefault="006D53E7" w:rsidP="006F6E6A">
      <w:pPr>
        <w:pStyle w:val="Odsekzoznamu"/>
        <w:numPr>
          <w:ilvl w:val="1"/>
          <w:numId w:val="143"/>
        </w:numPr>
        <w:autoSpaceDE/>
        <w:autoSpaceDN/>
        <w:spacing w:before="120" w:after="0" w:line="240" w:lineRule="auto"/>
        <w:ind w:left="1843" w:hanging="283"/>
        <w:contextualSpacing/>
        <w:jc w:val="both"/>
      </w:pPr>
      <w:r>
        <w:t xml:space="preserve">OA = osobné vozidlá vrátane motocyklov (vozidlá kategórie M1 alebo L), </w:t>
      </w:r>
    </w:p>
    <w:p w14:paraId="1C1347E5" w14:textId="77777777" w:rsidR="006D53E7" w:rsidRDefault="006D53E7" w:rsidP="006F6E6A">
      <w:pPr>
        <w:pStyle w:val="Odsekzoznamu"/>
        <w:numPr>
          <w:ilvl w:val="1"/>
          <w:numId w:val="143"/>
        </w:numPr>
        <w:autoSpaceDE/>
        <w:autoSpaceDN/>
        <w:spacing w:before="120" w:after="0" w:line="240" w:lineRule="auto"/>
        <w:ind w:left="1843" w:hanging="283"/>
        <w:contextualSpacing/>
        <w:jc w:val="both"/>
      </w:pPr>
      <w:r>
        <w:t xml:space="preserve">LNA = ľahká nákladné vozidlá (vozidlá kategórie N1), </w:t>
      </w:r>
    </w:p>
    <w:p w14:paraId="2AB9E207" w14:textId="77777777" w:rsidR="006D53E7" w:rsidRDefault="006D53E7" w:rsidP="006F6E6A">
      <w:pPr>
        <w:pStyle w:val="Odsekzoznamu"/>
        <w:numPr>
          <w:ilvl w:val="1"/>
          <w:numId w:val="143"/>
        </w:numPr>
        <w:autoSpaceDE/>
        <w:autoSpaceDN/>
        <w:spacing w:before="120" w:after="0" w:line="240" w:lineRule="auto"/>
        <w:ind w:left="1843" w:hanging="283"/>
        <w:contextualSpacing/>
        <w:jc w:val="both"/>
      </w:pPr>
      <w:r>
        <w:t xml:space="preserve">STNA = stredné nákladné vozidlá bez prívesu (vozidlá kategórie N2), </w:t>
      </w:r>
    </w:p>
    <w:p w14:paraId="3820E51C" w14:textId="3157D10E" w:rsidR="006D53E7" w:rsidRDefault="006D53E7" w:rsidP="006F6E6A">
      <w:pPr>
        <w:pStyle w:val="Odsekzoznamu"/>
        <w:numPr>
          <w:ilvl w:val="1"/>
          <w:numId w:val="143"/>
        </w:numPr>
        <w:autoSpaceDE/>
        <w:autoSpaceDN/>
        <w:spacing w:before="120" w:after="0" w:line="240" w:lineRule="auto"/>
        <w:ind w:left="1843" w:hanging="283"/>
        <w:contextualSpacing/>
        <w:jc w:val="both"/>
      </w:pPr>
      <w:r>
        <w:t xml:space="preserve">TNA = ťažké nákladné vozidlá (vozidlá kategórie N3) a tiež stredné nákladné vozidlá </w:t>
      </w:r>
      <w:r w:rsidR="006F6E6A">
        <w:br/>
      </w:r>
      <w:r>
        <w:t xml:space="preserve">s prívesom, </w:t>
      </w:r>
    </w:p>
    <w:p w14:paraId="61023059" w14:textId="77777777" w:rsidR="006D53E7" w:rsidRDefault="006D53E7" w:rsidP="006F6E6A">
      <w:pPr>
        <w:pStyle w:val="Odsekzoznamu"/>
        <w:numPr>
          <w:ilvl w:val="1"/>
          <w:numId w:val="143"/>
        </w:numPr>
        <w:autoSpaceDE/>
        <w:autoSpaceDN/>
        <w:spacing w:before="120" w:after="0" w:line="240" w:lineRule="auto"/>
        <w:ind w:left="1843" w:hanging="283"/>
        <w:contextualSpacing/>
        <w:jc w:val="both"/>
      </w:pPr>
      <w:r>
        <w:t xml:space="preserve">BUS = autobusy (vozidlá kategórie M2 a M3). </w:t>
      </w:r>
    </w:p>
    <w:p w14:paraId="6F549B1C" w14:textId="40E70A43" w:rsidR="006D53E7" w:rsidRDefault="006D53E7" w:rsidP="006F6E6A">
      <w:pPr>
        <w:pStyle w:val="Odsekzoznamu"/>
        <w:numPr>
          <w:ilvl w:val="1"/>
          <w:numId w:val="141"/>
        </w:numPr>
        <w:autoSpaceDE/>
        <w:autoSpaceDN/>
        <w:spacing w:before="120" w:after="0" w:line="240" w:lineRule="auto"/>
        <w:contextualSpacing/>
        <w:jc w:val="both"/>
      </w:pPr>
      <w:r>
        <w:lastRenderedPageBreak/>
        <w:t xml:space="preserve">bude prebiehať nepretržite 12 hodín v rámci jedného bežného pracovného dňa (od 06:00 </w:t>
      </w:r>
      <w:r w:rsidR="006F6E6A">
        <w:br/>
      </w:r>
      <w:r>
        <w:t>do 18:00), ale počas vykonávania profilového dopravného prieskumu. O termíne realizácie bude zhotoviteľ informovať objednávateľa najneskôr 7 dní pred realizáciou daného prieskumu,</w:t>
      </w:r>
    </w:p>
    <w:p w14:paraId="64DC6C76" w14:textId="2675CB1D" w:rsidR="006D53E7" w:rsidRPr="001632B8" w:rsidRDefault="006D53E7" w:rsidP="006F6E6A">
      <w:pPr>
        <w:pStyle w:val="Odsekzoznamu"/>
        <w:numPr>
          <w:ilvl w:val="1"/>
          <w:numId w:val="141"/>
        </w:numPr>
        <w:autoSpaceDE/>
        <w:autoSpaceDN/>
        <w:spacing w:before="120" w:after="0" w:line="240" w:lineRule="auto"/>
        <w:contextualSpacing/>
        <w:jc w:val="both"/>
      </w:pPr>
      <w:r w:rsidRPr="001632B8">
        <w:t>bude realizovaný</w:t>
      </w:r>
      <w:r>
        <w:t xml:space="preserve"> na križovatkách</w:t>
      </w:r>
      <w:r w:rsidRPr="001632B8">
        <w:t>:</w:t>
      </w:r>
    </w:p>
    <w:p w14:paraId="5D5E80AE" w14:textId="77777777" w:rsidR="006F6E6A" w:rsidRDefault="006D53E7" w:rsidP="006F6E6A">
      <w:pPr>
        <w:pStyle w:val="Odsekzoznamu"/>
        <w:numPr>
          <w:ilvl w:val="0"/>
          <w:numId w:val="182"/>
        </w:numPr>
        <w:autoSpaceDE/>
        <w:autoSpaceDN/>
        <w:spacing w:before="120" w:after="0" w:line="240" w:lineRule="auto"/>
        <w:ind w:left="1843" w:hanging="425"/>
        <w:contextualSpacing/>
        <w:jc w:val="both"/>
      </w:pPr>
      <w:r w:rsidRPr="00157FD3">
        <w:t xml:space="preserve">na </w:t>
      </w:r>
      <w:r w:rsidRPr="003E368C">
        <w:t>I/9 x II/592 x III/1770 x ul. Partizánska – (</w:t>
      </w:r>
      <w:r w:rsidRPr="006F6E6A">
        <w:rPr>
          <w:i/>
        </w:rPr>
        <w:t>48.71133, 18.2559</w:t>
      </w:r>
      <w:r w:rsidRPr="003E368C">
        <w:t>),</w:t>
      </w:r>
    </w:p>
    <w:p w14:paraId="19279303" w14:textId="65007391" w:rsidR="006D53E7" w:rsidRPr="003E368C" w:rsidRDefault="006D53E7" w:rsidP="006F6E6A">
      <w:pPr>
        <w:pStyle w:val="Odsekzoznamu"/>
        <w:autoSpaceDE/>
        <w:autoSpaceDN/>
        <w:spacing w:before="120" w:after="0" w:line="240" w:lineRule="auto"/>
        <w:ind w:left="1843"/>
        <w:contextualSpacing/>
      </w:pPr>
      <w:r w:rsidRPr="003E368C">
        <w:t xml:space="preserve"> </w:t>
      </w:r>
    </w:p>
    <w:p w14:paraId="3F7ECC3C" w14:textId="1E3F8B3F" w:rsidR="00942262" w:rsidRDefault="00942262" w:rsidP="006F6E6A">
      <w:pPr>
        <w:pStyle w:val="Odsekzoznamu"/>
        <w:numPr>
          <w:ilvl w:val="0"/>
          <w:numId w:val="144"/>
        </w:numPr>
        <w:autoSpaceDE/>
        <w:autoSpaceDN/>
        <w:spacing w:before="0" w:after="120" w:line="240" w:lineRule="auto"/>
        <w:ind w:left="714" w:hanging="357"/>
      </w:pPr>
      <w:r w:rsidRPr="006F6E6A">
        <w:rPr>
          <w:u w:val="single"/>
        </w:rPr>
        <w:t>Profilový dopravný prieskum</w:t>
      </w:r>
      <w:r>
        <w:t xml:space="preserve">, ktorý: </w:t>
      </w:r>
    </w:p>
    <w:p w14:paraId="7E6DE46C" w14:textId="77777777" w:rsidR="00942262" w:rsidRDefault="00942262" w:rsidP="006F6E6A">
      <w:pPr>
        <w:pStyle w:val="Odsekzoznamu"/>
        <w:numPr>
          <w:ilvl w:val="0"/>
          <w:numId w:val="142"/>
        </w:numPr>
        <w:autoSpaceDE/>
        <w:autoSpaceDN/>
        <w:spacing w:before="120" w:after="0" w:line="240" w:lineRule="auto"/>
        <w:contextualSpacing/>
        <w:jc w:val="both"/>
      </w:pPr>
      <w:r>
        <w:t xml:space="preserve">pomocou automatických </w:t>
      </w:r>
      <w:proofErr w:type="spellStart"/>
      <w:r>
        <w:t>sčítačov</w:t>
      </w:r>
      <w:proofErr w:type="spellEnd"/>
      <w:r>
        <w:t xml:space="preserve"> dopravy (ASD), ktoré dokážu poskytnúť informácie o dátume a čase prejazdu každého vozidla (čas vo formáte „</w:t>
      </w:r>
      <w:proofErr w:type="spellStart"/>
      <w:r>
        <w:t>hh:mm</w:t>
      </w:r>
      <w:proofErr w:type="spellEnd"/>
      <w:r>
        <w:t xml:space="preserve">“), smere jazdy a kategórii vozidla na základne dĺžky, pričom pred realizáciou zhotoviteľ skalibruje všetky ASD. Kategorizácia vozidiel bude nasledovná: </w:t>
      </w:r>
    </w:p>
    <w:p w14:paraId="58E10023" w14:textId="77777777" w:rsidR="00942262" w:rsidRDefault="00942262" w:rsidP="006F6E6A">
      <w:pPr>
        <w:pStyle w:val="Odsekzoznamu"/>
        <w:numPr>
          <w:ilvl w:val="1"/>
          <w:numId w:val="143"/>
        </w:numPr>
        <w:autoSpaceDE/>
        <w:autoSpaceDN/>
        <w:spacing w:before="120" w:after="0" w:line="240" w:lineRule="auto"/>
        <w:ind w:left="1843" w:hanging="283"/>
        <w:contextualSpacing/>
        <w:jc w:val="both"/>
      </w:pPr>
      <w:r>
        <w:t xml:space="preserve">OA = osobné vozidlá vrátane motocyklov (vozidlá kategórie M1 alebo L), </w:t>
      </w:r>
    </w:p>
    <w:p w14:paraId="4ACF3720" w14:textId="77777777" w:rsidR="00942262" w:rsidRDefault="00942262" w:rsidP="006F6E6A">
      <w:pPr>
        <w:pStyle w:val="Odsekzoznamu"/>
        <w:numPr>
          <w:ilvl w:val="1"/>
          <w:numId w:val="143"/>
        </w:numPr>
        <w:autoSpaceDE/>
        <w:autoSpaceDN/>
        <w:spacing w:before="120" w:after="0" w:line="240" w:lineRule="auto"/>
        <w:ind w:left="1843" w:hanging="283"/>
        <w:contextualSpacing/>
        <w:jc w:val="both"/>
      </w:pPr>
      <w:r>
        <w:t xml:space="preserve">LNA = ľahká nákladné vozidlá (vozidlá kategórie N1), </w:t>
      </w:r>
    </w:p>
    <w:p w14:paraId="0A829C7F" w14:textId="77777777" w:rsidR="00942262" w:rsidRDefault="00942262" w:rsidP="006F6E6A">
      <w:pPr>
        <w:pStyle w:val="Odsekzoznamu"/>
        <w:numPr>
          <w:ilvl w:val="1"/>
          <w:numId w:val="143"/>
        </w:numPr>
        <w:autoSpaceDE/>
        <w:autoSpaceDN/>
        <w:spacing w:before="120" w:after="0" w:line="240" w:lineRule="auto"/>
        <w:ind w:left="1843" w:hanging="283"/>
        <w:contextualSpacing/>
        <w:jc w:val="both"/>
      </w:pPr>
      <w:r>
        <w:t xml:space="preserve">STNA = stredné nákladné vozidlá bez prívesu (vozidlá kategórie N2), </w:t>
      </w:r>
    </w:p>
    <w:p w14:paraId="4FBA6DC2" w14:textId="30633F83" w:rsidR="00942262" w:rsidRDefault="00942262" w:rsidP="006F6E6A">
      <w:pPr>
        <w:pStyle w:val="Odsekzoznamu"/>
        <w:numPr>
          <w:ilvl w:val="1"/>
          <w:numId w:val="143"/>
        </w:numPr>
        <w:autoSpaceDE/>
        <w:autoSpaceDN/>
        <w:spacing w:before="120" w:after="0" w:line="240" w:lineRule="auto"/>
        <w:ind w:left="1843" w:hanging="283"/>
        <w:contextualSpacing/>
        <w:jc w:val="both"/>
      </w:pPr>
      <w:r>
        <w:t xml:space="preserve">TNA = ťažké nákladné vozidlá (vozidlá kategórie N3) a tiež stredné nákladné vozidlá </w:t>
      </w:r>
      <w:r w:rsidR="006F6E6A">
        <w:br/>
      </w:r>
      <w:r>
        <w:t xml:space="preserve">s prívesom, </w:t>
      </w:r>
    </w:p>
    <w:p w14:paraId="3E11791A" w14:textId="77777777" w:rsidR="00942262" w:rsidRDefault="00942262" w:rsidP="006F6E6A">
      <w:pPr>
        <w:pStyle w:val="Odsekzoznamu"/>
        <w:numPr>
          <w:ilvl w:val="1"/>
          <w:numId w:val="143"/>
        </w:numPr>
        <w:autoSpaceDE/>
        <w:autoSpaceDN/>
        <w:spacing w:before="120" w:after="0" w:line="240" w:lineRule="auto"/>
        <w:ind w:left="1843" w:hanging="283"/>
        <w:contextualSpacing/>
        <w:jc w:val="both"/>
      </w:pPr>
      <w:r>
        <w:t xml:space="preserve">BUS = autobusy (vozidlá kategórie M2 a M3). </w:t>
      </w:r>
    </w:p>
    <w:p w14:paraId="3F5FBB2E" w14:textId="77777777" w:rsidR="00942262" w:rsidRPr="001632B8" w:rsidRDefault="00942262" w:rsidP="006F6E6A">
      <w:pPr>
        <w:pStyle w:val="Odsekzoznamu"/>
        <w:numPr>
          <w:ilvl w:val="0"/>
          <w:numId w:val="142"/>
        </w:numPr>
        <w:autoSpaceDE/>
        <w:autoSpaceDN/>
        <w:spacing w:before="120" w:after="0" w:line="240" w:lineRule="auto"/>
        <w:contextualSpacing/>
        <w:jc w:val="both"/>
      </w:pPr>
      <w:r>
        <w:t xml:space="preserve">bude prebiehať nepretržite počas 14 po sebe nasledujúcich dní, o termíne </w:t>
      </w:r>
      <w:r w:rsidRPr="001632B8">
        <w:t xml:space="preserve">realizácie bude zhotoviteľ informovať objednávateľa najneskôr 7 dní pred realizáciou daného prieskumu, </w:t>
      </w:r>
    </w:p>
    <w:p w14:paraId="569C9A4B" w14:textId="77777777" w:rsidR="00942262" w:rsidRPr="001632B8" w:rsidRDefault="00942262" w:rsidP="006F6E6A">
      <w:pPr>
        <w:pStyle w:val="Odsekzoznamu"/>
        <w:numPr>
          <w:ilvl w:val="0"/>
          <w:numId w:val="142"/>
        </w:numPr>
        <w:autoSpaceDE/>
        <w:autoSpaceDN/>
        <w:spacing w:before="120" w:after="0" w:line="240" w:lineRule="auto"/>
        <w:contextualSpacing/>
        <w:jc w:val="both"/>
      </w:pPr>
      <w:r w:rsidRPr="001632B8">
        <w:t>bude realizovaný:</w:t>
      </w:r>
    </w:p>
    <w:p w14:paraId="50D80D21" w14:textId="428085A9" w:rsidR="00942262" w:rsidRPr="0032055C" w:rsidRDefault="00942262" w:rsidP="006F6E6A">
      <w:pPr>
        <w:pStyle w:val="Odsekzoznamu"/>
        <w:numPr>
          <w:ilvl w:val="1"/>
          <w:numId w:val="142"/>
        </w:numPr>
        <w:autoSpaceDE/>
        <w:autoSpaceDN/>
        <w:spacing w:before="120" w:after="0" w:line="240" w:lineRule="auto"/>
        <w:ind w:left="1843" w:hanging="425"/>
        <w:contextualSpacing/>
        <w:jc w:val="both"/>
      </w:pPr>
      <w:r w:rsidRPr="0032055C">
        <w:t xml:space="preserve">na </w:t>
      </w:r>
      <w:r w:rsidR="0032055C" w:rsidRPr="0032055C">
        <w:t xml:space="preserve">ceste </w:t>
      </w:r>
      <w:r w:rsidRPr="0032055C">
        <w:t>II/5</w:t>
      </w:r>
      <w:r w:rsidR="0032055C" w:rsidRPr="0032055C">
        <w:t>92</w:t>
      </w:r>
      <w:r w:rsidRPr="0032055C">
        <w:t>,</w:t>
      </w:r>
      <w:r w:rsidR="0032055C" w:rsidRPr="0032055C">
        <w:t xml:space="preserve"> severne od obce Nadlice</w:t>
      </w:r>
      <w:r w:rsidRPr="0032055C">
        <w:t xml:space="preserve"> </w:t>
      </w:r>
    </w:p>
    <w:p w14:paraId="466D433E" w14:textId="1B70CC3C" w:rsidR="00942262" w:rsidRPr="00157FD3" w:rsidRDefault="0032055C" w:rsidP="006F6E6A">
      <w:pPr>
        <w:pStyle w:val="Odsekzoznamu"/>
        <w:numPr>
          <w:ilvl w:val="1"/>
          <w:numId w:val="142"/>
        </w:numPr>
        <w:autoSpaceDE/>
        <w:autoSpaceDN/>
        <w:spacing w:before="120" w:after="0" w:line="240" w:lineRule="auto"/>
        <w:ind w:left="1843" w:hanging="425"/>
        <w:contextualSpacing/>
        <w:jc w:val="both"/>
      </w:pPr>
      <w:r w:rsidRPr="00157FD3">
        <w:t>na ceste I/64, medzi obcou Žabokreky nad Nitrou a mestom Partizánske</w:t>
      </w:r>
      <w:r w:rsidR="00157FD3" w:rsidRPr="00157FD3">
        <w:t>,</w:t>
      </w:r>
      <w:r w:rsidR="00942262" w:rsidRPr="00157FD3">
        <w:t xml:space="preserve"> </w:t>
      </w:r>
    </w:p>
    <w:p w14:paraId="5467D1BA" w14:textId="77777777" w:rsidR="00157FD3" w:rsidRPr="00165B52" w:rsidRDefault="00157FD3" w:rsidP="006F6E6A">
      <w:pPr>
        <w:pStyle w:val="Odsekzoznamu"/>
        <w:numPr>
          <w:ilvl w:val="1"/>
          <w:numId w:val="142"/>
        </w:numPr>
        <w:autoSpaceDE/>
        <w:autoSpaceDN/>
        <w:spacing w:before="120" w:after="0" w:line="240" w:lineRule="auto"/>
        <w:ind w:left="1843" w:hanging="425"/>
        <w:contextualSpacing/>
        <w:jc w:val="both"/>
      </w:pPr>
      <w:r w:rsidRPr="00165B52">
        <w:t xml:space="preserve">na všetkých ramenách križovatiek, ktoré sú súčasťou smerových križovatkových prieskumov, </w:t>
      </w:r>
    </w:p>
    <w:p w14:paraId="30090196" w14:textId="265B6D3A" w:rsidR="00942262" w:rsidRPr="00157FD3" w:rsidRDefault="00157FD3" w:rsidP="006F6E6A">
      <w:pPr>
        <w:pStyle w:val="Odsekzoznamu"/>
        <w:numPr>
          <w:ilvl w:val="1"/>
          <w:numId w:val="142"/>
        </w:numPr>
        <w:autoSpaceDE/>
        <w:autoSpaceDN/>
        <w:spacing w:before="120" w:after="0" w:line="240" w:lineRule="auto"/>
        <w:ind w:left="1843" w:hanging="425"/>
        <w:contextualSpacing/>
        <w:jc w:val="both"/>
      </w:pPr>
      <w:r w:rsidRPr="00165B52">
        <w:t xml:space="preserve">na všetkých miestach, kde bude prebiehať kordónový prieskum. </w:t>
      </w:r>
    </w:p>
    <w:p w14:paraId="4F1C53BC" w14:textId="77777777" w:rsidR="00942262" w:rsidRDefault="00942262" w:rsidP="006F6E6A">
      <w:pPr>
        <w:pStyle w:val="Odsekzoznamu"/>
        <w:spacing w:line="240" w:lineRule="auto"/>
        <w:ind w:left="1843"/>
        <w:jc w:val="both"/>
      </w:pPr>
      <w:r w:rsidRPr="001632B8">
        <w:t>O konkrétnom rozložení bude zhotoviteľ informovať objednávateľa najneskôr 7 dní pred realizáciou daného prieskumu.</w:t>
      </w:r>
      <w:r>
        <w:t xml:space="preserve"> </w:t>
      </w:r>
    </w:p>
    <w:p w14:paraId="456D8699" w14:textId="77777777" w:rsidR="004E1AA3" w:rsidRDefault="004E1AA3" w:rsidP="00942262">
      <w:pPr>
        <w:pStyle w:val="Odsekzoznamu"/>
        <w:spacing w:line="240" w:lineRule="auto"/>
        <w:ind w:left="1843"/>
      </w:pPr>
    </w:p>
    <w:p w14:paraId="0CC53010" w14:textId="77777777" w:rsidR="00942262" w:rsidRDefault="00942262" w:rsidP="006F6E6A">
      <w:pPr>
        <w:pStyle w:val="Odsekzoznamu"/>
        <w:numPr>
          <w:ilvl w:val="0"/>
          <w:numId w:val="141"/>
        </w:numPr>
        <w:autoSpaceDE/>
        <w:autoSpaceDN/>
        <w:spacing w:before="0" w:after="120" w:line="240" w:lineRule="auto"/>
        <w:ind w:left="641" w:hanging="357"/>
      </w:pPr>
      <w:r w:rsidRPr="006F6E6A">
        <w:rPr>
          <w:u w:val="single"/>
        </w:rPr>
        <w:t>Kordónový dopravný prieskum</w:t>
      </w:r>
      <w:r>
        <w:t xml:space="preserve">, ktorý: </w:t>
      </w:r>
    </w:p>
    <w:p w14:paraId="03D18459" w14:textId="77777777" w:rsidR="00942262" w:rsidRDefault="00942262" w:rsidP="006F6E6A">
      <w:pPr>
        <w:pStyle w:val="Odsekzoznamu"/>
        <w:numPr>
          <w:ilvl w:val="1"/>
          <w:numId w:val="141"/>
        </w:numPr>
        <w:autoSpaceDE/>
        <w:autoSpaceDN/>
        <w:spacing w:before="120" w:after="0" w:line="240" w:lineRule="auto"/>
        <w:contextualSpacing/>
        <w:jc w:val="both"/>
      </w:pPr>
      <w:r>
        <w:t>vykoná takými prostriedkami, ktoré umožnia jednoznačnú identifikáciu EČV, čas prejazdu (formát „</w:t>
      </w:r>
      <w:proofErr w:type="spellStart"/>
      <w:r>
        <w:t>hh:mm</w:t>
      </w:r>
      <w:proofErr w:type="spellEnd"/>
      <w:r>
        <w:t>“), smer jazdy a kategóriu vozidla s rozdelením na:</w:t>
      </w:r>
    </w:p>
    <w:p w14:paraId="17CEF618" w14:textId="77777777" w:rsidR="00942262" w:rsidRDefault="00942262" w:rsidP="006F6E6A">
      <w:pPr>
        <w:pStyle w:val="Odsekzoznamu"/>
        <w:numPr>
          <w:ilvl w:val="2"/>
          <w:numId w:val="141"/>
        </w:numPr>
        <w:autoSpaceDE/>
        <w:autoSpaceDN/>
        <w:spacing w:before="120" w:after="0" w:line="240" w:lineRule="auto"/>
        <w:ind w:left="1843" w:hanging="283"/>
        <w:contextualSpacing/>
        <w:jc w:val="both"/>
      </w:pPr>
      <w:r>
        <w:t xml:space="preserve">OA = osobné vozidlá vrátane motocyklov (vozidlá kategórie M1 alebo L), </w:t>
      </w:r>
    </w:p>
    <w:p w14:paraId="79C3AD30" w14:textId="77777777" w:rsidR="00942262" w:rsidRDefault="00942262" w:rsidP="006F6E6A">
      <w:pPr>
        <w:pStyle w:val="Odsekzoznamu"/>
        <w:numPr>
          <w:ilvl w:val="2"/>
          <w:numId w:val="141"/>
        </w:numPr>
        <w:autoSpaceDE/>
        <w:autoSpaceDN/>
        <w:spacing w:before="120" w:after="0" w:line="240" w:lineRule="auto"/>
        <w:ind w:left="1843" w:hanging="283"/>
        <w:contextualSpacing/>
        <w:jc w:val="both"/>
      </w:pPr>
      <w:r>
        <w:t xml:space="preserve">LNA = ľahká nákladné vozidlá (vozidlá kategórie N1), </w:t>
      </w:r>
    </w:p>
    <w:p w14:paraId="62D80CA9" w14:textId="77777777" w:rsidR="00942262" w:rsidRDefault="00942262" w:rsidP="006F6E6A">
      <w:pPr>
        <w:pStyle w:val="Odsekzoznamu"/>
        <w:numPr>
          <w:ilvl w:val="2"/>
          <w:numId w:val="141"/>
        </w:numPr>
        <w:autoSpaceDE/>
        <w:autoSpaceDN/>
        <w:spacing w:before="120" w:after="0" w:line="240" w:lineRule="auto"/>
        <w:ind w:left="1843" w:hanging="283"/>
        <w:contextualSpacing/>
        <w:jc w:val="both"/>
      </w:pPr>
      <w:r>
        <w:t xml:space="preserve">STNA = stredné nákladné vozidlá bez prívesu (vozidlá kategórie N2), </w:t>
      </w:r>
    </w:p>
    <w:p w14:paraId="156AA3E9" w14:textId="4F6090BE" w:rsidR="00942262" w:rsidRDefault="00942262" w:rsidP="006F6E6A">
      <w:pPr>
        <w:pStyle w:val="Odsekzoznamu"/>
        <w:numPr>
          <w:ilvl w:val="2"/>
          <w:numId w:val="141"/>
        </w:numPr>
        <w:autoSpaceDE/>
        <w:autoSpaceDN/>
        <w:spacing w:before="120" w:after="0" w:line="240" w:lineRule="auto"/>
        <w:ind w:left="1843" w:hanging="283"/>
        <w:contextualSpacing/>
        <w:jc w:val="both"/>
      </w:pPr>
      <w:r>
        <w:t xml:space="preserve">TNA = ťažké nákladné vozidlá (vozidlá kategórie N3) a tiež stredné nákladné vozidlá </w:t>
      </w:r>
      <w:r w:rsidR="00A1512E">
        <w:br/>
      </w:r>
      <w:r>
        <w:t xml:space="preserve">s prívesom, </w:t>
      </w:r>
    </w:p>
    <w:p w14:paraId="371EE66E" w14:textId="77777777" w:rsidR="00942262" w:rsidRDefault="00942262" w:rsidP="006F6E6A">
      <w:pPr>
        <w:pStyle w:val="Odsekzoznamu"/>
        <w:numPr>
          <w:ilvl w:val="2"/>
          <w:numId w:val="141"/>
        </w:numPr>
        <w:autoSpaceDE/>
        <w:autoSpaceDN/>
        <w:spacing w:before="120" w:after="0" w:line="240" w:lineRule="auto"/>
        <w:ind w:left="1843" w:hanging="283"/>
        <w:contextualSpacing/>
        <w:jc w:val="both"/>
      </w:pPr>
      <w:r>
        <w:t xml:space="preserve">BUS = autobusy (vozidlá kategórie M2 a M3). </w:t>
      </w:r>
    </w:p>
    <w:p w14:paraId="377ADA0F" w14:textId="4DB54F87" w:rsidR="00942262" w:rsidRDefault="00942262" w:rsidP="006F6E6A">
      <w:pPr>
        <w:pStyle w:val="Odsekzoznamu"/>
        <w:numPr>
          <w:ilvl w:val="1"/>
          <w:numId w:val="141"/>
        </w:numPr>
        <w:autoSpaceDE/>
        <w:autoSpaceDN/>
        <w:spacing w:before="120" w:after="0" w:line="240" w:lineRule="auto"/>
        <w:ind w:left="1434" w:hanging="357"/>
        <w:contextualSpacing/>
        <w:jc w:val="both"/>
      </w:pPr>
      <w:r w:rsidRPr="00627B18">
        <w:t xml:space="preserve">bude prebiehať nepretržite 12 hodín v rámci jedného bežného pracovného dňa (od 06:00 </w:t>
      </w:r>
      <w:r w:rsidR="00A1512E">
        <w:br/>
      </w:r>
      <w:r w:rsidRPr="00627B18">
        <w:t>do 18:00),</w:t>
      </w:r>
      <w:r>
        <w:t xml:space="preserve"> ale počas vykonávania profilového dopravného prieskumu. O termíne realizácie bude zhotoviteľ informovať objednávateľa najneskôr 7 dní pred realizáciou daného prieskumu,</w:t>
      </w:r>
    </w:p>
    <w:p w14:paraId="7F0C51F4" w14:textId="77777777" w:rsidR="00942262" w:rsidRPr="001632B8" w:rsidRDefault="00942262" w:rsidP="006F6E6A">
      <w:pPr>
        <w:pStyle w:val="Odsekzoznamu"/>
        <w:numPr>
          <w:ilvl w:val="1"/>
          <w:numId w:val="141"/>
        </w:numPr>
        <w:autoSpaceDE/>
        <w:autoSpaceDN/>
        <w:spacing w:before="120" w:after="0" w:line="240" w:lineRule="auto"/>
        <w:contextualSpacing/>
        <w:jc w:val="both"/>
      </w:pPr>
      <w:r w:rsidRPr="001632B8">
        <w:t>bude realizovaný:</w:t>
      </w:r>
    </w:p>
    <w:p w14:paraId="1EC21C52" w14:textId="0FDA90C9" w:rsidR="00942262" w:rsidRPr="00157FD3" w:rsidRDefault="00157FD3" w:rsidP="006F6E6A">
      <w:pPr>
        <w:pStyle w:val="Odsekzoznamu"/>
        <w:numPr>
          <w:ilvl w:val="0"/>
          <w:numId w:val="145"/>
        </w:numPr>
        <w:autoSpaceDE/>
        <w:autoSpaceDN/>
        <w:spacing w:before="120" w:after="0" w:line="240" w:lineRule="auto"/>
        <w:ind w:left="1843"/>
        <w:contextualSpacing/>
        <w:jc w:val="both"/>
      </w:pPr>
      <w:r w:rsidRPr="00157FD3">
        <w:t>na ceste I/9, západne od križovatky R2 Bánovce nad Bebravou – západ,</w:t>
      </w:r>
    </w:p>
    <w:p w14:paraId="37137138" w14:textId="77777777" w:rsidR="00157FD3" w:rsidRPr="00907A0C" w:rsidRDefault="00157FD3" w:rsidP="006F6E6A">
      <w:pPr>
        <w:pStyle w:val="Odsekzoznamu"/>
        <w:numPr>
          <w:ilvl w:val="0"/>
          <w:numId w:val="145"/>
        </w:numPr>
        <w:autoSpaceDE/>
        <w:autoSpaceDN/>
        <w:spacing w:before="120" w:after="0" w:line="240" w:lineRule="auto"/>
        <w:ind w:left="1843"/>
        <w:contextualSpacing/>
        <w:jc w:val="both"/>
      </w:pPr>
      <w:r w:rsidRPr="00907A0C">
        <w:t xml:space="preserve">na ceste II/516, severne od okružnej križovatky I/9 x II/516,  </w:t>
      </w:r>
    </w:p>
    <w:p w14:paraId="6D9EDFB4" w14:textId="77777777" w:rsidR="00157FD3" w:rsidRPr="00907A0C" w:rsidRDefault="00157FD3" w:rsidP="006F6E6A">
      <w:pPr>
        <w:pStyle w:val="Odsekzoznamu"/>
        <w:numPr>
          <w:ilvl w:val="0"/>
          <w:numId w:val="145"/>
        </w:numPr>
        <w:autoSpaceDE/>
        <w:autoSpaceDN/>
        <w:spacing w:before="120" w:after="0" w:line="240" w:lineRule="auto"/>
        <w:ind w:left="1843"/>
        <w:contextualSpacing/>
        <w:jc w:val="both"/>
      </w:pPr>
      <w:r w:rsidRPr="00907A0C">
        <w:t xml:space="preserve">na rýchlostnej ceste R2, západne od križovatky R2 Brezolupy,  </w:t>
      </w:r>
    </w:p>
    <w:p w14:paraId="0619D5D9" w14:textId="2BD2874F" w:rsidR="00942262" w:rsidRPr="00157FD3" w:rsidRDefault="00157FD3" w:rsidP="006F6E6A">
      <w:pPr>
        <w:pStyle w:val="Odsekzoznamu"/>
        <w:numPr>
          <w:ilvl w:val="0"/>
          <w:numId w:val="145"/>
        </w:numPr>
        <w:autoSpaceDE/>
        <w:autoSpaceDN/>
        <w:spacing w:before="120" w:after="0" w:line="240" w:lineRule="auto"/>
        <w:ind w:left="1843"/>
        <w:contextualSpacing/>
        <w:jc w:val="both"/>
      </w:pPr>
      <w:r w:rsidRPr="00907A0C">
        <w:t>na ceste I/9, západne od križovatky R2 Brezolupy</w:t>
      </w:r>
      <w:r w:rsidR="00942262" w:rsidRPr="00157FD3">
        <w:t xml:space="preserve">, </w:t>
      </w:r>
    </w:p>
    <w:p w14:paraId="0B0B1A55" w14:textId="77777777" w:rsidR="00157FD3" w:rsidRPr="00907A0C" w:rsidRDefault="00157FD3" w:rsidP="006F6E6A">
      <w:pPr>
        <w:pStyle w:val="Odsekzoznamu"/>
        <w:numPr>
          <w:ilvl w:val="0"/>
          <w:numId w:val="145"/>
        </w:numPr>
        <w:autoSpaceDE/>
        <w:autoSpaceDN/>
        <w:spacing w:before="120" w:after="0" w:line="240" w:lineRule="auto"/>
        <w:ind w:left="1843"/>
        <w:contextualSpacing/>
        <w:jc w:val="both"/>
      </w:pPr>
      <w:r w:rsidRPr="00907A0C">
        <w:t xml:space="preserve">na ceste II/592, severne od obce Dolné Naštice,  </w:t>
      </w:r>
    </w:p>
    <w:p w14:paraId="3203FA9F" w14:textId="77777777" w:rsidR="00157FD3" w:rsidRPr="00907A0C" w:rsidRDefault="00157FD3" w:rsidP="006F6E6A">
      <w:pPr>
        <w:pStyle w:val="Odsekzoznamu"/>
        <w:numPr>
          <w:ilvl w:val="0"/>
          <w:numId w:val="145"/>
        </w:numPr>
        <w:autoSpaceDE/>
        <w:autoSpaceDN/>
        <w:spacing w:before="120" w:after="0" w:line="240" w:lineRule="auto"/>
        <w:ind w:left="1843"/>
        <w:contextualSpacing/>
        <w:jc w:val="both"/>
      </w:pPr>
      <w:r w:rsidRPr="00907A0C">
        <w:t xml:space="preserve">na ceste III/1770 (Ul. Partizánska), medzi križovatkami I/9 x III/1770 a ul. Andreja Hlinku x ul. Partizánska, </w:t>
      </w:r>
    </w:p>
    <w:p w14:paraId="777C2796" w14:textId="30DBFA9C" w:rsidR="00942262" w:rsidRPr="00157FD3" w:rsidRDefault="00157FD3" w:rsidP="006F6E6A">
      <w:pPr>
        <w:pStyle w:val="Odsekzoznamu"/>
        <w:numPr>
          <w:ilvl w:val="0"/>
          <w:numId w:val="145"/>
        </w:numPr>
        <w:autoSpaceDE/>
        <w:autoSpaceDN/>
        <w:spacing w:before="120" w:after="0" w:line="240" w:lineRule="auto"/>
        <w:ind w:left="1843"/>
        <w:contextualSpacing/>
        <w:jc w:val="both"/>
      </w:pPr>
      <w:r w:rsidRPr="00907A0C">
        <w:t>na ceste II/579, severne od mesta Partizánske</w:t>
      </w:r>
      <w:r>
        <w:t>.</w:t>
      </w:r>
      <w:r w:rsidR="00942262" w:rsidRPr="00157FD3">
        <w:t xml:space="preserve"> </w:t>
      </w:r>
    </w:p>
    <w:p w14:paraId="71079189" w14:textId="77777777" w:rsidR="00942262" w:rsidRPr="00BB3198" w:rsidRDefault="00942262" w:rsidP="006F6E6A">
      <w:pPr>
        <w:pStyle w:val="Odsekzoznamu"/>
        <w:spacing w:line="240" w:lineRule="auto"/>
        <w:ind w:left="1843"/>
        <w:jc w:val="both"/>
      </w:pPr>
      <w:r w:rsidRPr="001632B8">
        <w:t>O konkrétnom rozložení bude zhotoviteľ informovať objednávateľa najneskôr 7 dní pred realizáciou daného prieskumu.</w:t>
      </w:r>
    </w:p>
    <w:p w14:paraId="4A673246" w14:textId="77777777" w:rsidR="00942262" w:rsidRDefault="00942262" w:rsidP="006F6E6A">
      <w:pPr>
        <w:pStyle w:val="Odsekzoznamu"/>
        <w:numPr>
          <w:ilvl w:val="1"/>
          <w:numId w:val="141"/>
        </w:numPr>
        <w:autoSpaceDE/>
        <w:autoSpaceDN/>
        <w:spacing w:before="120" w:after="0" w:line="240" w:lineRule="auto"/>
        <w:contextualSpacing/>
        <w:jc w:val="both"/>
      </w:pPr>
      <w:r>
        <w:t xml:space="preserve">bude vyhodnotení prostredníctvom matice smerovania tak, že sa určí tzv. časová podmienka pre kvantifikáciu tranzitnej dopravy medzi jednotlivými stanovišťami kamier. Časová podmienka (časová matica) bude navrhnutá zhotoviteľom a schválená objednávateľom. Identifikácia smerovania tranzitnej dopravy sa vykoná medzi všetkými stanovišťami pomocou matice smerovania za každú kategóriu vozidiel osobitne. Následný prepočet 12 hodinového prieskumu na 24 hodín, týždenný priemer denných intenzít a ročný priemer denných intenzít (RPDI) vrátane uvedenia metodiky tohto prepočtu pre každú kategóriu vozidiel samostatne. Výsledná matica smerovania vo formáte RPDI pre každú kategóriu vozidiel samostatne. </w:t>
      </w:r>
    </w:p>
    <w:p w14:paraId="74008ADB" w14:textId="77777777" w:rsidR="00942262" w:rsidRDefault="00942262" w:rsidP="00942262">
      <w:pPr>
        <w:pStyle w:val="Odsekzoznamu"/>
        <w:autoSpaceDE/>
        <w:autoSpaceDN/>
        <w:spacing w:before="120" w:after="0" w:line="240" w:lineRule="auto"/>
        <w:ind w:left="1440"/>
        <w:contextualSpacing/>
      </w:pPr>
    </w:p>
    <w:p w14:paraId="53DBF52F" w14:textId="77777777" w:rsidR="00942262" w:rsidRDefault="00942262" w:rsidP="00942262">
      <w:pPr>
        <w:spacing w:line="240" w:lineRule="auto"/>
      </w:pPr>
      <w:r>
        <w:lastRenderedPageBreak/>
        <w:t>Zhotoviteľ odovzdá:</w:t>
      </w:r>
    </w:p>
    <w:p w14:paraId="3859EF35" w14:textId="77777777" w:rsidR="00942262" w:rsidRDefault="00942262" w:rsidP="00A1512E">
      <w:pPr>
        <w:pStyle w:val="Odsekzoznamu"/>
        <w:numPr>
          <w:ilvl w:val="0"/>
          <w:numId w:val="139"/>
        </w:numPr>
        <w:autoSpaceDE/>
        <w:autoSpaceDN/>
        <w:spacing w:before="120" w:after="0" w:line="240" w:lineRule="auto"/>
        <w:contextualSpacing/>
        <w:jc w:val="both"/>
      </w:pPr>
      <w:r>
        <w:t>výsledky realizovaných prieskumov v editovateľnej forme s plným prístupom v programe Microsoft Excel, pričom všetky výpočty budú v tvare vzorca, nie ako hodnoty,</w:t>
      </w:r>
    </w:p>
    <w:p w14:paraId="67BED20A" w14:textId="1B94C595" w:rsidR="00AE7ECC" w:rsidRDefault="00AE7ECC" w:rsidP="00A1512E">
      <w:pPr>
        <w:pStyle w:val="Odsekzoznamu"/>
        <w:numPr>
          <w:ilvl w:val="0"/>
          <w:numId w:val="139"/>
        </w:numPr>
        <w:autoSpaceDE/>
        <w:autoSpaceDN/>
        <w:spacing w:before="120" w:after="0" w:line="240" w:lineRule="auto"/>
        <w:contextualSpacing/>
        <w:jc w:val="both"/>
      </w:pPr>
      <w:r>
        <w:t>výsledky smerového križovatkového dopravného prieskumu budú za každú križovatku:</w:t>
      </w:r>
    </w:p>
    <w:p w14:paraId="5B608DC5" w14:textId="77777777" w:rsidR="00AE7ECC" w:rsidRDefault="00AE7ECC" w:rsidP="00A1512E">
      <w:pPr>
        <w:pStyle w:val="Odsekzoznamu"/>
        <w:numPr>
          <w:ilvl w:val="1"/>
          <w:numId w:val="139"/>
        </w:numPr>
        <w:autoSpaceDE/>
        <w:autoSpaceDN/>
        <w:spacing w:before="120" w:after="0" w:line="240" w:lineRule="auto"/>
        <w:contextualSpacing/>
        <w:jc w:val="both"/>
      </w:pPr>
      <w:r>
        <w:t xml:space="preserve">lokalizované na mapovom podklade s označenými vstupmi, </w:t>
      </w:r>
    </w:p>
    <w:p w14:paraId="222BAFB6" w14:textId="77777777" w:rsidR="00AE7ECC" w:rsidRDefault="00AE7ECC" w:rsidP="00A1512E">
      <w:pPr>
        <w:pStyle w:val="Odsekzoznamu"/>
        <w:numPr>
          <w:ilvl w:val="1"/>
          <w:numId w:val="139"/>
        </w:numPr>
        <w:autoSpaceDE/>
        <w:autoSpaceDN/>
        <w:spacing w:before="120" w:after="0" w:line="240" w:lineRule="auto"/>
        <w:contextualSpacing/>
        <w:jc w:val="both"/>
      </w:pPr>
      <w:r>
        <w:t xml:space="preserve">rozdelené podľa vstupov, </w:t>
      </w:r>
    </w:p>
    <w:p w14:paraId="0100973D" w14:textId="77777777" w:rsidR="00AE7ECC" w:rsidRDefault="00AE7ECC" w:rsidP="00A1512E">
      <w:pPr>
        <w:pStyle w:val="Odsekzoznamu"/>
        <w:numPr>
          <w:ilvl w:val="1"/>
          <w:numId w:val="139"/>
        </w:numPr>
        <w:autoSpaceDE/>
        <w:autoSpaceDN/>
        <w:spacing w:before="120" w:after="0" w:line="240" w:lineRule="auto"/>
        <w:contextualSpacing/>
        <w:jc w:val="both"/>
      </w:pPr>
      <w:r>
        <w:t xml:space="preserve">s časovým intervalom 15 minút, </w:t>
      </w:r>
    </w:p>
    <w:p w14:paraId="0EB6A288" w14:textId="77777777" w:rsidR="00AE7ECC" w:rsidRDefault="00AE7ECC" w:rsidP="00A1512E">
      <w:pPr>
        <w:pStyle w:val="Odsekzoznamu"/>
        <w:numPr>
          <w:ilvl w:val="1"/>
          <w:numId w:val="139"/>
        </w:numPr>
        <w:autoSpaceDE/>
        <w:autoSpaceDN/>
        <w:spacing w:before="120" w:after="0" w:line="240" w:lineRule="auto"/>
        <w:contextualSpacing/>
        <w:jc w:val="both"/>
      </w:pPr>
      <w:r>
        <w:t xml:space="preserve">rozdelené podľa kategórie vozidiel, </w:t>
      </w:r>
    </w:p>
    <w:p w14:paraId="0F85E4B2" w14:textId="77777777" w:rsidR="00AE7ECC" w:rsidRDefault="00AE7ECC" w:rsidP="00A1512E">
      <w:pPr>
        <w:pStyle w:val="Odsekzoznamu"/>
        <w:numPr>
          <w:ilvl w:val="1"/>
          <w:numId w:val="139"/>
        </w:numPr>
        <w:autoSpaceDE/>
        <w:autoSpaceDN/>
        <w:spacing w:before="120" w:after="0" w:line="240" w:lineRule="auto"/>
        <w:contextualSpacing/>
        <w:jc w:val="both"/>
      </w:pPr>
      <w:r>
        <w:t xml:space="preserve">vyjadrené v skutočných vozidlách a každý interval prepočítaný aj na jednotkové vozidlá s uvedenými prepočtovými koeficientami, </w:t>
      </w:r>
    </w:p>
    <w:p w14:paraId="1EA342DE" w14:textId="77777777" w:rsidR="00AE7ECC" w:rsidRDefault="00AE7ECC" w:rsidP="00A1512E">
      <w:pPr>
        <w:pStyle w:val="Odsekzoznamu"/>
        <w:numPr>
          <w:ilvl w:val="1"/>
          <w:numId w:val="139"/>
        </w:numPr>
        <w:autoSpaceDE/>
        <w:autoSpaceDN/>
        <w:spacing w:before="120" w:after="0" w:line="240" w:lineRule="auto"/>
        <w:contextualSpacing/>
        <w:jc w:val="both"/>
      </w:pPr>
      <w:r>
        <w:t>agregované skutočné aj jednotkové vozidlá za celú križovatku s určením dopoludňajšej a popoludňajšej špičkovej hodiny a skladbou dopravného prúdu za celú dobu prieskumu,</w:t>
      </w:r>
    </w:p>
    <w:p w14:paraId="1BBB1938" w14:textId="4C62983B" w:rsidR="00AE7ECC" w:rsidRDefault="00AE7ECC" w:rsidP="00A1512E">
      <w:pPr>
        <w:pStyle w:val="Odsekzoznamu"/>
        <w:numPr>
          <w:ilvl w:val="1"/>
          <w:numId w:val="139"/>
        </w:numPr>
        <w:autoSpaceDE/>
        <w:autoSpaceDN/>
        <w:spacing w:before="120" w:after="0" w:line="240" w:lineRule="auto"/>
        <w:contextualSpacing/>
        <w:jc w:val="both"/>
      </w:pPr>
      <w:r>
        <w:t xml:space="preserve">agregované výsledky prepočítané na RPDI, v prípade, že pri križovatke nebol vykonaný profilový dopravný prieskum, môže zhotoviteľ použiť priebeh intenzít z iného najbližšieho </w:t>
      </w:r>
      <w:proofErr w:type="spellStart"/>
      <w:r>
        <w:t>sčítača</w:t>
      </w:r>
      <w:proofErr w:type="spellEnd"/>
      <w:r>
        <w:t xml:space="preserve"> profilového dopravného prieskumu</w:t>
      </w:r>
    </w:p>
    <w:p w14:paraId="6D3A83A4" w14:textId="038CD20B" w:rsidR="00942262" w:rsidRDefault="00942262" w:rsidP="00A1512E">
      <w:pPr>
        <w:pStyle w:val="Odsekzoznamu"/>
        <w:numPr>
          <w:ilvl w:val="0"/>
          <w:numId w:val="139"/>
        </w:numPr>
        <w:autoSpaceDE/>
        <w:autoSpaceDN/>
        <w:spacing w:before="120" w:after="0" w:line="240" w:lineRule="auto"/>
        <w:contextualSpacing/>
        <w:jc w:val="both"/>
      </w:pPr>
      <w:r>
        <w:t xml:space="preserve">výsledky profilového dopravného prieskumu budú: </w:t>
      </w:r>
    </w:p>
    <w:p w14:paraId="78D91E0A" w14:textId="77777777" w:rsidR="00942262" w:rsidRDefault="00942262" w:rsidP="00A1512E">
      <w:pPr>
        <w:pStyle w:val="Odsekzoznamu"/>
        <w:numPr>
          <w:ilvl w:val="1"/>
          <w:numId w:val="139"/>
        </w:numPr>
        <w:autoSpaceDE/>
        <w:autoSpaceDN/>
        <w:spacing w:before="120" w:after="0" w:line="240" w:lineRule="auto"/>
        <w:contextualSpacing/>
        <w:jc w:val="both"/>
      </w:pPr>
      <w:r>
        <w:t xml:space="preserve">smerovo rozdelené, </w:t>
      </w:r>
    </w:p>
    <w:p w14:paraId="3C626264" w14:textId="77777777" w:rsidR="00942262" w:rsidRDefault="00942262" w:rsidP="00A1512E">
      <w:pPr>
        <w:pStyle w:val="Odsekzoznamu"/>
        <w:numPr>
          <w:ilvl w:val="1"/>
          <w:numId w:val="139"/>
        </w:numPr>
        <w:autoSpaceDE/>
        <w:autoSpaceDN/>
        <w:spacing w:before="120" w:after="0" w:line="240" w:lineRule="auto"/>
        <w:contextualSpacing/>
        <w:jc w:val="both"/>
      </w:pPr>
      <w:r>
        <w:t xml:space="preserve">s časovým intervalom 1 hodina, </w:t>
      </w:r>
    </w:p>
    <w:p w14:paraId="25655A71" w14:textId="77777777" w:rsidR="00942262" w:rsidRDefault="00942262" w:rsidP="00A1512E">
      <w:pPr>
        <w:pStyle w:val="Odsekzoznamu"/>
        <w:numPr>
          <w:ilvl w:val="1"/>
          <w:numId w:val="139"/>
        </w:numPr>
        <w:autoSpaceDE/>
        <w:autoSpaceDN/>
        <w:spacing w:before="120" w:after="0" w:line="240" w:lineRule="auto"/>
        <w:contextualSpacing/>
        <w:jc w:val="both"/>
      </w:pPr>
      <w:r>
        <w:t>rozdelené podľa kategórií vozidiel,</w:t>
      </w:r>
    </w:p>
    <w:p w14:paraId="3C4B58CC" w14:textId="77777777" w:rsidR="00942262" w:rsidRDefault="00942262" w:rsidP="00A1512E">
      <w:pPr>
        <w:pStyle w:val="Odsekzoznamu"/>
        <w:numPr>
          <w:ilvl w:val="1"/>
          <w:numId w:val="139"/>
        </w:numPr>
        <w:autoSpaceDE/>
        <w:autoSpaceDN/>
        <w:spacing w:before="120" w:after="0" w:line="240" w:lineRule="auto"/>
        <w:contextualSpacing/>
        <w:jc w:val="both"/>
      </w:pPr>
      <w:r>
        <w:t>prepočítané na RPDI.</w:t>
      </w:r>
    </w:p>
    <w:p w14:paraId="319A6958" w14:textId="77777777" w:rsidR="00942262" w:rsidRDefault="00942262" w:rsidP="00A1512E">
      <w:pPr>
        <w:pStyle w:val="Odsekzoznamu"/>
        <w:numPr>
          <w:ilvl w:val="0"/>
          <w:numId w:val="139"/>
        </w:numPr>
        <w:autoSpaceDE/>
        <w:autoSpaceDN/>
        <w:spacing w:before="120" w:after="0" w:line="240" w:lineRule="auto"/>
        <w:contextualSpacing/>
        <w:jc w:val="both"/>
      </w:pPr>
      <w:r>
        <w:t xml:space="preserve">výsledky kordónového dopravného prieskumu budú: </w:t>
      </w:r>
    </w:p>
    <w:p w14:paraId="0BC829A4" w14:textId="77777777" w:rsidR="00942262" w:rsidRDefault="00942262" w:rsidP="00A1512E">
      <w:pPr>
        <w:pStyle w:val="Odsekzoznamu"/>
        <w:numPr>
          <w:ilvl w:val="1"/>
          <w:numId w:val="139"/>
        </w:numPr>
        <w:autoSpaceDE/>
        <w:autoSpaceDN/>
        <w:spacing w:before="120" w:after="0" w:line="240" w:lineRule="auto"/>
        <w:contextualSpacing/>
        <w:jc w:val="both"/>
      </w:pPr>
      <w:r>
        <w:t xml:space="preserve">vo forme matice zdrojov a cieľov ciest, </w:t>
      </w:r>
    </w:p>
    <w:p w14:paraId="18F235CC" w14:textId="77777777" w:rsidR="00942262" w:rsidRDefault="00942262" w:rsidP="00A1512E">
      <w:pPr>
        <w:pStyle w:val="Odsekzoznamu"/>
        <w:numPr>
          <w:ilvl w:val="1"/>
          <w:numId w:val="139"/>
        </w:numPr>
        <w:autoSpaceDE/>
        <w:autoSpaceDN/>
        <w:spacing w:before="120" w:after="0" w:line="240" w:lineRule="auto"/>
        <w:contextualSpacing/>
        <w:jc w:val="both"/>
      </w:pPr>
      <w:r>
        <w:t xml:space="preserve">pre každú kategóriu vozidiel zvlášť, </w:t>
      </w:r>
    </w:p>
    <w:p w14:paraId="1F0695F3" w14:textId="77777777" w:rsidR="00942262" w:rsidRDefault="00942262" w:rsidP="00A1512E">
      <w:pPr>
        <w:pStyle w:val="Odsekzoznamu"/>
        <w:numPr>
          <w:ilvl w:val="1"/>
          <w:numId w:val="139"/>
        </w:numPr>
        <w:autoSpaceDE/>
        <w:autoSpaceDN/>
        <w:spacing w:before="120" w:after="0" w:line="240" w:lineRule="auto"/>
        <w:contextualSpacing/>
        <w:jc w:val="both"/>
      </w:pPr>
      <w:r>
        <w:t xml:space="preserve">vyhodnotené na základe časových matíc, ktorú navrhne zhotoviteľ a odsúhlasí objednávateľ, </w:t>
      </w:r>
    </w:p>
    <w:p w14:paraId="5AB33FA7" w14:textId="77777777" w:rsidR="00942262" w:rsidRDefault="00942262" w:rsidP="00A1512E">
      <w:pPr>
        <w:pStyle w:val="Odsekzoznamu"/>
        <w:numPr>
          <w:ilvl w:val="1"/>
          <w:numId w:val="139"/>
        </w:numPr>
        <w:autoSpaceDE/>
        <w:autoSpaceDN/>
        <w:spacing w:before="120" w:after="0" w:line="240" w:lineRule="auto"/>
        <w:contextualSpacing/>
        <w:jc w:val="both"/>
      </w:pPr>
      <w:r>
        <w:t xml:space="preserve">prepočítané na priemer denných intenzít (PDI), týždenný priemer denných intenzít (TPDI) a ročný priemer denných intenzít (RPDI), pričom musia byť uvedené aj prepočtové koeficienty. </w:t>
      </w:r>
    </w:p>
    <w:p w14:paraId="299DC23C" w14:textId="77777777" w:rsidR="00942262" w:rsidRDefault="00942262" w:rsidP="00A1512E">
      <w:pPr>
        <w:pStyle w:val="Odsekzoznamu"/>
        <w:numPr>
          <w:ilvl w:val="0"/>
          <w:numId w:val="139"/>
        </w:numPr>
        <w:autoSpaceDE/>
        <w:autoSpaceDN/>
        <w:spacing w:before="120" w:after="0" w:line="240" w:lineRule="auto"/>
        <w:contextualSpacing/>
        <w:jc w:val="both"/>
      </w:pPr>
      <w:r>
        <w:t xml:space="preserve">zo všetkých prieskumov podrobné záznamy, vrátane elektronických kópií záznamových hárkov, záznamových súborov z detektorov, kamerových záznamov, GPS súradnice umiestnených zariadení, fotodokumentáciu, informácie o použitej technike a súhrnné vyhodnotenie s uvedením základných faktov o dopravnom správaní v území ako aj o skutočnostiach, ktoré mohli mať vplyv na dané dopravné správanie v čase realizácie prieskumov (dopravné nehody, uzávierky a pod.), </w:t>
      </w:r>
    </w:p>
    <w:p w14:paraId="620950EA" w14:textId="19F7E517" w:rsidR="008D7F6C" w:rsidRDefault="00942262" w:rsidP="00A1512E">
      <w:pPr>
        <w:pStyle w:val="Odsekzoznamu"/>
        <w:numPr>
          <w:ilvl w:val="0"/>
          <w:numId w:val="139"/>
        </w:numPr>
        <w:autoSpaceDE/>
        <w:autoSpaceDN/>
        <w:spacing w:before="120" w:after="0" w:line="240" w:lineRule="auto"/>
        <w:contextualSpacing/>
        <w:jc w:val="both"/>
      </w:pPr>
      <w:r>
        <w:t>výstupy z údajov uvedených vyššie je potrebné dodať vo forme sprievodnej správy s tabuľkovými a grafickými prílohami.</w:t>
      </w:r>
    </w:p>
    <w:p w14:paraId="015ABBDD" w14:textId="687AD445" w:rsidR="00C4792B" w:rsidRPr="00A1512E" w:rsidRDefault="00A1512E" w:rsidP="00A1512E">
      <w:pPr>
        <w:pStyle w:val="Nadpis3"/>
        <w:tabs>
          <w:tab w:val="left" w:pos="709"/>
        </w:tabs>
        <w:spacing w:line="240" w:lineRule="auto"/>
        <w:rPr>
          <w:rFonts w:ascii="Arial" w:hAnsi="Arial" w:cs="Arial"/>
          <w:sz w:val="22"/>
          <w:szCs w:val="22"/>
        </w:rPr>
      </w:pPr>
      <w:r w:rsidRPr="00A1512E">
        <w:rPr>
          <w:rFonts w:ascii="Arial" w:hAnsi="Arial" w:cs="Arial"/>
          <w:sz w:val="22"/>
          <w:szCs w:val="22"/>
        </w:rPr>
        <w:t xml:space="preserve">1.2 </w:t>
      </w:r>
      <w:r w:rsidRPr="00A1512E">
        <w:rPr>
          <w:rFonts w:ascii="Arial" w:hAnsi="Arial" w:cs="Arial"/>
          <w:sz w:val="22"/>
          <w:szCs w:val="22"/>
        </w:rPr>
        <w:tab/>
        <w:t>D</w:t>
      </w:r>
      <w:r>
        <w:rPr>
          <w:rFonts w:ascii="Arial" w:hAnsi="Arial" w:cs="Arial"/>
          <w:sz w:val="22"/>
          <w:szCs w:val="22"/>
        </w:rPr>
        <w:t xml:space="preserve">opravný model </w:t>
      </w:r>
    </w:p>
    <w:p w14:paraId="788FC9B7" w14:textId="77777777" w:rsidR="00A86A6A" w:rsidRPr="00DF562A" w:rsidRDefault="00A86A6A" w:rsidP="00A86A6A">
      <w:pPr>
        <w:spacing w:after="60"/>
        <w:rPr>
          <w:bCs/>
          <w:iCs/>
        </w:rPr>
      </w:pPr>
      <w:r w:rsidRPr="00DF562A">
        <w:rPr>
          <w:bCs/>
          <w:iCs/>
        </w:rPr>
        <w:t xml:space="preserve">Zhotoviteľ spracuje dopravný model a prognózu v nasledovnej podrobnosti: </w:t>
      </w:r>
    </w:p>
    <w:p w14:paraId="3F3A7CC6" w14:textId="77777777" w:rsidR="00A86A6A" w:rsidRPr="006B78CF" w:rsidRDefault="00A86A6A" w:rsidP="006B78CF">
      <w:pPr>
        <w:pStyle w:val="Odsekzoznamu"/>
        <w:numPr>
          <w:ilvl w:val="0"/>
          <w:numId w:val="218"/>
        </w:numPr>
        <w:autoSpaceDE/>
        <w:autoSpaceDN/>
        <w:spacing w:before="0" w:after="60" w:line="240" w:lineRule="auto"/>
        <w:contextualSpacing/>
        <w:jc w:val="both"/>
        <w:rPr>
          <w:bCs/>
          <w:iCs/>
        </w:rPr>
      </w:pPr>
      <w:r w:rsidRPr="006B78CF">
        <w:rPr>
          <w:bCs/>
          <w:iCs/>
        </w:rPr>
        <w:t>Vyžaduje sa spracovanie modifikovaného 3-stupňového dopravného modelu v prostredí špecializovaného medzinárodne uznávaného softvéru na dopravné modelovanie automobilovej dopravy kompatibilnom s národným modelom SR pre účel hodnotenia súčasného stavu a určené roky prognózy.</w:t>
      </w:r>
    </w:p>
    <w:p w14:paraId="19A47084" w14:textId="77777777" w:rsidR="00A86A6A" w:rsidRDefault="00A86A6A" w:rsidP="00A1512E">
      <w:pPr>
        <w:pStyle w:val="Odsekzoznamu"/>
        <w:autoSpaceDE/>
        <w:autoSpaceDN/>
        <w:spacing w:before="0" w:after="60" w:line="240" w:lineRule="auto"/>
        <w:ind w:left="720"/>
        <w:contextualSpacing/>
        <w:jc w:val="both"/>
        <w:rPr>
          <w:bCs/>
          <w:iCs/>
        </w:rPr>
      </w:pPr>
    </w:p>
    <w:p w14:paraId="17AF1F5F" w14:textId="6754BBD3" w:rsidR="00A86A6A" w:rsidRPr="00A1512E" w:rsidRDefault="00A86A6A" w:rsidP="00A1512E">
      <w:pPr>
        <w:pStyle w:val="Odsekzoznamu"/>
        <w:numPr>
          <w:ilvl w:val="0"/>
          <w:numId w:val="216"/>
        </w:numPr>
        <w:autoSpaceDE/>
        <w:autoSpaceDN/>
        <w:spacing w:before="0" w:after="60" w:line="240" w:lineRule="auto"/>
        <w:contextualSpacing/>
        <w:jc w:val="both"/>
        <w:rPr>
          <w:iCs/>
        </w:rPr>
      </w:pPr>
      <w:r w:rsidRPr="00A1512E">
        <w:rPr>
          <w:iCs/>
        </w:rPr>
        <w:t>Požiadavky na dopravný model:</w:t>
      </w:r>
    </w:p>
    <w:p w14:paraId="6DD18B86" w14:textId="7F2154A2" w:rsidR="00A86A6A" w:rsidRDefault="00A86A6A" w:rsidP="00A1512E">
      <w:pPr>
        <w:pStyle w:val="Odsekzoznamu"/>
        <w:numPr>
          <w:ilvl w:val="0"/>
          <w:numId w:val="191"/>
        </w:numPr>
        <w:autoSpaceDE/>
        <w:autoSpaceDN/>
        <w:spacing w:before="0" w:after="60" w:line="240" w:lineRule="auto"/>
        <w:ind w:left="1560" w:hanging="426"/>
        <w:contextualSpacing/>
        <w:jc w:val="both"/>
        <w:rPr>
          <w:bCs/>
          <w:iCs/>
        </w:rPr>
      </w:pPr>
      <w:r w:rsidRPr="00456C48">
        <w:rPr>
          <w:bCs/>
          <w:iCs/>
        </w:rPr>
        <w:t xml:space="preserve">Dotknuté (sledované) územie dopravného modelu má zahrnúť najmä územie </w:t>
      </w:r>
      <w:r>
        <w:rPr>
          <w:bCs/>
          <w:iCs/>
        </w:rPr>
        <w:t>výkonu prieskumov</w:t>
      </w:r>
      <w:r w:rsidRPr="00456C48">
        <w:rPr>
          <w:bCs/>
          <w:iCs/>
        </w:rPr>
        <w:t>, resp. okres</w:t>
      </w:r>
      <w:r>
        <w:rPr>
          <w:bCs/>
          <w:iCs/>
        </w:rPr>
        <w:t>y</w:t>
      </w:r>
      <w:r w:rsidRPr="00456C48">
        <w:rPr>
          <w:bCs/>
          <w:iCs/>
        </w:rPr>
        <w:t xml:space="preserve"> </w:t>
      </w:r>
      <w:r>
        <w:rPr>
          <w:bCs/>
          <w:iCs/>
        </w:rPr>
        <w:t>Bánovce nad Bebravou, Partizánske a Topoľčany.</w:t>
      </w:r>
    </w:p>
    <w:p w14:paraId="266101BB" w14:textId="376AF51B" w:rsidR="00A86A6A" w:rsidRPr="00A86A6A" w:rsidRDefault="00A86A6A" w:rsidP="00A1512E">
      <w:pPr>
        <w:pStyle w:val="Odsekzoznamu"/>
        <w:numPr>
          <w:ilvl w:val="0"/>
          <w:numId w:val="191"/>
        </w:numPr>
        <w:autoSpaceDE/>
        <w:autoSpaceDN/>
        <w:spacing w:before="0" w:after="60" w:line="240" w:lineRule="auto"/>
        <w:ind w:left="1560" w:hanging="426"/>
        <w:contextualSpacing/>
        <w:jc w:val="both"/>
        <w:rPr>
          <w:bCs/>
          <w:iCs/>
        </w:rPr>
      </w:pPr>
      <w:proofErr w:type="spellStart"/>
      <w:r w:rsidRPr="00187BE0">
        <w:rPr>
          <w:bCs/>
          <w:iCs/>
        </w:rPr>
        <w:t>Zonálne</w:t>
      </w:r>
      <w:proofErr w:type="spellEnd"/>
      <w:r w:rsidRPr="00187BE0">
        <w:rPr>
          <w:bCs/>
          <w:iCs/>
        </w:rPr>
        <w:t xml:space="preserve"> členenie má byť prispôsobené relatívnemu objemu prepravných vzťahov a spĺňa nasledovné podmienky</w:t>
      </w:r>
      <w:r>
        <w:rPr>
          <w:bCs/>
          <w:iCs/>
        </w:rPr>
        <w:t>:</w:t>
      </w:r>
    </w:p>
    <w:p w14:paraId="59814822" w14:textId="77777777" w:rsidR="00A86A6A" w:rsidRDefault="00A86A6A" w:rsidP="006B78CF">
      <w:pPr>
        <w:pStyle w:val="Odsekzoznamu"/>
        <w:numPr>
          <w:ilvl w:val="0"/>
          <w:numId w:val="217"/>
        </w:numPr>
        <w:autoSpaceDE/>
        <w:autoSpaceDN/>
        <w:spacing w:before="0" w:after="60" w:line="240" w:lineRule="auto"/>
        <w:ind w:left="1985" w:hanging="425"/>
        <w:contextualSpacing/>
        <w:jc w:val="both"/>
        <w:rPr>
          <w:bCs/>
          <w:iCs/>
        </w:rPr>
      </w:pPr>
      <w:r w:rsidRPr="00A86A6A">
        <w:rPr>
          <w:bCs/>
          <w:iCs/>
        </w:rPr>
        <w:t>maximálny počet zón dopravného modelu je obmedzený na 1000 zón,</w:t>
      </w:r>
    </w:p>
    <w:p w14:paraId="0C06AF5D" w14:textId="77777777" w:rsidR="00A86A6A" w:rsidRPr="00187BE0" w:rsidRDefault="00A86A6A" w:rsidP="006B78CF">
      <w:pPr>
        <w:pStyle w:val="Odsekzoznamu"/>
        <w:numPr>
          <w:ilvl w:val="0"/>
          <w:numId w:val="217"/>
        </w:numPr>
        <w:autoSpaceDE/>
        <w:autoSpaceDN/>
        <w:spacing w:before="0" w:after="60" w:line="240" w:lineRule="auto"/>
        <w:ind w:left="1985" w:hanging="425"/>
        <w:contextualSpacing/>
        <w:jc w:val="both"/>
        <w:rPr>
          <w:bCs/>
          <w:iCs/>
        </w:rPr>
      </w:pPr>
      <w:r w:rsidRPr="00187BE0">
        <w:rPr>
          <w:bCs/>
          <w:iCs/>
        </w:rPr>
        <w:t>zodpovedá požadovanej úrovni detailu, so vzrastajúcou vzdialenosťou od riešeného projektu môže podrobnosť klesať,</w:t>
      </w:r>
    </w:p>
    <w:p w14:paraId="227764AD" w14:textId="77777777" w:rsidR="00A86A6A" w:rsidRPr="00187BE0" w:rsidRDefault="00A86A6A" w:rsidP="006B78CF">
      <w:pPr>
        <w:pStyle w:val="Odsekzoznamu"/>
        <w:numPr>
          <w:ilvl w:val="0"/>
          <w:numId w:val="217"/>
        </w:numPr>
        <w:autoSpaceDE/>
        <w:autoSpaceDN/>
        <w:spacing w:before="0" w:after="60" w:line="240" w:lineRule="auto"/>
        <w:ind w:left="1985" w:hanging="425"/>
        <w:contextualSpacing/>
        <w:jc w:val="both"/>
        <w:rPr>
          <w:bCs/>
          <w:iCs/>
        </w:rPr>
      </w:pPr>
      <w:r w:rsidRPr="00187BE0">
        <w:rPr>
          <w:bCs/>
          <w:iCs/>
        </w:rPr>
        <w:t>v bezprostrednej blízkosti koridoru (do 15 km) 1 zóna v zásade reprezentuje 1 obec, resp. ZSJ</w:t>
      </w:r>
    </w:p>
    <w:p w14:paraId="3BFCE612" w14:textId="77777777" w:rsidR="00A86A6A" w:rsidRPr="00187BE0" w:rsidRDefault="00A86A6A" w:rsidP="006B78CF">
      <w:pPr>
        <w:pStyle w:val="Odsekzoznamu"/>
        <w:numPr>
          <w:ilvl w:val="0"/>
          <w:numId w:val="217"/>
        </w:numPr>
        <w:autoSpaceDE/>
        <w:autoSpaceDN/>
        <w:spacing w:before="0" w:after="60" w:line="240" w:lineRule="auto"/>
        <w:ind w:left="1985" w:hanging="425"/>
        <w:contextualSpacing/>
        <w:jc w:val="both"/>
        <w:rPr>
          <w:bCs/>
          <w:iCs/>
        </w:rPr>
      </w:pPr>
      <w:r w:rsidRPr="00187BE0">
        <w:rPr>
          <w:bCs/>
          <w:iCs/>
        </w:rPr>
        <w:t xml:space="preserve">mestá a mestské časti v bezprostrednej blízkosti koridoru väčšie ako </w:t>
      </w:r>
      <w:r>
        <w:rPr>
          <w:bCs/>
          <w:iCs/>
        </w:rPr>
        <w:t>5</w:t>
      </w:r>
      <w:r w:rsidRPr="00187BE0">
        <w:rPr>
          <w:bCs/>
          <w:iCs/>
        </w:rPr>
        <w:t xml:space="preserve"> tis. obyv. rozdeliť na viacero dopravných zón podľa dostupných štatistických údajov (napr. ZSJ, ZSJ so zanedbateľnými hodnotami štrukturálnych veličín môžu byť agregované),</w:t>
      </w:r>
    </w:p>
    <w:p w14:paraId="3BA3BE02" w14:textId="77777777" w:rsidR="0010299F" w:rsidRPr="00187BE0" w:rsidRDefault="0010299F" w:rsidP="006B78CF">
      <w:pPr>
        <w:pStyle w:val="Odsekzoznamu"/>
        <w:numPr>
          <w:ilvl w:val="0"/>
          <w:numId w:val="217"/>
        </w:numPr>
        <w:autoSpaceDE/>
        <w:autoSpaceDN/>
        <w:spacing w:before="0" w:after="60" w:line="240" w:lineRule="auto"/>
        <w:ind w:left="1985" w:hanging="425"/>
        <w:contextualSpacing/>
        <w:jc w:val="both"/>
        <w:rPr>
          <w:bCs/>
          <w:iCs/>
        </w:rPr>
      </w:pPr>
      <w:r w:rsidRPr="00187BE0">
        <w:rPr>
          <w:bCs/>
          <w:iCs/>
        </w:rPr>
        <w:t>obce s menej ako 500 obyv. (môžu byť agregované pozdĺž spoločnej prístupovej komunikácie,</w:t>
      </w:r>
    </w:p>
    <w:p w14:paraId="74D57827" w14:textId="77777777" w:rsidR="0010299F" w:rsidRPr="00187BE0" w:rsidRDefault="0010299F" w:rsidP="006B78CF">
      <w:pPr>
        <w:pStyle w:val="Odsekzoznamu"/>
        <w:numPr>
          <w:ilvl w:val="0"/>
          <w:numId w:val="217"/>
        </w:numPr>
        <w:autoSpaceDE/>
        <w:autoSpaceDN/>
        <w:spacing w:before="0" w:after="60" w:line="240" w:lineRule="auto"/>
        <w:ind w:left="1985" w:hanging="425"/>
        <w:contextualSpacing/>
        <w:jc w:val="both"/>
        <w:rPr>
          <w:bCs/>
          <w:iCs/>
        </w:rPr>
      </w:pPr>
      <w:r w:rsidRPr="00187BE0">
        <w:rPr>
          <w:bCs/>
          <w:iCs/>
        </w:rPr>
        <w:t>významné priemyselné lokality, logistické centrá alebo terminály môžu byť reprezentované samostatnými zónami,</w:t>
      </w:r>
    </w:p>
    <w:p w14:paraId="524E20EA" w14:textId="77777777" w:rsidR="0010299F" w:rsidRPr="006B78CF" w:rsidRDefault="0010299F" w:rsidP="006B78CF">
      <w:pPr>
        <w:pStyle w:val="Odsekzoznamu"/>
        <w:numPr>
          <w:ilvl w:val="0"/>
          <w:numId w:val="195"/>
        </w:numPr>
        <w:autoSpaceDE/>
        <w:autoSpaceDN/>
        <w:spacing w:before="0" w:after="60" w:line="240" w:lineRule="auto"/>
        <w:contextualSpacing/>
        <w:jc w:val="both"/>
        <w:rPr>
          <w:bCs/>
          <w:iCs/>
        </w:rPr>
      </w:pPr>
      <w:r w:rsidRPr="006B78CF">
        <w:rPr>
          <w:bCs/>
          <w:iCs/>
        </w:rPr>
        <w:t xml:space="preserve">Finálne </w:t>
      </w:r>
      <w:proofErr w:type="spellStart"/>
      <w:r w:rsidRPr="006B78CF">
        <w:rPr>
          <w:bCs/>
          <w:iCs/>
        </w:rPr>
        <w:t>zonálne</w:t>
      </w:r>
      <w:proofErr w:type="spellEnd"/>
      <w:r w:rsidRPr="006B78CF">
        <w:rPr>
          <w:bCs/>
          <w:iCs/>
        </w:rPr>
        <w:t xml:space="preserve"> členenie musí odsúhlasiť objednávateľ.</w:t>
      </w:r>
    </w:p>
    <w:p w14:paraId="2DF96C43" w14:textId="77777777" w:rsidR="00DD6706" w:rsidRDefault="00DD6706" w:rsidP="00DD6706">
      <w:pPr>
        <w:spacing w:after="60"/>
        <w:rPr>
          <w:b/>
          <w:bCs/>
          <w:iCs/>
        </w:rPr>
      </w:pPr>
    </w:p>
    <w:p w14:paraId="225ACEAB" w14:textId="538199E3" w:rsidR="00DD6706" w:rsidRPr="00123D71" w:rsidRDefault="00DD6706" w:rsidP="00DD6706">
      <w:pPr>
        <w:spacing w:after="60"/>
        <w:rPr>
          <w:b/>
          <w:bCs/>
          <w:iCs/>
        </w:rPr>
      </w:pPr>
      <w:r w:rsidRPr="00123D71">
        <w:rPr>
          <w:b/>
          <w:bCs/>
          <w:iCs/>
        </w:rPr>
        <w:lastRenderedPageBreak/>
        <w:t>Komunikačná sieť modelu</w:t>
      </w:r>
    </w:p>
    <w:p w14:paraId="10B74673" w14:textId="77777777" w:rsidR="00DD6706" w:rsidRDefault="00DD6706" w:rsidP="00DD6706">
      <w:pPr>
        <w:pStyle w:val="Odsekzoznamu"/>
        <w:numPr>
          <w:ilvl w:val="0"/>
          <w:numId w:val="198"/>
        </w:numPr>
        <w:autoSpaceDE/>
        <w:autoSpaceDN/>
        <w:spacing w:before="0" w:after="60" w:line="240" w:lineRule="auto"/>
        <w:contextualSpacing/>
        <w:jc w:val="both"/>
        <w:rPr>
          <w:bCs/>
          <w:iCs/>
        </w:rPr>
      </w:pPr>
      <w:r w:rsidRPr="00187BE0">
        <w:rPr>
          <w:bCs/>
          <w:iCs/>
        </w:rPr>
        <w:t>Komunikačná sieť dopravného modelu súčasného stavu bude zahŕňať posudzovaný projekt (</w:t>
      </w:r>
      <w:r>
        <w:rPr>
          <w:bCs/>
          <w:iCs/>
        </w:rPr>
        <w:t>rýchlostná cesta R2, cesta I/9 a II/592</w:t>
      </w:r>
      <w:r w:rsidRPr="00187BE0">
        <w:rPr>
          <w:bCs/>
          <w:iCs/>
        </w:rPr>
        <w:t>) a cesty I. a II. triedy ako aj dopravne významné komunikácie III. triedy.</w:t>
      </w:r>
    </w:p>
    <w:p w14:paraId="62165276" w14:textId="77777777" w:rsidR="00DD6706" w:rsidRPr="00187BE0" w:rsidRDefault="00DD6706" w:rsidP="00DD6706">
      <w:pPr>
        <w:pStyle w:val="Odsekzoznamu"/>
        <w:numPr>
          <w:ilvl w:val="0"/>
          <w:numId w:val="198"/>
        </w:numPr>
        <w:autoSpaceDE/>
        <w:autoSpaceDN/>
        <w:spacing w:before="0" w:after="60" w:line="240" w:lineRule="auto"/>
        <w:contextualSpacing/>
        <w:jc w:val="both"/>
        <w:rPr>
          <w:bCs/>
          <w:iCs/>
        </w:rPr>
      </w:pPr>
      <w:r w:rsidRPr="00187BE0">
        <w:rPr>
          <w:bCs/>
          <w:iCs/>
        </w:rPr>
        <w:t>Výhľadová komunikačná sieť bude zohľadňovať predpokladanú výstavbu diaľnic, rýchlostných ciest a  iných ciest či miestnych komunikácií a ich preložiek v jednotlivých časových horizontoch a zahŕňa najmä:</w:t>
      </w:r>
    </w:p>
    <w:p w14:paraId="0D666AE9" w14:textId="77777777" w:rsidR="00DD6706" w:rsidRPr="00187BE0" w:rsidRDefault="00DD6706" w:rsidP="00DD6706">
      <w:pPr>
        <w:pStyle w:val="Odsekzoznamu"/>
        <w:numPr>
          <w:ilvl w:val="0"/>
          <w:numId w:val="199"/>
        </w:numPr>
        <w:autoSpaceDE/>
        <w:autoSpaceDN/>
        <w:spacing w:before="0" w:after="60" w:line="240" w:lineRule="auto"/>
        <w:ind w:left="1134"/>
        <w:contextualSpacing/>
        <w:jc w:val="both"/>
        <w:rPr>
          <w:bCs/>
          <w:iCs/>
        </w:rPr>
      </w:pPr>
      <w:r w:rsidRPr="00187BE0">
        <w:rPr>
          <w:bCs/>
          <w:iCs/>
        </w:rPr>
        <w:t>diaľnice a rýchlostné cesty,</w:t>
      </w:r>
    </w:p>
    <w:p w14:paraId="2D2031A8" w14:textId="77777777" w:rsidR="00DD6706" w:rsidRDefault="00DD6706" w:rsidP="00DD6706">
      <w:pPr>
        <w:pStyle w:val="Odsekzoznamu"/>
        <w:numPr>
          <w:ilvl w:val="0"/>
          <w:numId w:val="199"/>
        </w:numPr>
        <w:autoSpaceDE/>
        <w:autoSpaceDN/>
        <w:spacing w:before="0" w:after="60" w:line="240" w:lineRule="auto"/>
        <w:ind w:left="1134"/>
        <w:contextualSpacing/>
        <w:jc w:val="both"/>
        <w:rPr>
          <w:bCs/>
          <w:iCs/>
        </w:rPr>
      </w:pPr>
      <w:r w:rsidRPr="00187BE0">
        <w:rPr>
          <w:bCs/>
          <w:iCs/>
        </w:rPr>
        <w:t>cesty I., II. a III. triedy,</w:t>
      </w:r>
    </w:p>
    <w:p w14:paraId="74637BE7" w14:textId="408AEAD8" w:rsidR="00DD6706" w:rsidRPr="00DD6706" w:rsidRDefault="00DD6706" w:rsidP="006B78CF">
      <w:pPr>
        <w:pStyle w:val="Odsekzoznamu"/>
        <w:numPr>
          <w:ilvl w:val="0"/>
          <w:numId w:val="199"/>
        </w:numPr>
        <w:autoSpaceDE/>
        <w:autoSpaceDN/>
        <w:spacing w:before="0" w:after="60" w:line="240" w:lineRule="auto"/>
        <w:ind w:left="1134"/>
        <w:contextualSpacing/>
        <w:jc w:val="both"/>
        <w:rPr>
          <w:bCs/>
          <w:iCs/>
        </w:rPr>
      </w:pPr>
      <w:r>
        <w:rPr>
          <w:bCs/>
          <w:iCs/>
        </w:rPr>
        <w:t>rýchlostné a</w:t>
      </w:r>
      <w:r w:rsidRPr="00DD6706">
        <w:rPr>
          <w:bCs/>
          <w:iCs/>
        </w:rPr>
        <w:t xml:space="preserve"> zberné miestne komunikácie v mestách nad 10 tis. obyvateľov.</w:t>
      </w:r>
    </w:p>
    <w:p w14:paraId="4A5C4BBA" w14:textId="77777777" w:rsidR="00166DFD" w:rsidRDefault="00166DFD" w:rsidP="00DD6706">
      <w:pPr>
        <w:spacing w:after="60"/>
        <w:rPr>
          <w:b/>
          <w:bCs/>
          <w:iCs/>
        </w:rPr>
      </w:pPr>
    </w:p>
    <w:p w14:paraId="04FD1B98" w14:textId="20071278" w:rsidR="00DD6706" w:rsidRPr="006B78CF" w:rsidRDefault="00DD6706" w:rsidP="006B78CF">
      <w:pPr>
        <w:spacing w:after="60"/>
        <w:rPr>
          <w:b/>
          <w:bCs/>
          <w:iCs/>
        </w:rPr>
      </w:pPr>
      <w:r w:rsidRPr="006B78CF">
        <w:rPr>
          <w:b/>
          <w:bCs/>
          <w:iCs/>
        </w:rPr>
        <w:t>Vytvorenie modifikovaného 3-stupňového syntetického dopravného modelu obsahuje nasledovné kroky:</w:t>
      </w:r>
    </w:p>
    <w:p w14:paraId="267B3280" w14:textId="77777777" w:rsidR="00DD6706" w:rsidRPr="00187BE0" w:rsidRDefault="00DD6706" w:rsidP="00DD6706">
      <w:pPr>
        <w:pStyle w:val="Odsekzoznamu"/>
        <w:numPr>
          <w:ilvl w:val="0"/>
          <w:numId w:val="200"/>
        </w:numPr>
        <w:autoSpaceDE/>
        <w:autoSpaceDN/>
        <w:spacing w:before="0" w:after="60" w:line="240" w:lineRule="auto"/>
        <w:contextualSpacing/>
        <w:jc w:val="both"/>
        <w:rPr>
          <w:bCs/>
          <w:iCs/>
        </w:rPr>
      </w:pPr>
      <w:r w:rsidRPr="00187BE0">
        <w:rPr>
          <w:bCs/>
          <w:iCs/>
        </w:rPr>
        <w:t>Generovanie prepravných vzťahov</w:t>
      </w:r>
    </w:p>
    <w:p w14:paraId="5D45EB9B" w14:textId="793CA16C" w:rsidR="00DD6706" w:rsidRDefault="00DD6706" w:rsidP="007D0633">
      <w:pPr>
        <w:pStyle w:val="Odsekzoznamu"/>
        <w:numPr>
          <w:ilvl w:val="0"/>
          <w:numId w:val="201"/>
        </w:numPr>
        <w:autoSpaceDE/>
        <w:autoSpaceDN/>
        <w:spacing w:before="0" w:after="60" w:line="240" w:lineRule="auto"/>
        <w:ind w:left="1134"/>
        <w:contextualSpacing/>
        <w:jc w:val="both"/>
        <w:rPr>
          <w:bCs/>
          <w:iCs/>
        </w:rPr>
      </w:pPr>
      <w:r w:rsidRPr="00187BE0">
        <w:rPr>
          <w:bCs/>
          <w:iCs/>
        </w:rPr>
        <w:t xml:space="preserve">Predpokladá sa </w:t>
      </w:r>
      <w:proofErr w:type="spellStart"/>
      <w:r w:rsidRPr="00187BE0">
        <w:rPr>
          <w:bCs/>
          <w:iCs/>
        </w:rPr>
        <w:t>dezagregované</w:t>
      </w:r>
      <w:proofErr w:type="spellEnd"/>
      <w:r w:rsidRPr="00187BE0">
        <w:rPr>
          <w:bCs/>
          <w:iCs/>
        </w:rPr>
        <w:t xml:space="preserve"> generovanie prepravných vzťahov v osobnej doprave (IAD) prinajmenšom pre skupiny obyvateľov s dostupným automobilom s využitím </w:t>
      </w:r>
      <w:proofErr w:type="spellStart"/>
      <w:r w:rsidRPr="00187BE0">
        <w:rPr>
          <w:bCs/>
          <w:iCs/>
        </w:rPr>
        <w:t>mobilitných</w:t>
      </w:r>
      <w:proofErr w:type="spellEnd"/>
      <w:r w:rsidRPr="00187BE0">
        <w:rPr>
          <w:bCs/>
          <w:iCs/>
        </w:rPr>
        <w:t xml:space="preserve"> charakteristík z Dopravného modelu Slovenskej republiky. Generovanie prepravných vzťahov v nákladnej doprave sa nepožaduje (bude súčasťou rozdelenia prepravných vzťahov). Nákladnú dopravu je možné modelovať zjednodušene vytvorením záťažovej matice z údajov z mýtneho systému a kalibrovanú na vykonané profilové a smerové prieskumy.</w:t>
      </w:r>
    </w:p>
    <w:p w14:paraId="2F99A4E4" w14:textId="77777777" w:rsidR="00DD6706" w:rsidRPr="00187BE0" w:rsidRDefault="00DD6706" w:rsidP="00DD6706">
      <w:pPr>
        <w:pStyle w:val="Odsekzoznamu"/>
        <w:numPr>
          <w:ilvl w:val="0"/>
          <w:numId w:val="200"/>
        </w:numPr>
        <w:autoSpaceDE/>
        <w:autoSpaceDN/>
        <w:spacing w:before="0" w:after="60" w:line="240" w:lineRule="auto"/>
        <w:contextualSpacing/>
        <w:jc w:val="both"/>
        <w:rPr>
          <w:bCs/>
          <w:iCs/>
        </w:rPr>
      </w:pPr>
      <w:r w:rsidRPr="00187BE0">
        <w:rPr>
          <w:bCs/>
          <w:iCs/>
        </w:rPr>
        <w:t>Distribúcia prepravných vzťahov</w:t>
      </w:r>
    </w:p>
    <w:p w14:paraId="7553F06D" w14:textId="5E22D274" w:rsidR="00252E29" w:rsidRPr="00ED270B" w:rsidRDefault="00DD6706">
      <w:pPr>
        <w:pStyle w:val="Odsekzoznamu"/>
        <w:numPr>
          <w:ilvl w:val="0"/>
          <w:numId w:val="202"/>
        </w:numPr>
        <w:autoSpaceDE/>
        <w:autoSpaceDN/>
        <w:spacing w:before="0" w:after="60" w:line="240" w:lineRule="auto"/>
        <w:ind w:left="1134"/>
        <w:contextualSpacing/>
        <w:jc w:val="both"/>
        <w:rPr>
          <w:bCs/>
          <w:iCs/>
        </w:rPr>
      </w:pPr>
      <w:r w:rsidRPr="00187BE0">
        <w:rPr>
          <w:bCs/>
          <w:iCs/>
        </w:rPr>
        <w:t xml:space="preserve">Rozdelenie prepravných vzťahov v individuálnej osobnej doprave (IAD) má byť odvodené zo základnej matice prepravných vzťahov a zohľadňovať cestovný čas a štrukturálne veličiny riešeného územia. </w:t>
      </w:r>
    </w:p>
    <w:p w14:paraId="1D9D1FE9" w14:textId="77777777" w:rsidR="00DD6706" w:rsidRPr="00187BE0" w:rsidRDefault="00DD6706" w:rsidP="00DD6706">
      <w:pPr>
        <w:pStyle w:val="Odsekzoznamu"/>
        <w:numPr>
          <w:ilvl w:val="0"/>
          <w:numId w:val="200"/>
        </w:numPr>
        <w:autoSpaceDE/>
        <w:autoSpaceDN/>
        <w:spacing w:before="0" w:after="60" w:line="240" w:lineRule="auto"/>
        <w:contextualSpacing/>
        <w:jc w:val="both"/>
        <w:rPr>
          <w:bCs/>
          <w:iCs/>
        </w:rPr>
      </w:pPr>
      <w:r w:rsidRPr="00187BE0">
        <w:rPr>
          <w:bCs/>
          <w:iCs/>
        </w:rPr>
        <w:t>Zaťaženie komunikačnej siete</w:t>
      </w:r>
    </w:p>
    <w:p w14:paraId="2FDDEED5" w14:textId="77777777" w:rsidR="00DD6706" w:rsidRPr="00187BE0" w:rsidRDefault="00DD6706" w:rsidP="00DD6706">
      <w:pPr>
        <w:pStyle w:val="Odsekzoznamu"/>
        <w:numPr>
          <w:ilvl w:val="0"/>
          <w:numId w:val="204"/>
        </w:numPr>
        <w:autoSpaceDE/>
        <w:autoSpaceDN/>
        <w:spacing w:before="0" w:after="60" w:line="240" w:lineRule="auto"/>
        <w:ind w:left="1134"/>
        <w:contextualSpacing/>
        <w:jc w:val="both"/>
        <w:rPr>
          <w:bCs/>
          <w:iCs/>
        </w:rPr>
      </w:pPr>
      <w:r w:rsidRPr="00187BE0">
        <w:rPr>
          <w:bCs/>
          <w:iCs/>
        </w:rPr>
        <w:t xml:space="preserve">Pridelenie na sieť má byť prevedené pomocou štandardných algoritmov rovnovážneho prideľovania na základe </w:t>
      </w:r>
      <w:proofErr w:type="spellStart"/>
      <w:r w:rsidRPr="00187BE0">
        <w:rPr>
          <w:bCs/>
          <w:iCs/>
        </w:rPr>
        <w:t>parametrizovaných</w:t>
      </w:r>
      <w:proofErr w:type="spellEnd"/>
      <w:r w:rsidRPr="00187BE0">
        <w:rPr>
          <w:bCs/>
          <w:iCs/>
        </w:rPr>
        <w:t xml:space="preserve"> funkcií utility zohľadňujúcich čas alebo vzdialenosť prepravy, ako aj náklady na spoplatnenie. Parametre funkcie utility môžu byť prevzaté z Dopravného modelu SR, prípadne iného relevantného modelu. Požaduje sa zohľadnenie zdržania pri jazde v závislosti od naplnenia kapacity (impedancie) na úsekoch a v uzloch (križovatkách) v mestskom prostredí.</w:t>
      </w:r>
    </w:p>
    <w:p w14:paraId="70203C44" w14:textId="77777777" w:rsidR="00DD6706" w:rsidRPr="00187BE0" w:rsidRDefault="00DD6706" w:rsidP="00DD6706">
      <w:pPr>
        <w:pStyle w:val="Odsekzoznamu"/>
        <w:numPr>
          <w:ilvl w:val="0"/>
          <w:numId w:val="204"/>
        </w:numPr>
        <w:autoSpaceDE/>
        <w:autoSpaceDN/>
        <w:spacing w:before="0" w:after="60" w:line="240" w:lineRule="auto"/>
        <w:ind w:left="1134"/>
        <w:contextualSpacing/>
        <w:jc w:val="both"/>
        <w:rPr>
          <w:bCs/>
          <w:iCs/>
        </w:rPr>
      </w:pPr>
      <w:r w:rsidRPr="00187BE0">
        <w:rPr>
          <w:bCs/>
          <w:iCs/>
        </w:rPr>
        <w:t>Nulový scenár dotknutej infraštruktúry má zahŕňať všetky rozostavané a realisticky plánované investičné projekty na danom území.</w:t>
      </w:r>
    </w:p>
    <w:p w14:paraId="1FB4E335" w14:textId="77777777" w:rsidR="00DD6706" w:rsidRPr="00187BE0" w:rsidRDefault="00DD6706" w:rsidP="00DD6706">
      <w:pPr>
        <w:pStyle w:val="Odsekzoznamu"/>
        <w:numPr>
          <w:ilvl w:val="0"/>
          <w:numId w:val="204"/>
        </w:numPr>
        <w:autoSpaceDE/>
        <w:autoSpaceDN/>
        <w:spacing w:before="0" w:after="60" w:line="240" w:lineRule="auto"/>
        <w:ind w:left="1134"/>
        <w:contextualSpacing/>
        <w:jc w:val="both"/>
        <w:rPr>
          <w:bCs/>
          <w:iCs/>
        </w:rPr>
      </w:pPr>
      <w:r w:rsidRPr="00187BE0">
        <w:rPr>
          <w:bCs/>
          <w:iCs/>
        </w:rPr>
        <w:t>Pri spracovávaní dopravného modelu zhotoviteľ vytvorí dopravný model súčasného stavu. Po vytvorení a uspokojivom skalibrovaní, ktoré odsúhlasí objednávateľ, sa použije na modelovanie vplyvu navrhovaného projektu.</w:t>
      </w:r>
    </w:p>
    <w:p w14:paraId="797D2E4F" w14:textId="77777777" w:rsidR="00DD6706" w:rsidRPr="00187BE0" w:rsidRDefault="00DD6706" w:rsidP="00DD6706">
      <w:pPr>
        <w:pStyle w:val="Odsekzoznamu"/>
        <w:numPr>
          <w:ilvl w:val="0"/>
          <w:numId w:val="203"/>
        </w:numPr>
        <w:autoSpaceDE/>
        <w:autoSpaceDN/>
        <w:spacing w:before="0" w:after="60" w:line="240" w:lineRule="auto"/>
        <w:contextualSpacing/>
        <w:jc w:val="both"/>
        <w:rPr>
          <w:bCs/>
          <w:iCs/>
        </w:rPr>
      </w:pPr>
      <w:r w:rsidRPr="00187BE0">
        <w:rPr>
          <w:bCs/>
          <w:iCs/>
        </w:rPr>
        <w:t>Kalibrácia modelu</w:t>
      </w:r>
    </w:p>
    <w:p w14:paraId="52668688" w14:textId="77777777" w:rsidR="00DD6706" w:rsidRPr="00187BE0" w:rsidRDefault="00DD6706" w:rsidP="00DD6706">
      <w:pPr>
        <w:pStyle w:val="Odsekzoznamu"/>
        <w:numPr>
          <w:ilvl w:val="0"/>
          <w:numId w:val="205"/>
        </w:numPr>
        <w:autoSpaceDE/>
        <w:autoSpaceDN/>
        <w:spacing w:before="0" w:after="60" w:line="240" w:lineRule="auto"/>
        <w:ind w:left="1134"/>
        <w:contextualSpacing/>
        <w:jc w:val="both"/>
        <w:rPr>
          <w:bCs/>
          <w:iCs/>
        </w:rPr>
      </w:pPr>
      <w:r w:rsidRPr="00187BE0">
        <w:rPr>
          <w:bCs/>
          <w:iCs/>
        </w:rPr>
        <w:t xml:space="preserve">Kalibrácia a validácia dopravného modelu súčasného stavu bude posúdená na základe </w:t>
      </w:r>
      <w:proofErr w:type="spellStart"/>
      <w:r w:rsidRPr="00187BE0">
        <w:rPr>
          <w:bCs/>
          <w:iCs/>
        </w:rPr>
        <w:t>Geoffrey</w:t>
      </w:r>
      <w:proofErr w:type="spellEnd"/>
      <w:r w:rsidRPr="00187BE0">
        <w:rPr>
          <w:bCs/>
          <w:iCs/>
        </w:rPr>
        <w:t xml:space="preserve"> E. </w:t>
      </w:r>
      <w:proofErr w:type="spellStart"/>
      <w:r w:rsidRPr="00187BE0">
        <w:rPr>
          <w:bCs/>
          <w:iCs/>
        </w:rPr>
        <w:t>Haversovho</w:t>
      </w:r>
      <w:proofErr w:type="spellEnd"/>
      <w:r w:rsidRPr="00187BE0">
        <w:rPr>
          <w:bCs/>
          <w:iCs/>
        </w:rPr>
        <w:t xml:space="preserve"> vzťahu (GEH&lt;5 pre minimálne </w:t>
      </w:r>
      <w:r>
        <w:rPr>
          <w:bCs/>
          <w:iCs/>
        </w:rPr>
        <w:t>2</w:t>
      </w:r>
      <w:r w:rsidRPr="00187BE0">
        <w:rPr>
          <w:bCs/>
          <w:iCs/>
        </w:rPr>
        <w:t>0 vybraných profilov).</w:t>
      </w:r>
    </w:p>
    <w:p w14:paraId="4243F6BC" w14:textId="77777777" w:rsidR="00DD6706" w:rsidRDefault="00DD6706" w:rsidP="00DD6706">
      <w:pPr>
        <w:pStyle w:val="Odsekzoznamu"/>
        <w:numPr>
          <w:ilvl w:val="0"/>
          <w:numId w:val="205"/>
        </w:numPr>
        <w:autoSpaceDE/>
        <w:autoSpaceDN/>
        <w:spacing w:before="0" w:after="60" w:line="240" w:lineRule="auto"/>
        <w:ind w:left="1134"/>
        <w:contextualSpacing/>
        <w:jc w:val="both"/>
        <w:rPr>
          <w:bCs/>
          <w:iCs/>
        </w:rPr>
      </w:pPr>
      <w:r w:rsidRPr="00187BE0">
        <w:rPr>
          <w:bCs/>
          <w:iCs/>
        </w:rPr>
        <w:t>Predpokladá sa kalibrácia modelu vo všetkých troch stupňoch modelovania na základe dostupných údajov o demografii a dopravnom správaní obyvateľstva (hybnosti a dĺžky ciest) s požadovaným GEH&lt;5 pre aspoň 85% vybraných profilov. Odporúča sa zachovať matematické vzťahy, ktoré na základe vstupných dát modelujú objem dopravy medzi zónami.</w:t>
      </w:r>
    </w:p>
    <w:p w14:paraId="68F5C40D" w14:textId="77777777" w:rsidR="00B91B36" w:rsidRPr="00B91B36" w:rsidRDefault="00B91B36" w:rsidP="0045657D">
      <w:pPr>
        <w:autoSpaceDE/>
        <w:autoSpaceDN/>
        <w:spacing w:before="0" w:after="60" w:line="240" w:lineRule="auto"/>
        <w:contextualSpacing/>
        <w:jc w:val="both"/>
        <w:rPr>
          <w:bCs/>
          <w:iCs/>
        </w:rPr>
      </w:pPr>
    </w:p>
    <w:p w14:paraId="14E14D64" w14:textId="66F430FD" w:rsidR="00B91B36" w:rsidRDefault="00B91B36" w:rsidP="00B91B36">
      <w:pPr>
        <w:spacing w:after="60" w:line="276" w:lineRule="auto"/>
        <w:jc w:val="both"/>
        <w:rPr>
          <w:bCs/>
          <w:iCs/>
        </w:rPr>
      </w:pPr>
      <w:r w:rsidRPr="00187BE0">
        <w:rPr>
          <w:bCs/>
          <w:iCs/>
        </w:rPr>
        <w:t>Zhotoviteľ uvedie a poskytne všetky dopravno-inžinierske údaje - profilové, smerové,</w:t>
      </w:r>
      <w:r>
        <w:rPr>
          <w:bCs/>
          <w:iCs/>
        </w:rPr>
        <w:t xml:space="preserve"> </w:t>
      </w:r>
      <w:r w:rsidRPr="00187BE0">
        <w:rPr>
          <w:bCs/>
          <w:iCs/>
        </w:rPr>
        <w:t>anketové prieskumy vrátane celoštátneho sčítania dopravy z rokov 2022 a 2023, stupeň automobilizácie a motorizácie, dopravná nehodovosť, údaje z elektronického mýtneho systému, údaje z</w:t>
      </w:r>
      <w:r>
        <w:rPr>
          <w:bCs/>
          <w:iCs/>
        </w:rPr>
        <w:t> </w:t>
      </w:r>
      <w:r w:rsidRPr="00187BE0">
        <w:rPr>
          <w:bCs/>
          <w:iCs/>
        </w:rPr>
        <w:t xml:space="preserve">automatických </w:t>
      </w:r>
      <w:proofErr w:type="spellStart"/>
      <w:r w:rsidRPr="00187BE0">
        <w:rPr>
          <w:bCs/>
          <w:iCs/>
        </w:rPr>
        <w:t>sčítačov</w:t>
      </w:r>
      <w:proofErr w:type="spellEnd"/>
      <w:r w:rsidRPr="00187BE0">
        <w:rPr>
          <w:bCs/>
          <w:iCs/>
        </w:rPr>
        <w:t xml:space="preserve"> dopravy a socioekonomické prieskumy (</w:t>
      </w:r>
      <w:proofErr w:type="spellStart"/>
      <w:r w:rsidRPr="00187BE0">
        <w:rPr>
          <w:bCs/>
          <w:iCs/>
        </w:rPr>
        <w:t>mobilitné</w:t>
      </w:r>
      <w:proofErr w:type="spellEnd"/>
      <w:r w:rsidRPr="00187BE0">
        <w:rPr>
          <w:bCs/>
          <w:iCs/>
        </w:rPr>
        <w:t xml:space="preserve"> charakteristiky obyvateľstva, demografické údaje, ekonomický vývoj) týkajúce sa posudzovaného územia, slúžiace ako základné dopravné a sociologické vstupy východiskového stavu.</w:t>
      </w:r>
    </w:p>
    <w:p w14:paraId="442F272F" w14:textId="2AD30CD2" w:rsidR="00B6289C" w:rsidRDefault="00B91B36" w:rsidP="00B6289C">
      <w:pPr>
        <w:spacing w:after="60" w:line="276" w:lineRule="auto"/>
        <w:jc w:val="both"/>
        <w:rPr>
          <w:bCs/>
          <w:iCs/>
        </w:rPr>
      </w:pPr>
      <w:r w:rsidRPr="00791FEF">
        <w:rPr>
          <w:bCs/>
          <w:iCs/>
        </w:rPr>
        <w:t>Zhotoviteľ bude analyzovať súčasné a očakávané vzťahy (funkcie) jestvujúcej cesty. To zah</w:t>
      </w:r>
      <w:r w:rsidR="00960DD8">
        <w:rPr>
          <w:bCs/>
          <w:iCs/>
        </w:rPr>
        <w:t>ŕ</w:t>
      </w:r>
      <w:r w:rsidRPr="00791FEF">
        <w:rPr>
          <w:bCs/>
          <w:iCs/>
        </w:rPr>
        <w:t>ň</w:t>
      </w:r>
      <w:r w:rsidR="00960DD8">
        <w:rPr>
          <w:bCs/>
          <w:iCs/>
        </w:rPr>
        <w:t>a</w:t>
      </w:r>
      <w:r w:rsidRPr="00791FEF">
        <w:rPr>
          <w:bCs/>
          <w:iCs/>
        </w:rPr>
        <w:t xml:space="preserve"> identifikáciu a kvantifikáciu hlavných zložiek, ktoré generujú súčasné dopravné zaťaženie (dochádzanie za prácou, verejná doprava, tranzit, verejné zariadenia, nové nákupné centrá, priemyselné oblasti, veľké podniky)</w:t>
      </w:r>
      <w:r>
        <w:rPr>
          <w:bCs/>
          <w:iCs/>
        </w:rPr>
        <w:t>.</w:t>
      </w:r>
    </w:p>
    <w:p w14:paraId="090E1178" w14:textId="77777777" w:rsidR="00B6289C" w:rsidRPr="00123D71" w:rsidRDefault="00B6289C" w:rsidP="00B6289C">
      <w:pPr>
        <w:spacing w:after="60"/>
        <w:rPr>
          <w:b/>
          <w:bCs/>
          <w:iCs/>
        </w:rPr>
      </w:pPr>
      <w:r w:rsidRPr="00123D71">
        <w:rPr>
          <w:b/>
          <w:bCs/>
          <w:iCs/>
        </w:rPr>
        <w:t>Modelované scenáre</w:t>
      </w:r>
    </w:p>
    <w:p w14:paraId="7BC0EF2C" w14:textId="77777777" w:rsidR="00B6289C" w:rsidRPr="00187BE0" w:rsidRDefault="00B6289C" w:rsidP="00B6289C">
      <w:pPr>
        <w:pStyle w:val="Odsekzoznamu"/>
        <w:numPr>
          <w:ilvl w:val="0"/>
          <w:numId w:val="184"/>
        </w:numPr>
        <w:autoSpaceDE/>
        <w:autoSpaceDN/>
        <w:spacing w:before="0" w:after="60" w:line="240" w:lineRule="auto"/>
        <w:contextualSpacing/>
        <w:jc w:val="both"/>
        <w:rPr>
          <w:bCs/>
          <w:iCs/>
        </w:rPr>
      </w:pPr>
      <w:r w:rsidRPr="00187BE0">
        <w:rPr>
          <w:bCs/>
          <w:iCs/>
        </w:rPr>
        <w:t>Modelované roky prognózy sú stanovené nasledovne:</w:t>
      </w:r>
    </w:p>
    <w:p w14:paraId="33A46F3C" w14:textId="77777777" w:rsidR="00B6289C" w:rsidRPr="00187BE0" w:rsidRDefault="00B6289C" w:rsidP="00B6289C">
      <w:pPr>
        <w:pStyle w:val="Odsekzoznamu"/>
        <w:numPr>
          <w:ilvl w:val="0"/>
          <w:numId w:val="183"/>
        </w:numPr>
        <w:autoSpaceDE/>
        <w:autoSpaceDN/>
        <w:spacing w:before="0" w:after="60" w:line="240" w:lineRule="auto"/>
        <w:ind w:left="1134"/>
        <w:contextualSpacing/>
        <w:jc w:val="both"/>
        <w:rPr>
          <w:bCs/>
          <w:iCs/>
        </w:rPr>
      </w:pPr>
      <w:r w:rsidRPr="00187BE0">
        <w:rPr>
          <w:bCs/>
          <w:iCs/>
        </w:rPr>
        <w:t>súčasný stav (rok vykonania prieskumov),</w:t>
      </w:r>
    </w:p>
    <w:p w14:paraId="464C1B33" w14:textId="77777777" w:rsidR="00B6289C" w:rsidRPr="00187BE0" w:rsidRDefault="00B6289C" w:rsidP="00B6289C">
      <w:pPr>
        <w:pStyle w:val="Odsekzoznamu"/>
        <w:numPr>
          <w:ilvl w:val="0"/>
          <w:numId w:val="183"/>
        </w:numPr>
        <w:autoSpaceDE/>
        <w:autoSpaceDN/>
        <w:spacing w:before="0" w:after="60" w:line="240" w:lineRule="auto"/>
        <w:ind w:left="1134"/>
        <w:contextualSpacing/>
        <w:jc w:val="both"/>
        <w:rPr>
          <w:bCs/>
          <w:iCs/>
        </w:rPr>
      </w:pPr>
      <w:r w:rsidRPr="00187BE0">
        <w:rPr>
          <w:bCs/>
          <w:iCs/>
        </w:rPr>
        <w:t>rok uvedenia stavby/stavieb do prevádzky,</w:t>
      </w:r>
    </w:p>
    <w:p w14:paraId="70BC5B86" w14:textId="77777777" w:rsidR="00B6289C" w:rsidRPr="00187BE0" w:rsidRDefault="00B6289C" w:rsidP="00B6289C">
      <w:pPr>
        <w:pStyle w:val="Odsekzoznamu"/>
        <w:numPr>
          <w:ilvl w:val="0"/>
          <w:numId w:val="183"/>
        </w:numPr>
        <w:autoSpaceDE/>
        <w:autoSpaceDN/>
        <w:spacing w:before="0" w:after="60" w:line="240" w:lineRule="auto"/>
        <w:ind w:left="1134"/>
        <w:contextualSpacing/>
        <w:jc w:val="both"/>
        <w:rPr>
          <w:bCs/>
          <w:iCs/>
        </w:rPr>
      </w:pPr>
      <w:r w:rsidRPr="00187BE0">
        <w:rPr>
          <w:bCs/>
          <w:iCs/>
        </w:rPr>
        <w:lastRenderedPageBreak/>
        <w:t>+ 10 rokov od uvedenia stavby do užívania,</w:t>
      </w:r>
    </w:p>
    <w:p w14:paraId="05102862" w14:textId="77777777" w:rsidR="00B6289C" w:rsidRPr="00187BE0" w:rsidRDefault="00B6289C" w:rsidP="00B6289C">
      <w:pPr>
        <w:pStyle w:val="Odsekzoznamu"/>
        <w:numPr>
          <w:ilvl w:val="0"/>
          <w:numId w:val="183"/>
        </w:numPr>
        <w:autoSpaceDE/>
        <w:autoSpaceDN/>
        <w:spacing w:before="0" w:after="60" w:line="240" w:lineRule="auto"/>
        <w:ind w:left="1134"/>
        <w:contextualSpacing/>
        <w:jc w:val="both"/>
        <w:rPr>
          <w:bCs/>
          <w:iCs/>
        </w:rPr>
      </w:pPr>
      <w:r w:rsidRPr="00187BE0">
        <w:rPr>
          <w:bCs/>
          <w:iCs/>
        </w:rPr>
        <w:t>+ 20 rokov od uvedenia stavby do užívania,</w:t>
      </w:r>
    </w:p>
    <w:p w14:paraId="57E9DF16" w14:textId="77777777" w:rsidR="00B6289C" w:rsidRPr="00187BE0" w:rsidRDefault="00B6289C" w:rsidP="00B6289C">
      <w:pPr>
        <w:pStyle w:val="Odsekzoznamu"/>
        <w:numPr>
          <w:ilvl w:val="0"/>
          <w:numId w:val="183"/>
        </w:numPr>
        <w:autoSpaceDE/>
        <w:autoSpaceDN/>
        <w:spacing w:before="0" w:after="60" w:line="240" w:lineRule="auto"/>
        <w:ind w:left="1134"/>
        <w:contextualSpacing/>
        <w:jc w:val="both"/>
        <w:rPr>
          <w:bCs/>
          <w:iCs/>
        </w:rPr>
      </w:pPr>
      <w:r w:rsidRPr="00187BE0">
        <w:rPr>
          <w:bCs/>
          <w:iCs/>
        </w:rPr>
        <w:t>+ 30 rokov od uvedenia stavby do užívania.</w:t>
      </w:r>
    </w:p>
    <w:p w14:paraId="6F14CE73" w14:textId="77777777" w:rsidR="00B6289C" w:rsidRDefault="00B6289C" w:rsidP="00B6289C">
      <w:pPr>
        <w:spacing w:after="60" w:line="276" w:lineRule="auto"/>
        <w:jc w:val="both"/>
        <w:rPr>
          <w:bCs/>
          <w:iCs/>
        </w:rPr>
      </w:pPr>
    </w:p>
    <w:p w14:paraId="1615C5CA" w14:textId="77777777" w:rsidR="00B6289C" w:rsidRPr="00B6289C" w:rsidRDefault="00B6289C" w:rsidP="00B6289C">
      <w:pPr>
        <w:spacing w:after="60"/>
        <w:rPr>
          <w:b/>
          <w:bCs/>
          <w:iCs/>
        </w:rPr>
      </w:pPr>
      <w:r w:rsidRPr="00B6289C">
        <w:rPr>
          <w:b/>
          <w:bCs/>
          <w:iCs/>
        </w:rPr>
        <w:t>Prognóza dopravy</w:t>
      </w:r>
    </w:p>
    <w:p w14:paraId="5C518151" w14:textId="77777777" w:rsidR="00B6289C" w:rsidRPr="00187BE0" w:rsidRDefault="00B6289C" w:rsidP="00B6289C">
      <w:pPr>
        <w:pStyle w:val="Odsekzoznamu"/>
        <w:numPr>
          <w:ilvl w:val="0"/>
          <w:numId w:val="184"/>
        </w:numPr>
        <w:autoSpaceDE/>
        <w:autoSpaceDN/>
        <w:spacing w:before="0" w:after="60" w:line="240" w:lineRule="auto"/>
        <w:contextualSpacing/>
        <w:jc w:val="both"/>
        <w:rPr>
          <w:bCs/>
          <w:iCs/>
        </w:rPr>
      </w:pPr>
      <w:r w:rsidRPr="00187BE0">
        <w:rPr>
          <w:bCs/>
          <w:iCs/>
        </w:rPr>
        <w:t>Dopravná prognóza bude spracovaná pre výhľadové horizonty na základe dostupných dopravno-inžinierskych a socioekonomických podkladov v dotknutom území a ďalších podkladov nevyhnutých na vypracovanie dopravného modelu. Pri prognóze nie je možné použiť rastové koeficienty pre rôzne funkčné triedy komunikácií na území dotknutého samosprávneho kraja podľa TP 070 – prognózovanie výhľadových intenzít na cestnej sieti do roku 2040 (SSC).</w:t>
      </w:r>
    </w:p>
    <w:p w14:paraId="3DDADD56" w14:textId="77777777" w:rsidR="00B6289C" w:rsidRPr="00187BE0" w:rsidRDefault="00B6289C" w:rsidP="009977DC">
      <w:pPr>
        <w:pStyle w:val="Odsekzoznamu"/>
        <w:numPr>
          <w:ilvl w:val="0"/>
          <w:numId w:val="184"/>
        </w:numPr>
        <w:autoSpaceDE/>
        <w:autoSpaceDN/>
        <w:spacing w:before="0" w:after="60" w:line="240" w:lineRule="auto"/>
        <w:ind w:left="714" w:hanging="357"/>
        <w:contextualSpacing/>
        <w:jc w:val="both"/>
        <w:rPr>
          <w:bCs/>
          <w:iCs/>
        </w:rPr>
      </w:pPr>
      <w:r w:rsidRPr="00187BE0">
        <w:rPr>
          <w:bCs/>
          <w:iCs/>
        </w:rPr>
        <w:t>Prognóza bude vypracovaná na základe analýzy vývoja intenzít dopravy na vybraných úsekoch komunikačnej siete v závislosti od očakávaného využitia územia, demografického a socioekonomického vývoja (automobilizácie a uvažovanej zmeny hybnosti obyvateľstva) pre osobnú dopravu, resp. ekonomického vývoja (rast regionálneho HDP) pre nákladnú dopravu.</w:t>
      </w:r>
    </w:p>
    <w:p w14:paraId="106A0F13" w14:textId="77777777" w:rsidR="00B6289C" w:rsidRPr="00187BE0" w:rsidRDefault="00B6289C" w:rsidP="009977DC">
      <w:pPr>
        <w:pStyle w:val="Odsekzoznamu"/>
        <w:numPr>
          <w:ilvl w:val="0"/>
          <w:numId w:val="184"/>
        </w:numPr>
        <w:autoSpaceDE/>
        <w:autoSpaceDN/>
        <w:spacing w:before="0" w:after="60" w:line="240" w:lineRule="auto"/>
        <w:ind w:left="714" w:hanging="357"/>
        <w:contextualSpacing/>
        <w:jc w:val="both"/>
        <w:rPr>
          <w:bCs/>
          <w:iCs/>
        </w:rPr>
      </w:pPr>
      <w:r w:rsidRPr="00187BE0">
        <w:rPr>
          <w:bCs/>
          <w:iCs/>
        </w:rPr>
        <w:t xml:space="preserve">Na stanovenie </w:t>
      </w:r>
      <w:proofErr w:type="spellStart"/>
      <w:r w:rsidRPr="00187BE0">
        <w:rPr>
          <w:bCs/>
          <w:iCs/>
        </w:rPr>
        <w:t>mobilitných</w:t>
      </w:r>
      <w:proofErr w:type="spellEnd"/>
      <w:r w:rsidRPr="00187BE0">
        <w:rPr>
          <w:bCs/>
          <w:iCs/>
        </w:rPr>
        <w:t xml:space="preserve"> zmien vo vzťahoch (funkciách) cesty treba vziať do úvahy všetky známe rozvojové plány, napr. významné územné plány. </w:t>
      </w:r>
    </w:p>
    <w:p w14:paraId="4FD115C8" w14:textId="7B215A54" w:rsidR="00B6289C" w:rsidRDefault="00B6289C" w:rsidP="00B6289C">
      <w:pPr>
        <w:pStyle w:val="Odsekzoznamu"/>
        <w:numPr>
          <w:ilvl w:val="0"/>
          <w:numId w:val="184"/>
        </w:numPr>
        <w:spacing w:after="60"/>
      </w:pPr>
      <w:r w:rsidRPr="00166DFD">
        <w:rPr>
          <w:bCs/>
          <w:iCs/>
        </w:rPr>
        <w:t>Je potrebné zohľadniť aj plánovanú výstavbu ciest, ktorú zabezpečujú iné subjekty (SSC, VÚC apod.).</w:t>
      </w:r>
      <w:r w:rsidRPr="00686DC9">
        <w:tab/>
      </w:r>
    </w:p>
    <w:p w14:paraId="4993372F" w14:textId="77777777" w:rsidR="00B6289C" w:rsidRDefault="00B6289C" w:rsidP="00B6289C">
      <w:pPr>
        <w:pStyle w:val="Odsekzoznamu"/>
        <w:spacing w:after="60"/>
        <w:ind w:left="720"/>
      </w:pPr>
    </w:p>
    <w:p w14:paraId="7AEFB832" w14:textId="77777777" w:rsidR="00B6289C" w:rsidRPr="00A1512E" w:rsidRDefault="00B6289C" w:rsidP="009977DC">
      <w:pPr>
        <w:spacing w:after="60" w:line="240" w:lineRule="auto"/>
        <w:jc w:val="both"/>
        <w:rPr>
          <w:bCs/>
          <w:iCs/>
        </w:rPr>
      </w:pPr>
      <w:r w:rsidRPr="00791FEF">
        <w:rPr>
          <w:bCs/>
          <w:iCs/>
        </w:rPr>
        <w:t>Cieľom dopravného modelu bude získanie kľúčových vstupov, pomocou ktorých bude možné preveriť vhodnosť jednotlivých projektových riešení.</w:t>
      </w:r>
    </w:p>
    <w:p w14:paraId="7F48E73E" w14:textId="2713F183" w:rsidR="00960DD8" w:rsidRPr="00B91B36" w:rsidRDefault="00B91B36" w:rsidP="009977DC">
      <w:pPr>
        <w:spacing w:after="60" w:line="240" w:lineRule="auto"/>
        <w:jc w:val="both"/>
        <w:rPr>
          <w:bCs/>
          <w:iCs/>
        </w:rPr>
      </w:pPr>
      <w:r w:rsidRPr="00B91B36">
        <w:rPr>
          <w:bCs/>
          <w:iCs/>
        </w:rPr>
        <w:t>Dopravný model bude vypracovaný v objednávateľom odobrených scenároch v jednotlivých časových horizontoch a poskytnutý objednávateľovi vo forme tzv. manažéra scenárov, ktorý bude schopný posúdiť všetky definované varianty projektu.</w:t>
      </w:r>
    </w:p>
    <w:p w14:paraId="4A70F5D0" w14:textId="07C7C732" w:rsidR="00960DD8" w:rsidRDefault="00B91B36" w:rsidP="009977DC">
      <w:pPr>
        <w:spacing w:after="60" w:line="240" w:lineRule="auto"/>
        <w:jc w:val="both"/>
        <w:rPr>
          <w:bCs/>
          <w:iCs/>
        </w:rPr>
      </w:pPr>
      <w:r w:rsidRPr="00B91B36">
        <w:rPr>
          <w:bCs/>
          <w:iCs/>
        </w:rPr>
        <w:t xml:space="preserve">Zhotoviteľ odovzdá dopravný model so všetkými vstupnými údajmi a v takej editovateľnej digitálnej forme, aby bola možná v budúcnosti integrácia s národným dopravným modelom. </w:t>
      </w:r>
    </w:p>
    <w:p w14:paraId="270E6019" w14:textId="424818FE" w:rsidR="00960DD8" w:rsidRPr="00B91B36" w:rsidRDefault="00F61D44" w:rsidP="009977DC">
      <w:pPr>
        <w:spacing w:after="60" w:line="240" w:lineRule="auto"/>
        <w:jc w:val="both"/>
        <w:rPr>
          <w:bCs/>
          <w:iCs/>
        </w:rPr>
      </w:pPr>
      <w:r w:rsidRPr="00791FEF">
        <w:rPr>
          <w:bCs/>
          <w:iCs/>
        </w:rPr>
        <w:t>Zhotoviteľ súhlasí so zverejnením a poskytovaním údajov, metodiky a výstupov dopravného modelu v rámci vypracovania a odovzdania diela objednávateľovi a tretím stranám, ktoré určí objednávateľ.</w:t>
      </w:r>
    </w:p>
    <w:p w14:paraId="742F58E6" w14:textId="78F08EBE" w:rsidR="00DD6706" w:rsidRDefault="00B91B36" w:rsidP="009977DC">
      <w:pPr>
        <w:spacing w:after="60" w:line="240" w:lineRule="auto"/>
        <w:jc w:val="both"/>
        <w:rPr>
          <w:bCs/>
          <w:iCs/>
        </w:rPr>
      </w:pPr>
      <w:r w:rsidRPr="00B91B36">
        <w:rPr>
          <w:bCs/>
          <w:iCs/>
        </w:rPr>
        <w:t>Objednávateľ si vyhradzuje právo doplniť modelované scenáre o ďalšie varianty vyplývajúce z technického riešenia jednotlivých alternatív.</w:t>
      </w:r>
    </w:p>
    <w:p w14:paraId="1EC9CC89" w14:textId="77777777" w:rsidR="008D7F6C" w:rsidRPr="00DD6706" w:rsidRDefault="008D7F6C" w:rsidP="00B6289C">
      <w:pPr>
        <w:autoSpaceDE/>
        <w:autoSpaceDN/>
        <w:spacing w:before="0" w:after="60" w:line="240" w:lineRule="auto"/>
        <w:contextualSpacing/>
        <w:jc w:val="both"/>
        <w:rPr>
          <w:bCs/>
          <w:iCs/>
        </w:rPr>
      </w:pPr>
    </w:p>
    <w:p w14:paraId="5F197CE5" w14:textId="77777777" w:rsidR="00F61D44" w:rsidRPr="00B6289C" w:rsidRDefault="00F61D44" w:rsidP="00F61D44">
      <w:pPr>
        <w:spacing w:after="60"/>
        <w:rPr>
          <w:bCs/>
          <w:iCs/>
        </w:rPr>
      </w:pPr>
      <w:r w:rsidRPr="00B6289C">
        <w:rPr>
          <w:bCs/>
          <w:iCs/>
        </w:rPr>
        <w:t>Zhotoviteľ odovzdá:</w:t>
      </w:r>
    </w:p>
    <w:p w14:paraId="6FD93621" w14:textId="77777777" w:rsidR="00F61D44" w:rsidRPr="00187BE0" w:rsidRDefault="00F61D44" w:rsidP="00F61D44">
      <w:pPr>
        <w:pStyle w:val="Odsekzoznamu"/>
        <w:numPr>
          <w:ilvl w:val="0"/>
          <w:numId w:val="207"/>
        </w:numPr>
        <w:autoSpaceDE/>
        <w:autoSpaceDN/>
        <w:spacing w:before="0" w:after="60" w:line="240" w:lineRule="auto"/>
        <w:contextualSpacing/>
        <w:jc w:val="both"/>
        <w:rPr>
          <w:bCs/>
          <w:iCs/>
        </w:rPr>
      </w:pPr>
      <w:r w:rsidRPr="00B6289C">
        <w:rPr>
          <w:bCs/>
          <w:iCs/>
        </w:rPr>
        <w:t>Sprievodná správa k dopravnému modelu</w:t>
      </w:r>
      <w:r w:rsidRPr="00187BE0">
        <w:rPr>
          <w:bCs/>
          <w:iCs/>
        </w:rPr>
        <w:t xml:space="preserve"> obsahuje:</w:t>
      </w:r>
    </w:p>
    <w:p w14:paraId="7AFE8120" w14:textId="77777777" w:rsidR="00F61D44" w:rsidRPr="00187BE0" w:rsidRDefault="00F61D44" w:rsidP="00F61D44">
      <w:pPr>
        <w:pStyle w:val="Odsekzoznamu"/>
        <w:numPr>
          <w:ilvl w:val="0"/>
          <w:numId w:val="208"/>
        </w:numPr>
        <w:autoSpaceDE/>
        <w:autoSpaceDN/>
        <w:spacing w:before="0" w:after="60" w:line="240" w:lineRule="auto"/>
        <w:ind w:left="1134"/>
        <w:contextualSpacing/>
        <w:jc w:val="both"/>
        <w:rPr>
          <w:bCs/>
          <w:iCs/>
        </w:rPr>
      </w:pPr>
      <w:r w:rsidRPr="00187BE0">
        <w:rPr>
          <w:bCs/>
          <w:iCs/>
        </w:rPr>
        <w:t>opis metodiky spracovania dopravného modelu,</w:t>
      </w:r>
    </w:p>
    <w:p w14:paraId="10ACB39F" w14:textId="77777777" w:rsidR="00F61D44" w:rsidRPr="00187BE0" w:rsidRDefault="00F61D44" w:rsidP="00F61D44">
      <w:pPr>
        <w:pStyle w:val="Odsekzoznamu"/>
        <w:numPr>
          <w:ilvl w:val="0"/>
          <w:numId w:val="208"/>
        </w:numPr>
        <w:autoSpaceDE/>
        <w:autoSpaceDN/>
        <w:spacing w:before="0" w:after="60" w:line="240" w:lineRule="auto"/>
        <w:ind w:left="1134"/>
        <w:contextualSpacing/>
        <w:jc w:val="both"/>
        <w:rPr>
          <w:bCs/>
          <w:iCs/>
        </w:rPr>
      </w:pPr>
      <w:r w:rsidRPr="00187BE0">
        <w:rPr>
          <w:bCs/>
          <w:iCs/>
        </w:rPr>
        <w:t xml:space="preserve">prehľad a popis modelovaných scenárov (scenár bez projektu a scenár s projektom), </w:t>
      </w:r>
    </w:p>
    <w:p w14:paraId="4C738C24" w14:textId="77777777" w:rsidR="00F61D44" w:rsidRPr="00187BE0" w:rsidRDefault="00F61D44" w:rsidP="00F61D44">
      <w:pPr>
        <w:pStyle w:val="Odsekzoznamu"/>
        <w:numPr>
          <w:ilvl w:val="0"/>
          <w:numId w:val="208"/>
        </w:numPr>
        <w:autoSpaceDE/>
        <w:autoSpaceDN/>
        <w:spacing w:before="0" w:after="60" w:line="240" w:lineRule="auto"/>
        <w:ind w:left="1134"/>
        <w:contextualSpacing/>
        <w:jc w:val="both"/>
        <w:rPr>
          <w:bCs/>
          <w:iCs/>
        </w:rPr>
      </w:pPr>
      <w:r w:rsidRPr="00187BE0">
        <w:rPr>
          <w:bCs/>
          <w:iCs/>
        </w:rPr>
        <w:t xml:space="preserve">definovanie modelovaného územia – princípy </w:t>
      </w:r>
      <w:proofErr w:type="spellStart"/>
      <w:r w:rsidRPr="00187BE0">
        <w:rPr>
          <w:bCs/>
          <w:iCs/>
        </w:rPr>
        <w:t>zonácie</w:t>
      </w:r>
      <w:proofErr w:type="spellEnd"/>
      <w:r w:rsidRPr="00187BE0">
        <w:rPr>
          <w:bCs/>
          <w:iCs/>
        </w:rPr>
        <w:t xml:space="preserve"> (vnútorné a vonkajšie zóny),</w:t>
      </w:r>
    </w:p>
    <w:p w14:paraId="07D40F75" w14:textId="77777777" w:rsidR="00F61D44" w:rsidRPr="00187BE0" w:rsidRDefault="00F61D44" w:rsidP="00F61D44">
      <w:pPr>
        <w:pStyle w:val="Odsekzoznamu"/>
        <w:numPr>
          <w:ilvl w:val="0"/>
          <w:numId w:val="208"/>
        </w:numPr>
        <w:autoSpaceDE/>
        <w:autoSpaceDN/>
        <w:spacing w:before="0" w:after="60" w:line="240" w:lineRule="auto"/>
        <w:ind w:left="1134"/>
        <w:contextualSpacing/>
        <w:jc w:val="both"/>
        <w:rPr>
          <w:bCs/>
          <w:iCs/>
        </w:rPr>
      </w:pPr>
      <w:r w:rsidRPr="00187BE0">
        <w:rPr>
          <w:bCs/>
          <w:iCs/>
        </w:rPr>
        <w:t>definovanie štruktúry modelu – rozlišované druhy dopravy a vozidiel, socioekonomické skupiny, účely ciest, atraktivity a pod.,</w:t>
      </w:r>
    </w:p>
    <w:p w14:paraId="6D61AED4" w14:textId="77777777" w:rsidR="00F61D44" w:rsidRPr="00187BE0" w:rsidRDefault="00F61D44" w:rsidP="00F61D44">
      <w:pPr>
        <w:pStyle w:val="Odsekzoznamu"/>
        <w:numPr>
          <w:ilvl w:val="0"/>
          <w:numId w:val="208"/>
        </w:numPr>
        <w:autoSpaceDE/>
        <w:autoSpaceDN/>
        <w:spacing w:before="0" w:after="60" w:line="240" w:lineRule="auto"/>
        <w:ind w:left="1134"/>
        <w:contextualSpacing/>
        <w:jc w:val="both"/>
        <w:rPr>
          <w:bCs/>
          <w:iCs/>
        </w:rPr>
      </w:pPr>
      <w:r w:rsidRPr="00187BE0">
        <w:rPr>
          <w:bCs/>
          <w:iCs/>
        </w:rPr>
        <w:t xml:space="preserve">vstupné, kalibračné a výstupné </w:t>
      </w:r>
      <w:proofErr w:type="spellStart"/>
      <w:r w:rsidRPr="00187BE0">
        <w:rPr>
          <w:bCs/>
          <w:iCs/>
        </w:rPr>
        <w:t>mobilitné</w:t>
      </w:r>
      <w:proofErr w:type="spellEnd"/>
      <w:r w:rsidRPr="00187BE0">
        <w:rPr>
          <w:bCs/>
          <w:iCs/>
        </w:rPr>
        <w:t xml:space="preserve"> indikátory a parametre funkcií modelu súčasného stavu a výhľadových scenárov (napr. hybnosť, priemerné dĺžky ciest, funkcie distribúcie, deľby dopravnej práce, pridelenia dopravy, atď.),</w:t>
      </w:r>
    </w:p>
    <w:p w14:paraId="577CE51D" w14:textId="77777777" w:rsidR="00F61D44" w:rsidRDefault="00F61D44" w:rsidP="00F61D44">
      <w:pPr>
        <w:pStyle w:val="Odsekzoznamu"/>
        <w:numPr>
          <w:ilvl w:val="0"/>
          <w:numId w:val="208"/>
        </w:numPr>
        <w:autoSpaceDE/>
        <w:autoSpaceDN/>
        <w:spacing w:before="0" w:after="60" w:line="240" w:lineRule="auto"/>
        <w:ind w:left="1134"/>
        <w:contextualSpacing/>
        <w:jc w:val="both"/>
        <w:rPr>
          <w:bCs/>
          <w:iCs/>
        </w:rPr>
      </w:pPr>
      <w:r w:rsidRPr="00187BE0">
        <w:rPr>
          <w:bCs/>
          <w:iCs/>
        </w:rPr>
        <w:t>metodika prognózy (s rozlíšením osobnej a nákladnej dopravy), vrátane opisu rozdielov medzi výhľadovými scenármi voči súčasnému stavu,</w:t>
      </w:r>
    </w:p>
    <w:p w14:paraId="6D6E6B2A" w14:textId="3D303943" w:rsidR="00F61D44" w:rsidRDefault="00F61D44" w:rsidP="00F61D44">
      <w:pPr>
        <w:pStyle w:val="Odsekzoznamu"/>
        <w:numPr>
          <w:ilvl w:val="0"/>
          <w:numId w:val="208"/>
        </w:numPr>
        <w:autoSpaceDE/>
        <w:autoSpaceDN/>
        <w:spacing w:before="0" w:after="60" w:line="240" w:lineRule="auto"/>
        <w:ind w:left="1134"/>
        <w:contextualSpacing/>
        <w:jc w:val="both"/>
        <w:rPr>
          <w:bCs/>
          <w:iCs/>
        </w:rPr>
      </w:pPr>
      <w:r w:rsidRPr="00187BE0">
        <w:rPr>
          <w:bCs/>
          <w:iCs/>
        </w:rPr>
        <w:t>závery a odporúčania z hľadiska dopravného modelovania.</w:t>
      </w:r>
    </w:p>
    <w:p w14:paraId="7E11967A" w14:textId="77777777" w:rsidR="00B6289C" w:rsidRDefault="00B6289C" w:rsidP="00B6289C">
      <w:pPr>
        <w:pStyle w:val="Odsekzoznamu"/>
        <w:autoSpaceDE/>
        <w:autoSpaceDN/>
        <w:spacing w:before="0" w:after="60" w:line="240" w:lineRule="auto"/>
        <w:ind w:left="1134"/>
        <w:contextualSpacing/>
        <w:jc w:val="both"/>
        <w:rPr>
          <w:bCs/>
          <w:iCs/>
        </w:rPr>
      </w:pPr>
    </w:p>
    <w:p w14:paraId="12197808" w14:textId="77777777" w:rsidR="00F61D44" w:rsidRPr="00187BE0" w:rsidRDefault="00F61D44" w:rsidP="00F61D44">
      <w:pPr>
        <w:pStyle w:val="Odsekzoznamu"/>
        <w:numPr>
          <w:ilvl w:val="0"/>
          <w:numId w:val="206"/>
        </w:numPr>
        <w:autoSpaceDE/>
        <w:autoSpaceDN/>
        <w:spacing w:before="0" w:after="60" w:line="240" w:lineRule="auto"/>
        <w:contextualSpacing/>
        <w:jc w:val="both"/>
        <w:rPr>
          <w:bCs/>
          <w:iCs/>
        </w:rPr>
      </w:pPr>
      <w:r w:rsidRPr="00B6289C">
        <w:rPr>
          <w:bCs/>
          <w:iCs/>
        </w:rPr>
        <w:t>Tabuľkové prílohy – zahŕňajú</w:t>
      </w:r>
      <w:r w:rsidRPr="00187BE0">
        <w:rPr>
          <w:bCs/>
          <w:iCs/>
        </w:rPr>
        <w:t xml:space="preserve"> najmä:</w:t>
      </w:r>
    </w:p>
    <w:p w14:paraId="761E814D" w14:textId="77777777" w:rsidR="00F61D44" w:rsidRPr="00187BE0" w:rsidRDefault="00F61D44" w:rsidP="00F61D44">
      <w:pPr>
        <w:pStyle w:val="Odsekzoznamu"/>
        <w:numPr>
          <w:ilvl w:val="0"/>
          <w:numId w:val="209"/>
        </w:numPr>
        <w:autoSpaceDE/>
        <w:autoSpaceDN/>
        <w:spacing w:before="0" w:after="60" w:line="240" w:lineRule="auto"/>
        <w:ind w:left="1134"/>
        <w:contextualSpacing/>
        <w:jc w:val="both"/>
        <w:rPr>
          <w:bCs/>
          <w:iCs/>
        </w:rPr>
      </w:pPr>
      <w:proofErr w:type="spellStart"/>
      <w:r w:rsidRPr="00187BE0">
        <w:rPr>
          <w:bCs/>
          <w:iCs/>
        </w:rPr>
        <w:t>zonálne</w:t>
      </w:r>
      <w:proofErr w:type="spellEnd"/>
      <w:r w:rsidRPr="00187BE0">
        <w:rPr>
          <w:bCs/>
          <w:iCs/>
        </w:rPr>
        <w:t xml:space="preserve"> členenie a použité súčasné a výhľadové štrukturálne veličiny (počet obyvateľov, pracovné príležitosti a pod.)</w:t>
      </w:r>
    </w:p>
    <w:p w14:paraId="0B53623C" w14:textId="77777777" w:rsidR="00F61D44" w:rsidRPr="00187BE0" w:rsidRDefault="00F61D44" w:rsidP="00F61D44">
      <w:pPr>
        <w:pStyle w:val="Odsekzoznamu"/>
        <w:numPr>
          <w:ilvl w:val="0"/>
          <w:numId w:val="209"/>
        </w:numPr>
        <w:autoSpaceDE/>
        <w:autoSpaceDN/>
        <w:spacing w:before="0" w:after="60" w:line="240" w:lineRule="auto"/>
        <w:ind w:left="1134"/>
        <w:contextualSpacing/>
        <w:jc w:val="both"/>
        <w:rPr>
          <w:bCs/>
          <w:iCs/>
        </w:rPr>
      </w:pPr>
      <w:r w:rsidRPr="00187BE0">
        <w:rPr>
          <w:bCs/>
          <w:iCs/>
        </w:rPr>
        <w:t>základné parametre vybraných významných úsekov dotknutej cestnej siete (dĺžka, kapacita, kategória, funkčná trieda, typ územia podľa potrieb CBA)</w:t>
      </w:r>
    </w:p>
    <w:p w14:paraId="18EC43A2" w14:textId="678D5E27" w:rsidR="00F61D44" w:rsidRDefault="00F61D44" w:rsidP="00F61D44">
      <w:pPr>
        <w:pStyle w:val="Odsekzoznamu"/>
        <w:numPr>
          <w:ilvl w:val="0"/>
          <w:numId w:val="209"/>
        </w:numPr>
        <w:autoSpaceDE/>
        <w:autoSpaceDN/>
        <w:spacing w:before="0" w:after="60" w:line="240" w:lineRule="auto"/>
        <w:ind w:left="1134"/>
        <w:contextualSpacing/>
        <w:jc w:val="both"/>
        <w:rPr>
          <w:bCs/>
          <w:iCs/>
        </w:rPr>
      </w:pPr>
      <w:r w:rsidRPr="00187BE0">
        <w:rPr>
          <w:bCs/>
          <w:iCs/>
        </w:rPr>
        <w:t>súčasné a výhľadové modelované intenzity, rýchlosti a jazdné časy uvažovaných skupín vozidiel na vybraných úsekoch dotknutej cestnej siete podľa potrieb CBA</w:t>
      </w:r>
    </w:p>
    <w:p w14:paraId="3561FC20" w14:textId="77777777" w:rsidR="00B6289C" w:rsidRDefault="00B6289C" w:rsidP="00B6289C">
      <w:pPr>
        <w:pStyle w:val="Odsekzoznamu"/>
        <w:autoSpaceDE/>
        <w:autoSpaceDN/>
        <w:spacing w:before="0" w:after="60" w:line="240" w:lineRule="auto"/>
        <w:ind w:left="1134"/>
        <w:contextualSpacing/>
        <w:jc w:val="both"/>
        <w:rPr>
          <w:bCs/>
          <w:iCs/>
        </w:rPr>
      </w:pPr>
    </w:p>
    <w:p w14:paraId="6FE36F48" w14:textId="77777777" w:rsidR="00F61D44" w:rsidRPr="00187BE0" w:rsidRDefault="00F61D44" w:rsidP="00F61D44">
      <w:pPr>
        <w:pStyle w:val="Odsekzoznamu"/>
        <w:numPr>
          <w:ilvl w:val="0"/>
          <w:numId w:val="206"/>
        </w:numPr>
        <w:autoSpaceDE/>
        <w:autoSpaceDN/>
        <w:spacing w:before="0" w:after="60" w:line="240" w:lineRule="auto"/>
        <w:contextualSpacing/>
        <w:jc w:val="both"/>
        <w:rPr>
          <w:bCs/>
          <w:iCs/>
        </w:rPr>
      </w:pPr>
      <w:r w:rsidRPr="00B6289C">
        <w:rPr>
          <w:bCs/>
          <w:iCs/>
        </w:rPr>
        <w:t>Grafické prílohy – zahŕňajú</w:t>
      </w:r>
      <w:r w:rsidRPr="00187BE0">
        <w:rPr>
          <w:bCs/>
          <w:iCs/>
        </w:rPr>
        <w:t xml:space="preserve"> najmä:</w:t>
      </w:r>
    </w:p>
    <w:p w14:paraId="03311D5D" w14:textId="77777777" w:rsidR="00F61D44" w:rsidRPr="00187BE0" w:rsidRDefault="00F61D44" w:rsidP="00F61D44">
      <w:pPr>
        <w:pStyle w:val="Odsekzoznamu"/>
        <w:numPr>
          <w:ilvl w:val="0"/>
          <w:numId w:val="210"/>
        </w:numPr>
        <w:autoSpaceDE/>
        <w:autoSpaceDN/>
        <w:spacing w:before="0" w:after="60" w:line="240" w:lineRule="auto"/>
        <w:ind w:left="1134"/>
        <w:contextualSpacing/>
        <w:jc w:val="both"/>
        <w:rPr>
          <w:bCs/>
          <w:iCs/>
        </w:rPr>
      </w:pPr>
      <w:proofErr w:type="spellStart"/>
      <w:r w:rsidRPr="00187BE0">
        <w:rPr>
          <w:bCs/>
          <w:iCs/>
        </w:rPr>
        <w:t>zonálne</w:t>
      </w:r>
      <w:proofErr w:type="spellEnd"/>
      <w:r w:rsidRPr="00187BE0">
        <w:rPr>
          <w:bCs/>
          <w:iCs/>
        </w:rPr>
        <w:t xml:space="preserve"> členenie a dopravná sieť s rozlíšením funkčných úrovní cestnej siete, príp. aj iných parametrov (kapacity, rýchlosti a pod.) podľa požiadaviek objednávateľa</w:t>
      </w:r>
    </w:p>
    <w:p w14:paraId="0E40242C" w14:textId="77777777" w:rsidR="00F61D44" w:rsidRPr="00187BE0" w:rsidRDefault="00F61D44" w:rsidP="00F61D44">
      <w:pPr>
        <w:pStyle w:val="Odsekzoznamu"/>
        <w:numPr>
          <w:ilvl w:val="0"/>
          <w:numId w:val="210"/>
        </w:numPr>
        <w:autoSpaceDE/>
        <w:autoSpaceDN/>
        <w:spacing w:before="0" w:after="60" w:line="240" w:lineRule="auto"/>
        <w:ind w:left="1134"/>
        <w:contextualSpacing/>
        <w:jc w:val="both"/>
        <w:rPr>
          <w:bCs/>
          <w:iCs/>
        </w:rPr>
      </w:pPr>
      <w:proofErr w:type="spellStart"/>
      <w:r w:rsidRPr="00187BE0">
        <w:rPr>
          <w:bCs/>
          <w:iCs/>
        </w:rPr>
        <w:t>kartogramy</w:t>
      </w:r>
      <w:proofErr w:type="spellEnd"/>
      <w:r w:rsidRPr="00187BE0">
        <w:rPr>
          <w:bCs/>
          <w:iCs/>
        </w:rPr>
        <w:t xml:space="preserve"> súčasného stavu a výhľadovej dopravy v daných časových horizontoch a s rozlíšením druhu vozidiel s minimálnym členením osobnej a nákladnej dopravy, </w:t>
      </w:r>
    </w:p>
    <w:p w14:paraId="4DB865FB" w14:textId="77777777" w:rsidR="00F61D44" w:rsidRPr="00187BE0" w:rsidRDefault="00F61D44" w:rsidP="00F61D44">
      <w:pPr>
        <w:pStyle w:val="Odsekzoznamu"/>
        <w:numPr>
          <w:ilvl w:val="0"/>
          <w:numId w:val="210"/>
        </w:numPr>
        <w:autoSpaceDE/>
        <w:autoSpaceDN/>
        <w:spacing w:before="0" w:after="60" w:line="240" w:lineRule="auto"/>
        <w:ind w:left="1134"/>
        <w:contextualSpacing/>
        <w:jc w:val="both"/>
        <w:rPr>
          <w:bCs/>
          <w:iCs/>
        </w:rPr>
      </w:pPr>
      <w:r w:rsidRPr="00187BE0">
        <w:rPr>
          <w:bCs/>
          <w:iCs/>
        </w:rPr>
        <w:lastRenderedPageBreak/>
        <w:t xml:space="preserve">rozdielové </w:t>
      </w:r>
      <w:proofErr w:type="spellStart"/>
      <w:r w:rsidRPr="00187BE0">
        <w:rPr>
          <w:bCs/>
          <w:iCs/>
        </w:rPr>
        <w:t>kartogramy</w:t>
      </w:r>
      <w:proofErr w:type="spellEnd"/>
      <w:r w:rsidRPr="00187BE0">
        <w:rPr>
          <w:bCs/>
          <w:iCs/>
        </w:rPr>
        <w:t xml:space="preserve"> voči nulovému variantu </w:t>
      </w:r>
    </w:p>
    <w:p w14:paraId="362D2F4B" w14:textId="4E1FD7E7" w:rsidR="00F61D44" w:rsidRDefault="00F61D44" w:rsidP="00F61D44">
      <w:pPr>
        <w:pStyle w:val="Odsekzoznamu"/>
        <w:numPr>
          <w:ilvl w:val="0"/>
          <w:numId w:val="210"/>
        </w:numPr>
        <w:autoSpaceDE/>
        <w:autoSpaceDN/>
        <w:spacing w:before="0" w:after="60" w:line="240" w:lineRule="auto"/>
        <w:ind w:left="1134"/>
        <w:contextualSpacing/>
        <w:jc w:val="both"/>
        <w:rPr>
          <w:bCs/>
          <w:iCs/>
        </w:rPr>
      </w:pPr>
      <w:r w:rsidRPr="00187BE0">
        <w:rPr>
          <w:bCs/>
          <w:iCs/>
        </w:rPr>
        <w:t>Súčasťou dodávky dopravného modelu sú tiež zdrojové elektronické súbory (najmä kompletný manažér scenárov, vrátane modifikácií a použitých procedúr, grafických parametrov, filtrov,... spustiteľný v danom softvéri).</w:t>
      </w:r>
    </w:p>
    <w:p w14:paraId="36AA9A40" w14:textId="77777777" w:rsidR="00B6289C" w:rsidRPr="00187BE0" w:rsidRDefault="00B6289C" w:rsidP="00B6289C">
      <w:pPr>
        <w:pStyle w:val="Odsekzoznamu"/>
        <w:autoSpaceDE/>
        <w:autoSpaceDN/>
        <w:spacing w:before="0" w:after="60" w:line="240" w:lineRule="auto"/>
        <w:ind w:left="1134"/>
        <w:contextualSpacing/>
        <w:jc w:val="both"/>
        <w:rPr>
          <w:bCs/>
          <w:iCs/>
        </w:rPr>
      </w:pPr>
    </w:p>
    <w:p w14:paraId="2CF3F774" w14:textId="77777777" w:rsidR="00B6289C" w:rsidRPr="00B6289C" w:rsidRDefault="00B6289C" w:rsidP="00B6289C">
      <w:pPr>
        <w:spacing w:after="60" w:line="276" w:lineRule="auto"/>
        <w:jc w:val="both"/>
        <w:rPr>
          <w:bCs/>
          <w:iCs/>
        </w:rPr>
      </w:pPr>
      <w:r w:rsidRPr="00B6289C">
        <w:rPr>
          <w:bCs/>
          <w:iCs/>
        </w:rPr>
        <w:t>Zhotoviteľ súhlasí so zverejnením a poskytovaním údajov, metodiky a výstupov dopravného modelu v rámci vypracovania a odovzdania diela objednávateľovi a tretím stranám, ktoré určí objednávateľ.</w:t>
      </w:r>
    </w:p>
    <w:p w14:paraId="535A1E0B" w14:textId="77777777" w:rsidR="00C4792B" w:rsidRPr="00686DC9" w:rsidRDefault="00C4792B" w:rsidP="00C55DB4">
      <w:pPr>
        <w:pStyle w:val="00-050"/>
        <w:ind w:left="0" w:firstLine="0"/>
        <w:rPr>
          <w:rFonts w:cs="Arial"/>
        </w:rPr>
      </w:pPr>
    </w:p>
    <w:p w14:paraId="433F6875" w14:textId="25791CE0" w:rsidR="00C4792B" w:rsidRPr="00B6289C" w:rsidRDefault="00B6289C" w:rsidP="00B6289C">
      <w:pPr>
        <w:pStyle w:val="Nadpis3"/>
        <w:tabs>
          <w:tab w:val="left" w:pos="709"/>
        </w:tabs>
        <w:spacing w:before="0" w:after="120" w:line="240" w:lineRule="auto"/>
        <w:rPr>
          <w:rFonts w:ascii="Arial" w:hAnsi="Arial" w:cs="Arial"/>
          <w:sz w:val="22"/>
          <w:szCs w:val="22"/>
        </w:rPr>
      </w:pPr>
      <w:r w:rsidRPr="00B6289C">
        <w:rPr>
          <w:rFonts w:ascii="Arial" w:hAnsi="Arial" w:cs="Arial"/>
          <w:sz w:val="22"/>
          <w:szCs w:val="22"/>
        </w:rPr>
        <w:t>1.3</w:t>
      </w:r>
      <w:r w:rsidRPr="00B6289C">
        <w:rPr>
          <w:rFonts w:ascii="Arial" w:hAnsi="Arial" w:cs="Arial"/>
          <w:sz w:val="22"/>
          <w:szCs w:val="22"/>
        </w:rPr>
        <w:tab/>
      </w:r>
      <w:r>
        <w:rPr>
          <w:rFonts w:ascii="Arial" w:hAnsi="Arial" w:cs="Arial"/>
          <w:sz w:val="22"/>
          <w:szCs w:val="22"/>
        </w:rPr>
        <w:t>D</w:t>
      </w:r>
      <w:r w:rsidRPr="00B6289C">
        <w:rPr>
          <w:rFonts w:ascii="Arial" w:hAnsi="Arial" w:cs="Arial"/>
          <w:sz w:val="22"/>
          <w:szCs w:val="22"/>
        </w:rPr>
        <w:t xml:space="preserve">opravno-inžinierska analýza </w:t>
      </w:r>
    </w:p>
    <w:p w14:paraId="131BC979" w14:textId="54D40D16" w:rsidR="00F0288A" w:rsidRPr="00B6289C" w:rsidRDefault="00B6289C" w:rsidP="00F0288A">
      <w:pPr>
        <w:spacing w:after="120"/>
        <w:jc w:val="both"/>
        <w:rPr>
          <w:b/>
        </w:rPr>
      </w:pPr>
      <w:r w:rsidRPr="00B6289C">
        <w:rPr>
          <w:b/>
        </w:rPr>
        <w:t>Zhotoviteľ vypracuje dopravno-inžiniersku analýzu v nasledovnej podrobnosti</w:t>
      </w:r>
      <w:r w:rsidR="00F0288A" w:rsidRPr="00B6289C">
        <w:rPr>
          <w:b/>
        </w:rPr>
        <w:t>:</w:t>
      </w:r>
    </w:p>
    <w:p w14:paraId="2C0CDA6F" w14:textId="3332C73F" w:rsidR="00F0288A" w:rsidRDefault="00F0288A" w:rsidP="00B6289C">
      <w:pPr>
        <w:pStyle w:val="Odsekzoznamu"/>
        <w:numPr>
          <w:ilvl w:val="0"/>
          <w:numId w:val="213"/>
        </w:numPr>
        <w:jc w:val="both"/>
      </w:pPr>
      <w:r>
        <w:t>prepočet modelovanej skladby vozidiel podľa podrobnej kategorizácie Celoštátneho sčítania dopravy,</w:t>
      </w:r>
    </w:p>
    <w:p w14:paraId="0424A600" w14:textId="3E128864" w:rsidR="00F0288A" w:rsidRDefault="00F0288A" w:rsidP="00B6289C">
      <w:pPr>
        <w:pStyle w:val="Odsekzoznamu"/>
        <w:numPr>
          <w:ilvl w:val="0"/>
          <w:numId w:val="213"/>
        </w:numPr>
        <w:jc w:val="both"/>
      </w:pPr>
      <w:r>
        <w:t>analýzu nehodovosti a nehodových úsekov, vrátane prognózy,</w:t>
      </w:r>
    </w:p>
    <w:p w14:paraId="0D010108" w14:textId="68072943" w:rsidR="00F0288A" w:rsidRDefault="00F0288A" w:rsidP="007F1F13">
      <w:pPr>
        <w:pStyle w:val="Odsekzoznamu"/>
        <w:numPr>
          <w:ilvl w:val="0"/>
          <w:numId w:val="213"/>
        </w:numPr>
        <w:jc w:val="both"/>
      </w:pPr>
      <w:r w:rsidRPr="00CA0F90">
        <w:t>analýzu prejazdov z mýtneho systému</w:t>
      </w:r>
      <w:r w:rsidR="0064124A" w:rsidRPr="00CA0F90">
        <w:t xml:space="preserve"> pre nákladnú dopravu</w:t>
      </w:r>
      <w:r w:rsidR="00CA0F90">
        <w:t>,</w:t>
      </w:r>
    </w:p>
    <w:p w14:paraId="7DF40BEF" w14:textId="77777777" w:rsidR="007F1F13" w:rsidRPr="00187BE0" w:rsidRDefault="007F1F13" w:rsidP="007F1F13">
      <w:pPr>
        <w:pStyle w:val="Odsekzoznamu"/>
        <w:numPr>
          <w:ilvl w:val="1"/>
          <w:numId w:val="211"/>
        </w:numPr>
        <w:autoSpaceDE/>
        <w:autoSpaceDN/>
        <w:spacing w:before="0" w:after="60" w:line="240" w:lineRule="auto"/>
        <w:ind w:left="709"/>
        <w:contextualSpacing/>
        <w:jc w:val="both"/>
      </w:pPr>
      <w:r w:rsidRPr="00187BE0">
        <w:t>kapacitné posúdenie úsek</w:t>
      </w:r>
      <w:r>
        <w:t>u</w:t>
      </w:r>
      <w:r w:rsidRPr="00187BE0">
        <w:t xml:space="preserve"> na výhľadové zaťaženie v jednotlivých horizontoch podľa TP 102, vrátane popisu predpokladov, použitých vstupov, vzorcov, vyplnených príslušných formulárov, </w:t>
      </w:r>
      <w:proofErr w:type="spellStart"/>
      <w:r w:rsidRPr="00187BE0">
        <w:t>nomogramov</w:t>
      </w:r>
      <w:proofErr w:type="spellEnd"/>
      <w:r w:rsidRPr="00187BE0">
        <w:t xml:space="preserve"> a sprievodných čiastkových výpočtov, </w:t>
      </w:r>
    </w:p>
    <w:p w14:paraId="167ACD2F" w14:textId="77777777" w:rsidR="007F1F13" w:rsidRDefault="007F1F13" w:rsidP="007F1F13">
      <w:pPr>
        <w:pStyle w:val="Odsekzoznamu"/>
        <w:numPr>
          <w:ilvl w:val="1"/>
          <w:numId w:val="211"/>
        </w:numPr>
        <w:autoSpaceDE/>
        <w:autoSpaceDN/>
        <w:spacing w:before="0" w:after="60" w:line="240" w:lineRule="auto"/>
        <w:ind w:left="709"/>
        <w:contextualSpacing/>
        <w:jc w:val="both"/>
      </w:pPr>
      <w:r w:rsidRPr="00187BE0">
        <w:t>kapacitné posúdenie križovatiek na výhľadové zaťaženie v jednotlivých horizontoch, vrátane popisu predpokladov,</w:t>
      </w:r>
      <w:r>
        <w:t xml:space="preserve"> </w:t>
      </w:r>
      <w:r w:rsidRPr="00187BE0">
        <w:t xml:space="preserve">vstupov, vzorcov, vyplnených príslušných formulárov, </w:t>
      </w:r>
      <w:proofErr w:type="spellStart"/>
      <w:r w:rsidRPr="00187BE0">
        <w:t>nomogramov</w:t>
      </w:r>
      <w:proofErr w:type="spellEnd"/>
      <w:r w:rsidRPr="00187BE0">
        <w:t xml:space="preserve"> a sprievodných čiastkových výpočtov, </w:t>
      </w:r>
    </w:p>
    <w:p w14:paraId="25464594" w14:textId="77777777" w:rsidR="002A3C5F" w:rsidRPr="00187BE0" w:rsidRDefault="002A3C5F" w:rsidP="002A3C5F">
      <w:pPr>
        <w:pStyle w:val="Odsekzoznamu"/>
        <w:autoSpaceDE/>
        <w:autoSpaceDN/>
        <w:spacing w:before="0" w:after="60" w:line="240" w:lineRule="auto"/>
        <w:ind w:left="709"/>
        <w:contextualSpacing/>
        <w:jc w:val="both"/>
      </w:pPr>
    </w:p>
    <w:p w14:paraId="5A3C6CF4" w14:textId="77777777" w:rsidR="00F0288A" w:rsidRPr="00CA0F90" w:rsidRDefault="00F0288A" w:rsidP="002A3C5F">
      <w:pPr>
        <w:spacing w:before="0" w:after="120" w:line="240" w:lineRule="auto"/>
        <w:jc w:val="both"/>
        <w:rPr>
          <w:b/>
          <w:bCs/>
        </w:rPr>
      </w:pPr>
      <w:r w:rsidRPr="00CA0F90">
        <w:rPr>
          <w:b/>
          <w:bCs/>
        </w:rPr>
        <w:t>Kapacitné posúdenia je potrebné vykonať:</w:t>
      </w:r>
    </w:p>
    <w:p w14:paraId="5B2CC367" w14:textId="442A90B3" w:rsidR="00F0288A" w:rsidRDefault="0064124A" w:rsidP="002A3C5F">
      <w:pPr>
        <w:pStyle w:val="Odsekzoznamu"/>
        <w:numPr>
          <w:ilvl w:val="0"/>
          <w:numId w:val="215"/>
        </w:numPr>
        <w:jc w:val="both"/>
      </w:pPr>
      <w:r w:rsidRPr="00187BE0">
        <w:t xml:space="preserve">pre </w:t>
      </w:r>
      <w:r w:rsidR="002F457D">
        <w:t>navrhovanú križovatku</w:t>
      </w:r>
      <w:r w:rsidRPr="00187BE0">
        <w:t>,</w:t>
      </w:r>
      <w:r w:rsidR="002F457D">
        <w:t xml:space="preserve"> </w:t>
      </w:r>
      <w:r w:rsidRPr="00187BE0">
        <w:t>s</w:t>
      </w:r>
      <w:r>
        <w:t> </w:t>
      </w:r>
      <w:r w:rsidRPr="00187BE0">
        <w:t>rozdelením pre obe špičkové hodiny</w:t>
      </w:r>
      <w:r w:rsidR="00F0288A">
        <w:t>,</w:t>
      </w:r>
    </w:p>
    <w:p w14:paraId="41194B17" w14:textId="3303C713" w:rsidR="0064124A" w:rsidRDefault="0064124A" w:rsidP="002A3C5F">
      <w:pPr>
        <w:pStyle w:val="Odsekzoznamu"/>
        <w:numPr>
          <w:ilvl w:val="0"/>
          <w:numId w:val="215"/>
        </w:numPr>
        <w:jc w:val="both"/>
      </w:pPr>
      <w:r>
        <w:t>pre nulový variant pre súčasný stav,</w:t>
      </w:r>
    </w:p>
    <w:p w14:paraId="5F511C6F" w14:textId="32F8E5D7" w:rsidR="00F0288A" w:rsidRDefault="00F0288A" w:rsidP="002A3C5F">
      <w:pPr>
        <w:pStyle w:val="Odsekzoznamu"/>
        <w:numPr>
          <w:ilvl w:val="0"/>
          <w:numId w:val="215"/>
        </w:numPr>
        <w:jc w:val="both"/>
      </w:pPr>
      <w:r>
        <w:t>pre projektový variant pre rok spustenia stavby do prevádzky,</w:t>
      </w:r>
    </w:p>
    <w:p w14:paraId="45BCBC3E" w14:textId="11963CF4" w:rsidR="00F0288A" w:rsidRDefault="00F0288A" w:rsidP="002A3C5F">
      <w:pPr>
        <w:pStyle w:val="Odsekzoznamu"/>
        <w:numPr>
          <w:ilvl w:val="0"/>
          <w:numId w:val="215"/>
        </w:numPr>
        <w:jc w:val="both"/>
      </w:pPr>
      <w:r>
        <w:t>pre výhľadové obdobie +20 rokov od spustenia stavby do prevádzky,</w:t>
      </w:r>
    </w:p>
    <w:p w14:paraId="748E8244" w14:textId="4BAD19EE" w:rsidR="00F0288A" w:rsidRDefault="00F0288A" w:rsidP="002A3C5F">
      <w:pPr>
        <w:pStyle w:val="Odsekzoznamu"/>
        <w:numPr>
          <w:ilvl w:val="0"/>
          <w:numId w:val="215"/>
        </w:numPr>
        <w:jc w:val="both"/>
      </w:pPr>
      <w:r>
        <w:t>pre posledný rok, v ktorom je nulový alebo projektový variant ešte vyhovujúci,</w:t>
      </w:r>
    </w:p>
    <w:p w14:paraId="1A28728D" w14:textId="4AC8AFA1" w:rsidR="00F0288A" w:rsidRDefault="00F0288A" w:rsidP="002A3C5F">
      <w:pPr>
        <w:pStyle w:val="Odsekzoznamu"/>
        <w:numPr>
          <w:ilvl w:val="0"/>
          <w:numId w:val="214"/>
        </w:numPr>
        <w:jc w:val="both"/>
      </w:pPr>
      <w:r>
        <w:t>pre predchádzajúci či nasledujúci rok s významnou zmenou prepravných vzťahov v území (ak sa predpokladá, napr. pod vplyvom iných zmien dopravnej siete alebo využitia územia (developerské projekty v oblasti IBV apod.).</w:t>
      </w:r>
    </w:p>
    <w:p w14:paraId="0831EE7F" w14:textId="77777777" w:rsidR="00CA0F90" w:rsidRDefault="00CA0F90" w:rsidP="00F0288A">
      <w:pPr>
        <w:jc w:val="both"/>
      </w:pPr>
    </w:p>
    <w:p w14:paraId="798B8D1A" w14:textId="73EBED8E" w:rsidR="00CA0F90" w:rsidRPr="00CA0F90" w:rsidRDefault="00CA0F90" w:rsidP="00CA0F90">
      <w:pPr>
        <w:spacing w:after="120"/>
        <w:jc w:val="both"/>
        <w:rPr>
          <w:b/>
          <w:bCs/>
        </w:rPr>
      </w:pPr>
      <w:r w:rsidRPr="00123D71">
        <w:rPr>
          <w:b/>
        </w:rPr>
        <w:t>Analýzu prejazdov z mýtneho systému pre nákladnú dopravu</w:t>
      </w:r>
      <w:r w:rsidRPr="00CA0F90">
        <w:rPr>
          <w:b/>
          <w:bCs/>
        </w:rPr>
        <w:t>:</w:t>
      </w:r>
    </w:p>
    <w:p w14:paraId="213A9F71" w14:textId="77777777" w:rsidR="00CA0F90" w:rsidRPr="00187BE0" w:rsidRDefault="00CA0F90" w:rsidP="00CA0F90">
      <w:pPr>
        <w:pStyle w:val="Odsekzoznamu"/>
        <w:numPr>
          <w:ilvl w:val="0"/>
          <w:numId w:val="186"/>
        </w:numPr>
        <w:autoSpaceDE/>
        <w:autoSpaceDN/>
        <w:spacing w:before="0" w:after="60" w:line="240" w:lineRule="auto"/>
        <w:contextualSpacing/>
        <w:jc w:val="both"/>
      </w:pPr>
      <w:r w:rsidRPr="00187BE0">
        <w:t>zhotoviteľ vytvorí a predloží objednávateľovi požiadavku o dáta z mýtneho systému, pričom žiadosť musí obsahovať:</w:t>
      </w:r>
    </w:p>
    <w:p w14:paraId="61037F13" w14:textId="77777777" w:rsidR="00CA0F90" w:rsidRPr="00187BE0" w:rsidRDefault="00CA0F90" w:rsidP="00CA0F90">
      <w:pPr>
        <w:pStyle w:val="Odsekzoznamu"/>
        <w:numPr>
          <w:ilvl w:val="0"/>
          <w:numId w:val="187"/>
        </w:numPr>
        <w:autoSpaceDE/>
        <w:autoSpaceDN/>
        <w:spacing w:before="0" w:after="60" w:line="240" w:lineRule="auto"/>
        <w:ind w:left="1134"/>
        <w:contextualSpacing/>
        <w:jc w:val="both"/>
      </w:pPr>
      <w:r w:rsidRPr="00187BE0">
        <w:t xml:space="preserve">definovanú maticu zdrojov a cieľov ciest, </w:t>
      </w:r>
    </w:p>
    <w:p w14:paraId="5E2EF19D" w14:textId="77777777" w:rsidR="00CA0F90" w:rsidRPr="00187BE0" w:rsidRDefault="00CA0F90" w:rsidP="00CA0F90">
      <w:pPr>
        <w:pStyle w:val="Odsekzoznamu"/>
        <w:numPr>
          <w:ilvl w:val="0"/>
          <w:numId w:val="187"/>
        </w:numPr>
        <w:autoSpaceDE/>
        <w:autoSpaceDN/>
        <w:spacing w:before="0" w:after="60" w:line="240" w:lineRule="auto"/>
        <w:ind w:left="1134"/>
        <w:contextualSpacing/>
        <w:jc w:val="both"/>
      </w:pPr>
      <w:r w:rsidRPr="00187BE0">
        <w:t xml:space="preserve">stanovenú jednotnú tranzitnú časovú podmienku, </w:t>
      </w:r>
    </w:p>
    <w:p w14:paraId="49F7FB96" w14:textId="77777777" w:rsidR="00CA0F90" w:rsidRPr="00187BE0" w:rsidRDefault="00CA0F90" w:rsidP="00CA0F90">
      <w:pPr>
        <w:pStyle w:val="Odsekzoznamu"/>
        <w:numPr>
          <w:ilvl w:val="0"/>
          <w:numId w:val="187"/>
        </w:numPr>
        <w:autoSpaceDE/>
        <w:autoSpaceDN/>
        <w:spacing w:before="0" w:after="60" w:line="240" w:lineRule="auto"/>
        <w:ind w:left="1134"/>
        <w:contextualSpacing/>
        <w:jc w:val="both"/>
      </w:pPr>
      <w:r w:rsidRPr="00187BE0">
        <w:t xml:space="preserve">časové obdobie v rámci kalendárneho roka, kedy je predpoklad dopravného správania najbližšie k tzv. ročnému priemeru denných intenzít (RPDI), </w:t>
      </w:r>
    </w:p>
    <w:p w14:paraId="06FB80DF" w14:textId="07324E7B" w:rsidR="00CA0F90" w:rsidRDefault="00CA0F90" w:rsidP="00CA0F90">
      <w:pPr>
        <w:pStyle w:val="Odsekzoznamu"/>
        <w:numPr>
          <w:ilvl w:val="0"/>
          <w:numId w:val="186"/>
        </w:numPr>
        <w:jc w:val="both"/>
      </w:pPr>
      <w:r w:rsidRPr="00187BE0">
        <w:t>zhotoviteľ odkonzultuje s objednávateľom predchádzajúce podmienky žiadosti</w:t>
      </w:r>
      <w:r>
        <w:t>.</w:t>
      </w:r>
    </w:p>
    <w:p w14:paraId="22572589" w14:textId="77777777" w:rsidR="00F0288A" w:rsidRDefault="00F0288A" w:rsidP="00F0288A">
      <w:pPr>
        <w:jc w:val="both"/>
      </w:pPr>
    </w:p>
    <w:p w14:paraId="33AFC381" w14:textId="51AF14BE" w:rsidR="007F1F13" w:rsidRDefault="00F0288A" w:rsidP="00F0288A">
      <w:pPr>
        <w:spacing w:line="23" w:lineRule="atLeast"/>
        <w:jc w:val="both"/>
      </w:pPr>
      <w:r w:rsidRPr="00F97091">
        <w:t>Objednávateľovi budú poskytnuté všetky vstupné údaje, predpoklady kalkulácie, výpočty a výsledky, ktoré boli použité v jednotlivých krokoch kapacitného posúdenia a odovzdané v editovateľnom a plne prístupnom formáte</w:t>
      </w:r>
      <w:r>
        <w:t xml:space="preserve"> (vrátane vzorcov</w:t>
      </w:r>
      <w:r w:rsidR="00C55DB4" w:rsidRPr="00C55DB4">
        <w:t xml:space="preserve"> </w:t>
      </w:r>
      <w:r w:rsidR="00C55DB4">
        <w:t>použitých vo výpočtoch</w:t>
      </w:r>
      <w:r>
        <w:t>)</w:t>
      </w:r>
      <w:r w:rsidRPr="00F97091">
        <w:t xml:space="preserve">. </w:t>
      </w:r>
      <w:r w:rsidR="00C55DB4">
        <w:t xml:space="preserve">Výstupy z údajov </w:t>
      </w:r>
      <w:r w:rsidR="00C55DB4" w:rsidRPr="00187BE0">
        <w:t>uvedených vyššie je potrebné dodať vo forme sprievodnej správy s</w:t>
      </w:r>
      <w:r w:rsidR="00C55DB4">
        <w:t> </w:t>
      </w:r>
      <w:r w:rsidR="00C55DB4" w:rsidRPr="00187BE0">
        <w:t>tabuľkovými a grafickými prílohami.</w:t>
      </w:r>
    </w:p>
    <w:p w14:paraId="0F11B2FA" w14:textId="77777777" w:rsidR="00CA0F90" w:rsidRPr="00686DC9" w:rsidRDefault="00CA0F90" w:rsidP="00D21924">
      <w:pPr>
        <w:pStyle w:val="Hlavika"/>
        <w:tabs>
          <w:tab w:val="clear" w:pos="4819"/>
          <w:tab w:val="clear" w:pos="9071"/>
          <w:tab w:val="left" w:pos="-3261"/>
        </w:tabs>
        <w:spacing w:after="120"/>
        <w:jc w:val="both"/>
        <w:rPr>
          <w:b/>
          <w:bCs/>
          <w:sz w:val="22"/>
          <w:szCs w:val="22"/>
        </w:rPr>
      </w:pPr>
    </w:p>
    <w:p w14:paraId="12EEC934" w14:textId="77777777" w:rsidR="008A41B5" w:rsidRDefault="00A732F6" w:rsidP="00D21924">
      <w:pPr>
        <w:pStyle w:val="Hlavika"/>
        <w:tabs>
          <w:tab w:val="clear" w:pos="4819"/>
          <w:tab w:val="clear" w:pos="9071"/>
          <w:tab w:val="left" w:pos="-3261"/>
        </w:tabs>
        <w:spacing w:after="120"/>
        <w:jc w:val="both"/>
        <w:rPr>
          <w:b/>
          <w:bCs/>
          <w:sz w:val="22"/>
          <w:szCs w:val="22"/>
        </w:rPr>
      </w:pPr>
      <w:r>
        <w:rPr>
          <w:b/>
          <w:bCs/>
          <w:sz w:val="22"/>
          <w:szCs w:val="22"/>
        </w:rPr>
        <w:t>2</w:t>
      </w:r>
      <w:r w:rsidR="00D21924">
        <w:rPr>
          <w:b/>
          <w:bCs/>
          <w:sz w:val="22"/>
          <w:szCs w:val="22"/>
        </w:rPr>
        <w:t xml:space="preserve"> </w:t>
      </w:r>
      <w:r w:rsidR="00D21924">
        <w:rPr>
          <w:b/>
          <w:bCs/>
          <w:sz w:val="22"/>
          <w:szCs w:val="22"/>
        </w:rPr>
        <w:tab/>
        <w:t>Environmentálne prieskumy a</w:t>
      </w:r>
      <w:r w:rsidR="00AB131B">
        <w:rPr>
          <w:b/>
          <w:bCs/>
          <w:sz w:val="22"/>
          <w:szCs w:val="22"/>
        </w:rPr>
        <w:t> </w:t>
      </w:r>
      <w:r w:rsidR="00D21924">
        <w:rPr>
          <w:b/>
          <w:bCs/>
          <w:sz w:val="22"/>
          <w:szCs w:val="22"/>
        </w:rPr>
        <w:t>štúdie</w:t>
      </w:r>
    </w:p>
    <w:p w14:paraId="0191EE9A" w14:textId="03DF2F5A" w:rsidR="00B132B6" w:rsidRPr="00B132B6" w:rsidRDefault="001076EE" w:rsidP="005933D5">
      <w:pPr>
        <w:spacing w:after="240"/>
        <w:jc w:val="both"/>
        <w:rPr>
          <w:bCs/>
        </w:rPr>
      </w:pPr>
      <w:r w:rsidRPr="009B29A7">
        <w:rPr>
          <w:bCs/>
        </w:rPr>
        <w:t xml:space="preserve">Environmentálne štúdie a prieskumy budú spracované v rozsahu potrebnom pre návrh </w:t>
      </w:r>
      <w:r w:rsidR="009C71C9">
        <w:rPr>
          <w:bCs/>
        </w:rPr>
        <w:t xml:space="preserve">a realizáciu </w:t>
      </w:r>
      <w:r w:rsidRPr="009B29A7">
        <w:rPr>
          <w:bCs/>
        </w:rPr>
        <w:t>investičného zámeru s ohľadom na charakter stavby.</w:t>
      </w:r>
      <w:r w:rsidR="00B132B6">
        <w:rPr>
          <w:bCs/>
        </w:rPr>
        <w:t xml:space="preserve"> Zhotoviteľovi budú poskytnuté všetky doteraz spracované dokumentácie, ktoré môžu slúžiť ako podklad pre spracovanie štúdi</w:t>
      </w:r>
      <w:r w:rsidR="009C71C9">
        <w:rPr>
          <w:bCs/>
        </w:rPr>
        <w:t>í a prieskumov</w:t>
      </w:r>
      <w:r w:rsidR="00B132B6">
        <w:rPr>
          <w:bCs/>
        </w:rPr>
        <w:t>.</w:t>
      </w:r>
    </w:p>
    <w:p w14:paraId="1A60E77D" w14:textId="77777777" w:rsidR="001076EE" w:rsidRDefault="001076EE" w:rsidP="009B29A7">
      <w:pPr>
        <w:spacing w:after="240"/>
        <w:rPr>
          <w:bCs/>
        </w:rPr>
      </w:pPr>
      <w:r w:rsidRPr="009B29A7">
        <w:rPr>
          <w:bCs/>
        </w:rPr>
        <w:t>Technické špecifikácie pre spracovanie environmentálnych prieskumov a štúdií sú uvedené v nasledujúcich bodoch:</w:t>
      </w:r>
    </w:p>
    <w:p w14:paraId="129D6115" w14:textId="77777777" w:rsidR="001076EE" w:rsidRPr="00C04BB0" w:rsidRDefault="001076EE" w:rsidP="00F12E48">
      <w:pPr>
        <w:pStyle w:val="Hlavika"/>
        <w:tabs>
          <w:tab w:val="clear" w:pos="4819"/>
          <w:tab w:val="clear" w:pos="9071"/>
          <w:tab w:val="left" w:pos="-3261"/>
        </w:tabs>
        <w:spacing w:after="120"/>
        <w:jc w:val="both"/>
        <w:rPr>
          <w:b/>
        </w:rPr>
      </w:pPr>
      <w:r w:rsidRPr="00C04BB0">
        <w:rPr>
          <w:b/>
        </w:rPr>
        <w:t xml:space="preserve">2.1. Rozptylová </w:t>
      </w:r>
      <w:r w:rsidRPr="00F12E48">
        <w:rPr>
          <w:b/>
          <w:bCs/>
        </w:rPr>
        <w:t>štúdia</w:t>
      </w:r>
    </w:p>
    <w:p w14:paraId="3AA21EB9" w14:textId="75E2D924" w:rsidR="001076EE" w:rsidRPr="009B29A7" w:rsidRDefault="00B26E25" w:rsidP="009B29A7">
      <w:pPr>
        <w:spacing w:after="240"/>
        <w:jc w:val="both"/>
        <w:rPr>
          <w:bCs/>
        </w:rPr>
      </w:pPr>
      <w:bookmarkStart w:id="5" w:name="_Hlk177574833"/>
      <w:r>
        <w:rPr>
          <w:bCs/>
        </w:rPr>
        <w:lastRenderedPageBreak/>
        <w:t xml:space="preserve">Rozptylová štúdia bude vypracovaná </w:t>
      </w:r>
      <w:r w:rsidR="001076EE" w:rsidRPr="009B29A7">
        <w:rPr>
          <w:bCs/>
        </w:rPr>
        <w:t>v súlade s príslušnou legislatívou o ochrane ovzdušia a v súlade s príslušnými vykonávajúcimi predpismi v platnom znení</w:t>
      </w:r>
      <w:r w:rsidR="009C71C9">
        <w:rPr>
          <w:bCs/>
        </w:rPr>
        <w:t>,</w:t>
      </w:r>
      <w:r w:rsidR="001076EE" w:rsidRPr="009B29A7">
        <w:rPr>
          <w:bCs/>
        </w:rPr>
        <w:t xml:space="preserve"> </w:t>
      </w:r>
      <w:r w:rsidR="009C71C9" w:rsidRPr="009B29A7">
        <w:rPr>
          <w:bCs/>
        </w:rPr>
        <w:t>v zmysle aktuálne platnej legislatívy, technických noriem a</w:t>
      </w:r>
      <w:r w:rsidR="009C71C9">
        <w:rPr>
          <w:bCs/>
        </w:rPr>
        <w:t> </w:t>
      </w:r>
      <w:r w:rsidR="009C71C9" w:rsidRPr="009B29A7">
        <w:rPr>
          <w:bCs/>
        </w:rPr>
        <w:t>predpisov</w:t>
      </w:r>
      <w:r w:rsidR="009C71C9">
        <w:rPr>
          <w:bCs/>
        </w:rPr>
        <w:t>,</w:t>
      </w:r>
      <w:r w:rsidR="009C71C9" w:rsidRPr="009B29A7">
        <w:rPr>
          <w:bCs/>
        </w:rPr>
        <w:t xml:space="preserve"> </w:t>
      </w:r>
      <w:r w:rsidR="001076EE" w:rsidRPr="009B29A7">
        <w:rPr>
          <w:bCs/>
        </w:rPr>
        <w:t>s návrhom účinných opatrení</w:t>
      </w:r>
      <w:bookmarkEnd w:id="5"/>
      <w:r w:rsidR="001076EE" w:rsidRPr="009B29A7">
        <w:rPr>
          <w:bCs/>
        </w:rPr>
        <w:t>.</w:t>
      </w:r>
    </w:p>
    <w:p w14:paraId="18306881" w14:textId="6C8D2565" w:rsidR="001076EE" w:rsidRPr="009B29A7" w:rsidRDefault="001076EE" w:rsidP="009B29A7">
      <w:pPr>
        <w:spacing w:after="240"/>
        <w:jc w:val="both"/>
        <w:rPr>
          <w:bCs/>
        </w:rPr>
      </w:pPr>
      <w:r w:rsidRPr="009B29A7">
        <w:rPr>
          <w:bCs/>
        </w:rPr>
        <w:t xml:space="preserve">Predmetom rozptylovej štúdie je vyhodnotenie vplyvu realizácie </w:t>
      </w:r>
      <w:r w:rsidR="00307974">
        <w:rPr>
          <w:bCs/>
        </w:rPr>
        <w:t>investičného zámeru</w:t>
      </w:r>
      <w:r w:rsidRPr="009B29A7">
        <w:rPr>
          <w:bCs/>
        </w:rPr>
        <w:t xml:space="preserve"> a posúdenie imisnej záťaže v súvislosti s plnením imisných limitov v okolí </w:t>
      </w:r>
      <w:r w:rsidR="00307974">
        <w:rPr>
          <w:bCs/>
        </w:rPr>
        <w:t xml:space="preserve">predmetného úseku </w:t>
      </w:r>
      <w:r w:rsidR="000F1F58">
        <w:rPr>
          <w:bCs/>
        </w:rPr>
        <w:t>investičného zámeru.</w:t>
      </w:r>
      <w:r w:rsidR="00307974">
        <w:rPr>
          <w:bCs/>
        </w:rPr>
        <w:t xml:space="preserve"> </w:t>
      </w:r>
    </w:p>
    <w:p w14:paraId="1425C973" w14:textId="7DE092C4" w:rsidR="001076EE" w:rsidRPr="009B29A7" w:rsidRDefault="00307974" w:rsidP="009977DC">
      <w:pPr>
        <w:spacing w:after="120" w:line="240" w:lineRule="auto"/>
        <w:jc w:val="both"/>
        <w:rPr>
          <w:bCs/>
        </w:rPr>
      </w:pPr>
      <w:r w:rsidRPr="00307974">
        <w:rPr>
          <w:bCs/>
        </w:rPr>
        <w:t>Minimálny rozsah štúdie</w:t>
      </w:r>
      <w:r w:rsidR="001076EE" w:rsidRPr="009B29A7">
        <w:rPr>
          <w:bCs/>
        </w:rPr>
        <w:t xml:space="preserve">: </w:t>
      </w:r>
    </w:p>
    <w:p w14:paraId="49D79077" w14:textId="77777777" w:rsidR="00307974" w:rsidRPr="005339CC" w:rsidRDefault="00307974" w:rsidP="009977DC">
      <w:pPr>
        <w:pStyle w:val="Odsekzoznamu"/>
        <w:numPr>
          <w:ilvl w:val="0"/>
          <w:numId w:val="132"/>
        </w:numPr>
        <w:autoSpaceDE/>
        <w:autoSpaceDN/>
        <w:spacing w:before="240" w:after="120" w:line="240" w:lineRule="auto"/>
        <w:contextualSpacing/>
        <w:jc w:val="both"/>
      </w:pPr>
      <w:r w:rsidRPr="005339CC">
        <w:t xml:space="preserve">zdôvodnenie štúdie, popis posudzovaného úseku a stupeň prípravy, pre ktorý je štúdia určená, </w:t>
      </w:r>
    </w:p>
    <w:p w14:paraId="6DCE0968" w14:textId="77777777" w:rsidR="00307974" w:rsidRPr="00A02C8C" w:rsidRDefault="00307974" w:rsidP="007B4C63">
      <w:pPr>
        <w:pStyle w:val="Odsekzoznamu"/>
        <w:numPr>
          <w:ilvl w:val="0"/>
          <w:numId w:val="132"/>
        </w:numPr>
        <w:autoSpaceDE/>
        <w:autoSpaceDN/>
        <w:spacing w:before="240" w:after="0" w:line="240" w:lineRule="auto"/>
        <w:contextualSpacing/>
        <w:jc w:val="both"/>
      </w:pPr>
      <w:r w:rsidRPr="00A02C8C">
        <w:t xml:space="preserve">prehľad predošlých štúdií a podkladov týkajúcich sa emisií a imisnej záťaže posudzovaného úseku, </w:t>
      </w:r>
    </w:p>
    <w:p w14:paraId="144BD55E" w14:textId="77777777" w:rsidR="00307974" w:rsidRPr="005933D5" w:rsidRDefault="00307974" w:rsidP="007B4C63">
      <w:pPr>
        <w:pStyle w:val="00-050"/>
        <w:numPr>
          <w:ilvl w:val="0"/>
          <w:numId w:val="132"/>
        </w:numPr>
        <w:tabs>
          <w:tab w:val="clear" w:pos="9072"/>
        </w:tabs>
        <w:spacing w:line="300" w:lineRule="auto"/>
        <w:rPr>
          <w:sz w:val="20"/>
        </w:rPr>
      </w:pPr>
      <w:r w:rsidRPr="005933D5">
        <w:rPr>
          <w:sz w:val="20"/>
        </w:rPr>
        <w:t>parametre nevyhnuté pre overiteľnosť výsledkov modelovania (matematický model, výškový model, zdroj emisných faktorov, metodika, rozptylové parametre, veterná ružica atď.),</w:t>
      </w:r>
    </w:p>
    <w:p w14:paraId="3C4530EB" w14:textId="77777777" w:rsidR="00307974" w:rsidRPr="005933D5" w:rsidRDefault="00307974" w:rsidP="007B4C63">
      <w:pPr>
        <w:pStyle w:val="00-050"/>
        <w:numPr>
          <w:ilvl w:val="0"/>
          <w:numId w:val="132"/>
        </w:numPr>
        <w:rPr>
          <w:sz w:val="20"/>
        </w:rPr>
      </w:pPr>
      <w:r w:rsidRPr="005933D5">
        <w:rPr>
          <w:sz w:val="20"/>
        </w:rPr>
        <w:t>rozptylový model vypracovaný na základe hmotnostných tokov vypočítaných minimálne pre tieto látky:</w:t>
      </w:r>
    </w:p>
    <w:p w14:paraId="457282EF" w14:textId="77777777" w:rsidR="00307974" w:rsidRPr="00541E43" w:rsidRDefault="00307974" w:rsidP="00307974">
      <w:pPr>
        <w:pStyle w:val="05-100"/>
        <w:ind w:left="1134" w:hanging="283"/>
      </w:pPr>
      <w:r w:rsidRPr="00541E43">
        <w:t>a)</w:t>
      </w:r>
      <w:r w:rsidRPr="00541E43">
        <w:tab/>
        <w:t>suspendované častice PM</w:t>
      </w:r>
      <w:r w:rsidRPr="00541E43">
        <w:rPr>
          <w:vertAlign w:val="subscript"/>
        </w:rPr>
        <w:t>10</w:t>
      </w:r>
      <w:r w:rsidRPr="00541E43">
        <w:t xml:space="preserve"> so zahrnutím </w:t>
      </w:r>
      <w:proofErr w:type="spellStart"/>
      <w:r w:rsidRPr="00541E43">
        <w:t>resuspenzie</w:t>
      </w:r>
      <w:proofErr w:type="spellEnd"/>
      <w:r w:rsidRPr="00541E43">
        <w:t xml:space="preserve"> z povrchu vozovky a oterov brzdového obloženia, vozovky a pneumatík,</w:t>
      </w:r>
    </w:p>
    <w:p w14:paraId="5515E350" w14:textId="77777777" w:rsidR="00307974" w:rsidRPr="00541E43" w:rsidRDefault="00307974" w:rsidP="00307974">
      <w:pPr>
        <w:pStyle w:val="05-100"/>
        <w:ind w:left="1134" w:hanging="283"/>
      </w:pPr>
      <w:r w:rsidRPr="00541E43">
        <w:t>b)</w:t>
      </w:r>
      <w:r w:rsidRPr="00541E43">
        <w:tab/>
        <w:t>suspendované častice PM</w:t>
      </w:r>
      <w:r w:rsidRPr="00541E43">
        <w:rPr>
          <w:vertAlign w:val="subscript"/>
        </w:rPr>
        <w:t xml:space="preserve">2,5 </w:t>
      </w:r>
      <w:r w:rsidRPr="00541E43">
        <w:t xml:space="preserve">so zahrnutím </w:t>
      </w:r>
      <w:proofErr w:type="spellStart"/>
      <w:r w:rsidRPr="00541E43">
        <w:t>resuspenzie</w:t>
      </w:r>
      <w:proofErr w:type="spellEnd"/>
      <w:r w:rsidRPr="00541E43">
        <w:t xml:space="preserve"> z povrchu vozovky a oterov brzdového obloženia, vozovky a pneumatík,</w:t>
      </w:r>
    </w:p>
    <w:p w14:paraId="43BE61C2" w14:textId="77777777" w:rsidR="00307974" w:rsidRPr="00541E43" w:rsidRDefault="00307974" w:rsidP="00307974">
      <w:pPr>
        <w:pStyle w:val="05-100"/>
        <w:ind w:left="1134" w:hanging="283"/>
      </w:pPr>
      <w:r w:rsidRPr="00541E43">
        <w:t>c)</w:t>
      </w:r>
      <w:r w:rsidRPr="00541E43">
        <w:tab/>
      </w:r>
      <w:proofErr w:type="spellStart"/>
      <w:r w:rsidRPr="00541E43">
        <w:t>benzo</w:t>
      </w:r>
      <w:proofErr w:type="spellEnd"/>
      <w:r w:rsidRPr="00541E43">
        <w:t>[a]</w:t>
      </w:r>
      <w:proofErr w:type="spellStart"/>
      <w:r w:rsidRPr="00541E43">
        <w:t>pyren</w:t>
      </w:r>
      <w:proofErr w:type="spellEnd"/>
      <w:r w:rsidRPr="00541E43">
        <w:t xml:space="preserve"> so zahrnutím </w:t>
      </w:r>
      <w:proofErr w:type="spellStart"/>
      <w:r w:rsidRPr="00541E43">
        <w:t>resuspenzie</w:t>
      </w:r>
      <w:proofErr w:type="spellEnd"/>
      <w:r w:rsidRPr="00541E43">
        <w:t xml:space="preserve"> z povrchu vozovky a oterov brzdového obloženia, vozovky a pneumatík,</w:t>
      </w:r>
    </w:p>
    <w:p w14:paraId="79B92651" w14:textId="77777777" w:rsidR="00307974" w:rsidRPr="00541E43" w:rsidRDefault="00307974" w:rsidP="00307974">
      <w:pPr>
        <w:pStyle w:val="05-100"/>
        <w:ind w:left="1134" w:hanging="283"/>
      </w:pPr>
      <w:r w:rsidRPr="00541E43">
        <w:t>d)</w:t>
      </w:r>
      <w:r w:rsidRPr="00541E43">
        <w:tab/>
        <w:t>NO</w:t>
      </w:r>
      <w:r w:rsidRPr="00541E43">
        <w:rPr>
          <w:vertAlign w:val="subscript"/>
        </w:rPr>
        <w:t>2</w:t>
      </w:r>
      <w:r w:rsidRPr="00541E43">
        <w:t xml:space="preserve"> (samostatne priemerné ročné a maximálne hodinové hmotnostné toky pre výpočet priemerných ročných, resp. špičkových hodinových imisných príspevkov),</w:t>
      </w:r>
    </w:p>
    <w:p w14:paraId="4EFFDF45" w14:textId="77777777" w:rsidR="00307974" w:rsidRPr="00541E43" w:rsidRDefault="00307974" w:rsidP="00307974">
      <w:pPr>
        <w:pStyle w:val="05-100"/>
        <w:ind w:left="1134" w:hanging="283"/>
      </w:pPr>
      <w:r w:rsidRPr="00541E43">
        <w:t>e)</w:t>
      </w:r>
      <w:r w:rsidRPr="00541E43">
        <w:tab/>
      </w:r>
      <w:proofErr w:type="spellStart"/>
      <w:r w:rsidRPr="00541E43">
        <w:t>NO</w:t>
      </w:r>
      <w:r w:rsidRPr="00541E43">
        <w:rPr>
          <w:vertAlign w:val="subscript"/>
        </w:rPr>
        <w:t>x</w:t>
      </w:r>
      <w:proofErr w:type="spellEnd"/>
      <w:r w:rsidRPr="00541E43">
        <w:t xml:space="preserve"> (len v prípade existencie osobitne chránených území alebo iných citlivých ekosystémov do vzdialenosti 500 m od posudzovanej komunikácie),</w:t>
      </w:r>
    </w:p>
    <w:p w14:paraId="49253EFF" w14:textId="77777777" w:rsidR="00307974" w:rsidRPr="00541E43" w:rsidRDefault="00307974" w:rsidP="00307974">
      <w:pPr>
        <w:pStyle w:val="05-100"/>
        <w:ind w:left="1134" w:hanging="283"/>
      </w:pPr>
      <w:r w:rsidRPr="00541E43">
        <w:t>f)</w:t>
      </w:r>
      <w:r w:rsidRPr="00541E43">
        <w:tab/>
        <w:t>CO (v prípade vysoko podlimitných hodnôt slovné hodnotenie),</w:t>
      </w:r>
    </w:p>
    <w:p w14:paraId="3E29CDD9" w14:textId="13190EEE" w:rsidR="00307974" w:rsidRDefault="00307974" w:rsidP="007B4C63">
      <w:pPr>
        <w:pStyle w:val="Odsekzoznamu"/>
        <w:numPr>
          <w:ilvl w:val="0"/>
          <w:numId w:val="132"/>
        </w:numPr>
        <w:autoSpaceDE/>
        <w:autoSpaceDN/>
        <w:spacing w:before="0" w:after="0" w:line="240" w:lineRule="auto"/>
        <w:contextualSpacing/>
        <w:jc w:val="both"/>
      </w:pPr>
      <w:r>
        <w:t>vyhodnotenie priemerných ročných imisných koncentrácii škodlivín, vrátane prachových častíc</w:t>
      </w:r>
      <w:r w:rsidR="000F1F58">
        <w:t xml:space="preserve">, </w:t>
      </w:r>
      <w:r>
        <w:t xml:space="preserve"> minimálne pre:</w:t>
      </w:r>
    </w:p>
    <w:p w14:paraId="64CADD24" w14:textId="77777777" w:rsidR="00307974" w:rsidRDefault="00307974" w:rsidP="007B4C63">
      <w:pPr>
        <w:pStyle w:val="Odsekzoznamu"/>
        <w:numPr>
          <w:ilvl w:val="0"/>
          <w:numId w:val="133"/>
        </w:numPr>
        <w:autoSpaceDE/>
        <w:autoSpaceDN/>
        <w:spacing w:before="240" w:after="0" w:line="240" w:lineRule="auto"/>
        <w:contextualSpacing/>
        <w:jc w:val="both"/>
      </w:pPr>
      <w:r>
        <w:t xml:space="preserve">aktuálny stav v sledovanom území bez realizácie </w:t>
      </w:r>
      <w:r w:rsidRPr="000D3E12">
        <w:t xml:space="preserve">navrhovaného investičného zámeru </w:t>
      </w:r>
      <w:r>
        <w:t>(tzv. nulový variant),</w:t>
      </w:r>
    </w:p>
    <w:p w14:paraId="559289B7" w14:textId="77777777" w:rsidR="00307974" w:rsidRDefault="00307974" w:rsidP="007B4C63">
      <w:pPr>
        <w:pStyle w:val="Odsekzoznamu"/>
        <w:numPr>
          <w:ilvl w:val="0"/>
          <w:numId w:val="133"/>
        </w:numPr>
        <w:autoSpaceDE/>
        <w:autoSpaceDN/>
        <w:spacing w:before="240" w:after="0" w:line="240" w:lineRule="auto"/>
        <w:contextualSpacing/>
        <w:jc w:val="both"/>
      </w:pPr>
      <w:r w:rsidRPr="005C7923">
        <w:t>v roku odovzdania stavby do prevádzky</w:t>
      </w:r>
      <w:r>
        <w:t xml:space="preserve">, </w:t>
      </w:r>
    </w:p>
    <w:p w14:paraId="79ADC959" w14:textId="77777777" w:rsidR="000F1F58" w:rsidRDefault="00307974" w:rsidP="007B4C63">
      <w:pPr>
        <w:pStyle w:val="Odsekzoznamu"/>
        <w:numPr>
          <w:ilvl w:val="0"/>
          <w:numId w:val="133"/>
        </w:numPr>
        <w:autoSpaceDE/>
        <w:autoSpaceDN/>
        <w:spacing w:before="240" w:after="0" w:line="240" w:lineRule="auto"/>
        <w:contextualSpacing/>
        <w:jc w:val="both"/>
      </w:pPr>
      <w:r>
        <w:t xml:space="preserve">stav s realizáciou navrhovaného investičného zámeru vo výhľade 10 rokov a 20 rokov </w:t>
      </w:r>
      <w:r w:rsidRPr="00541E43">
        <w:t xml:space="preserve">po predpokladanom spustení stavby do prevádzky </w:t>
      </w:r>
    </w:p>
    <w:p w14:paraId="71BA10F0" w14:textId="01B92F95" w:rsidR="00307974" w:rsidRPr="00386CA0" w:rsidRDefault="000F1F58" w:rsidP="007B4C63">
      <w:pPr>
        <w:pStyle w:val="Odsekzoznamu"/>
        <w:numPr>
          <w:ilvl w:val="0"/>
          <w:numId w:val="138"/>
        </w:numPr>
        <w:autoSpaceDE/>
        <w:autoSpaceDN/>
        <w:spacing w:before="240" w:after="0" w:line="240" w:lineRule="auto"/>
        <w:ind w:left="709" w:hanging="425"/>
        <w:contextualSpacing/>
        <w:jc w:val="both"/>
      </w:pPr>
      <w:r w:rsidRPr="00386CA0">
        <w:t>vyhodnotenie posúdiť s ohľadom na kumulatívne</w:t>
      </w:r>
      <w:r w:rsidR="00307974" w:rsidRPr="00386CA0">
        <w:t xml:space="preserve"> vplyv</w:t>
      </w:r>
      <w:r w:rsidRPr="00386CA0">
        <w:t>y</w:t>
      </w:r>
      <w:r w:rsidR="00307974" w:rsidRPr="00386CA0">
        <w:t xml:space="preserve"> </w:t>
      </w:r>
      <w:r w:rsidRPr="00386CA0">
        <w:t>z</w:t>
      </w:r>
      <w:r w:rsidR="00307974" w:rsidRPr="00386CA0">
        <w:t xml:space="preserve"> ostatn</w:t>
      </w:r>
      <w:r w:rsidRPr="00386CA0">
        <w:t>ej</w:t>
      </w:r>
      <w:r w:rsidR="00307974" w:rsidRPr="00386CA0">
        <w:t xml:space="preserve"> cestn</w:t>
      </w:r>
      <w:r w:rsidRPr="00386CA0">
        <w:t>ej</w:t>
      </w:r>
      <w:r w:rsidR="00307974" w:rsidRPr="00386CA0">
        <w:t xml:space="preserve"> doprav</w:t>
      </w:r>
      <w:r w:rsidRPr="00386CA0">
        <w:t>y</w:t>
      </w:r>
      <w:r w:rsidR="00307974" w:rsidRPr="00386CA0">
        <w:t xml:space="preserve">, </w:t>
      </w:r>
    </w:p>
    <w:p w14:paraId="0A28B0C4" w14:textId="3F8A5974" w:rsidR="00307974" w:rsidRPr="00A02C8C" w:rsidRDefault="000F1F58" w:rsidP="007B4C63">
      <w:pPr>
        <w:pStyle w:val="Odsekzoznamu"/>
        <w:numPr>
          <w:ilvl w:val="0"/>
          <w:numId w:val="135"/>
        </w:numPr>
        <w:autoSpaceDE/>
        <w:autoSpaceDN/>
        <w:spacing w:before="0" w:after="0" w:line="240" w:lineRule="auto"/>
        <w:ind w:left="709" w:hanging="425"/>
        <w:contextualSpacing/>
        <w:jc w:val="both"/>
      </w:pPr>
      <w:r>
        <w:t>okrem uvedených predikcií sa požaduje vyhodnotenie</w:t>
      </w:r>
      <w:r w:rsidR="00307974" w:rsidRPr="00A02C8C">
        <w:t xml:space="preserve"> imisn</w:t>
      </w:r>
      <w:r>
        <w:t>ej</w:t>
      </w:r>
      <w:r w:rsidR="00307974" w:rsidRPr="00A02C8C">
        <w:t xml:space="preserve"> </w:t>
      </w:r>
      <w:r w:rsidRPr="00A02C8C">
        <w:t>záťaže</w:t>
      </w:r>
      <w:r>
        <w:t xml:space="preserve"> aj</w:t>
      </w:r>
      <w:r w:rsidR="00307974" w:rsidRPr="00A02C8C">
        <w:t xml:space="preserve"> pre etapu výstavby (s ohľadom na </w:t>
      </w:r>
      <w:r>
        <w:t>v</w:t>
      </w:r>
      <w:r w:rsidR="00307974" w:rsidRPr="00A02C8C">
        <w:t>stupné údaje),</w:t>
      </w:r>
    </w:p>
    <w:p w14:paraId="56120021" w14:textId="77777777" w:rsidR="00307974" w:rsidRPr="005933D5" w:rsidRDefault="00307974" w:rsidP="007B4C63">
      <w:pPr>
        <w:pStyle w:val="00-050"/>
        <w:numPr>
          <w:ilvl w:val="0"/>
          <w:numId w:val="134"/>
        </w:numPr>
        <w:tabs>
          <w:tab w:val="clear" w:pos="9072"/>
        </w:tabs>
        <w:spacing w:line="300" w:lineRule="auto"/>
        <w:ind w:left="709" w:hanging="425"/>
        <w:rPr>
          <w:sz w:val="20"/>
          <w:lang w:eastAsia="sk-SK"/>
        </w:rPr>
      </w:pPr>
      <w:r w:rsidRPr="005933D5">
        <w:rPr>
          <w:sz w:val="20"/>
          <w:lang w:eastAsia="sk-SK"/>
        </w:rPr>
        <w:t>grafické zobrazenie plošnej emisnej záťaže v rámci štúdie,</w:t>
      </w:r>
    </w:p>
    <w:p w14:paraId="0B9BE349" w14:textId="278D56DD" w:rsidR="00307974" w:rsidRPr="005339CC" w:rsidRDefault="00307974" w:rsidP="007B4C63">
      <w:pPr>
        <w:pStyle w:val="Odsekzoznamu"/>
        <w:numPr>
          <w:ilvl w:val="0"/>
          <w:numId w:val="134"/>
        </w:numPr>
        <w:autoSpaceDE/>
        <w:autoSpaceDN/>
        <w:spacing w:before="0" w:after="0" w:line="240" w:lineRule="auto"/>
        <w:ind w:left="709" w:hanging="425"/>
        <w:contextualSpacing/>
        <w:jc w:val="both"/>
      </w:pPr>
      <w:r w:rsidRPr="005339CC">
        <w:t>návrh opatrení ako súčasť rozptylovej štúdie v prípade, ak vplyvom zámeru bude vyhodnotené zhoršenie podmienok pre plnenie imisného limitu,</w:t>
      </w:r>
    </w:p>
    <w:p w14:paraId="59F9406D" w14:textId="6900101F" w:rsidR="00307974" w:rsidRPr="00A02C8C" w:rsidRDefault="00307974" w:rsidP="00347E6D">
      <w:pPr>
        <w:pStyle w:val="Odsekzoznamu"/>
        <w:numPr>
          <w:ilvl w:val="0"/>
          <w:numId w:val="134"/>
        </w:numPr>
        <w:autoSpaceDE/>
        <w:autoSpaceDN/>
        <w:spacing w:before="0" w:after="0" w:line="240" w:lineRule="auto"/>
        <w:ind w:left="709" w:hanging="425"/>
        <w:contextualSpacing/>
        <w:jc w:val="both"/>
      </w:pPr>
      <w:r w:rsidRPr="00A02C8C">
        <w:t>záverečné zhodnotenie.</w:t>
      </w:r>
      <w:r w:rsidR="00347E6D">
        <w:br w:type="page"/>
      </w:r>
    </w:p>
    <w:p w14:paraId="73D54A06" w14:textId="3B30BF9E" w:rsidR="001076EE" w:rsidRPr="00C04BB0" w:rsidRDefault="001076EE" w:rsidP="00F12E48">
      <w:pPr>
        <w:pStyle w:val="Hlavika"/>
        <w:tabs>
          <w:tab w:val="clear" w:pos="4819"/>
          <w:tab w:val="clear" w:pos="9071"/>
          <w:tab w:val="left" w:pos="-3261"/>
        </w:tabs>
        <w:spacing w:after="120"/>
        <w:jc w:val="both"/>
        <w:rPr>
          <w:b/>
        </w:rPr>
      </w:pPr>
      <w:r w:rsidRPr="00C04BB0">
        <w:rPr>
          <w:b/>
        </w:rPr>
        <w:lastRenderedPageBreak/>
        <w:t xml:space="preserve">2.2. Hluková </w:t>
      </w:r>
      <w:r w:rsidRPr="00F12E48">
        <w:rPr>
          <w:b/>
          <w:bCs/>
        </w:rPr>
        <w:t>štúdia</w:t>
      </w:r>
    </w:p>
    <w:p w14:paraId="7D8DB9A2" w14:textId="184CF6C8" w:rsidR="00A301DF" w:rsidRPr="009B29A7" w:rsidRDefault="005C2031" w:rsidP="00A301DF">
      <w:pPr>
        <w:jc w:val="both"/>
        <w:rPr>
          <w:bCs/>
        </w:rPr>
      </w:pPr>
      <w:r>
        <w:rPr>
          <w:bCs/>
        </w:rPr>
        <w:t xml:space="preserve">Hluková  štúdia bude vypracovaná </w:t>
      </w:r>
      <w:r w:rsidR="00875FF9" w:rsidRPr="00541E43">
        <w:t>v súlade s</w:t>
      </w:r>
      <w:r w:rsidR="00307974">
        <w:t>o</w:t>
      </w:r>
      <w:r w:rsidR="00875FF9" w:rsidRPr="00541E43">
        <w:t xml:space="preserve"> zákon</w:t>
      </w:r>
      <w:r w:rsidR="00307974">
        <w:t>om</w:t>
      </w:r>
      <w:r w:rsidR="00875FF9" w:rsidRPr="00541E43">
        <w:t xml:space="preserve"> č. 355/2007 Z. z. o ochrane, podpore a rozvoji verejného zdravia a o zmene a doplnení niektorých zákonov v znení neskorších predpisov a vyhlášk</w:t>
      </w:r>
      <w:r w:rsidR="00A301DF">
        <w:t>ou</w:t>
      </w:r>
      <w:r w:rsidR="00875FF9" w:rsidRPr="00541E43">
        <w:t xml:space="preserve"> MZ SR č. 549/2007 Z. z., ktorou sa ustanovujú podrobnosti o prípustných hodnotách hluku, infrazvuku a</w:t>
      </w:r>
      <w:r w:rsidR="00020DF6">
        <w:t> </w:t>
      </w:r>
      <w:r w:rsidR="00875FF9" w:rsidRPr="00541E43">
        <w:t>vibrácií</w:t>
      </w:r>
      <w:r w:rsidR="00020DF6">
        <w:t xml:space="preserve"> </w:t>
      </w:r>
      <w:r w:rsidR="00020DF6" w:rsidRPr="00020DF6">
        <w:t>a o požiadavkách na objektivizáciu hluku, infrazvuku a vibrácií v životnom prostredí</w:t>
      </w:r>
      <w:r w:rsidR="00020DF6">
        <w:t xml:space="preserve"> v znení neskorších predpisov</w:t>
      </w:r>
      <w:r w:rsidR="001076EE" w:rsidRPr="009B29A7">
        <w:rPr>
          <w:bCs/>
        </w:rPr>
        <w:t xml:space="preserve">, </w:t>
      </w:r>
      <w:r w:rsidR="002A4B49">
        <w:rPr>
          <w:bCs/>
        </w:rPr>
        <w:t xml:space="preserve">v zmysle aktuálne platnej legislatívy, technických noriem a predpisov, </w:t>
      </w:r>
      <w:r w:rsidR="00A301DF">
        <w:t>a bude obsahovať návrh protihlukových opatrení s preukázaním ich predpokladanej účinnosti.</w:t>
      </w:r>
    </w:p>
    <w:p w14:paraId="0157A434" w14:textId="77777777" w:rsidR="001076EE" w:rsidRPr="00D82E7E" w:rsidRDefault="001076EE" w:rsidP="00A301DF">
      <w:pPr>
        <w:jc w:val="both"/>
      </w:pPr>
    </w:p>
    <w:p w14:paraId="0FE4B925" w14:textId="77777777" w:rsidR="00A301DF" w:rsidRDefault="00A301DF" w:rsidP="005933D5">
      <w:r>
        <w:t>Minimálny rozsah štúdie:</w:t>
      </w:r>
    </w:p>
    <w:p w14:paraId="772D0FCC" w14:textId="0026B49F" w:rsidR="00736058" w:rsidRPr="009B29A7" w:rsidRDefault="00736058" w:rsidP="007B4C63">
      <w:pPr>
        <w:pStyle w:val="Odsekzoznamu"/>
        <w:numPr>
          <w:ilvl w:val="0"/>
          <w:numId w:val="126"/>
        </w:numPr>
        <w:jc w:val="both"/>
        <w:rPr>
          <w:bCs/>
        </w:rPr>
      </w:pPr>
      <w:r w:rsidRPr="009B29A7">
        <w:rPr>
          <w:bCs/>
        </w:rPr>
        <w:t xml:space="preserve">zdôvodnenie štúdie, stručný popis posudzovaného úseku a stupeň prípravy, pre ktorý je štúdia </w:t>
      </w:r>
      <w:r w:rsidR="00A301DF">
        <w:rPr>
          <w:bCs/>
        </w:rPr>
        <w:t>spracovaná</w:t>
      </w:r>
      <w:r w:rsidRPr="009B29A7">
        <w:rPr>
          <w:bCs/>
        </w:rPr>
        <w:t>,</w:t>
      </w:r>
    </w:p>
    <w:p w14:paraId="16C3EB17" w14:textId="77777777" w:rsidR="00736058" w:rsidRDefault="00736058" w:rsidP="007B4C63">
      <w:pPr>
        <w:pStyle w:val="Odsekzoznamu"/>
        <w:numPr>
          <w:ilvl w:val="0"/>
          <w:numId w:val="126"/>
        </w:numPr>
        <w:jc w:val="both"/>
        <w:rPr>
          <w:bCs/>
        </w:rPr>
      </w:pPr>
      <w:r w:rsidRPr="009B29A7">
        <w:rPr>
          <w:bCs/>
        </w:rPr>
        <w:t>prehľad predošlých štúdií a použitých podkladov týkajúcich sa hlukovej záťaže posudzovaného úseku,</w:t>
      </w:r>
    </w:p>
    <w:p w14:paraId="1189C5D3" w14:textId="77777777" w:rsidR="00A301DF" w:rsidRDefault="00736058" w:rsidP="007B4C63">
      <w:pPr>
        <w:pStyle w:val="Odsekzoznamu"/>
        <w:numPr>
          <w:ilvl w:val="0"/>
          <w:numId w:val="126"/>
        </w:numPr>
        <w:jc w:val="both"/>
        <w:rPr>
          <w:bCs/>
        </w:rPr>
      </w:pPr>
      <w:r w:rsidRPr="004142A0">
        <w:rPr>
          <w:bCs/>
        </w:rPr>
        <w:t>použitá metodika výpočtu, základné nastavenie modelu a vstupné dáta ovplyvňujúce výsledky výpočtu spolu s popisom použitého softvéru pre výpočet,</w:t>
      </w:r>
      <w:r>
        <w:rPr>
          <w:bCs/>
        </w:rPr>
        <w:t xml:space="preserve"> </w:t>
      </w:r>
    </w:p>
    <w:p w14:paraId="751E8D12" w14:textId="5171B06A" w:rsidR="00736058" w:rsidRPr="009B29A7" w:rsidRDefault="00736058" w:rsidP="007B4C63">
      <w:pPr>
        <w:pStyle w:val="Odsekzoznamu"/>
        <w:numPr>
          <w:ilvl w:val="0"/>
          <w:numId w:val="126"/>
        </w:numPr>
        <w:jc w:val="both"/>
        <w:rPr>
          <w:bCs/>
        </w:rPr>
      </w:pPr>
      <w:r w:rsidRPr="009B29A7">
        <w:rPr>
          <w:bCs/>
        </w:rPr>
        <w:t xml:space="preserve">stanovenie a posúdenie súčasnej a výhľadovej hlukovej záťaže z cestnej dopravy meraním a predikciou (postup a požiadavky </w:t>
      </w:r>
      <w:r>
        <w:rPr>
          <w:bCs/>
        </w:rPr>
        <w:t xml:space="preserve">prioritne </w:t>
      </w:r>
      <w:r w:rsidRPr="009B29A7">
        <w:rPr>
          <w:bCs/>
        </w:rPr>
        <w:t>v</w:t>
      </w:r>
      <w:r>
        <w:rPr>
          <w:bCs/>
        </w:rPr>
        <w:t> </w:t>
      </w:r>
      <w:r w:rsidRPr="009B29A7">
        <w:rPr>
          <w:bCs/>
        </w:rPr>
        <w:t>súlade</w:t>
      </w:r>
      <w:r>
        <w:rPr>
          <w:bCs/>
        </w:rPr>
        <w:t xml:space="preserve"> platným právnym predpisom</w:t>
      </w:r>
      <w:r w:rsidRPr="009B29A7">
        <w:rPr>
          <w:bCs/>
        </w:rPr>
        <w:t xml:space="preserve"> </w:t>
      </w:r>
      <w:r>
        <w:rPr>
          <w:bCs/>
        </w:rPr>
        <w:t xml:space="preserve">a následne aj </w:t>
      </w:r>
      <w:r w:rsidRPr="009B29A7">
        <w:rPr>
          <w:bCs/>
        </w:rPr>
        <w:t>s TP 066 Stanovenie hlukovej záťaže spôsobovanej dopravou po cestných komunikáciách),</w:t>
      </w:r>
    </w:p>
    <w:p w14:paraId="3016E2D4" w14:textId="77777777" w:rsidR="00736058" w:rsidRPr="009B29A7" w:rsidRDefault="00736058" w:rsidP="007B4C63">
      <w:pPr>
        <w:pStyle w:val="Odsekzoznamu"/>
        <w:numPr>
          <w:ilvl w:val="0"/>
          <w:numId w:val="126"/>
        </w:numPr>
        <w:jc w:val="both"/>
        <w:rPr>
          <w:bCs/>
        </w:rPr>
      </w:pPr>
      <w:r w:rsidRPr="009B29A7">
        <w:rPr>
          <w:bCs/>
        </w:rPr>
        <w:t>stanovenie hlukovej záťaže minimálne pre:</w:t>
      </w:r>
    </w:p>
    <w:p w14:paraId="79089915" w14:textId="60B21493" w:rsidR="00736058" w:rsidRPr="00D82E7E" w:rsidRDefault="00A301DF" w:rsidP="007B4C63">
      <w:pPr>
        <w:pStyle w:val="10-125"/>
        <w:numPr>
          <w:ilvl w:val="0"/>
          <w:numId w:val="127"/>
        </w:numPr>
      </w:pPr>
      <w:r>
        <w:t xml:space="preserve">aktuálny stav v sledovanom území bez realizácie </w:t>
      </w:r>
      <w:r w:rsidRPr="000D3E12">
        <w:t xml:space="preserve">navrhovaného investičného zámeru </w:t>
      </w:r>
      <w:r>
        <w:t>(tzv. nulový variant)</w:t>
      </w:r>
      <w:r w:rsidR="00736058" w:rsidRPr="00D82E7E">
        <w:t>,</w:t>
      </w:r>
    </w:p>
    <w:p w14:paraId="59E5B210" w14:textId="2334797A" w:rsidR="00736058" w:rsidRPr="00D82E7E" w:rsidRDefault="00736058" w:rsidP="007B4C63">
      <w:pPr>
        <w:pStyle w:val="10-125"/>
        <w:numPr>
          <w:ilvl w:val="0"/>
          <w:numId w:val="127"/>
        </w:numPr>
      </w:pPr>
      <w:r w:rsidRPr="00541E43">
        <w:t>v roku odovzdania stavby do prevádzky s uvažovaním protihlukových opatrení a bez nich,</w:t>
      </w:r>
      <w:r>
        <w:t xml:space="preserve"> </w:t>
      </w:r>
    </w:p>
    <w:p w14:paraId="5BECFE55" w14:textId="77777777" w:rsidR="00736058" w:rsidRPr="00D82E7E" w:rsidRDefault="00736058" w:rsidP="007B4C63">
      <w:pPr>
        <w:pStyle w:val="10-125"/>
        <w:numPr>
          <w:ilvl w:val="0"/>
          <w:numId w:val="127"/>
        </w:numPr>
      </w:pPr>
      <w:r w:rsidRPr="00D82E7E">
        <w:t>stav s realizáciou navrhovanej cestnej komunikácie vo výhľade 10</w:t>
      </w:r>
      <w:r>
        <w:t xml:space="preserve"> a 20</w:t>
      </w:r>
      <w:r w:rsidRPr="00D82E7E">
        <w:t xml:space="preserve"> rokov po predpokladanom spustení do prevádzky s uvažovaním protihlukových opatrení a bez nich,</w:t>
      </w:r>
    </w:p>
    <w:p w14:paraId="2DE5D9A6" w14:textId="59773E09" w:rsidR="00736058" w:rsidRDefault="00736058" w:rsidP="007B4C63">
      <w:pPr>
        <w:pStyle w:val="Odsekzoznamu"/>
        <w:numPr>
          <w:ilvl w:val="0"/>
          <w:numId w:val="126"/>
        </w:numPr>
        <w:jc w:val="both"/>
        <w:rPr>
          <w:bCs/>
        </w:rPr>
      </w:pPr>
      <w:bookmarkStart w:id="6" w:name="_Hlk177649346"/>
      <w:r w:rsidRPr="009B29A7">
        <w:rPr>
          <w:bCs/>
        </w:rPr>
        <w:t>posúdenie hladín hluku z cestnej dopravy (mobilné zdroje hluku) a stacionárnych zdrojov hluku na chránené územie existujúcej aj plánovanej zástavby,</w:t>
      </w:r>
    </w:p>
    <w:p w14:paraId="52AF6EBD" w14:textId="43221692" w:rsidR="00301888" w:rsidRPr="005933D5" w:rsidRDefault="00301888" w:rsidP="007B4C63">
      <w:pPr>
        <w:pStyle w:val="Odsekzoznamu"/>
        <w:numPr>
          <w:ilvl w:val="0"/>
          <w:numId w:val="126"/>
        </w:numPr>
        <w:jc w:val="both"/>
        <w:rPr>
          <w:bCs/>
        </w:rPr>
      </w:pPr>
      <w:r>
        <w:t xml:space="preserve">posúdenie účinnosti a návrh protihlukových opatrení v súvislosti s ďalšími zdrojmi hluku z cestnej dopravy v dotknutom území, </w:t>
      </w:r>
    </w:p>
    <w:p w14:paraId="4E93BCDB" w14:textId="0D0B62D2" w:rsidR="002A4B49" w:rsidRPr="009B29A7" w:rsidRDefault="002A4B49" w:rsidP="007B4C63">
      <w:pPr>
        <w:pStyle w:val="Odsekzoznamu"/>
        <w:numPr>
          <w:ilvl w:val="0"/>
          <w:numId w:val="126"/>
        </w:numPr>
        <w:jc w:val="both"/>
        <w:rPr>
          <w:bCs/>
        </w:rPr>
      </w:pPr>
      <w:r>
        <w:rPr>
          <w:bCs/>
        </w:rPr>
        <w:t>posúdenie účinnosti a návrh PHO v súvislosti s ďalšími zdrojmi hluku z cestnej dopravy v </w:t>
      </w:r>
      <w:r w:rsidR="00301888">
        <w:rPr>
          <w:bCs/>
        </w:rPr>
        <w:t>dotknutom</w:t>
      </w:r>
      <w:r>
        <w:rPr>
          <w:bCs/>
        </w:rPr>
        <w:t xml:space="preserve"> území, </w:t>
      </w:r>
      <w:r w:rsidR="00301888">
        <w:rPr>
          <w:bCs/>
        </w:rPr>
        <w:t xml:space="preserve">v prípade zhoršenia hlukovej záťaže, nutnosť prehodnotenia parametrov navrhnutých PHO, </w:t>
      </w:r>
    </w:p>
    <w:p w14:paraId="65DB75D1" w14:textId="2ACC2AF0" w:rsidR="00736058" w:rsidRPr="009B29A7" w:rsidRDefault="00736058" w:rsidP="007B4C63">
      <w:pPr>
        <w:pStyle w:val="Odsekzoznamu"/>
        <w:numPr>
          <w:ilvl w:val="0"/>
          <w:numId w:val="126"/>
        </w:numPr>
        <w:jc w:val="both"/>
        <w:rPr>
          <w:bCs/>
        </w:rPr>
      </w:pPr>
      <w:r w:rsidRPr="009B29A7">
        <w:rPr>
          <w:bCs/>
        </w:rPr>
        <w:t xml:space="preserve">posúdenie hlukovej situácie </w:t>
      </w:r>
      <w:r w:rsidR="00A301DF">
        <w:t>s ohľadom na</w:t>
      </w:r>
      <w:r w:rsidR="00A301DF" w:rsidRPr="00CE3C6B">
        <w:t xml:space="preserve"> </w:t>
      </w:r>
      <w:r w:rsidR="00A301DF">
        <w:t>p</w:t>
      </w:r>
      <w:r w:rsidR="00A301DF" w:rsidRPr="00651885">
        <w:t>rípustné hodnoty určujúcich veličín hluku</w:t>
      </w:r>
      <w:r w:rsidRPr="009B29A7">
        <w:rPr>
          <w:bCs/>
        </w:rPr>
        <w:t>,</w:t>
      </w:r>
    </w:p>
    <w:p w14:paraId="2F43BBD4" w14:textId="427D783B" w:rsidR="00736058" w:rsidRPr="009B29A7" w:rsidRDefault="00736058" w:rsidP="007B4C63">
      <w:pPr>
        <w:pStyle w:val="Odsekzoznamu"/>
        <w:numPr>
          <w:ilvl w:val="0"/>
          <w:numId w:val="126"/>
        </w:numPr>
        <w:jc w:val="both"/>
        <w:rPr>
          <w:bCs/>
        </w:rPr>
      </w:pPr>
      <w:r w:rsidRPr="009B29A7">
        <w:rPr>
          <w:bCs/>
        </w:rPr>
        <w:t xml:space="preserve">predikcia </w:t>
      </w:r>
      <w:r w:rsidR="00301888" w:rsidRPr="009B29A7">
        <w:rPr>
          <w:bCs/>
        </w:rPr>
        <w:t>hlukov</w:t>
      </w:r>
      <w:r w:rsidR="00301888">
        <w:rPr>
          <w:bCs/>
        </w:rPr>
        <w:t>ej</w:t>
      </w:r>
      <w:r w:rsidR="00301888" w:rsidRPr="009B29A7">
        <w:rPr>
          <w:bCs/>
        </w:rPr>
        <w:t xml:space="preserve"> </w:t>
      </w:r>
      <w:r w:rsidRPr="009B29A7">
        <w:rPr>
          <w:bCs/>
        </w:rPr>
        <w:t>z</w:t>
      </w:r>
      <w:r w:rsidR="00301888">
        <w:rPr>
          <w:bCs/>
        </w:rPr>
        <w:t>á</w:t>
      </w:r>
      <w:r w:rsidRPr="009B29A7">
        <w:rPr>
          <w:bCs/>
        </w:rPr>
        <w:t xml:space="preserve">ťaže počas výstavby (s ohľadom na </w:t>
      </w:r>
      <w:r w:rsidR="00301888">
        <w:rPr>
          <w:bCs/>
        </w:rPr>
        <w:t>v</w:t>
      </w:r>
      <w:r w:rsidRPr="009B29A7">
        <w:rPr>
          <w:bCs/>
        </w:rPr>
        <w:t>stupné údaje),</w:t>
      </w:r>
    </w:p>
    <w:p w14:paraId="133DAFCD" w14:textId="1B1567AF" w:rsidR="00A301DF" w:rsidRDefault="00A301DF" w:rsidP="007B4C63">
      <w:pPr>
        <w:pStyle w:val="Odsekzoznamu"/>
        <w:numPr>
          <w:ilvl w:val="0"/>
          <w:numId w:val="126"/>
        </w:numPr>
        <w:autoSpaceDE/>
        <w:autoSpaceDN/>
        <w:spacing w:before="0" w:after="240" w:line="240" w:lineRule="auto"/>
        <w:contextualSpacing/>
        <w:jc w:val="both"/>
      </w:pPr>
      <w:r>
        <w:t>protihlukové opatrenia budú navrhnuté v zmysle aktuálne platných TP 052 Návrh a posúdenie protihlukových opatrení pre cestné komunikácie a TP 051 Použitie, kvalita a systém hodnotenia protihlukových stien,</w:t>
      </w:r>
    </w:p>
    <w:p w14:paraId="408E0ED5" w14:textId="347BCE2A" w:rsidR="00A301DF" w:rsidRDefault="00A301DF" w:rsidP="007B4C63">
      <w:pPr>
        <w:pStyle w:val="Odsekzoznamu"/>
        <w:numPr>
          <w:ilvl w:val="0"/>
          <w:numId w:val="126"/>
        </w:numPr>
        <w:autoSpaceDE/>
        <w:autoSpaceDN/>
        <w:spacing w:before="0" w:after="240" w:line="240" w:lineRule="auto"/>
        <w:contextualSpacing/>
        <w:jc w:val="both"/>
      </w:pPr>
      <w:r>
        <w:t>posúdenie a n</w:t>
      </w:r>
      <w:r w:rsidR="00126BDB">
        <w:t>ávrh</w:t>
      </w:r>
      <w:r>
        <w:t xml:space="preserve"> protihlukových opatrení v súvislosti s možnými kolíziami s vtákmi, </w:t>
      </w:r>
      <w:r w:rsidR="00126BDB">
        <w:t>v prípade preukázania kolízií</w:t>
      </w:r>
      <w:r w:rsidR="0027384D">
        <w:t>,</w:t>
      </w:r>
      <w:r w:rsidR="00126BDB">
        <w:t xml:space="preserve"> </w:t>
      </w:r>
      <w:r w:rsidR="00386CA0">
        <w:t>protihlukové opatrenia</w:t>
      </w:r>
      <w:r w:rsidR="00126BDB" w:rsidRPr="0027384D">
        <w:t xml:space="preserve"> navrhovať v zmysle TP 067,</w:t>
      </w:r>
      <w:r w:rsidR="00126BDB">
        <w:t xml:space="preserve"> </w:t>
      </w:r>
    </w:p>
    <w:p w14:paraId="24DBE689" w14:textId="77777777" w:rsidR="00A301DF" w:rsidRDefault="00A301DF" w:rsidP="007B4C63">
      <w:pPr>
        <w:pStyle w:val="Odsekzoznamu"/>
        <w:numPr>
          <w:ilvl w:val="0"/>
          <w:numId w:val="126"/>
        </w:numPr>
        <w:autoSpaceDE/>
        <w:autoSpaceDN/>
        <w:spacing w:before="0" w:after="240" w:line="240" w:lineRule="auto"/>
        <w:contextualSpacing/>
        <w:jc w:val="both"/>
      </w:pPr>
      <w:r>
        <w:t xml:space="preserve">grafické zobrazenie plošnej hlukovej záťaže v rámci štúdie, </w:t>
      </w:r>
    </w:p>
    <w:p w14:paraId="14BF1834" w14:textId="1E84D188" w:rsidR="001076EE" w:rsidRPr="00396C24" w:rsidRDefault="00A301DF" w:rsidP="007B4C63">
      <w:pPr>
        <w:pStyle w:val="Odsekzoznamu"/>
        <w:numPr>
          <w:ilvl w:val="0"/>
          <w:numId w:val="126"/>
        </w:numPr>
        <w:jc w:val="both"/>
        <w:rPr>
          <w:bCs/>
        </w:rPr>
      </w:pPr>
      <w:r>
        <w:t>záverečné hodnotenie</w:t>
      </w:r>
      <w:r w:rsidR="00736058" w:rsidRPr="009B29A7">
        <w:rPr>
          <w:bCs/>
        </w:rPr>
        <w:t>.</w:t>
      </w:r>
    </w:p>
    <w:bookmarkEnd w:id="6"/>
    <w:p w14:paraId="4A73553B" w14:textId="77777777" w:rsidR="005339CC" w:rsidRDefault="005339CC" w:rsidP="005339CC">
      <w:pPr>
        <w:pStyle w:val="00-05"/>
        <w:ind w:left="0" w:firstLine="0"/>
        <w:rPr>
          <w:bCs/>
          <w:sz w:val="20"/>
        </w:rPr>
      </w:pPr>
    </w:p>
    <w:p w14:paraId="42B9BFBB" w14:textId="1DFDA91B" w:rsidR="0027384D" w:rsidRPr="00A02C8C" w:rsidRDefault="005339CC" w:rsidP="005933D5">
      <w:pPr>
        <w:jc w:val="both"/>
        <w:rPr>
          <w:bCs/>
        </w:rPr>
      </w:pPr>
      <w:bookmarkStart w:id="7" w:name="_Hlk177649575"/>
      <w:r w:rsidRPr="005339CC">
        <w:rPr>
          <w:bCs/>
        </w:rPr>
        <w:t xml:space="preserve">V prípade preukázania potreby </w:t>
      </w:r>
      <w:r w:rsidR="0027384D">
        <w:rPr>
          <w:bCs/>
        </w:rPr>
        <w:t xml:space="preserve">dodatočných </w:t>
      </w:r>
      <w:r w:rsidRPr="005339CC">
        <w:rPr>
          <w:bCs/>
        </w:rPr>
        <w:t xml:space="preserve">PHO požadujeme v hlukovej štúdii zadefinovať </w:t>
      </w:r>
      <w:r w:rsidR="0027384D">
        <w:rPr>
          <w:bCs/>
        </w:rPr>
        <w:t xml:space="preserve">ich </w:t>
      </w:r>
      <w:r w:rsidRPr="005339CC">
        <w:rPr>
          <w:bCs/>
        </w:rPr>
        <w:t>presný rozsah</w:t>
      </w:r>
      <w:r w:rsidR="0052737E">
        <w:rPr>
          <w:bCs/>
        </w:rPr>
        <w:t xml:space="preserve"> v súlade s</w:t>
      </w:r>
      <w:r w:rsidRPr="005339CC">
        <w:rPr>
          <w:bCs/>
        </w:rPr>
        <w:t xml:space="preserve"> </w:t>
      </w:r>
      <w:r w:rsidR="0052737E">
        <w:t xml:space="preserve">TP 052 Návrh a posúdenie protihlukových opatrení pre cestné komunikácie </w:t>
      </w:r>
      <w:r w:rsidR="0027384D">
        <w:rPr>
          <w:bCs/>
        </w:rPr>
        <w:t xml:space="preserve">(napr. rozsah </w:t>
      </w:r>
      <w:r w:rsidRPr="005339CC">
        <w:rPr>
          <w:bCs/>
        </w:rPr>
        <w:t xml:space="preserve">zasiahnutých objektov </w:t>
      </w:r>
      <w:r w:rsidR="0027384D">
        <w:rPr>
          <w:bCs/>
        </w:rPr>
        <w:t xml:space="preserve">- </w:t>
      </w:r>
      <w:r w:rsidRPr="005339CC">
        <w:rPr>
          <w:bCs/>
        </w:rPr>
        <w:t>parcelné čísla</w:t>
      </w:r>
      <w:r w:rsidR="0027384D">
        <w:rPr>
          <w:bCs/>
        </w:rPr>
        <w:t xml:space="preserve">, </w:t>
      </w:r>
      <w:r w:rsidRPr="005339CC">
        <w:rPr>
          <w:bCs/>
        </w:rPr>
        <w:t>súpisné čísla objektov vrátane počtu okien, plôch a</w:t>
      </w:r>
      <w:r w:rsidR="0027384D">
        <w:rPr>
          <w:bCs/>
        </w:rPr>
        <w:t> </w:t>
      </w:r>
      <w:r w:rsidRPr="005339CC">
        <w:rPr>
          <w:bCs/>
        </w:rPr>
        <w:t>otvorov</w:t>
      </w:r>
      <w:r w:rsidR="0027384D">
        <w:rPr>
          <w:bCs/>
        </w:rPr>
        <w:t xml:space="preserve">, </w:t>
      </w:r>
      <w:r w:rsidR="0052737E">
        <w:rPr>
          <w:bCs/>
        </w:rPr>
        <w:t xml:space="preserve">a </w:t>
      </w:r>
      <w:r w:rsidR="0052737E" w:rsidRPr="005339CC">
        <w:rPr>
          <w:bCs/>
        </w:rPr>
        <w:t>situácie s vyznačením zasiahnutých objektov na podklade katastrálnej mapy</w:t>
      </w:r>
      <w:r w:rsidR="0052737E">
        <w:rPr>
          <w:bCs/>
        </w:rPr>
        <w:t>, a pod.)</w:t>
      </w:r>
      <w:bookmarkEnd w:id="7"/>
    </w:p>
    <w:p w14:paraId="746BD0E9" w14:textId="77777777" w:rsidR="005339CC" w:rsidRPr="005339CC" w:rsidRDefault="005339CC" w:rsidP="005933D5">
      <w:pPr>
        <w:pStyle w:val="00-05"/>
        <w:ind w:left="0" w:firstLine="0"/>
        <w:rPr>
          <w:rFonts w:cs="Arial"/>
          <w:bCs/>
          <w:sz w:val="20"/>
          <w:lang w:eastAsia="cs-CZ"/>
        </w:rPr>
      </w:pPr>
    </w:p>
    <w:p w14:paraId="1B071B21" w14:textId="6354223D" w:rsidR="001076EE" w:rsidRDefault="0027384D" w:rsidP="00347E6D">
      <w:pPr>
        <w:pStyle w:val="00-05"/>
        <w:ind w:left="0" w:firstLine="0"/>
        <w:rPr>
          <w:bCs/>
          <w:sz w:val="20"/>
        </w:rPr>
      </w:pPr>
      <w:r w:rsidRPr="007B4C63">
        <w:rPr>
          <w:bCs/>
          <w:sz w:val="20"/>
        </w:rPr>
        <w:t xml:space="preserve">Spracovateľ hlukovej štúdie dodá všetky podklady nevyhnutné pre projektanta v rozsahu, aby mohol pre samostatné stavebné objekty stavby spracovať dokumentáciu za účelom získania potrebného povolenia/rozhodnutia. </w:t>
      </w:r>
    </w:p>
    <w:p w14:paraId="6C6D2368" w14:textId="044FFCB9" w:rsidR="00347E6D" w:rsidRPr="00347E6D" w:rsidRDefault="00347E6D" w:rsidP="00347E6D">
      <w:pPr>
        <w:pStyle w:val="00-05"/>
        <w:ind w:left="0" w:firstLine="0"/>
        <w:rPr>
          <w:rFonts w:cs="Arial"/>
          <w:bCs/>
          <w:sz w:val="18"/>
          <w:lang w:eastAsia="cs-CZ"/>
        </w:rPr>
      </w:pPr>
      <w:r>
        <w:rPr>
          <w:rFonts w:cs="Arial"/>
          <w:bCs/>
          <w:sz w:val="18"/>
          <w:lang w:eastAsia="cs-CZ"/>
        </w:rPr>
        <w:br w:type="page"/>
      </w:r>
    </w:p>
    <w:p w14:paraId="1758F48B" w14:textId="417C9284" w:rsidR="001076EE" w:rsidRPr="00C04BB0" w:rsidRDefault="001076EE" w:rsidP="00F12E48">
      <w:pPr>
        <w:pStyle w:val="Hlavika"/>
        <w:tabs>
          <w:tab w:val="clear" w:pos="4819"/>
          <w:tab w:val="clear" w:pos="9071"/>
          <w:tab w:val="left" w:pos="-3261"/>
        </w:tabs>
        <w:spacing w:after="120"/>
        <w:jc w:val="both"/>
        <w:rPr>
          <w:b/>
        </w:rPr>
      </w:pPr>
      <w:r w:rsidRPr="00C04BB0">
        <w:rPr>
          <w:b/>
        </w:rPr>
        <w:lastRenderedPageBreak/>
        <w:t>2.</w:t>
      </w:r>
      <w:r w:rsidR="00B26E25">
        <w:rPr>
          <w:b/>
        </w:rPr>
        <w:t>3</w:t>
      </w:r>
      <w:r w:rsidRPr="00C04BB0">
        <w:rPr>
          <w:b/>
        </w:rPr>
        <w:t xml:space="preserve">. Inventarizácia a spoločenské ohodnotenie </w:t>
      </w:r>
      <w:r w:rsidRPr="00F12E48">
        <w:rPr>
          <w:b/>
          <w:bCs/>
        </w:rPr>
        <w:t>biotopov</w:t>
      </w:r>
    </w:p>
    <w:p w14:paraId="4AAA454C" w14:textId="36061CAB" w:rsidR="001076EE" w:rsidRPr="00773CAC" w:rsidRDefault="001076EE" w:rsidP="00773CAC">
      <w:pPr>
        <w:spacing w:after="240"/>
        <w:jc w:val="both"/>
        <w:rPr>
          <w:bCs/>
        </w:rPr>
      </w:pPr>
      <w:r w:rsidRPr="00773CAC">
        <w:rPr>
          <w:bCs/>
        </w:rPr>
        <w:t>Účelom inventarizácie biotopov je zmapovanie a vyčíslenie spoločenskej hodnoty biotopov národného a</w:t>
      </w:r>
      <w:r w:rsidR="0097214D">
        <w:rPr>
          <w:bCs/>
        </w:rPr>
        <w:t> </w:t>
      </w:r>
      <w:r w:rsidRPr="00773CAC">
        <w:rPr>
          <w:bCs/>
        </w:rPr>
        <w:t>európskeho významu, ktoré sa nachádzajú na území dotknutom realizáciou investičného zámeru, a ktoré budú výstavbou poškodené alebo zničené</w:t>
      </w:r>
      <w:r w:rsidR="006D0D79">
        <w:rPr>
          <w:bCs/>
        </w:rPr>
        <w:t>. Dokumentácia, resp. jej aktualizácia bude vychádzať z</w:t>
      </w:r>
      <w:r w:rsidR="0097214D">
        <w:rPr>
          <w:bCs/>
        </w:rPr>
        <w:t> </w:t>
      </w:r>
      <w:r w:rsidR="006D0D79">
        <w:t>inventarizácie a spoločenského ohodnotenia biotopov z</w:t>
      </w:r>
      <w:r w:rsidR="00B26E25">
        <w:t> DSP pre úsek R2 Ruskovce – Pravotice, ktorý je v</w:t>
      </w:r>
      <w:r w:rsidR="00F01C1B">
        <w:t> bezprostrednej blízkosti.</w:t>
      </w:r>
    </w:p>
    <w:p w14:paraId="0131556C" w14:textId="77777777" w:rsidR="001076EE" w:rsidRDefault="001076EE" w:rsidP="00773CAC">
      <w:pPr>
        <w:spacing w:after="240"/>
        <w:jc w:val="both"/>
      </w:pPr>
      <w:r>
        <w:t xml:space="preserve">Zoznam a spoločenská hodnota biotopov národného významu, biotopov európskeho významu a prioritných biotopov stanovuje </w:t>
      </w:r>
      <w:r w:rsidRPr="0038665C">
        <w:t xml:space="preserve">vyhláška MŽP SR č. </w:t>
      </w:r>
      <w:r>
        <w:t xml:space="preserve">170/2021 </w:t>
      </w:r>
      <w:r w:rsidRPr="0038665C">
        <w:t>Z. z</w:t>
      </w:r>
      <w:r>
        <w:t>.</w:t>
      </w:r>
      <w:r w:rsidRPr="0038665C">
        <w:t>, ktorou sa vykonáva zákon č. 543/2002 Z. z. o ochrane prírody a krajiny v znení neskorších predpisov</w:t>
      </w:r>
      <w:r>
        <w:t>.</w:t>
      </w:r>
    </w:p>
    <w:p w14:paraId="5CA6B76C" w14:textId="1F3852F3" w:rsidR="001076EE" w:rsidRDefault="001076EE" w:rsidP="00773CAC">
      <w:pPr>
        <w:jc w:val="both"/>
      </w:pPr>
      <w:r>
        <w:t>Vypracovanie elaborátu slúži ako podklad k žiadosti na príslušný orgán štátnej správy ochrany prírody a</w:t>
      </w:r>
      <w:r w:rsidR="0097214D">
        <w:t> </w:t>
      </w:r>
      <w:r>
        <w:t xml:space="preserve">krajiny, o jeho súhlas so zásahom do biotopu európskeho alebo národného významu spôsobom, ktorý môže biotop poškodiť alebo zničiť v zmysle </w:t>
      </w:r>
      <w:r w:rsidRPr="0038665C">
        <w:t>zákon</w:t>
      </w:r>
      <w:r>
        <w:t>a</w:t>
      </w:r>
      <w:r w:rsidRPr="0038665C">
        <w:t xml:space="preserve"> č</w:t>
      </w:r>
      <w:r>
        <w:t xml:space="preserve">. </w:t>
      </w:r>
      <w:r w:rsidRPr="0038665C">
        <w:t>543/2002 Z. z. o ochrane prírody a krajiny v znení neskorších predpisov</w:t>
      </w:r>
      <w:r>
        <w:t xml:space="preserve"> a pozostáva z:</w:t>
      </w:r>
    </w:p>
    <w:p w14:paraId="02D78401" w14:textId="77777777" w:rsidR="001076EE" w:rsidRPr="00773CAC" w:rsidRDefault="001076EE" w:rsidP="007B4C63">
      <w:pPr>
        <w:pStyle w:val="00-05"/>
        <w:numPr>
          <w:ilvl w:val="0"/>
          <w:numId w:val="109"/>
        </w:numPr>
        <w:ind w:left="284" w:hanging="284"/>
        <w:rPr>
          <w:rFonts w:cs="Arial"/>
          <w:sz w:val="20"/>
          <w:lang w:eastAsia="cs-CZ"/>
        </w:rPr>
      </w:pPr>
      <w:r w:rsidRPr="00773CAC">
        <w:rPr>
          <w:rFonts w:cs="Arial"/>
          <w:sz w:val="20"/>
          <w:lang w:eastAsia="cs-CZ"/>
        </w:rPr>
        <w:t>Technická správa (podľa potreby fotodokumentácia),</w:t>
      </w:r>
    </w:p>
    <w:p w14:paraId="20EFCA2B" w14:textId="77777777" w:rsidR="001076EE" w:rsidRPr="00773CAC" w:rsidRDefault="001076EE" w:rsidP="007B4C63">
      <w:pPr>
        <w:pStyle w:val="00-05"/>
        <w:numPr>
          <w:ilvl w:val="0"/>
          <w:numId w:val="109"/>
        </w:numPr>
        <w:ind w:left="284" w:hanging="284"/>
        <w:rPr>
          <w:rFonts w:cs="Arial"/>
          <w:sz w:val="20"/>
          <w:lang w:eastAsia="cs-CZ"/>
        </w:rPr>
      </w:pPr>
      <w:r w:rsidRPr="00773CAC">
        <w:rPr>
          <w:rFonts w:cs="Arial"/>
          <w:sz w:val="20"/>
          <w:lang w:eastAsia="cs-CZ"/>
        </w:rPr>
        <w:t>Situácia M 1:10 000,</w:t>
      </w:r>
    </w:p>
    <w:p w14:paraId="2A2BA91E" w14:textId="77777777" w:rsidR="001076EE" w:rsidRPr="00773CAC" w:rsidRDefault="001076EE" w:rsidP="007B4C63">
      <w:pPr>
        <w:pStyle w:val="00-05"/>
        <w:numPr>
          <w:ilvl w:val="0"/>
          <w:numId w:val="109"/>
        </w:numPr>
        <w:ind w:left="284" w:hanging="284"/>
        <w:rPr>
          <w:rFonts w:cs="Arial"/>
          <w:sz w:val="20"/>
          <w:lang w:eastAsia="cs-CZ"/>
        </w:rPr>
      </w:pPr>
      <w:r w:rsidRPr="00773CAC">
        <w:rPr>
          <w:rFonts w:cs="Arial"/>
          <w:sz w:val="20"/>
          <w:lang w:eastAsia="cs-CZ"/>
        </w:rPr>
        <w:t xml:space="preserve">Podklad – </w:t>
      </w:r>
      <w:proofErr w:type="spellStart"/>
      <w:r w:rsidRPr="00773CAC">
        <w:rPr>
          <w:rFonts w:cs="Arial"/>
          <w:sz w:val="20"/>
          <w:lang w:eastAsia="cs-CZ"/>
        </w:rPr>
        <w:t>Ortofotomapa</w:t>
      </w:r>
      <w:proofErr w:type="spellEnd"/>
      <w:r w:rsidRPr="00773CAC">
        <w:rPr>
          <w:rFonts w:cs="Arial"/>
          <w:sz w:val="20"/>
          <w:lang w:eastAsia="cs-CZ"/>
        </w:rPr>
        <w:t xml:space="preserve"> s presným opisom trasy líniovej stavby,</w:t>
      </w:r>
    </w:p>
    <w:p w14:paraId="6803B80A" w14:textId="77777777" w:rsidR="001076EE" w:rsidRPr="00773CAC" w:rsidRDefault="001076EE" w:rsidP="007B4C63">
      <w:pPr>
        <w:pStyle w:val="00-05"/>
        <w:numPr>
          <w:ilvl w:val="0"/>
          <w:numId w:val="109"/>
        </w:numPr>
        <w:ind w:left="284" w:hanging="284"/>
        <w:rPr>
          <w:rFonts w:cs="Arial"/>
          <w:sz w:val="20"/>
          <w:lang w:eastAsia="cs-CZ"/>
        </w:rPr>
      </w:pPr>
      <w:r w:rsidRPr="00773CAC">
        <w:rPr>
          <w:rFonts w:cs="Arial"/>
          <w:sz w:val="20"/>
          <w:lang w:eastAsia="cs-CZ"/>
        </w:rPr>
        <w:t>Hranice katastrálnych území,</w:t>
      </w:r>
    </w:p>
    <w:p w14:paraId="71B85728" w14:textId="77777777" w:rsidR="001076EE" w:rsidRPr="00773CAC" w:rsidRDefault="001076EE" w:rsidP="007B4C63">
      <w:pPr>
        <w:pStyle w:val="00-05"/>
        <w:numPr>
          <w:ilvl w:val="0"/>
          <w:numId w:val="109"/>
        </w:numPr>
        <w:ind w:left="284" w:hanging="284"/>
        <w:rPr>
          <w:rFonts w:cs="Arial"/>
          <w:sz w:val="20"/>
          <w:lang w:eastAsia="cs-CZ"/>
        </w:rPr>
      </w:pPr>
      <w:r w:rsidRPr="00773CAC">
        <w:rPr>
          <w:rFonts w:cs="Arial"/>
          <w:sz w:val="20"/>
          <w:lang w:eastAsia="cs-CZ"/>
        </w:rPr>
        <w:t>Zábery (trvalé, dočasné, ročné),</w:t>
      </w:r>
    </w:p>
    <w:p w14:paraId="47F49F94" w14:textId="77777777" w:rsidR="001076EE" w:rsidRDefault="001076EE" w:rsidP="007B4C63">
      <w:pPr>
        <w:pStyle w:val="00-05"/>
        <w:numPr>
          <w:ilvl w:val="0"/>
          <w:numId w:val="109"/>
        </w:numPr>
        <w:ind w:left="284" w:hanging="284"/>
        <w:rPr>
          <w:rFonts w:cs="Arial"/>
          <w:sz w:val="20"/>
          <w:lang w:eastAsia="cs-CZ"/>
        </w:rPr>
      </w:pPr>
      <w:r w:rsidRPr="00773CAC">
        <w:rPr>
          <w:rFonts w:cs="Arial"/>
          <w:sz w:val="20"/>
          <w:lang w:eastAsia="cs-CZ"/>
        </w:rPr>
        <w:t>Označenie inventarizačných lokalít.</w:t>
      </w:r>
    </w:p>
    <w:p w14:paraId="0E9AC8F6" w14:textId="77777777" w:rsidR="00773CAC" w:rsidRPr="00773CAC" w:rsidRDefault="00773CAC" w:rsidP="00773CAC">
      <w:pPr>
        <w:pStyle w:val="00-05"/>
        <w:ind w:firstLine="0"/>
        <w:rPr>
          <w:rFonts w:cs="Arial"/>
          <w:sz w:val="20"/>
          <w:lang w:eastAsia="cs-CZ"/>
        </w:rPr>
      </w:pPr>
    </w:p>
    <w:p w14:paraId="631C30D3" w14:textId="57858C09" w:rsidR="001076EE" w:rsidRPr="00D7135E" w:rsidRDefault="001076EE" w:rsidP="00773CAC">
      <w:pPr>
        <w:jc w:val="both"/>
        <w:rPr>
          <w:u w:val="single"/>
        </w:rPr>
      </w:pPr>
      <w:r w:rsidRPr="00D7135E">
        <w:t xml:space="preserve">Inventarizáciu je potrebné spracovať v zmysle </w:t>
      </w:r>
      <w:r w:rsidRPr="005446A5">
        <w:t>zákona č. 543/2002 Z.</w:t>
      </w:r>
      <w:r w:rsidRPr="00D7135E">
        <w:t xml:space="preserve"> </w:t>
      </w:r>
      <w:r w:rsidRPr="005446A5">
        <w:t>z</w:t>
      </w:r>
      <w:r w:rsidRPr="00D7135E">
        <w:t xml:space="preserve">. o ochrane prírody a krajiny v znení neskorších predpisov, podľa platných a schválených metodík ŠOP SR - </w:t>
      </w:r>
      <w:r w:rsidRPr="005446A5">
        <w:t>Metodika mapovania nelesných biotopov (2014), Mapovanie lesných biotopov (2013), Katalóg biotopov Slovenska (Stanová a Valachovič,</w:t>
      </w:r>
      <w:r w:rsidRPr="00D7135E">
        <w:rPr>
          <w:u w:val="single"/>
        </w:rPr>
        <w:t xml:space="preserve"> </w:t>
      </w:r>
      <w:r w:rsidRPr="005446A5">
        <w:t>2002)</w:t>
      </w:r>
      <w:r w:rsidR="00396C24">
        <w:t xml:space="preserve">, </w:t>
      </w:r>
      <w:r w:rsidR="00396C24" w:rsidRPr="00396C24">
        <w:t xml:space="preserve">prípadne </w:t>
      </w:r>
      <w:r w:rsidRPr="00396C24">
        <w:t xml:space="preserve">Katalóg biotopov Slovenska – </w:t>
      </w:r>
      <w:r w:rsidR="00314FEF" w:rsidRPr="00396C24">
        <w:t>D</w:t>
      </w:r>
      <w:r w:rsidRPr="00396C24">
        <w:t>ruhé</w:t>
      </w:r>
      <w:r w:rsidR="00314FEF" w:rsidRPr="00396C24">
        <w:t>, rozšírené</w:t>
      </w:r>
      <w:r w:rsidRPr="00396C24">
        <w:t xml:space="preserve"> vydanie (ŠOP SR, 2023)</w:t>
      </w:r>
      <w:r w:rsidR="00396C24">
        <w:t xml:space="preserve">, zároveň </w:t>
      </w:r>
      <w:r w:rsidR="00AD5A55" w:rsidRPr="00396C24">
        <w:t>zhotoviteľ</w:t>
      </w:r>
      <w:r w:rsidR="00AD5A55">
        <w:t xml:space="preserve"> spracuje dielo v súlade s aktuálne platnými a oficiálne schválenými Metodickými usmerneniami </w:t>
      </w:r>
      <w:r w:rsidRPr="00D7135E">
        <w:t xml:space="preserve">a v zmysle </w:t>
      </w:r>
      <w:r w:rsidR="00B132B6">
        <w:t>v</w:t>
      </w:r>
      <w:r w:rsidRPr="005446A5">
        <w:t xml:space="preserve">yhlášky MŽP SR č. </w:t>
      </w:r>
      <w:r w:rsidRPr="00D7135E">
        <w:t>170</w:t>
      </w:r>
      <w:r w:rsidRPr="005446A5">
        <w:t>/20</w:t>
      </w:r>
      <w:r w:rsidRPr="00D7135E">
        <w:t>21</w:t>
      </w:r>
      <w:r w:rsidRPr="005446A5">
        <w:t xml:space="preserve"> Z.</w:t>
      </w:r>
      <w:r w:rsidRPr="00D7135E">
        <w:t xml:space="preserve"> </w:t>
      </w:r>
      <w:r w:rsidRPr="005446A5">
        <w:t>z</w:t>
      </w:r>
      <w:r>
        <w:t>.</w:t>
      </w:r>
      <w:r w:rsidRPr="005446A5">
        <w:t>,</w:t>
      </w:r>
      <w:r w:rsidRPr="00D7135E">
        <w:t xml:space="preserve"> ktorou sa vykonáva zákon č. 543/2002 Z. z. o ochrane prírody a krajiny v znení neskorších</w:t>
      </w:r>
      <w:r w:rsidR="00B132B6">
        <w:t xml:space="preserve"> predpisov. </w:t>
      </w:r>
    </w:p>
    <w:p w14:paraId="4B89F5FA" w14:textId="77777777" w:rsidR="001076EE" w:rsidRPr="00123C45" w:rsidRDefault="001076EE" w:rsidP="001076EE"/>
    <w:p w14:paraId="06AE642C" w14:textId="6F7266B3" w:rsidR="001076EE" w:rsidRPr="00E11FE1" w:rsidRDefault="001076EE" w:rsidP="00773CAC">
      <w:pPr>
        <w:jc w:val="both"/>
      </w:pPr>
      <w:r w:rsidRPr="00FB3A30">
        <w:t>Na základe Metodiky mapovania nel</w:t>
      </w:r>
      <w:r w:rsidRPr="005B033A">
        <w:t>esných biotopov (ŠOP SR,</w:t>
      </w:r>
      <w:r w:rsidRPr="001D026F">
        <w:t xml:space="preserve"> 2014) a Mapovania lesných biotopov (ŠOP SR, 2013)</w:t>
      </w:r>
      <w:r w:rsidRPr="00E11FE1">
        <w:t xml:space="preserve"> </w:t>
      </w:r>
      <w:r w:rsidR="00396C24">
        <w:t xml:space="preserve">sa požaduje </w:t>
      </w:r>
      <w:r w:rsidRPr="00E11FE1">
        <w:t xml:space="preserve">vypracovať dokument, vrátane uvedenia riadne vyplnených </w:t>
      </w:r>
      <w:proofErr w:type="spellStart"/>
      <w:r w:rsidRPr="00E11FE1">
        <w:t>mapovacích</w:t>
      </w:r>
      <w:proofErr w:type="spellEnd"/>
      <w:r w:rsidRPr="00E11FE1">
        <w:t xml:space="preserve"> formulárov ku každej lokalite biotopov. Lokality/plochy sa vymedzia v GIS prostredí alebo pomocou GPS súradníc. </w:t>
      </w:r>
    </w:p>
    <w:p w14:paraId="6B45921F" w14:textId="77777777" w:rsidR="001076EE" w:rsidRPr="00E11FE1" w:rsidRDefault="001076EE" w:rsidP="00773CAC">
      <w:pPr>
        <w:jc w:val="both"/>
      </w:pPr>
    </w:p>
    <w:p w14:paraId="67039A8F" w14:textId="77777777" w:rsidR="001076EE" w:rsidRDefault="001076EE" w:rsidP="00773CAC">
      <w:pPr>
        <w:jc w:val="both"/>
      </w:pPr>
      <w:r w:rsidRPr="00E11FE1">
        <w:t xml:space="preserve">Mapovanie musí byť vykonané terénnym prieskumom </w:t>
      </w:r>
      <w:r>
        <w:t xml:space="preserve">ideálne </w:t>
      </w:r>
      <w:r w:rsidRPr="005B033A">
        <w:t>vo vegetačnom období</w:t>
      </w:r>
      <w:r>
        <w:t xml:space="preserve">. </w:t>
      </w:r>
    </w:p>
    <w:p w14:paraId="104D3DFD" w14:textId="77777777" w:rsidR="001076EE" w:rsidRDefault="001076EE" w:rsidP="001076EE"/>
    <w:p w14:paraId="7E4FC4CF" w14:textId="77777777" w:rsidR="001076EE" w:rsidRPr="005B033A" w:rsidRDefault="001076EE" w:rsidP="001076EE">
      <w:r w:rsidRPr="005B033A">
        <w:t>Identifik</w:t>
      </w:r>
      <w:r>
        <w:t>ujú sa</w:t>
      </w:r>
      <w:r w:rsidRPr="005B033A">
        <w:t xml:space="preserve"> zasiahnuté/zabraté biotopy na plochách trvalého a dočasného záberu s uvedením: </w:t>
      </w:r>
    </w:p>
    <w:p w14:paraId="553E385A" w14:textId="77777777" w:rsidR="001076EE" w:rsidRPr="00773CAC" w:rsidRDefault="001076EE" w:rsidP="007B4C63">
      <w:pPr>
        <w:pStyle w:val="00-05"/>
        <w:numPr>
          <w:ilvl w:val="0"/>
          <w:numId w:val="109"/>
        </w:numPr>
        <w:ind w:left="284" w:hanging="284"/>
        <w:rPr>
          <w:rFonts w:cs="Arial"/>
          <w:sz w:val="20"/>
          <w:lang w:eastAsia="cs-CZ"/>
        </w:rPr>
      </w:pPr>
      <w:r w:rsidRPr="00773CAC">
        <w:rPr>
          <w:rFonts w:cs="Arial"/>
          <w:sz w:val="20"/>
          <w:lang w:eastAsia="cs-CZ"/>
        </w:rPr>
        <w:t>údajov plošnej výmery zasiahnutých/ zabratých biotopov (m</w:t>
      </w:r>
      <w:r w:rsidRPr="00396C24">
        <w:rPr>
          <w:rFonts w:cs="Arial"/>
          <w:sz w:val="20"/>
          <w:vertAlign w:val="superscript"/>
          <w:lang w:eastAsia="cs-CZ"/>
        </w:rPr>
        <w:t>2</w:t>
      </w:r>
      <w:r w:rsidRPr="00773CAC">
        <w:rPr>
          <w:rFonts w:cs="Arial"/>
          <w:sz w:val="20"/>
          <w:lang w:eastAsia="cs-CZ"/>
        </w:rPr>
        <w:t>),</w:t>
      </w:r>
    </w:p>
    <w:p w14:paraId="4F04B7FA" w14:textId="77777777" w:rsidR="001076EE" w:rsidRPr="00773CAC" w:rsidRDefault="001076EE" w:rsidP="007B4C63">
      <w:pPr>
        <w:pStyle w:val="00-05"/>
        <w:numPr>
          <w:ilvl w:val="0"/>
          <w:numId w:val="109"/>
        </w:numPr>
        <w:ind w:left="284" w:hanging="284"/>
        <w:rPr>
          <w:rFonts w:cs="Arial"/>
          <w:sz w:val="20"/>
          <w:lang w:eastAsia="cs-CZ"/>
        </w:rPr>
      </w:pPr>
      <w:r w:rsidRPr="00773CAC">
        <w:rPr>
          <w:rFonts w:cs="Arial"/>
          <w:sz w:val="20"/>
          <w:lang w:eastAsia="cs-CZ"/>
        </w:rPr>
        <w:t>údajov plošnej výmery biotopu v rámci dotknutého územia (ha). Pri rozsiahlych polygónoch rovnorodých biotopov (lúky, pasienky, potočné biotopy, lesné porasty), ktoré výrazne presahujú aj mimo trvalý a dočasný záber plôch, bude identifikovaná výmera do vzdialenosti 500 m na každú stranu od osi líniovej stavby,</w:t>
      </w:r>
    </w:p>
    <w:p w14:paraId="0312BF26" w14:textId="77777777" w:rsidR="001076EE" w:rsidRPr="00773CAC" w:rsidRDefault="001076EE" w:rsidP="007B4C63">
      <w:pPr>
        <w:pStyle w:val="00-05"/>
        <w:numPr>
          <w:ilvl w:val="0"/>
          <w:numId w:val="109"/>
        </w:numPr>
        <w:ind w:left="284" w:hanging="284"/>
        <w:rPr>
          <w:rFonts w:cs="Arial"/>
          <w:sz w:val="20"/>
          <w:lang w:eastAsia="cs-CZ"/>
        </w:rPr>
      </w:pPr>
      <w:r w:rsidRPr="00773CAC">
        <w:rPr>
          <w:rFonts w:cs="Arial"/>
          <w:sz w:val="20"/>
          <w:lang w:eastAsia="cs-CZ"/>
        </w:rPr>
        <w:t>údajov o plošnej výmere biotopov európskeho významu v rámci Slovenskej republiky (ha),</w:t>
      </w:r>
    </w:p>
    <w:p w14:paraId="013BD9AB" w14:textId="395A127B" w:rsidR="001076EE" w:rsidRDefault="001076EE" w:rsidP="007B4C63">
      <w:pPr>
        <w:pStyle w:val="00-05"/>
        <w:numPr>
          <w:ilvl w:val="0"/>
          <w:numId w:val="109"/>
        </w:numPr>
        <w:ind w:left="284" w:hanging="284"/>
        <w:rPr>
          <w:rFonts w:cs="Arial"/>
          <w:sz w:val="20"/>
          <w:lang w:eastAsia="cs-CZ"/>
        </w:rPr>
      </w:pPr>
      <w:r w:rsidRPr="00773CAC">
        <w:rPr>
          <w:rFonts w:cs="Arial"/>
          <w:sz w:val="20"/>
          <w:lang w:eastAsia="cs-CZ"/>
        </w:rPr>
        <w:t xml:space="preserve">K jednotlivým identifikovaným lokalitám biotopov európskeho a národného významu uviesť parcelné čísla pozemkov s uvedením dotknutých katastrálnych území. V zmysle </w:t>
      </w:r>
      <w:r w:rsidR="00B132B6">
        <w:rPr>
          <w:rFonts w:cs="Arial"/>
          <w:sz w:val="20"/>
          <w:lang w:eastAsia="cs-CZ"/>
        </w:rPr>
        <w:t>v</w:t>
      </w:r>
      <w:r w:rsidRPr="00773CAC">
        <w:rPr>
          <w:rFonts w:cs="Arial"/>
          <w:sz w:val="20"/>
          <w:lang w:eastAsia="cs-CZ"/>
        </w:rPr>
        <w:t>yhlášky MŽP SR č. 170/2021 Z. z., ktorou sa vykonáva zákon č. 543/2002 Z. z. o ochrane prírody a krajiny v znení neskorších predpisov, vypočítať spoločenskú hodnotu zničených, resp. zabratých biotopov európskeho a národného významu (podklad pre súhlas podľa § 6 zákona č. 543/2002 Z. z.</w:t>
      </w:r>
      <w:r w:rsidR="00B132B6">
        <w:rPr>
          <w:rFonts w:cs="Arial"/>
          <w:sz w:val="20"/>
          <w:lang w:eastAsia="cs-CZ"/>
        </w:rPr>
        <w:t xml:space="preserve"> o ochrane prírody a krajiny v znení neskorších predpisov</w:t>
      </w:r>
      <w:r w:rsidRPr="00773CAC">
        <w:rPr>
          <w:rFonts w:cs="Arial"/>
          <w:sz w:val="20"/>
          <w:lang w:eastAsia="cs-CZ"/>
        </w:rPr>
        <w:t>).</w:t>
      </w:r>
    </w:p>
    <w:p w14:paraId="701A25D3" w14:textId="77777777" w:rsidR="00773CAC" w:rsidRPr="00773CAC" w:rsidRDefault="00773CAC" w:rsidP="00773CAC">
      <w:pPr>
        <w:pStyle w:val="00-05"/>
        <w:ind w:firstLine="0"/>
        <w:rPr>
          <w:rFonts w:cs="Arial"/>
          <w:sz w:val="20"/>
          <w:lang w:eastAsia="cs-CZ"/>
        </w:rPr>
      </w:pPr>
    </w:p>
    <w:p w14:paraId="362A0309" w14:textId="77777777" w:rsidR="001076EE" w:rsidRPr="00D7135E" w:rsidRDefault="001076EE" w:rsidP="00773CAC">
      <w:pPr>
        <w:jc w:val="both"/>
      </w:pPr>
      <w:r w:rsidRPr="00D7135E">
        <w:t>Po kompletnom zmapovaní dotknutého územia zhotoviteľ spracuje samostatnú kapitolu mokrade a </w:t>
      </w:r>
      <w:proofErr w:type="spellStart"/>
      <w:r w:rsidRPr="00D7135E">
        <w:t>mokraďné</w:t>
      </w:r>
      <w:proofErr w:type="spellEnd"/>
      <w:r w:rsidRPr="00D7135E">
        <w:t xml:space="preserve"> biotopy (ďalej len „mokrade“) a chránené druhy rastlín (viď ďalšie požiadavky).</w:t>
      </w:r>
    </w:p>
    <w:p w14:paraId="04C352F4" w14:textId="77777777" w:rsidR="001076EE" w:rsidRDefault="001076EE" w:rsidP="001076EE"/>
    <w:p w14:paraId="54521695" w14:textId="77777777" w:rsidR="001076EE" w:rsidRPr="00D82E7E" w:rsidRDefault="001076EE" w:rsidP="001076EE">
      <w:r w:rsidRPr="00D82E7E">
        <w:rPr>
          <w:u w:val="single"/>
        </w:rPr>
        <w:t>Ďalšie požiadavky na zhotoviteľa</w:t>
      </w:r>
      <w:r w:rsidRPr="00D82E7E">
        <w:t>:</w:t>
      </w:r>
    </w:p>
    <w:p w14:paraId="6C3937F4" w14:textId="6D256768" w:rsidR="001076EE" w:rsidRPr="00F01C1B" w:rsidRDefault="001076EE" w:rsidP="001076EE">
      <w:pPr>
        <w:pStyle w:val="Nadpis4"/>
        <w:rPr>
          <w:rFonts w:ascii="Arial" w:hAnsi="Arial" w:cs="Arial"/>
          <w:b/>
          <w:i w:val="0"/>
        </w:rPr>
      </w:pPr>
      <w:r w:rsidRPr="00F01C1B">
        <w:rPr>
          <w:rFonts w:ascii="Arial" w:hAnsi="Arial" w:cs="Arial"/>
          <w:b/>
          <w:i w:val="0"/>
          <w:color w:val="auto"/>
        </w:rPr>
        <w:t>Mokrade</w:t>
      </w:r>
    </w:p>
    <w:p w14:paraId="6A248612" w14:textId="1FC67048" w:rsidR="001076EE" w:rsidRPr="00D7135E" w:rsidRDefault="001076EE" w:rsidP="00773CAC">
      <w:pPr>
        <w:jc w:val="both"/>
      </w:pPr>
      <w:r w:rsidRPr="00D7135E">
        <w:t xml:space="preserve">V zmysle § 6 zákona </w:t>
      </w:r>
      <w:r>
        <w:t xml:space="preserve">č. </w:t>
      </w:r>
      <w:r w:rsidRPr="00D7135E">
        <w:t>543/2002 Z. z. o ochrane prírody a</w:t>
      </w:r>
      <w:r w:rsidR="00B132B6">
        <w:t> </w:t>
      </w:r>
      <w:r w:rsidRPr="00D7135E">
        <w:t>krajiny</w:t>
      </w:r>
      <w:r w:rsidR="00B132B6">
        <w:t xml:space="preserve"> v znení neskorších predpisov</w:t>
      </w:r>
      <w:r w:rsidRPr="00D7135E">
        <w:t xml:space="preserve"> v dotknutom území identifikovať mokrade. Uviesť popis jednotlivých mokradí, stav ich ohrozenia, parcelné čísla pozemkov s uvedením dotknutých katastrálnych území, celkovej plošnej výmery mokrade a plošnej výmery trvalého/dočasného záberu mokrade. </w:t>
      </w:r>
    </w:p>
    <w:p w14:paraId="16385940" w14:textId="1720EDE8" w:rsidR="001076EE" w:rsidRPr="009977DC" w:rsidRDefault="001076EE" w:rsidP="001076EE">
      <w:pPr>
        <w:pStyle w:val="Nadpis4"/>
        <w:rPr>
          <w:b/>
        </w:rPr>
      </w:pPr>
      <w:r w:rsidRPr="009977DC">
        <w:rPr>
          <w:rFonts w:ascii="Arial" w:hAnsi="Arial" w:cs="Arial"/>
          <w:b/>
          <w:i w:val="0"/>
          <w:color w:val="auto"/>
        </w:rPr>
        <w:lastRenderedPageBreak/>
        <w:t>Chránené druhy rastlín</w:t>
      </w:r>
    </w:p>
    <w:p w14:paraId="0AC4B7A2" w14:textId="4F83D106" w:rsidR="001076EE" w:rsidRPr="00D7135E" w:rsidRDefault="001076EE" w:rsidP="00773CAC">
      <w:pPr>
        <w:jc w:val="both"/>
      </w:pPr>
      <w:r w:rsidRPr="00D7135E">
        <w:t xml:space="preserve">V rámci </w:t>
      </w:r>
      <w:r w:rsidR="00B132B6">
        <w:t>i</w:t>
      </w:r>
      <w:r w:rsidRPr="00D7135E">
        <w:t>nventarizácie a spoločenského ohodnotenia biotopov európskeho a národného významu zmapovať v dočasnom a trvalom zábere navrhovanej stavby chránené dr</w:t>
      </w:r>
      <w:r>
        <w:t xml:space="preserve">uhy rastlín podľa prílohy č. 4 </w:t>
      </w:r>
      <w:r w:rsidR="00B132B6">
        <w:t>v</w:t>
      </w:r>
      <w:r w:rsidRPr="00D7135E">
        <w:t>yhlášky MŽP SR č. 170/2021 Z. z., ktorou sa vykonáva zákon č. 543/2002 Z. z. o ochrane prírody a krajiny v znení neskorších predpisov. Výskyt chránených druhov rastlín mapovať v rámci všetkých biotopov dotknutého územia, a teda aj vrátane biotopov, ktoré nie sú biotopmi európskeho a národného významu. Ich výskyt je potrebné uvádzať v jednotlivých polygónoch ako v prípade inventarizácie biotopov európskeho a národného významu (resp. v</w:t>
      </w:r>
      <w:r w:rsidR="00CC58A4">
        <w:t> </w:t>
      </w:r>
      <w:r w:rsidRPr="00D7135E">
        <w:t xml:space="preserve">zmysle číslovania jednotlivých lokalít mapovaných biotopov). </w:t>
      </w:r>
    </w:p>
    <w:p w14:paraId="37C56AFD" w14:textId="77777777" w:rsidR="001076EE" w:rsidRPr="00D7135E" w:rsidRDefault="001076EE" w:rsidP="001076EE"/>
    <w:p w14:paraId="2BA63B09" w14:textId="3C17192B" w:rsidR="001076EE" w:rsidRPr="00E11FE1" w:rsidRDefault="001076EE" w:rsidP="00773CAC">
      <w:pPr>
        <w:jc w:val="both"/>
      </w:pPr>
      <w:r w:rsidRPr="00D7135E">
        <w:t xml:space="preserve">Zhotoviteľ spracuje zoznam dotknutých chránených druhov rastlín, ktorý bude slúžiť ako podklad pre udelenie výnimky v § 40 zákona č. </w:t>
      </w:r>
      <w:r w:rsidRPr="00123C45">
        <w:t>543/2002 Z. z.</w:t>
      </w:r>
      <w:r w:rsidR="00B132B6">
        <w:t xml:space="preserve"> o ochrane prírody a krajiny v znení neskorších predpisov</w:t>
      </w:r>
      <w:r w:rsidRPr="005B033A">
        <w:t xml:space="preserve"> Výskyt chránených druhov rastlín musí byť zistený te</w:t>
      </w:r>
      <w:r w:rsidRPr="001D026F">
        <w:t xml:space="preserve">rénnym prieskumom, tzn. </w:t>
      </w:r>
      <w:r w:rsidR="00B132B6">
        <w:t>z</w:t>
      </w:r>
      <w:r w:rsidRPr="00E11FE1">
        <w:t xml:space="preserve">aznamenaním, resp. mapovaním jeho reálneho výskytu v dotknutom území. </w:t>
      </w:r>
    </w:p>
    <w:p w14:paraId="23339AEB" w14:textId="25E96562" w:rsidR="001076EE" w:rsidRPr="009977DC" w:rsidRDefault="001076EE" w:rsidP="001076EE">
      <w:pPr>
        <w:pStyle w:val="Nadpis4"/>
        <w:rPr>
          <w:b/>
          <w:i w:val="0"/>
          <w:color w:val="auto"/>
        </w:rPr>
      </w:pPr>
      <w:r w:rsidRPr="009977DC">
        <w:rPr>
          <w:rFonts w:ascii="Arial" w:hAnsi="Arial" w:cs="Arial"/>
          <w:b/>
          <w:i w:val="0"/>
          <w:color w:val="auto"/>
        </w:rPr>
        <w:t>Mapové podklady</w:t>
      </w:r>
    </w:p>
    <w:p w14:paraId="0DCAEA43" w14:textId="0EF6B2F1" w:rsidR="001076EE" w:rsidRPr="00123C45" w:rsidRDefault="001076EE" w:rsidP="00773CAC">
      <w:pPr>
        <w:spacing w:after="240"/>
        <w:jc w:val="both"/>
      </w:pPr>
      <w:r w:rsidRPr="00E11FE1">
        <w:t xml:space="preserve">Zmapované biotopy európskeho a národného významu vyznačiť v mierke M 1:10 000 </w:t>
      </w:r>
      <w:r w:rsidRPr="00486A42">
        <w:t>(resp. v adekvátnej mierke</w:t>
      </w:r>
      <w:r w:rsidRPr="00E11FE1">
        <w:t xml:space="preserve">) na podklade </w:t>
      </w:r>
      <w:proofErr w:type="spellStart"/>
      <w:r w:rsidRPr="00E11FE1">
        <w:t>ortofotomapy</w:t>
      </w:r>
      <w:proofErr w:type="spellEnd"/>
      <w:r w:rsidRPr="00E11FE1">
        <w:t xml:space="preserve"> s farebným odlíšením identifikovaného biotopu v dotknutom území</w:t>
      </w:r>
      <w:r w:rsidRPr="005446A5">
        <w:rPr>
          <w:rStyle w:val="Odkaznakomentr"/>
        </w:rPr>
        <w:t xml:space="preserve"> </w:t>
      </w:r>
      <w:r w:rsidRPr="00D7135E">
        <w:t>(v</w:t>
      </w:r>
      <w:r w:rsidR="00CC58A4">
        <w:t> </w:t>
      </w:r>
      <w:r w:rsidRPr="00D7135E">
        <w:t>prípade, ak je to možné) a biotopu v trvalom alebo dočasnom zábere</w:t>
      </w:r>
      <w:r w:rsidRPr="00123C45">
        <w:t>.</w:t>
      </w:r>
    </w:p>
    <w:p w14:paraId="3C89CB5B" w14:textId="77777777" w:rsidR="001076EE" w:rsidRPr="00E11FE1" w:rsidRDefault="001076EE" w:rsidP="00773CAC">
      <w:pPr>
        <w:jc w:val="both"/>
      </w:pPr>
      <w:r w:rsidRPr="00FB3A30">
        <w:t xml:space="preserve">Lokality jednotlivých biotopov číselne označiť v súlade s číslovaním jednotlivých lokalít podľa </w:t>
      </w:r>
      <w:proofErr w:type="spellStart"/>
      <w:r w:rsidRPr="00FB3A30">
        <w:t>mapovacích</w:t>
      </w:r>
      <w:proofErr w:type="spellEnd"/>
      <w:r w:rsidRPr="00FB3A30">
        <w:t xml:space="preserve"> formulárov a číslovania v textovej časti dokumentu.</w:t>
      </w:r>
      <w:r w:rsidRPr="005B033A">
        <w:t xml:space="preserve"> V mapových podkladoch je potrebné označiť aj lokality, v ktorých nie sú identifikované biotopy európskeho a národného významu, pre ktoré farebné odlíšenie nie je potrebné. </w:t>
      </w:r>
    </w:p>
    <w:p w14:paraId="0D4B32AF" w14:textId="77777777" w:rsidR="001076EE" w:rsidRDefault="001076EE" w:rsidP="00773CAC">
      <w:pPr>
        <w:jc w:val="both"/>
      </w:pPr>
    </w:p>
    <w:p w14:paraId="18E42823" w14:textId="77777777" w:rsidR="001076EE" w:rsidRPr="00E11FE1" w:rsidRDefault="001076EE" w:rsidP="00773CAC">
      <w:pPr>
        <w:jc w:val="both"/>
      </w:pPr>
      <w:r w:rsidRPr="00E11FE1">
        <w:t xml:space="preserve">Zmapované mokrade vyznačiť na podklade </w:t>
      </w:r>
      <w:proofErr w:type="spellStart"/>
      <w:r w:rsidRPr="00E11FE1">
        <w:t>ortofotomapy</w:t>
      </w:r>
      <w:proofErr w:type="spellEnd"/>
      <w:r w:rsidRPr="00E11FE1">
        <w:t xml:space="preserve"> v mierke 1:10 000 (resp. </w:t>
      </w:r>
      <w:r w:rsidRPr="00486A42">
        <w:t>resp. v adekvátnej mierke),</w:t>
      </w:r>
      <w:r w:rsidRPr="00E11FE1">
        <w:t xml:space="preserve"> farebne odčleniť mokrade identifikované v dotknutom území a mokrade nachádzajúce sa v trvalom a dočasnom zábere. Jednotlivé lokality je potrebné číselne označiť v súlade s číslovaním jednotlivých lokalít podľa </w:t>
      </w:r>
      <w:proofErr w:type="spellStart"/>
      <w:r w:rsidRPr="00E11FE1">
        <w:t>mapovacích</w:t>
      </w:r>
      <w:proofErr w:type="spellEnd"/>
      <w:r w:rsidRPr="00E11FE1">
        <w:t xml:space="preserve"> formulárov a číslovania v textovej časti dokumentu.</w:t>
      </w:r>
    </w:p>
    <w:p w14:paraId="03E481EA" w14:textId="77777777" w:rsidR="001076EE" w:rsidRPr="00E11FE1" w:rsidRDefault="001076EE" w:rsidP="001076EE"/>
    <w:p w14:paraId="70588E26" w14:textId="77777777" w:rsidR="001076EE" w:rsidRDefault="001076EE" w:rsidP="001076EE">
      <w:r w:rsidRPr="00E11FE1">
        <w:t xml:space="preserve">V mapových podkladoch uvádzať mierku, prehľadnú legendu a rozpisku. </w:t>
      </w:r>
    </w:p>
    <w:p w14:paraId="10524517" w14:textId="77777777" w:rsidR="006614D6" w:rsidRPr="000A6344" w:rsidRDefault="006614D6" w:rsidP="001076EE"/>
    <w:p w14:paraId="3D3916F1" w14:textId="03C846B4" w:rsidR="001076EE" w:rsidRPr="00C04BB0" w:rsidRDefault="001076EE" w:rsidP="00F12E48">
      <w:pPr>
        <w:pStyle w:val="Hlavika"/>
        <w:tabs>
          <w:tab w:val="clear" w:pos="4819"/>
          <w:tab w:val="clear" w:pos="9071"/>
          <w:tab w:val="left" w:pos="-3261"/>
        </w:tabs>
        <w:spacing w:after="120"/>
        <w:jc w:val="both"/>
        <w:rPr>
          <w:rFonts w:cstheme="majorBidi"/>
          <w:b/>
        </w:rPr>
      </w:pPr>
      <w:r w:rsidRPr="00C04BB0">
        <w:rPr>
          <w:b/>
        </w:rPr>
        <w:t>2.</w:t>
      </w:r>
      <w:r w:rsidR="009977DC">
        <w:rPr>
          <w:b/>
        </w:rPr>
        <w:t>4</w:t>
      </w:r>
      <w:r w:rsidRPr="00C04BB0">
        <w:rPr>
          <w:b/>
        </w:rPr>
        <w:t>. Posúdenie súladu s Rámcovou smernicou o </w:t>
      </w:r>
      <w:r w:rsidRPr="00F12E48">
        <w:rPr>
          <w:b/>
          <w:bCs/>
        </w:rPr>
        <w:t>vodách</w:t>
      </w:r>
    </w:p>
    <w:p w14:paraId="78855B91" w14:textId="3E1708EE" w:rsidR="001076EE" w:rsidRPr="006614D6" w:rsidRDefault="00B414FD" w:rsidP="003C7C16">
      <w:pPr>
        <w:spacing w:after="240"/>
        <w:jc w:val="both"/>
      </w:pPr>
      <w:r>
        <w:t xml:space="preserve">Štúdia bude vypracovaná </w:t>
      </w:r>
      <w:r w:rsidR="001076EE">
        <w:t>v zmysle podmienok vyplývajúcich zo smernice Európskeho parlamentu a Rady č.</w:t>
      </w:r>
      <w:r w:rsidR="006730D2">
        <w:t> </w:t>
      </w:r>
      <w:r w:rsidR="001076EE">
        <w:t>2000/60/ES, ktorou sa stanovuje rámec pôsobnosti pre opatrenia spoločenstva v oblasti vodného hospodárstva (ďalej „Rámcová smernica o vode, RSV“). Ustanovenia čl.</w:t>
      </w:r>
      <w:r>
        <w:t xml:space="preserve"> </w:t>
      </w:r>
      <w:r w:rsidR="001076EE">
        <w:t>4.7 RSV boli do slovenského právneho poriadku transponované predpísaním do zákona č. 364/2004 Z. z. o</w:t>
      </w:r>
      <w:r w:rsidR="00BE1086">
        <w:t> </w:t>
      </w:r>
      <w:r w:rsidR="001076EE">
        <w:t>vodách a o zmene zákona SNR č. 372/1990 Zb. o priestupkoch v znení neskorších predpisov (vodný zákon).</w:t>
      </w:r>
      <w:r w:rsidR="00FC1C63">
        <w:t xml:space="preserve"> </w:t>
      </w:r>
      <w:r w:rsidR="00430C39" w:rsidRPr="00430C39">
        <w:t>Do dokumentácie je potrebné zapracovať vyhodnotenie predpokladaných vplyvov navrhovanej investície na vodné útvary, ktorá bude následne podkladom Záväzného stanoviska príslušného orgánu štátnej vodnej správy (Okresný úrad v sídle kraja, ďalej len „OŠVS“), v ktorom OŠVS určí, či sa pred povolením činnosti vyžaduje výnimka z</w:t>
      </w:r>
      <w:r w:rsidR="006730D2">
        <w:t> </w:t>
      </w:r>
      <w:r w:rsidR="00430C39" w:rsidRPr="00430C39">
        <w:t>environmentálnych cieľov podľa § 16 ods. 6 písmena b) zákona č. 364/2004 Z. z. o vodách a o zmene zákona SNR č. 372/1990 Zb. o priestupkoch v znení neskorších predpisov (vodný zákon).</w:t>
      </w:r>
      <w:r w:rsidR="006C544E">
        <w:t xml:space="preserve">                                                                                                                                                                                                                                                                                                                                                              </w:t>
      </w:r>
    </w:p>
    <w:p w14:paraId="1626871D" w14:textId="77777777" w:rsidR="006614D6" w:rsidRPr="00760F4D" w:rsidRDefault="006614D6" w:rsidP="006614D6">
      <w:pPr>
        <w:jc w:val="both"/>
      </w:pPr>
    </w:p>
    <w:p w14:paraId="2F6CDD25" w14:textId="5B883ADA" w:rsidR="001076EE" w:rsidRPr="00347E6D" w:rsidRDefault="001076EE" w:rsidP="00347E6D">
      <w:pPr>
        <w:spacing w:after="120"/>
      </w:pPr>
      <w:r w:rsidRPr="00F12E48">
        <w:rPr>
          <w:b/>
          <w:bCs/>
        </w:rPr>
        <w:t>2.</w:t>
      </w:r>
      <w:r w:rsidR="00F73F4B">
        <w:rPr>
          <w:b/>
          <w:bCs/>
        </w:rPr>
        <w:t>5</w:t>
      </w:r>
      <w:r w:rsidR="00CE02E6">
        <w:rPr>
          <w:b/>
          <w:bCs/>
        </w:rPr>
        <w:t>.</w:t>
      </w:r>
      <w:r w:rsidR="00CE02E6" w:rsidRPr="00F12E48">
        <w:rPr>
          <w:b/>
          <w:bCs/>
        </w:rPr>
        <w:t xml:space="preserve"> </w:t>
      </w:r>
      <w:r w:rsidRPr="00F12E48">
        <w:rPr>
          <w:b/>
          <w:bCs/>
        </w:rPr>
        <w:t>Dendrologický prieskum</w:t>
      </w:r>
    </w:p>
    <w:p w14:paraId="7E6C8E5C" w14:textId="11A2D662" w:rsidR="001076EE" w:rsidRDefault="001076EE" w:rsidP="004F4101">
      <w:pPr>
        <w:jc w:val="both"/>
      </w:pPr>
      <w:r>
        <w:t xml:space="preserve">Dendrologický prieskum bude spracovaný v zmysle zákona č. </w:t>
      </w:r>
      <w:r w:rsidRPr="00581EA4">
        <w:t>543/2002 Z. z. o ochrane prírody a</w:t>
      </w:r>
      <w:r w:rsidR="00B414FD">
        <w:t> </w:t>
      </w:r>
      <w:r w:rsidRPr="00581EA4">
        <w:t>krajiny</w:t>
      </w:r>
      <w:r w:rsidR="00B414FD">
        <w:t xml:space="preserve"> v znení neskorších predpisov</w:t>
      </w:r>
      <w:r>
        <w:t xml:space="preserve"> a v zmysle </w:t>
      </w:r>
      <w:r w:rsidR="00B414FD">
        <w:t>v</w:t>
      </w:r>
      <w:r>
        <w:t>yhlášky</w:t>
      </w:r>
      <w:r w:rsidR="00B414FD">
        <w:t xml:space="preserve"> MŽP SR</w:t>
      </w:r>
      <w:r>
        <w:t xml:space="preserve"> č. 170/2021 Z. z., </w:t>
      </w:r>
      <w:r w:rsidRPr="00FB3A30">
        <w:t>ktorou sa vykonáva zákon č.</w:t>
      </w:r>
      <w:r w:rsidR="00B324BF">
        <w:t> </w:t>
      </w:r>
      <w:r w:rsidRPr="00FB3A30">
        <w:t>543/2002 Z. z. o ochrane prírody a</w:t>
      </w:r>
      <w:r>
        <w:t> </w:t>
      </w:r>
      <w:r w:rsidRPr="00FB3A30">
        <w:t>krajiny</w:t>
      </w:r>
      <w:r>
        <w:t xml:space="preserve"> </w:t>
      </w:r>
      <w:r w:rsidRPr="00FB3A30">
        <w:t>v znení neskorších predpisov</w:t>
      </w:r>
      <w:r>
        <w:t>.</w:t>
      </w:r>
    </w:p>
    <w:p w14:paraId="259E48EC" w14:textId="77777777" w:rsidR="001076EE" w:rsidRDefault="001076EE" w:rsidP="001076EE"/>
    <w:p w14:paraId="67E599C6" w14:textId="52BCE9BF" w:rsidR="001076EE" w:rsidRPr="00333E14" w:rsidRDefault="001076EE" w:rsidP="004F4101">
      <w:pPr>
        <w:pStyle w:val="Odsekzoznamu"/>
        <w:ind w:left="0"/>
        <w:jc w:val="both"/>
      </w:pPr>
      <w:r w:rsidRPr="00333E14">
        <w:t>Lokality výrubu je potrebné podrobne popísať, vrátane informácií o druhu pozemku podľa stavu registra</w:t>
      </w:r>
      <w:r w:rsidR="00E03A87">
        <w:t xml:space="preserve"> </w:t>
      </w:r>
      <w:r w:rsidR="00B414FD">
        <w:t>KN-</w:t>
      </w:r>
      <w:r w:rsidR="00E03A87">
        <w:t> </w:t>
      </w:r>
      <w:r w:rsidR="00B414FD">
        <w:t>C</w:t>
      </w:r>
      <w:r w:rsidRPr="00333E14">
        <w:t xml:space="preserve">, charakteru drevín - cestná zeleň, sprievodná vegetácia vodných tokov – brehové porasty, vetrolam, stromoradie, vegetácia v chránených územiach a pod. </w:t>
      </w:r>
    </w:p>
    <w:p w14:paraId="6E493511" w14:textId="77777777" w:rsidR="001076EE" w:rsidRPr="00333E14" w:rsidRDefault="001076EE" w:rsidP="004F4101">
      <w:pPr>
        <w:jc w:val="both"/>
      </w:pPr>
      <w:r w:rsidRPr="00333E14">
        <w:t>Brehové porasty rozčleniť na dreviny, ktoré rastú medzi brehovými čiarami (v korytách vodných tokov), na pobrežných pozemkoch (</w:t>
      </w:r>
      <w:r w:rsidRPr="00333E14">
        <w:rPr>
          <w:i/>
          <w:iCs/>
          <w:shd w:val="clear" w:color="auto" w:fill="FFFFFF"/>
        </w:rPr>
        <w:t>pobrežnými pozemkami v závislosti od druhu opevnenia brehu a druhu vegetácie pri vodohospodársky významnom vodnom toku sú pozemky do 10 m od brehovej čiary a pri drobných vodných tokoch do 5 m od brehovej čiary; pri ochrannej hrádzi vodného toku do 10 m od vzdušnej a návodnej päty hrádze</w:t>
      </w:r>
      <w:r w:rsidRPr="00333E14">
        <w:rPr>
          <w:shd w:val="clear" w:color="auto" w:fill="FFFFFF"/>
        </w:rPr>
        <w:t xml:space="preserve">) </w:t>
      </w:r>
      <w:r w:rsidRPr="00333E14">
        <w:t xml:space="preserve">a v inundačných územiach. </w:t>
      </w:r>
    </w:p>
    <w:p w14:paraId="0985BBD9" w14:textId="2F073A7B" w:rsidR="001076EE" w:rsidRPr="00333E14" w:rsidRDefault="001076EE" w:rsidP="004F4101">
      <w:pPr>
        <w:jc w:val="both"/>
        <w:rPr>
          <w:i/>
          <w:iCs/>
          <w:shd w:val="clear" w:color="auto" w:fill="FFFFFF"/>
        </w:rPr>
      </w:pPr>
      <w:r w:rsidRPr="00333E14">
        <w:rPr>
          <w:rStyle w:val="Siln"/>
          <w:rFonts w:eastAsiaTheme="majorEastAsia"/>
          <w:i/>
          <w:shd w:val="clear" w:color="auto" w:fill="FFFFFF"/>
        </w:rPr>
        <w:lastRenderedPageBreak/>
        <w:t>Poznámka: Inundačné územie</w:t>
      </w:r>
      <w:r w:rsidRPr="00333E14">
        <w:rPr>
          <w:i/>
          <w:iCs/>
          <w:shd w:val="clear" w:color="auto" w:fill="FFFFFF"/>
        </w:rPr>
        <w:t> je územie priľahlé k vodnému toku, ktoré je počas povodní zvyčajne zaplavované vodou vyliatou z koryta. Rozsah inundačného územia určuje okresný úrad vyhláškou.  SVP, š.</w:t>
      </w:r>
      <w:r w:rsidR="00055D65">
        <w:rPr>
          <w:i/>
          <w:iCs/>
          <w:shd w:val="clear" w:color="auto" w:fill="FFFFFF"/>
        </w:rPr>
        <w:t> </w:t>
      </w:r>
      <w:r w:rsidRPr="00333E14">
        <w:rPr>
          <w:i/>
          <w:iCs/>
          <w:shd w:val="clear" w:color="auto" w:fill="FFFFFF"/>
        </w:rPr>
        <w:t>p., ako správca vodohospodársky významných vodných tokov vypracováva pre lokalitu lež</w:t>
      </w:r>
      <w:r>
        <w:rPr>
          <w:i/>
          <w:iCs/>
          <w:shd w:val="clear" w:color="auto" w:fill="FFFFFF"/>
        </w:rPr>
        <w:t>iacu pri neohra</w:t>
      </w:r>
      <w:r w:rsidRPr="00333E14">
        <w:rPr>
          <w:i/>
          <w:iCs/>
          <w:shd w:val="clear" w:color="auto" w:fill="FFFFFF"/>
        </w:rPr>
        <w:t xml:space="preserve">dzovanom vodnom toku návrh na určenie rozsahu inundačného územia a predkladá ho okresnému úradu. Ak je to potrebné, SVP, š. p., navrhuje aj zmenu rozsahu inundačného územia. </w:t>
      </w:r>
      <w:r w:rsidRPr="00333E14">
        <w:rPr>
          <w:rStyle w:val="Siln"/>
          <w:rFonts w:eastAsiaTheme="majorEastAsia"/>
          <w:i/>
          <w:shd w:val="clear" w:color="auto" w:fill="FFFFFF"/>
        </w:rPr>
        <w:t>V prípade, že vodný tok nemá schválené inundačné územie dotknuté dreviny budú zaradené medzi ostatnú zeleň.</w:t>
      </w:r>
    </w:p>
    <w:p w14:paraId="6A84323F" w14:textId="77777777" w:rsidR="001076EE" w:rsidRDefault="001076EE" w:rsidP="004F4101">
      <w:pPr>
        <w:spacing w:line="276" w:lineRule="auto"/>
        <w:jc w:val="both"/>
        <w:rPr>
          <w:i/>
        </w:rPr>
      </w:pPr>
    </w:p>
    <w:p w14:paraId="6C88807D" w14:textId="77777777" w:rsidR="001076EE" w:rsidRPr="00333E14" w:rsidRDefault="001076EE" w:rsidP="004F4101">
      <w:pPr>
        <w:spacing w:line="276" w:lineRule="auto"/>
        <w:jc w:val="both"/>
        <w:rPr>
          <w:i/>
        </w:rPr>
      </w:pPr>
      <w:r w:rsidRPr="00333E14">
        <w:rPr>
          <w:i/>
        </w:rPr>
        <w:t>Pri jednotlivých lokalitách uvádzať nasledovné údaje:</w:t>
      </w:r>
    </w:p>
    <w:p w14:paraId="4BB620F0" w14:textId="77777777" w:rsidR="001076EE" w:rsidRPr="00333E14" w:rsidRDefault="001076EE" w:rsidP="007B4C63">
      <w:pPr>
        <w:pStyle w:val="Odsekzoznamu"/>
        <w:numPr>
          <w:ilvl w:val="0"/>
          <w:numId w:val="25"/>
        </w:numPr>
        <w:autoSpaceDE/>
        <w:autoSpaceDN/>
        <w:spacing w:before="0" w:after="0" w:line="276" w:lineRule="auto"/>
        <w:contextualSpacing/>
        <w:jc w:val="both"/>
      </w:pPr>
      <w:r w:rsidRPr="00333E14">
        <w:t>Názov lokality alebo poradové číslo</w:t>
      </w:r>
    </w:p>
    <w:p w14:paraId="251A75D3" w14:textId="350699CE" w:rsidR="001076EE" w:rsidRPr="00333E14" w:rsidRDefault="003063A0" w:rsidP="007B4C63">
      <w:pPr>
        <w:pStyle w:val="Odsekzoznamu"/>
        <w:numPr>
          <w:ilvl w:val="0"/>
          <w:numId w:val="25"/>
        </w:numPr>
        <w:autoSpaceDE/>
        <w:autoSpaceDN/>
        <w:spacing w:before="0" w:after="0" w:line="276" w:lineRule="auto"/>
        <w:contextualSpacing/>
        <w:jc w:val="both"/>
      </w:pPr>
      <w:r>
        <w:t>k</w:t>
      </w:r>
      <w:r w:rsidR="001076EE" w:rsidRPr="00333E14">
        <w:t>.</w:t>
      </w:r>
      <w:r w:rsidR="00B414FD">
        <w:t xml:space="preserve"> </w:t>
      </w:r>
      <w:r w:rsidR="001076EE" w:rsidRPr="00333E14">
        <w:t>ú.</w:t>
      </w:r>
    </w:p>
    <w:p w14:paraId="0326E2F1" w14:textId="2C9F58AF" w:rsidR="001076EE" w:rsidRPr="00333E14" w:rsidRDefault="001076EE" w:rsidP="007B4C63">
      <w:pPr>
        <w:pStyle w:val="Odsekzoznamu"/>
        <w:numPr>
          <w:ilvl w:val="0"/>
          <w:numId w:val="25"/>
        </w:numPr>
        <w:autoSpaceDE/>
        <w:autoSpaceDN/>
        <w:spacing w:before="0" w:after="0" w:line="276" w:lineRule="auto"/>
        <w:contextualSpacing/>
        <w:jc w:val="both"/>
      </w:pPr>
      <w:r w:rsidRPr="00333E14">
        <w:t>Umiestnenie lokality (intravilán</w:t>
      </w:r>
      <w:r w:rsidR="00B414FD">
        <w:t xml:space="preserve"> – pozemky zastavaných území obce, ktoré sú územným plánom obce určené na zastavanie, intravilán – pozemky zastavaného územia obce, ktoré nie sú územným plánom obce určené na zastavanie</w:t>
      </w:r>
      <w:r w:rsidRPr="00333E14">
        <w:t>/extravilán)</w:t>
      </w:r>
    </w:p>
    <w:p w14:paraId="05DCEF60" w14:textId="435B4219" w:rsidR="001076EE" w:rsidRPr="00333E14" w:rsidRDefault="001076EE" w:rsidP="007B4C63">
      <w:pPr>
        <w:pStyle w:val="Odsekzoznamu"/>
        <w:numPr>
          <w:ilvl w:val="0"/>
          <w:numId w:val="25"/>
        </w:numPr>
        <w:autoSpaceDE/>
        <w:autoSpaceDN/>
        <w:spacing w:before="0" w:after="0" w:line="276" w:lineRule="auto"/>
        <w:contextualSpacing/>
        <w:jc w:val="both"/>
      </w:pPr>
      <w:r w:rsidRPr="00333E14">
        <w:t>Súhlas na výrub</w:t>
      </w:r>
      <w:r w:rsidR="00B414FD">
        <w:t xml:space="preserve"> drevín</w:t>
      </w:r>
      <w:r w:rsidRPr="00333E14">
        <w:t xml:space="preserve"> v zmysle zákona č. 364/2004 Z. z. o</w:t>
      </w:r>
      <w:r w:rsidR="00B414FD">
        <w:t> </w:t>
      </w:r>
      <w:r w:rsidRPr="00333E14">
        <w:t>vodách</w:t>
      </w:r>
      <w:r w:rsidR="00B414FD">
        <w:t xml:space="preserve"> a o zmene zákona Slovenskej národnej rady č. 372/1990 Zb. o priestupkoch v znení neskorších predpisov (vodný zákon)</w:t>
      </w:r>
      <w:r w:rsidRPr="00333E14">
        <w:t>,</w:t>
      </w:r>
      <w:r w:rsidR="00B414FD">
        <w:t xml:space="preserve"> zákon</w:t>
      </w:r>
      <w:r w:rsidRPr="00333E14">
        <w:t xml:space="preserve"> č.</w:t>
      </w:r>
      <w:r w:rsidR="00ED2B3B">
        <w:t> </w:t>
      </w:r>
      <w:r w:rsidRPr="00333E14">
        <w:t>543/2002 Z. z. o ochrane prírody a</w:t>
      </w:r>
      <w:r w:rsidR="00B414FD">
        <w:t> </w:t>
      </w:r>
      <w:r w:rsidRPr="00333E14">
        <w:t>krajin</w:t>
      </w:r>
      <w:r w:rsidR="00B414FD">
        <w:t>y v znení neskorších predpisov</w:t>
      </w:r>
      <w:r w:rsidRPr="00333E14">
        <w:t>,</w:t>
      </w:r>
      <w:r w:rsidR="00B414FD">
        <w:t xml:space="preserve"> zákon</w:t>
      </w:r>
      <w:r w:rsidRPr="00333E14">
        <w:t xml:space="preserve"> č.135/1961 Z.</w:t>
      </w:r>
      <w:r w:rsidR="00B414FD">
        <w:t xml:space="preserve"> </w:t>
      </w:r>
      <w:r w:rsidRPr="00333E14">
        <w:t>z. o pozemných komunikáciách</w:t>
      </w:r>
      <w:r w:rsidR="00B414FD">
        <w:t xml:space="preserve"> (cestný zákon) v znení neskorších predpisov</w:t>
      </w:r>
    </w:p>
    <w:p w14:paraId="07D7F5B8" w14:textId="7FED5132" w:rsidR="001076EE" w:rsidRPr="00333E14" w:rsidRDefault="001076EE" w:rsidP="007B4C63">
      <w:pPr>
        <w:pStyle w:val="Odsekzoznamu"/>
        <w:numPr>
          <w:ilvl w:val="0"/>
          <w:numId w:val="25"/>
        </w:numPr>
        <w:autoSpaceDE/>
        <w:autoSpaceDN/>
        <w:spacing w:before="0" w:after="0" w:line="276" w:lineRule="auto"/>
        <w:contextualSpacing/>
        <w:jc w:val="both"/>
      </w:pPr>
      <w:r w:rsidRPr="00333E14">
        <w:t>Stupeň ochrany (v zmysle zákona č. 543/2002 Z. z. o ochrane prírody a</w:t>
      </w:r>
      <w:r w:rsidR="00BC2165">
        <w:t> </w:t>
      </w:r>
      <w:r w:rsidRPr="00333E14">
        <w:t>krajiny</w:t>
      </w:r>
      <w:r w:rsidR="00BC2165">
        <w:t xml:space="preserve"> </w:t>
      </w:r>
      <w:r w:rsidR="00B414FD">
        <w:t>v znení neskorších predpisov</w:t>
      </w:r>
      <w:r w:rsidRPr="00333E14">
        <w:t>)</w:t>
      </w:r>
    </w:p>
    <w:p w14:paraId="02FA5507" w14:textId="77777777" w:rsidR="001076EE" w:rsidRPr="00333E14" w:rsidRDefault="001076EE" w:rsidP="004F4101">
      <w:pPr>
        <w:spacing w:before="120" w:line="276" w:lineRule="auto"/>
        <w:jc w:val="both"/>
        <w:rPr>
          <w:i/>
        </w:rPr>
      </w:pPr>
      <w:r w:rsidRPr="00333E14">
        <w:rPr>
          <w:i/>
        </w:rPr>
        <w:t>Pri brehových porastoch (medzi brehovými čiarami) doplniť:</w:t>
      </w:r>
    </w:p>
    <w:p w14:paraId="589C92CF" w14:textId="77777777" w:rsidR="001076EE" w:rsidRPr="00333E14" w:rsidRDefault="001076EE" w:rsidP="007B4C63">
      <w:pPr>
        <w:pStyle w:val="Odsekzoznamu"/>
        <w:numPr>
          <w:ilvl w:val="0"/>
          <w:numId w:val="25"/>
        </w:numPr>
        <w:autoSpaceDE/>
        <w:autoSpaceDN/>
        <w:spacing w:before="0" w:after="0" w:line="276" w:lineRule="auto"/>
        <w:contextualSpacing/>
        <w:jc w:val="both"/>
      </w:pPr>
      <w:r w:rsidRPr="00333E14">
        <w:t xml:space="preserve">Riečny kilometer dotknutého vodného toku (začiatok a koniec lokality výrubu)  </w:t>
      </w:r>
    </w:p>
    <w:p w14:paraId="09B8FB05" w14:textId="77777777" w:rsidR="001076EE" w:rsidRPr="00333E14" w:rsidRDefault="001076EE" w:rsidP="007B4C63">
      <w:pPr>
        <w:pStyle w:val="Odsekzoznamu"/>
        <w:numPr>
          <w:ilvl w:val="0"/>
          <w:numId w:val="25"/>
        </w:numPr>
        <w:autoSpaceDE/>
        <w:autoSpaceDN/>
        <w:spacing w:before="0" w:after="0" w:line="276" w:lineRule="auto"/>
        <w:contextualSpacing/>
        <w:jc w:val="both"/>
      </w:pPr>
      <w:r w:rsidRPr="00333E14">
        <w:t>Správca vodného toku</w:t>
      </w:r>
    </w:p>
    <w:p w14:paraId="18829243" w14:textId="77777777" w:rsidR="001076EE" w:rsidRPr="00333E14" w:rsidRDefault="001076EE" w:rsidP="004F4101">
      <w:pPr>
        <w:spacing w:before="120"/>
        <w:jc w:val="both"/>
        <w:rPr>
          <w:i/>
        </w:rPr>
      </w:pPr>
      <w:r w:rsidRPr="00333E14">
        <w:rPr>
          <w:i/>
        </w:rPr>
        <w:t>Pri cestnej zeleni doplniť:</w:t>
      </w:r>
    </w:p>
    <w:p w14:paraId="6431C497" w14:textId="77777777" w:rsidR="001076EE" w:rsidRPr="00333E14" w:rsidRDefault="001076EE" w:rsidP="007B4C63">
      <w:pPr>
        <w:pStyle w:val="Odsekzoznamu"/>
        <w:numPr>
          <w:ilvl w:val="0"/>
          <w:numId w:val="25"/>
        </w:numPr>
        <w:autoSpaceDE/>
        <w:autoSpaceDN/>
        <w:spacing w:before="0" w:after="0" w:line="240" w:lineRule="auto"/>
        <w:contextualSpacing/>
        <w:jc w:val="both"/>
      </w:pPr>
      <w:r w:rsidRPr="00333E14">
        <w:t>Trieda a č. cesty</w:t>
      </w:r>
    </w:p>
    <w:p w14:paraId="644FD428" w14:textId="77777777" w:rsidR="001076EE" w:rsidRPr="00333E14" w:rsidRDefault="001076EE" w:rsidP="007B4C63">
      <w:pPr>
        <w:pStyle w:val="Odsekzoznamu"/>
        <w:numPr>
          <w:ilvl w:val="0"/>
          <w:numId w:val="25"/>
        </w:numPr>
        <w:autoSpaceDE/>
        <w:autoSpaceDN/>
        <w:spacing w:before="0" w:after="0" w:line="276" w:lineRule="auto"/>
        <w:contextualSpacing/>
        <w:jc w:val="both"/>
      </w:pPr>
      <w:r w:rsidRPr="00333E14">
        <w:t>Správca cesty</w:t>
      </w:r>
    </w:p>
    <w:p w14:paraId="658AF3AC" w14:textId="77777777" w:rsidR="001076EE" w:rsidRPr="00333E14" w:rsidRDefault="001076EE" w:rsidP="007B4C63">
      <w:pPr>
        <w:pStyle w:val="Odsekzoznamu"/>
        <w:numPr>
          <w:ilvl w:val="0"/>
          <w:numId w:val="25"/>
        </w:numPr>
        <w:autoSpaceDE/>
        <w:autoSpaceDN/>
        <w:spacing w:before="0" w:after="0" w:line="276" w:lineRule="auto"/>
        <w:contextualSpacing/>
        <w:jc w:val="both"/>
      </w:pPr>
      <w:r w:rsidRPr="00333E14">
        <w:t>Cestný správny orgán</w:t>
      </w:r>
    </w:p>
    <w:p w14:paraId="1EB2F1F7" w14:textId="77777777" w:rsidR="001076EE" w:rsidRPr="00333E14" w:rsidRDefault="001076EE" w:rsidP="004F4101">
      <w:pPr>
        <w:jc w:val="both"/>
      </w:pPr>
    </w:p>
    <w:p w14:paraId="51F95A76" w14:textId="64B2B5BA" w:rsidR="001076EE" w:rsidRPr="00333E14" w:rsidRDefault="001076EE" w:rsidP="004F4101">
      <w:pPr>
        <w:spacing w:after="240"/>
        <w:jc w:val="both"/>
      </w:pPr>
      <w:r>
        <w:t xml:space="preserve">Dendrologický </w:t>
      </w:r>
      <w:r w:rsidR="001F2E92">
        <w:t>p</w:t>
      </w:r>
      <w:r>
        <w:t>rieskum</w:t>
      </w:r>
      <w:r w:rsidRPr="00333E14">
        <w:t xml:space="preserve"> bude obsahovať sprievodnú správu s vyhodnotením inventarizovaných drevín a</w:t>
      </w:r>
      <w:r w:rsidR="009217D4">
        <w:t> </w:t>
      </w:r>
      <w:r w:rsidRPr="00333E14">
        <w:t>s</w:t>
      </w:r>
      <w:r w:rsidR="009217D4">
        <w:t> </w:t>
      </w:r>
      <w:r w:rsidRPr="00333E14">
        <w:t>výpočtom spoločenskej hodnoty ako podklad k žiadosti o povolenie výrubu drevín rastúcich mimo lesa.</w:t>
      </w:r>
    </w:p>
    <w:p w14:paraId="66103084" w14:textId="77777777" w:rsidR="001076EE" w:rsidRPr="00333E14" w:rsidRDefault="001076EE" w:rsidP="004F4101">
      <w:pPr>
        <w:jc w:val="both"/>
      </w:pPr>
      <w:r w:rsidRPr="00333E14">
        <w:t>Sprievodná správa bude členená na samostatné kapitoly ako podklad pre povolenie:</w:t>
      </w:r>
    </w:p>
    <w:p w14:paraId="16221504" w14:textId="36F28E1E" w:rsidR="001076EE" w:rsidRPr="00333E14" w:rsidRDefault="001076EE" w:rsidP="007B4C63">
      <w:pPr>
        <w:pStyle w:val="Odsekzoznamu"/>
        <w:numPr>
          <w:ilvl w:val="0"/>
          <w:numId w:val="26"/>
        </w:numPr>
        <w:autoSpaceDE/>
        <w:autoSpaceDN/>
        <w:spacing w:before="0" w:after="160" w:line="240" w:lineRule="auto"/>
        <w:contextualSpacing/>
        <w:jc w:val="both"/>
      </w:pPr>
      <w:r w:rsidRPr="00333E14">
        <w:t>na výrub drevín rastúcich mimo lesa podľa zákona č. 543/2002 Z. z. o ochrane prírody a krajiny v</w:t>
      </w:r>
      <w:r w:rsidR="009217D4">
        <w:t> </w:t>
      </w:r>
      <w:r w:rsidRPr="00333E14">
        <w:t>znení neskorších predpisov,</w:t>
      </w:r>
    </w:p>
    <w:p w14:paraId="348D04DC" w14:textId="4E50D7A9" w:rsidR="001076EE" w:rsidRPr="00333E14" w:rsidRDefault="001076EE" w:rsidP="007B4C63">
      <w:pPr>
        <w:pStyle w:val="Odsekzoznamu"/>
        <w:numPr>
          <w:ilvl w:val="0"/>
          <w:numId w:val="26"/>
        </w:numPr>
        <w:autoSpaceDE/>
        <w:autoSpaceDN/>
        <w:spacing w:before="0" w:after="160" w:line="240" w:lineRule="auto"/>
        <w:contextualSpacing/>
        <w:jc w:val="both"/>
      </w:pPr>
      <w:r w:rsidRPr="00333E14">
        <w:t xml:space="preserve">na výrub drevín rastúcich v korytách vodných tokov, brehových porastov a porastov v inundačných územiach, orgánu štátnej vodnej správy podľa zákona č. 364/2004 Z. z o vodách </w:t>
      </w:r>
      <w:r w:rsidR="008D0384">
        <w:t>a o zmene zákona Slovenskej národnej rady č. 372/1990 Zb. o priestupkoch v znení neskorších predpisov (vodný zákon)</w:t>
      </w:r>
      <w:r w:rsidR="008D0384" w:rsidRPr="00333E14">
        <w:t>,</w:t>
      </w:r>
    </w:p>
    <w:p w14:paraId="21002D90" w14:textId="37ECF66F" w:rsidR="001076EE" w:rsidRPr="00333E14" w:rsidRDefault="001076EE" w:rsidP="007B4C63">
      <w:pPr>
        <w:pStyle w:val="Odsekzoznamu"/>
        <w:numPr>
          <w:ilvl w:val="0"/>
          <w:numId w:val="26"/>
        </w:numPr>
        <w:autoSpaceDE/>
        <w:autoSpaceDN/>
        <w:spacing w:before="0" w:after="160" w:line="240" w:lineRule="auto"/>
        <w:contextualSpacing/>
        <w:jc w:val="both"/>
      </w:pPr>
      <w:r w:rsidRPr="00333E14">
        <w:t>na výrub cestnej zelene, na ktorú je potrebné požiadať o súhlas na výrub cestný správny orgán podľa § 14 ods. 3 zákona č. 135/1961 Zb. o pozemných komunikáciách</w:t>
      </w:r>
      <w:r w:rsidR="008D0384">
        <w:t>(cestný zákon) v znení neskorších predpisov</w:t>
      </w:r>
      <w:r w:rsidR="008D0384" w:rsidRPr="00333E14" w:rsidDel="008D0384">
        <w:t xml:space="preserve"> </w:t>
      </w:r>
      <w:r w:rsidRPr="00333E14">
        <w:t xml:space="preserve">. </w:t>
      </w:r>
    </w:p>
    <w:p w14:paraId="1EE0A549" w14:textId="77777777" w:rsidR="001076EE" w:rsidRPr="00333E14" w:rsidRDefault="001076EE" w:rsidP="004F4101">
      <w:pPr>
        <w:spacing w:after="240"/>
        <w:jc w:val="both"/>
      </w:pPr>
      <w:r w:rsidRPr="00333E14">
        <w:t xml:space="preserve">Lokality s výskytom drevín určených na výrub sa zakreslia do situácie </w:t>
      </w:r>
      <w:r>
        <w:t xml:space="preserve">v mierke </w:t>
      </w:r>
      <w:r w:rsidRPr="00333E14">
        <w:t xml:space="preserve">M 1:10 000 (M 1:5 000, </w:t>
      </w:r>
      <w:r>
        <w:t xml:space="preserve">                     </w:t>
      </w:r>
      <w:r w:rsidRPr="00333E14">
        <w:t>M 1:2 000</w:t>
      </w:r>
      <w:r>
        <w:t>, resp. adekvátnej mierky</w:t>
      </w:r>
      <w:r w:rsidRPr="00333E14">
        <w:t xml:space="preserve">). </w:t>
      </w:r>
    </w:p>
    <w:p w14:paraId="2B31AF4C" w14:textId="2A43F790" w:rsidR="001076EE" w:rsidRPr="00333E14" w:rsidRDefault="001076EE" w:rsidP="004F4101">
      <w:pPr>
        <w:spacing w:after="240"/>
        <w:jc w:val="both"/>
      </w:pPr>
      <w:r w:rsidRPr="00333E14">
        <w:t xml:space="preserve">Výpočet spoločenskej hodnoty drevín, na ktoré sa vyžaduje súhlas na výrub podľa zákona č. 543/2002 Z. z. o ochrane prírody a krajiny v znení neskorších predpisov je potrebné vypočítať podľa tohto zákona </w:t>
      </w:r>
      <w:r>
        <w:t>a vyhlášky</w:t>
      </w:r>
      <w:r w:rsidRPr="00D7135E">
        <w:t xml:space="preserve"> MŽP SR č. 170/2021 Z. z., ktorou sa vykonáva zákon č. 543/2002 Z. z. o ochrane prírody a krajiny v znení neskorších predpisov</w:t>
      </w:r>
      <w:r>
        <w:t xml:space="preserve">. </w:t>
      </w:r>
      <w:r w:rsidRPr="00333E14">
        <w:t>Vypočítaná spoločenská hodnota sa upraví priráž</w:t>
      </w:r>
      <w:r>
        <w:t>kovým indexom podľa príslušnej prílohy k</w:t>
      </w:r>
      <w:r w:rsidR="00BD0852">
        <w:t> </w:t>
      </w:r>
      <w:r>
        <w:t>vyhláške</w:t>
      </w:r>
      <w:r w:rsidR="00BD0852">
        <w:t xml:space="preserve"> </w:t>
      </w:r>
      <w:r w:rsidR="00BD0852" w:rsidRPr="00BD0852">
        <w:t>MŽP SR č. 170/2021 Z. z., ktorou sa vykonáva zákon č. 543/2002 Z. z. o ochrane prírody a krajiny v znení neskorších predpisov.</w:t>
      </w:r>
    </w:p>
    <w:p w14:paraId="328EFBB6" w14:textId="3467BF78" w:rsidR="001076EE" w:rsidRPr="00333E14" w:rsidRDefault="001076EE" w:rsidP="004F4101">
      <w:pPr>
        <w:spacing w:after="240"/>
        <w:jc w:val="both"/>
      </w:pPr>
      <w:r w:rsidRPr="00333E14">
        <w:t>Výpočet spoločenskej hodnoty sa vykoná samostatne pre každý strom a skupinu krov (nie hromadne podľa parametru obvodu drevín).Pri vypočítanej spoločenskej hodnote drevín na výrub ktorých vydáva povolenie orgán štátnej vodnej správy a cestný správny orgán sa uvedie, že táto spoločenská hodnota má iba informatívny charakter.</w:t>
      </w:r>
    </w:p>
    <w:p w14:paraId="325B53C1" w14:textId="77777777" w:rsidR="001076EE" w:rsidRDefault="001076EE" w:rsidP="004F4101">
      <w:pPr>
        <w:jc w:val="both"/>
      </w:pPr>
      <w:r w:rsidRPr="00333E14">
        <w:lastRenderedPageBreak/>
        <w:t xml:space="preserve">Z dôvodu zvýšenia miery presnosti inventarizácie drevín, je nevyhnutné na určenie lokality v teréne a vyčíslenie jej plochy využívať  ručné zariadenia pre zber GIS dát s udávanou </w:t>
      </w:r>
      <w:r>
        <w:rPr>
          <w:b/>
          <w:bCs/>
        </w:rPr>
        <w:t xml:space="preserve">presnosťou GNSS 1-4 </w:t>
      </w:r>
      <w:r w:rsidRPr="00333E14">
        <w:rPr>
          <w:b/>
          <w:bCs/>
        </w:rPr>
        <w:t>m</w:t>
      </w:r>
      <w:r w:rsidRPr="00333E14">
        <w:t>. ktoré zobrazujú v reálnom čase situáciu predmetnej stavby  s trvalým a dočasným záberom plôch.</w:t>
      </w:r>
    </w:p>
    <w:p w14:paraId="74A8D665" w14:textId="77777777" w:rsidR="004F4101" w:rsidRPr="001810B1" w:rsidRDefault="004F4101" w:rsidP="004F4101">
      <w:pPr>
        <w:jc w:val="both"/>
      </w:pPr>
    </w:p>
    <w:p w14:paraId="0C35E53E" w14:textId="6BF15CB2" w:rsidR="001076EE" w:rsidRPr="00F12E48" w:rsidRDefault="001076EE" w:rsidP="00F12E48">
      <w:pPr>
        <w:pStyle w:val="Hlavika"/>
        <w:tabs>
          <w:tab w:val="clear" w:pos="4819"/>
          <w:tab w:val="clear" w:pos="9071"/>
          <w:tab w:val="left" w:pos="-3261"/>
        </w:tabs>
        <w:spacing w:after="120"/>
        <w:jc w:val="both"/>
        <w:rPr>
          <w:b/>
          <w:bCs/>
        </w:rPr>
      </w:pPr>
      <w:r w:rsidRPr="00F12E48">
        <w:rPr>
          <w:b/>
          <w:bCs/>
        </w:rPr>
        <w:t>2.</w:t>
      </w:r>
      <w:r w:rsidR="00F73F4B">
        <w:rPr>
          <w:b/>
          <w:bCs/>
        </w:rPr>
        <w:t>6</w:t>
      </w:r>
      <w:r w:rsidR="00CE02E6">
        <w:rPr>
          <w:b/>
          <w:bCs/>
        </w:rPr>
        <w:t>.</w:t>
      </w:r>
      <w:r w:rsidR="00CE02E6" w:rsidRPr="00F12E48">
        <w:rPr>
          <w:b/>
          <w:bCs/>
        </w:rPr>
        <w:t xml:space="preserve"> </w:t>
      </w:r>
      <w:r w:rsidRPr="00F12E48">
        <w:rPr>
          <w:b/>
          <w:bCs/>
        </w:rPr>
        <w:t>Pedologický prieskum</w:t>
      </w:r>
    </w:p>
    <w:p w14:paraId="72FD0F33" w14:textId="1B01A8C5" w:rsidR="001076EE" w:rsidRDefault="001076EE" w:rsidP="001076EE">
      <w:r>
        <w:t>Pedologický prieskum bude spracovaný v potrebnej podrobnosti pre zodpovedajúci stupeň projektovej prípravy, t.</w:t>
      </w:r>
      <w:r w:rsidR="008D0384">
        <w:t xml:space="preserve"> </w:t>
      </w:r>
      <w:r>
        <w:t>j. stupeň DSP v podrobnosti DRS, v zmysle:</w:t>
      </w:r>
    </w:p>
    <w:p w14:paraId="713D1DB9" w14:textId="77777777" w:rsidR="001076EE" w:rsidRPr="001F2E92" w:rsidRDefault="001076EE" w:rsidP="007B4C63">
      <w:pPr>
        <w:pStyle w:val="00-05"/>
        <w:numPr>
          <w:ilvl w:val="0"/>
          <w:numId w:val="109"/>
        </w:numPr>
        <w:ind w:left="284" w:hanging="284"/>
        <w:rPr>
          <w:rFonts w:cs="Arial"/>
          <w:sz w:val="20"/>
          <w:lang w:eastAsia="cs-CZ"/>
        </w:rPr>
      </w:pPr>
      <w:r w:rsidRPr="001F2E92">
        <w:rPr>
          <w:rFonts w:cs="Arial"/>
          <w:sz w:val="20"/>
          <w:lang w:eastAsia="cs-CZ"/>
        </w:rPr>
        <w:t>zákona č. 220/2004 Z. z. o ochrane a využívaní poľnohospodárskej pôdy a o zmene zákona č. 245/2003 Z. z. o integrovanej prevencii a o kontrole znečisťovania životného prostredia a o zmene a doplnení niektorých zákonov, v znení neskorších predpisov,</w:t>
      </w:r>
    </w:p>
    <w:p w14:paraId="50AA2855" w14:textId="77777777" w:rsidR="001076EE" w:rsidRPr="001F2E92" w:rsidRDefault="001076EE" w:rsidP="007B4C63">
      <w:pPr>
        <w:pStyle w:val="00-05"/>
        <w:numPr>
          <w:ilvl w:val="0"/>
          <w:numId w:val="109"/>
        </w:numPr>
        <w:ind w:left="284" w:hanging="284"/>
        <w:rPr>
          <w:rFonts w:cs="Arial"/>
          <w:sz w:val="20"/>
          <w:lang w:eastAsia="cs-CZ"/>
        </w:rPr>
      </w:pPr>
      <w:r w:rsidRPr="001F2E92">
        <w:rPr>
          <w:rFonts w:cs="Arial"/>
          <w:sz w:val="20"/>
          <w:lang w:eastAsia="cs-CZ"/>
        </w:rPr>
        <w:t>vyhlášky MP SR č. 508/2004 Z. z., ktorou sa vykonáva § 27 zák.č.220/2004 Z. z. o ochrane a využívaní poľnohospodárskej pôdy a o zmene a doplnení zákona č. 245/2003 Z. z. o integrovanej prevencii a o kontrole znečisťovania životného prostredia a o zmene a doplnení niektorých zákonov, v znení neskorších predpisov,</w:t>
      </w:r>
    </w:p>
    <w:p w14:paraId="2ADA34E6" w14:textId="77777777" w:rsidR="001076EE" w:rsidRPr="001F2E92" w:rsidRDefault="001076EE" w:rsidP="007B4C63">
      <w:pPr>
        <w:pStyle w:val="00-05"/>
        <w:numPr>
          <w:ilvl w:val="0"/>
          <w:numId w:val="109"/>
        </w:numPr>
        <w:ind w:left="284" w:hanging="284"/>
        <w:rPr>
          <w:rFonts w:cs="Arial"/>
          <w:sz w:val="20"/>
          <w:lang w:eastAsia="cs-CZ"/>
        </w:rPr>
      </w:pPr>
      <w:r w:rsidRPr="001F2E92">
        <w:rPr>
          <w:rFonts w:cs="Arial"/>
          <w:sz w:val="20"/>
          <w:lang w:eastAsia="cs-CZ"/>
        </w:rPr>
        <w:t>metodického usmernenia č. 2341/2006-910, sekcia pozemkových úprav, MP SR.</w:t>
      </w:r>
    </w:p>
    <w:p w14:paraId="102C243D" w14:textId="77777777" w:rsidR="001076EE" w:rsidRDefault="001076EE" w:rsidP="001076EE"/>
    <w:p w14:paraId="0876F2FC" w14:textId="77777777" w:rsidR="001076EE" w:rsidRDefault="001076EE" w:rsidP="005933D5">
      <w:pPr>
        <w:jc w:val="both"/>
      </w:pPr>
      <w:r>
        <w:t>Hlavným cieľom prieskumu je na základe prieskumných sond zistiť hrúbku kultúrnej vrstvy pôdy a na základe toho posúdiť a stanoviť hrúbku skrývky humusovej vrstvy na pozemkoch určených pre trvalé a dočasné vyňatie pôdy z poľnohospodárskeho využívania. Zároveň posúdiť kvalitu pôdy (BPEJ) a vhodnosť na jej ďalšie využite pri výstavbe resp. následných rekultiváciách.</w:t>
      </w:r>
    </w:p>
    <w:p w14:paraId="56545136" w14:textId="5B4208B9" w:rsidR="001076EE" w:rsidRDefault="001076EE" w:rsidP="00A02C8C">
      <w:pPr>
        <w:jc w:val="both"/>
      </w:pPr>
      <w:r>
        <w:t>Pedologický prieskum slúži ako jeden z podkladov k žiadosti o trvalé, alebo dočasné odňatie poľnohospodárskej pôdy.</w:t>
      </w:r>
    </w:p>
    <w:p w14:paraId="0F559606" w14:textId="61691E79" w:rsidR="00A02C8C" w:rsidRDefault="00A02C8C" w:rsidP="00A02C8C">
      <w:pPr>
        <w:jc w:val="both"/>
      </w:pPr>
    </w:p>
    <w:p w14:paraId="18C2EDF0" w14:textId="2B02B402" w:rsidR="00A02C8C" w:rsidRDefault="00A02C8C" w:rsidP="005933D5">
      <w:pPr>
        <w:jc w:val="both"/>
      </w:pPr>
      <w:r>
        <w:t xml:space="preserve">Pedologický prieskum bude mimo iné obsahovať: </w:t>
      </w:r>
    </w:p>
    <w:p w14:paraId="7BBC7023" w14:textId="77777777" w:rsidR="001076EE" w:rsidRPr="004F4101" w:rsidRDefault="001076EE" w:rsidP="007B4C63">
      <w:pPr>
        <w:pStyle w:val="00-05"/>
        <w:numPr>
          <w:ilvl w:val="0"/>
          <w:numId w:val="137"/>
        </w:numPr>
        <w:rPr>
          <w:rFonts w:cs="Arial"/>
          <w:sz w:val="20"/>
          <w:lang w:eastAsia="cs-CZ"/>
        </w:rPr>
      </w:pPr>
      <w:r w:rsidRPr="004F4101">
        <w:rPr>
          <w:rFonts w:cs="Arial"/>
          <w:sz w:val="20"/>
          <w:lang w:eastAsia="cs-CZ"/>
        </w:rPr>
        <w:t xml:space="preserve">situácia pedologického prieskumu M 1:5000, prípadne v adekvátnej mierke, (s vyznačením areálov BPEJ, pôdnych </w:t>
      </w:r>
      <w:proofErr w:type="spellStart"/>
      <w:r w:rsidRPr="004F4101">
        <w:rPr>
          <w:rFonts w:cs="Arial"/>
          <w:sz w:val="20"/>
          <w:lang w:eastAsia="cs-CZ"/>
        </w:rPr>
        <w:t>sónd</w:t>
      </w:r>
      <w:proofErr w:type="spellEnd"/>
      <w:r w:rsidRPr="004F4101">
        <w:rPr>
          <w:rFonts w:cs="Arial"/>
          <w:sz w:val="20"/>
          <w:lang w:eastAsia="cs-CZ"/>
        </w:rPr>
        <w:t xml:space="preserve"> a návrhom hrúbky skrývky humusového horizontu predmetnej stavby),</w:t>
      </w:r>
    </w:p>
    <w:p w14:paraId="0726E1A9" w14:textId="77777777" w:rsidR="001076EE" w:rsidRPr="004F4101" w:rsidRDefault="001076EE" w:rsidP="007B4C63">
      <w:pPr>
        <w:pStyle w:val="00-05"/>
        <w:numPr>
          <w:ilvl w:val="0"/>
          <w:numId w:val="137"/>
        </w:numPr>
        <w:rPr>
          <w:rFonts w:cs="Arial"/>
          <w:sz w:val="20"/>
          <w:lang w:eastAsia="cs-CZ"/>
        </w:rPr>
      </w:pPr>
      <w:r w:rsidRPr="004F4101">
        <w:rPr>
          <w:rFonts w:cs="Arial"/>
          <w:sz w:val="20"/>
          <w:lang w:eastAsia="cs-CZ"/>
        </w:rPr>
        <w:t xml:space="preserve">plochy na </w:t>
      </w:r>
      <w:proofErr w:type="spellStart"/>
      <w:r w:rsidRPr="004F4101">
        <w:rPr>
          <w:rFonts w:cs="Arial"/>
          <w:sz w:val="20"/>
          <w:lang w:eastAsia="cs-CZ"/>
        </w:rPr>
        <w:t>odhumusovanie</w:t>
      </w:r>
      <w:proofErr w:type="spellEnd"/>
      <w:r w:rsidRPr="004F4101">
        <w:rPr>
          <w:rFonts w:cs="Arial"/>
          <w:sz w:val="20"/>
          <w:lang w:eastAsia="cs-CZ"/>
        </w:rPr>
        <w:t xml:space="preserve"> v navrhnutých hrúbkach,</w:t>
      </w:r>
    </w:p>
    <w:p w14:paraId="79ABB615" w14:textId="77777777" w:rsidR="001076EE" w:rsidRPr="004F4101" w:rsidRDefault="001076EE" w:rsidP="007B4C63">
      <w:pPr>
        <w:pStyle w:val="00-05"/>
        <w:numPr>
          <w:ilvl w:val="0"/>
          <w:numId w:val="137"/>
        </w:numPr>
        <w:rPr>
          <w:rFonts w:cs="Arial"/>
          <w:sz w:val="20"/>
          <w:lang w:eastAsia="cs-CZ"/>
        </w:rPr>
      </w:pPr>
      <w:r w:rsidRPr="004F4101">
        <w:rPr>
          <w:rFonts w:cs="Arial"/>
          <w:sz w:val="20"/>
          <w:lang w:eastAsia="cs-CZ"/>
        </w:rPr>
        <w:t xml:space="preserve">plochy nevhodné na </w:t>
      </w:r>
      <w:proofErr w:type="spellStart"/>
      <w:r w:rsidRPr="004F4101">
        <w:rPr>
          <w:rFonts w:cs="Arial"/>
          <w:sz w:val="20"/>
          <w:lang w:eastAsia="cs-CZ"/>
        </w:rPr>
        <w:t>odhumusovanie</w:t>
      </w:r>
      <w:proofErr w:type="spellEnd"/>
      <w:r w:rsidRPr="004F4101">
        <w:rPr>
          <w:rFonts w:cs="Arial"/>
          <w:sz w:val="20"/>
          <w:lang w:eastAsia="cs-CZ"/>
        </w:rPr>
        <w:t>,</w:t>
      </w:r>
    </w:p>
    <w:p w14:paraId="4B752B7B" w14:textId="77777777" w:rsidR="001076EE" w:rsidRPr="004F4101" w:rsidRDefault="001076EE" w:rsidP="007B4C63">
      <w:pPr>
        <w:pStyle w:val="00-05"/>
        <w:numPr>
          <w:ilvl w:val="0"/>
          <w:numId w:val="137"/>
        </w:numPr>
        <w:rPr>
          <w:rFonts w:cs="Arial"/>
          <w:sz w:val="20"/>
          <w:lang w:eastAsia="cs-CZ"/>
        </w:rPr>
      </w:pPr>
      <w:r w:rsidRPr="004F4101">
        <w:rPr>
          <w:rFonts w:cs="Arial"/>
          <w:sz w:val="20"/>
          <w:lang w:eastAsia="cs-CZ"/>
        </w:rPr>
        <w:t>sondy – popis sond a číslo sondy/</w:t>
      </w:r>
      <w:proofErr w:type="spellStart"/>
      <w:r w:rsidRPr="004F4101">
        <w:rPr>
          <w:rFonts w:cs="Arial"/>
          <w:sz w:val="20"/>
          <w:lang w:eastAsia="cs-CZ"/>
        </w:rPr>
        <w:t>staničenie</w:t>
      </w:r>
      <w:proofErr w:type="spellEnd"/>
      <w:r w:rsidRPr="004F4101">
        <w:rPr>
          <w:rFonts w:cs="Arial"/>
          <w:sz w:val="20"/>
          <w:lang w:eastAsia="cs-CZ"/>
        </w:rPr>
        <w:t>,</w:t>
      </w:r>
    </w:p>
    <w:p w14:paraId="6911DE3B" w14:textId="77777777" w:rsidR="001076EE" w:rsidRPr="004F4101" w:rsidRDefault="001076EE" w:rsidP="007B4C63">
      <w:pPr>
        <w:pStyle w:val="00-05"/>
        <w:numPr>
          <w:ilvl w:val="0"/>
          <w:numId w:val="137"/>
        </w:numPr>
        <w:rPr>
          <w:rFonts w:cs="Arial"/>
          <w:sz w:val="20"/>
          <w:lang w:eastAsia="cs-CZ"/>
        </w:rPr>
      </w:pPr>
      <w:r w:rsidRPr="004F4101">
        <w:rPr>
          <w:rFonts w:cs="Arial"/>
          <w:sz w:val="20"/>
          <w:lang w:eastAsia="cs-CZ"/>
        </w:rPr>
        <w:t>hranica BPEJ,</w:t>
      </w:r>
    </w:p>
    <w:p w14:paraId="6D876163" w14:textId="77777777" w:rsidR="001076EE" w:rsidRPr="004F4101" w:rsidRDefault="001076EE" w:rsidP="007B4C63">
      <w:pPr>
        <w:pStyle w:val="00-05"/>
        <w:numPr>
          <w:ilvl w:val="0"/>
          <w:numId w:val="137"/>
        </w:numPr>
        <w:rPr>
          <w:rFonts w:cs="Arial"/>
          <w:sz w:val="20"/>
          <w:lang w:eastAsia="cs-CZ"/>
        </w:rPr>
      </w:pPr>
      <w:r w:rsidRPr="004F4101">
        <w:rPr>
          <w:rFonts w:cs="Arial"/>
          <w:sz w:val="20"/>
          <w:lang w:eastAsia="cs-CZ"/>
        </w:rPr>
        <w:t>katastrálne hranice,</w:t>
      </w:r>
    </w:p>
    <w:p w14:paraId="7DAFF8A4" w14:textId="77777777" w:rsidR="001076EE" w:rsidRPr="004F4101" w:rsidRDefault="001076EE" w:rsidP="007B4C63">
      <w:pPr>
        <w:pStyle w:val="00-05"/>
        <w:numPr>
          <w:ilvl w:val="0"/>
          <w:numId w:val="137"/>
        </w:numPr>
        <w:rPr>
          <w:rFonts w:cs="Arial"/>
          <w:sz w:val="20"/>
          <w:lang w:eastAsia="cs-CZ"/>
        </w:rPr>
      </w:pPr>
      <w:r w:rsidRPr="004F4101">
        <w:rPr>
          <w:rFonts w:cs="Arial"/>
          <w:sz w:val="20"/>
          <w:lang w:eastAsia="cs-CZ"/>
        </w:rPr>
        <w:t>zábery (trvalé, dočasné, ročné),</w:t>
      </w:r>
    </w:p>
    <w:p w14:paraId="62E29826" w14:textId="4AE091C9" w:rsidR="001076EE" w:rsidRPr="004F4101" w:rsidRDefault="001076EE" w:rsidP="007B4C63">
      <w:pPr>
        <w:pStyle w:val="00-05"/>
        <w:numPr>
          <w:ilvl w:val="0"/>
          <w:numId w:val="137"/>
        </w:numPr>
        <w:rPr>
          <w:rFonts w:cs="Arial"/>
          <w:sz w:val="20"/>
          <w:lang w:eastAsia="cs-CZ"/>
        </w:rPr>
      </w:pPr>
      <w:r w:rsidRPr="004F4101">
        <w:rPr>
          <w:rFonts w:cs="Arial"/>
          <w:sz w:val="20"/>
          <w:lang w:eastAsia="cs-CZ"/>
        </w:rPr>
        <w:t>hranice pôdneho typu</w:t>
      </w:r>
      <w:r w:rsidR="00A02C8C">
        <w:rPr>
          <w:rFonts w:cs="Arial"/>
          <w:sz w:val="20"/>
          <w:lang w:eastAsia="cs-CZ"/>
        </w:rPr>
        <w:t>,</w:t>
      </w:r>
    </w:p>
    <w:p w14:paraId="29F3CB4A" w14:textId="18B6DF1C" w:rsidR="001076EE" w:rsidRPr="004F4101" w:rsidRDefault="00A02C8C" w:rsidP="007B4C63">
      <w:pPr>
        <w:pStyle w:val="00-05"/>
        <w:numPr>
          <w:ilvl w:val="0"/>
          <w:numId w:val="137"/>
        </w:numPr>
        <w:rPr>
          <w:rFonts w:cs="Arial"/>
          <w:sz w:val="20"/>
          <w:lang w:eastAsia="cs-CZ"/>
        </w:rPr>
      </w:pPr>
      <w:r>
        <w:rPr>
          <w:rFonts w:cs="Arial"/>
          <w:sz w:val="20"/>
          <w:lang w:eastAsia="cs-CZ"/>
        </w:rPr>
        <w:t>p</w:t>
      </w:r>
      <w:r w:rsidRPr="004F4101">
        <w:rPr>
          <w:rFonts w:cs="Arial"/>
          <w:sz w:val="20"/>
          <w:lang w:eastAsia="cs-CZ"/>
        </w:rPr>
        <w:t xml:space="preserve">opis </w:t>
      </w:r>
      <w:r w:rsidR="001076EE" w:rsidRPr="004F4101">
        <w:rPr>
          <w:rFonts w:cs="Arial"/>
          <w:sz w:val="20"/>
          <w:lang w:eastAsia="cs-CZ"/>
        </w:rPr>
        <w:t>sond</w:t>
      </w:r>
      <w:r>
        <w:rPr>
          <w:rFonts w:cs="Arial"/>
          <w:sz w:val="20"/>
          <w:lang w:eastAsia="cs-CZ"/>
        </w:rPr>
        <w:t>,</w:t>
      </w:r>
      <w:r w:rsidR="001076EE" w:rsidRPr="004F4101">
        <w:rPr>
          <w:rFonts w:cs="Arial"/>
          <w:sz w:val="20"/>
          <w:lang w:eastAsia="cs-CZ"/>
        </w:rPr>
        <w:t xml:space="preserve"> </w:t>
      </w:r>
    </w:p>
    <w:p w14:paraId="08CA956D" w14:textId="41F426A2" w:rsidR="001076EE" w:rsidRDefault="00A02C8C" w:rsidP="007B4C63">
      <w:pPr>
        <w:pStyle w:val="00-05"/>
        <w:numPr>
          <w:ilvl w:val="0"/>
          <w:numId w:val="137"/>
        </w:numPr>
      </w:pPr>
      <w:r>
        <w:rPr>
          <w:rFonts w:cs="Arial"/>
          <w:sz w:val="20"/>
          <w:lang w:eastAsia="cs-CZ"/>
        </w:rPr>
        <w:t>l</w:t>
      </w:r>
      <w:r w:rsidRPr="004F4101">
        <w:rPr>
          <w:rFonts w:cs="Arial"/>
          <w:sz w:val="20"/>
          <w:lang w:eastAsia="cs-CZ"/>
        </w:rPr>
        <w:t xml:space="preserve">aboratórne </w:t>
      </w:r>
      <w:r w:rsidR="001076EE" w:rsidRPr="004F4101">
        <w:rPr>
          <w:rFonts w:cs="Arial"/>
          <w:sz w:val="20"/>
          <w:lang w:eastAsia="cs-CZ"/>
        </w:rPr>
        <w:t>rozbory/Protokoly z vykonaných skúšok</w:t>
      </w:r>
      <w:r>
        <w:rPr>
          <w:rFonts w:cs="Arial"/>
          <w:sz w:val="20"/>
          <w:lang w:eastAsia="cs-CZ"/>
        </w:rPr>
        <w:t>.</w:t>
      </w:r>
    </w:p>
    <w:p w14:paraId="5ED32B45" w14:textId="77777777" w:rsidR="001076EE" w:rsidRDefault="001076EE" w:rsidP="001076EE">
      <w:pPr>
        <w:pStyle w:val="00-05"/>
      </w:pPr>
    </w:p>
    <w:p w14:paraId="2154593C" w14:textId="77777777" w:rsidR="004F4101" w:rsidRPr="00F12E48" w:rsidRDefault="004F4101" w:rsidP="00F12E48">
      <w:pPr>
        <w:pStyle w:val="Hlavika"/>
        <w:tabs>
          <w:tab w:val="clear" w:pos="4819"/>
          <w:tab w:val="clear" w:pos="9071"/>
          <w:tab w:val="left" w:pos="-3261"/>
        </w:tabs>
        <w:spacing w:after="120"/>
        <w:jc w:val="both"/>
        <w:rPr>
          <w:b/>
          <w:bCs/>
        </w:rPr>
      </w:pPr>
    </w:p>
    <w:p w14:paraId="3BF01735" w14:textId="417146BD" w:rsidR="001076EE" w:rsidRPr="00347E6D" w:rsidRDefault="001076EE" w:rsidP="00F12E48">
      <w:pPr>
        <w:pStyle w:val="Hlavika"/>
        <w:tabs>
          <w:tab w:val="clear" w:pos="4819"/>
          <w:tab w:val="clear" w:pos="9071"/>
          <w:tab w:val="left" w:pos="-3261"/>
        </w:tabs>
        <w:spacing w:after="120"/>
        <w:jc w:val="both"/>
        <w:rPr>
          <w:b/>
          <w:bCs/>
        </w:rPr>
      </w:pPr>
      <w:r w:rsidRPr="00347E6D">
        <w:rPr>
          <w:b/>
          <w:bCs/>
        </w:rPr>
        <w:t>2.</w:t>
      </w:r>
      <w:r w:rsidR="00F73F4B" w:rsidRPr="00347E6D">
        <w:rPr>
          <w:b/>
          <w:bCs/>
        </w:rPr>
        <w:t>7</w:t>
      </w:r>
      <w:r w:rsidR="00CE02E6" w:rsidRPr="00347E6D">
        <w:rPr>
          <w:b/>
          <w:bCs/>
        </w:rPr>
        <w:t xml:space="preserve">. </w:t>
      </w:r>
      <w:r w:rsidRPr="00347E6D">
        <w:rPr>
          <w:b/>
          <w:bCs/>
        </w:rPr>
        <w:t>Ďalšie prieskumy, ktoré určí príslušný orgán štátnej správy</w:t>
      </w:r>
    </w:p>
    <w:p w14:paraId="004EA321" w14:textId="2AA9CB25" w:rsidR="00CA3BC2" w:rsidRDefault="001076EE" w:rsidP="005073AA">
      <w:pPr>
        <w:jc w:val="both"/>
      </w:pPr>
      <w:r w:rsidRPr="005073AA">
        <w:t>Požaduje sa vypracovať všetky prieskumy a štúdie aj nad rámec štúdií</w:t>
      </w:r>
      <w:r w:rsidR="00981C33" w:rsidRPr="005073AA">
        <w:t xml:space="preserve"> definovaných</w:t>
      </w:r>
      <w:r w:rsidRPr="005073AA">
        <w:t xml:space="preserve"> </w:t>
      </w:r>
      <w:r w:rsidR="00981C33" w:rsidRPr="005073AA">
        <w:t xml:space="preserve">v kapitole č. 2 Environmentálne prieskumy a štúdie, </w:t>
      </w:r>
      <w:r w:rsidRPr="005073AA">
        <w:t xml:space="preserve">týchto Súťažných podkladov v prípade, ak budú určené orgánom štátnej správy v rámci konaní spojených s povolením stavby, ktoré budú tvoriť podklad pre spracovanie predmetnej </w:t>
      </w:r>
      <w:r w:rsidR="000325D1" w:rsidRPr="005073AA">
        <w:t>projektovej dokumentácie</w:t>
      </w:r>
      <w:r w:rsidRPr="005073AA">
        <w:t>.</w:t>
      </w:r>
      <w:r>
        <w:t xml:space="preserve"> </w:t>
      </w:r>
      <w:r w:rsidR="00CA3BC2">
        <w:t xml:space="preserve"> </w:t>
      </w:r>
    </w:p>
    <w:p w14:paraId="5DCF9ED9" w14:textId="77777777" w:rsidR="004E1AA3" w:rsidRDefault="004E1AA3" w:rsidP="005E6C9F">
      <w:pPr>
        <w:spacing w:after="240"/>
      </w:pPr>
    </w:p>
    <w:p w14:paraId="63D4D8CA" w14:textId="77777777" w:rsidR="00CE2B6E" w:rsidRPr="007F0A25" w:rsidRDefault="00CE2B6E" w:rsidP="00CA3BC2">
      <w:pPr>
        <w:pStyle w:val="Hlavika"/>
        <w:tabs>
          <w:tab w:val="clear" w:pos="4819"/>
          <w:tab w:val="clear" w:pos="9071"/>
          <w:tab w:val="left" w:pos="-3261"/>
        </w:tabs>
        <w:spacing w:after="120"/>
        <w:jc w:val="both"/>
        <w:rPr>
          <w:b/>
          <w:bCs/>
          <w:sz w:val="24"/>
          <w:szCs w:val="24"/>
        </w:rPr>
      </w:pPr>
      <w:r w:rsidRPr="007F0A25">
        <w:rPr>
          <w:b/>
          <w:bCs/>
          <w:sz w:val="24"/>
          <w:szCs w:val="24"/>
        </w:rPr>
        <w:t xml:space="preserve">3 </w:t>
      </w:r>
      <w:r w:rsidRPr="007F0A25">
        <w:rPr>
          <w:b/>
          <w:bCs/>
          <w:sz w:val="24"/>
          <w:szCs w:val="24"/>
        </w:rPr>
        <w:tab/>
        <w:t>Ostatné prieskumy</w:t>
      </w:r>
    </w:p>
    <w:p w14:paraId="40340F29" w14:textId="43FA079C" w:rsidR="00F65F69" w:rsidRPr="00347E6D" w:rsidRDefault="004D1434" w:rsidP="00CE2B6E">
      <w:pPr>
        <w:pStyle w:val="Hlavika"/>
        <w:tabs>
          <w:tab w:val="clear" w:pos="4819"/>
          <w:tab w:val="clear" w:pos="9071"/>
          <w:tab w:val="left" w:pos="-3261"/>
        </w:tabs>
        <w:spacing w:after="120"/>
        <w:jc w:val="both"/>
        <w:rPr>
          <w:b/>
          <w:bCs/>
        </w:rPr>
      </w:pPr>
      <w:r w:rsidRPr="00347E6D">
        <w:rPr>
          <w:b/>
          <w:bCs/>
        </w:rPr>
        <w:t>3.</w:t>
      </w:r>
      <w:r w:rsidR="004E442A" w:rsidRPr="00347E6D">
        <w:rPr>
          <w:b/>
          <w:bCs/>
        </w:rPr>
        <w:t>1</w:t>
      </w:r>
      <w:r w:rsidR="00F65F69" w:rsidRPr="00347E6D">
        <w:rPr>
          <w:b/>
          <w:bCs/>
        </w:rPr>
        <w:tab/>
      </w:r>
      <w:proofErr w:type="spellStart"/>
      <w:r w:rsidR="008F2641" w:rsidRPr="00347E6D">
        <w:rPr>
          <w:b/>
          <w:bCs/>
        </w:rPr>
        <w:t>p</w:t>
      </w:r>
      <w:r w:rsidR="00F65F69" w:rsidRPr="00347E6D">
        <w:rPr>
          <w:b/>
          <w:bCs/>
        </w:rPr>
        <w:t>IGHP</w:t>
      </w:r>
      <w:proofErr w:type="spellEnd"/>
    </w:p>
    <w:p w14:paraId="28365EC7" w14:textId="6A02D6D1" w:rsidR="00FF0254" w:rsidRPr="005E6C9F" w:rsidRDefault="00FF0254" w:rsidP="00DA0E99">
      <w:pPr>
        <w:pStyle w:val="Zkladntext2"/>
        <w:spacing w:before="120" w:line="240" w:lineRule="auto"/>
        <w:ind w:left="675"/>
        <w:rPr>
          <w:b/>
          <w:bCs/>
          <w:lang w:eastAsia="sk-SK"/>
        </w:rPr>
      </w:pPr>
      <w:r w:rsidRPr="005E6C9F">
        <w:rPr>
          <w:b/>
          <w:bCs/>
          <w:lang w:eastAsia="sk-SK"/>
        </w:rPr>
        <w:t xml:space="preserve">Požiadavky na </w:t>
      </w:r>
      <w:r w:rsidR="008F2641">
        <w:rPr>
          <w:b/>
          <w:bCs/>
          <w:lang w:eastAsia="sk-SK"/>
        </w:rPr>
        <w:t>podrobný</w:t>
      </w:r>
      <w:r w:rsidR="008F2641" w:rsidRPr="005E6C9F">
        <w:rPr>
          <w:b/>
          <w:bCs/>
          <w:lang w:eastAsia="sk-SK"/>
        </w:rPr>
        <w:t xml:space="preserve"> </w:t>
      </w:r>
      <w:r w:rsidRPr="005E6C9F">
        <w:rPr>
          <w:b/>
          <w:bCs/>
          <w:lang w:eastAsia="sk-SK"/>
        </w:rPr>
        <w:t xml:space="preserve">inžinierskogeologický </w:t>
      </w:r>
      <w:r w:rsidR="00DA0E99" w:rsidRPr="005E6C9F">
        <w:rPr>
          <w:b/>
          <w:bCs/>
          <w:lang w:eastAsia="sk-SK"/>
        </w:rPr>
        <w:t xml:space="preserve">a hydrogeologický prieskum </w:t>
      </w:r>
    </w:p>
    <w:p w14:paraId="48DECBB0" w14:textId="511A75C2" w:rsidR="00DA0E99" w:rsidRDefault="00DA0E99" w:rsidP="00DA0E99">
      <w:pPr>
        <w:spacing w:after="120"/>
        <w:jc w:val="both"/>
        <w:rPr>
          <w:b/>
          <w:u w:val="single"/>
        </w:rPr>
      </w:pPr>
      <w:r w:rsidRPr="005E6C9F">
        <w:rPr>
          <w:b/>
          <w:u w:val="single"/>
        </w:rPr>
        <w:t xml:space="preserve">Špecifické požiadavky investora sú: </w:t>
      </w:r>
    </w:p>
    <w:p w14:paraId="67812EB1" w14:textId="77777777" w:rsidR="00796316" w:rsidRPr="006E1933" w:rsidRDefault="00796316" w:rsidP="00796316">
      <w:pPr>
        <w:spacing w:before="120" w:after="240"/>
        <w:jc w:val="both"/>
        <w:rPr>
          <w:b/>
          <w:bCs/>
          <w:iCs/>
        </w:rPr>
      </w:pPr>
      <w:r w:rsidRPr="006E1933">
        <w:rPr>
          <w:b/>
          <w:bCs/>
          <w:iCs/>
        </w:rPr>
        <w:t>Všeobecné požiadavky:</w:t>
      </w:r>
    </w:p>
    <w:p w14:paraId="61E9341C" w14:textId="0B19E47A" w:rsidR="00796316" w:rsidRPr="006E1933" w:rsidRDefault="008F2641" w:rsidP="009A4E23">
      <w:pPr>
        <w:numPr>
          <w:ilvl w:val="0"/>
          <w:numId w:val="105"/>
        </w:numPr>
        <w:autoSpaceDE/>
        <w:autoSpaceDN/>
        <w:spacing w:before="0" w:after="0" w:line="240" w:lineRule="auto"/>
        <w:jc w:val="both"/>
      </w:pPr>
      <w:r>
        <w:rPr>
          <w:b/>
          <w:bCs/>
          <w:iCs/>
        </w:rPr>
        <w:t>podrobný</w:t>
      </w:r>
      <w:r w:rsidRPr="006E1933">
        <w:rPr>
          <w:b/>
          <w:bCs/>
          <w:iCs/>
        </w:rPr>
        <w:t xml:space="preserve"> </w:t>
      </w:r>
      <w:r w:rsidR="00796316" w:rsidRPr="006E1933">
        <w:rPr>
          <w:b/>
          <w:bCs/>
          <w:iCs/>
        </w:rPr>
        <w:t xml:space="preserve">inžinierskogeologický a hydrogeologický </w:t>
      </w:r>
      <w:r w:rsidR="00796316" w:rsidRPr="006E1933">
        <w:t>prieskum (</w:t>
      </w:r>
      <w:proofErr w:type="spellStart"/>
      <w:r>
        <w:t>p</w:t>
      </w:r>
      <w:r w:rsidR="00796316" w:rsidRPr="006E1933">
        <w:t>IGHP</w:t>
      </w:r>
      <w:proofErr w:type="spellEnd"/>
      <w:r w:rsidR="00796316" w:rsidRPr="006E1933">
        <w:t>) musí byť navrhnutý v takom rozsahu, aby mohol poskytnúť informácie požadované na primeraný návrh trvalej alebo dočasnej stavby, ako aj dostatočný podklad pre návrh spôsobu zakladania;</w:t>
      </w:r>
    </w:p>
    <w:p w14:paraId="4A810105" w14:textId="77777777" w:rsidR="00796316" w:rsidRPr="006E1933" w:rsidRDefault="00796316" w:rsidP="009A4E23">
      <w:pPr>
        <w:numPr>
          <w:ilvl w:val="0"/>
          <w:numId w:val="105"/>
        </w:numPr>
        <w:autoSpaceDE/>
        <w:autoSpaceDN/>
        <w:spacing w:before="0" w:after="0" w:line="240" w:lineRule="auto"/>
        <w:jc w:val="both"/>
      </w:pPr>
      <w:r w:rsidRPr="006E1933">
        <w:lastRenderedPageBreak/>
        <w:t>získať komplexné údaje o inžinierskogeologických a hydrogeologických pomeroch záujmového územia, podrobne a komplexne posúdiť navrhnuté vedenia trasy a situovanie objektov časti stavby (najmä mostov, násypov a zárezov) a zhodnotenie geotechnických vlastností hornín na dané účely;</w:t>
      </w:r>
    </w:p>
    <w:p w14:paraId="5210F767" w14:textId="77777777" w:rsidR="00796316" w:rsidRPr="006E1933" w:rsidRDefault="00796316" w:rsidP="009A4E23">
      <w:pPr>
        <w:numPr>
          <w:ilvl w:val="0"/>
          <w:numId w:val="105"/>
        </w:numPr>
        <w:autoSpaceDE/>
        <w:autoSpaceDN/>
        <w:spacing w:before="0" w:after="0" w:line="240" w:lineRule="auto"/>
        <w:jc w:val="both"/>
      </w:pPr>
      <w:r w:rsidRPr="006E1933">
        <w:t xml:space="preserve">vrty musia byť realizované technológiou vŕtania </w:t>
      </w:r>
      <w:proofErr w:type="spellStart"/>
      <w:r w:rsidRPr="006E1933">
        <w:t>WireLine</w:t>
      </w:r>
      <w:proofErr w:type="spellEnd"/>
      <w:r w:rsidRPr="006E1933">
        <w:t xml:space="preserve"> a jednoduchou </w:t>
      </w:r>
      <w:proofErr w:type="spellStart"/>
      <w:r w:rsidRPr="006E1933">
        <w:t>jadrovnicou</w:t>
      </w:r>
      <w:proofErr w:type="spellEnd"/>
      <w:r w:rsidRPr="006E1933">
        <w:t xml:space="preserve"> na sucho;</w:t>
      </w:r>
    </w:p>
    <w:p w14:paraId="6FF01B68" w14:textId="77777777" w:rsidR="00796316" w:rsidRPr="006E1933" w:rsidRDefault="00796316" w:rsidP="009A4E23">
      <w:pPr>
        <w:numPr>
          <w:ilvl w:val="0"/>
          <w:numId w:val="105"/>
        </w:numPr>
        <w:autoSpaceDE/>
        <w:autoSpaceDN/>
        <w:spacing w:before="0" w:after="0" w:line="240" w:lineRule="auto"/>
        <w:jc w:val="both"/>
        <w:rPr>
          <w:bCs/>
        </w:rPr>
      </w:pPr>
      <w:r w:rsidRPr="006E1933">
        <w:rPr>
          <w:bCs/>
        </w:rPr>
        <w:t>hĺbka jednotlivých prieskumných diel musí byť taká, aby boli nimi obsiahnuté všetky vrstvy, ktoré ovplyvňujú realizáciu stavby, alebo naopak budú ovplyvnené stavebnou konštrukciou;</w:t>
      </w:r>
    </w:p>
    <w:p w14:paraId="695861AF" w14:textId="77777777" w:rsidR="00796316" w:rsidRPr="006E1933" w:rsidRDefault="00796316" w:rsidP="009A4E23">
      <w:pPr>
        <w:numPr>
          <w:ilvl w:val="0"/>
          <w:numId w:val="105"/>
        </w:numPr>
        <w:autoSpaceDE/>
        <w:autoSpaceDN/>
        <w:spacing w:before="0" w:after="0" w:line="240" w:lineRule="auto"/>
        <w:jc w:val="both"/>
      </w:pPr>
      <w:r w:rsidRPr="006E1933">
        <w:t xml:space="preserve">vrtné jadro ihneď po </w:t>
      </w:r>
      <w:proofErr w:type="spellStart"/>
      <w:r w:rsidRPr="006E1933">
        <w:t>odvŕtaní</w:t>
      </w:r>
      <w:proofErr w:type="spellEnd"/>
      <w:r w:rsidRPr="006E1933">
        <w:t xml:space="preserve"> ukladať v igelitovom obale do vzorkovníc a chrániť pred priamymi poveternostnými vplyvmi po dobu, kým nebude zdokumentované geológom – zhotoviteľom inžinierskogeologického prieskumu;</w:t>
      </w:r>
    </w:p>
    <w:p w14:paraId="7EA86EFB" w14:textId="614962D1" w:rsidR="00796316" w:rsidRPr="006E1933" w:rsidRDefault="00796316" w:rsidP="009A4E23">
      <w:pPr>
        <w:numPr>
          <w:ilvl w:val="0"/>
          <w:numId w:val="105"/>
        </w:numPr>
        <w:autoSpaceDE/>
        <w:autoSpaceDN/>
        <w:spacing w:before="0" w:after="0" w:line="240" w:lineRule="auto"/>
        <w:jc w:val="both"/>
        <w:rPr>
          <w:bCs/>
        </w:rPr>
      </w:pPr>
      <w:r w:rsidRPr="006E1933">
        <w:rPr>
          <w:bCs/>
        </w:rPr>
        <w:t xml:space="preserve">navrhnúť rozmiestnenie prieskumných diel v etape </w:t>
      </w:r>
      <w:r w:rsidR="008F2641">
        <w:rPr>
          <w:bCs/>
        </w:rPr>
        <w:t>podrobn</w:t>
      </w:r>
      <w:r w:rsidR="008F2641" w:rsidRPr="006E1933">
        <w:rPr>
          <w:bCs/>
        </w:rPr>
        <w:t xml:space="preserve">ého </w:t>
      </w:r>
      <w:r w:rsidRPr="006E1933">
        <w:rPr>
          <w:bCs/>
        </w:rPr>
        <w:t xml:space="preserve">IGHP tak, aby vytvorili čo najkomplexnejší model horninového prostredia, charakterizovaný geotechnickými parametrami vyčlenených </w:t>
      </w:r>
      <w:proofErr w:type="spellStart"/>
      <w:r w:rsidRPr="006E1933">
        <w:rPr>
          <w:bCs/>
        </w:rPr>
        <w:t>litologických</w:t>
      </w:r>
      <w:proofErr w:type="spellEnd"/>
      <w:r w:rsidRPr="006E1933">
        <w:rPr>
          <w:bCs/>
        </w:rPr>
        <w:t xml:space="preserve"> typov a režimom podzemných vôd.;</w:t>
      </w:r>
    </w:p>
    <w:p w14:paraId="1EB68F6B" w14:textId="77777777" w:rsidR="00796316" w:rsidRPr="006E1933" w:rsidRDefault="00796316" w:rsidP="009A4E23">
      <w:pPr>
        <w:numPr>
          <w:ilvl w:val="0"/>
          <w:numId w:val="105"/>
        </w:numPr>
        <w:autoSpaceDE/>
        <w:autoSpaceDN/>
        <w:spacing w:before="0" w:after="0" w:line="240" w:lineRule="auto"/>
        <w:jc w:val="both"/>
      </w:pPr>
      <w:r w:rsidRPr="006E1933">
        <w:t>odobrať vzorky na stanovenie pevnostných a deformačných parametrov zo všetkých horninových typov v laboratórnych podmienkach;</w:t>
      </w:r>
    </w:p>
    <w:p w14:paraId="4F4D3024" w14:textId="77777777" w:rsidR="00796316" w:rsidRPr="006E1933" w:rsidRDefault="00796316" w:rsidP="009A4E23">
      <w:pPr>
        <w:numPr>
          <w:ilvl w:val="0"/>
          <w:numId w:val="105"/>
        </w:numPr>
        <w:autoSpaceDE/>
        <w:autoSpaceDN/>
        <w:spacing w:before="0" w:after="0" w:line="240" w:lineRule="auto"/>
        <w:jc w:val="both"/>
      </w:pPr>
      <w:r w:rsidRPr="006E1933">
        <w:t xml:space="preserve">realizované vrty a kopané sondy zlikvidovať po zdokumentovaní vyvŕtaným (vykopaným) materiálom – spätný zásyp. </w:t>
      </w:r>
      <w:r w:rsidRPr="006E1933">
        <w:rPr>
          <w:u w:val="single"/>
        </w:rPr>
        <w:t>V prípade potreby bude zlikvidovanie vrtu riešené vhodnými technickými metódami</w:t>
      </w:r>
      <w:r w:rsidRPr="006E1933">
        <w:t xml:space="preserve"> (napr. </w:t>
      </w:r>
      <w:proofErr w:type="spellStart"/>
      <w:r w:rsidRPr="006E1933">
        <w:t>injektáž</w:t>
      </w:r>
      <w:proofErr w:type="spellEnd"/>
      <w:r w:rsidRPr="006E1933">
        <w:t xml:space="preserve"> </w:t>
      </w:r>
      <w:proofErr w:type="spellStart"/>
      <w:r w:rsidRPr="006E1933">
        <w:t>bentonitovou</w:t>
      </w:r>
      <w:proofErr w:type="spellEnd"/>
      <w:r w:rsidRPr="006E1933">
        <w:t xml:space="preserve"> zmesou a pod.). Otvorené vrty a kopané sondy </w:t>
      </w:r>
      <w:r w:rsidRPr="006E1933">
        <w:rPr>
          <w:u w:val="single"/>
        </w:rPr>
        <w:t>nikdy nesmú zostať bez dozoru</w:t>
      </w:r>
      <w:r w:rsidRPr="006E1933">
        <w:t xml:space="preserve">! V prípade, ak bude nevyhnutné opustiť takéto otvorené prieskumné geologické dielo, musí zostať viditeľne </w:t>
      </w:r>
      <w:r w:rsidRPr="006E1933">
        <w:rPr>
          <w:b/>
        </w:rPr>
        <w:t>označené, ohradené alebo</w:t>
      </w:r>
      <w:r w:rsidRPr="006E1933">
        <w:t xml:space="preserve"> </w:t>
      </w:r>
      <w:r w:rsidRPr="006E1933">
        <w:rPr>
          <w:b/>
        </w:rPr>
        <w:t>zabezpečené proti zraneniu alebo pádu osôb!</w:t>
      </w:r>
      <w:r w:rsidRPr="006E1933">
        <w:t>;</w:t>
      </w:r>
    </w:p>
    <w:p w14:paraId="5F3CAD91" w14:textId="77777777" w:rsidR="00796316" w:rsidRPr="006E1933" w:rsidRDefault="00796316" w:rsidP="009A4E23">
      <w:pPr>
        <w:numPr>
          <w:ilvl w:val="0"/>
          <w:numId w:val="105"/>
        </w:numPr>
        <w:autoSpaceDE/>
        <w:autoSpaceDN/>
        <w:spacing w:before="0" w:after="0" w:line="240" w:lineRule="auto"/>
        <w:jc w:val="both"/>
      </w:pPr>
      <w:r w:rsidRPr="006E1933">
        <w:t xml:space="preserve">odporučiť lokality z miestnych zdrojov pre získanie stavebného materiálu, resp. materiálu pre ochranné </w:t>
      </w:r>
      <w:proofErr w:type="spellStart"/>
      <w:r w:rsidRPr="006E1933">
        <w:t>protimrazové</w:t>
      </w:r>
      <w:proofErr w:type="spellEnd"/>
      <w:r w:rsidRPr="006E1933">
        <w:t xml:space="preserve"> </w:t>
      </w:r>
      <w:proofErr w:type="spellStart"/>
      <w:r w:rsidRPr="006E1933">
        <w:t>prísypy</w:t>
      </w:r>
      <w:proofErr w:type="spellEnd"/>
      <w:r w:rsidRPr="006E1933">
        <w:t xml:space="preserve"> a vrstevnaté násypy;</w:t>
      </w:r>
    </w:p>
    <w:p w14:paraId="35DB815F" w14:textId="77777777" w:rsidR="00796316" w:rsidRPr="006E1933" w:rsidRDefault="00796316" w:rsidP="009A4E23">
      <w:pPr>
        <w:numPr>
          <w:ilvl w:val="0"/>
          <w:numId w:val="105"/>
        </w:numPr>
        <w:autoSpaceDE/>
        <w:autoSpaceDN/>
        <w:spacing w:before="0" w:after="0" w:line="240" w:lineRule="auto"/>
        <w:jc w:val="both"/>
      </w:pPr>
      <w:r w:rsidRPr="006E1933">
        <w:t xml:space="preserve">vypracovať štúdiu využitia výkopových zemín s návrhom lokalít skládok nevhodného materiálu v súlade so zákonom č. 223/2001 </w:t>
      </w:r>
      <w:proofErr w:type="spellStart"/>
      <w:r w:rsidRPr="006E1933">
        <w:t>Z.z</w:t>
      </w:r>
      <w:proofErr w:type="spellEnd"/>
      <w:r w:rsidRPr="006E1933">
        <w:t xml:space="preserve">. o odpadoch v znení neskorších predpisov. Prieskumom z geologického a hydrogeologického hľadiska potvrdiť vhodnosť vybraných lokalít trvalých </w:t>
      </w:r>
      <w:proofErr w:type="spellStart"/>
      <w:r w:rsidRPr="006E1933">
        <w:t>depónií</w:t>
      </w:r>
      <w:proofErr w:type="spellEnd"/>
      <w:r w:rsidRPr="006E1933">
        <w:t xml:space="preserve"> pre nepotrebný (nevhodný) materiál vyťažený pri zemných prácach;</w:t>
      </w:r>
    </w:p>
    <w:p w14:paraId="40FEF05B" w14:textId="77777777" w:rsidR="00796316" w:rsidRPr="006E1933" w:rsidRDefault="00796316" w:rsidP="009A4E23">
      <w:pPr>
        <w:numPr>
          <w:ilvl w:val="0"/>
          <w:numId w:val="105"/>
        </w:numPr>
        <w:autoSpaceDE/>
        <w:autoSpaceDN/>
        <w:spacing w:before="0" w:after="0" w:line="240" w:lineRule="auto"/>
        <w:jc w:val="both"/>
        <w:rPr>
          <w:b/>
          <w:bCs/>
          <w:i/>
          <w:iCs/>
        </w:rPr>
      </w:pPr>
      <w:r w:rsidRPr="006E1933">
        <w:t xml:space="preserve">posúdiť vplyv geotechnických pomerov a poveternostných podmienok na vykonávanie výkopových prác, pritom je nutné vziať do úvahy pôsobenie poveternostných vplyvov na vlastnosti hornín počas ťažby, počas skladovania na </w:t>
      </w:r>
      <w:proofErr w:type="spellStart"/>
      <w:r w:rsidRPr="006E1933">
        <w:t>depónii</w:t>
      </w:r>
      <w:proofErr w:type="spellEnd"/>
      <w:r w:rsidRPr="006E1933">
        <w:t xml:space="preserve"> a v priebehu zapracovania do násypu, aktívnej zóny alebo podkladu;</w:t>
      </w:r>
    </w:p>
    <w:p w14:paraId="0F579A8B" w14:textId="77777777" w:rsidR="00796316" w:rsidRPr="006E1933" w:rsidRDefault="00796316" w:rsidP="009A4E23">
      <w:pPr>
        <w:numPr>
          <w:ilvl w:val="0"/>
          <w:numId w:val="105"/>
        </w:numPr>
        <w:autoSpaceDE/>
        <w:autoSpaceDN/>
        <w:spacing w:before="0" w:after="0" w:line="240" w:lineRule="auto"/>
        <w:jc w:val="both"/>
      </w:pPr>
      <w:r w:rsidRPr="006E1933">
        <w:t xml:space="preserve">zatriediť horniny podľa </w:t>
      </w:r>
      <w:proofErr w:type="spellStart"/>
      <w:r w:rsidRPr="006E1933">
        <w:t>vŕtateľnosti</w:t>
      </w:r>
      <w:proofErr w:type="spellEnd"/>
      <w:r w:rsidRPr="006E1933">
        <w:t xml:space="preserve"> pre vrty pre pilóty;</w:t>
      </w:r>
    </w:p>
    <w:p w14:paraId="2ED084EA" w14:textId="77777777" w:rsidR="00796316" w:rsidRPr="006E1933" w:rsidRDefault="00796316" w:rsidP="009A4E23">
      <w:pPr>
        <w:numPr>
          <w:ilvl w:val="0"/>
          <w:numId w:val="105"/>
        </w:numPr>
        <w:adjustRightInd w:val="0"/>
        <w:spacing w:before="0" w:after="0" w:line="240" w:lineRule="auto"/>
        <w:jc w:val="both"/>
      </w:pPr>
      <w:r w:rsidRPr="006E1933">
        <w:t xml:space="preserve">pri zabudovaných snímačoch žiadame ku každému dodať </w:t>
      </w:r>
      <w:r w:rsidRPr="006E1933">
        <w:rPr>
          <w:b/>
        </w:rPr>
        <w:t>kalibračné listy</w:t>
      </w:r>
      <w:r w:rsidRPr="006E1933">
        <w:t>;</w:t>
      </w:r>
    </w:p>
    <w:p w14:paraId="1087C440" w14:textId="77777777" w:rsidR="00796316" w:rsidRPr="006E1933" w:rsidRDefault="00796316" w:rsidP="009A4E23">
      <w:pPr>
        <w:numPr>
          <w:ilvl w:val="0"/>
          <w:numId w:val="105"/>
        </w:numPr>
        <w:adjustRightInd w:val="0"/>
        <w:spacing w:before="0" w:after="0" w:line="240" w:lineRule="auto"/>
        <w:jc w:val="both"/>
      </w:pPr>
      <w:r w:rsidRPr="006E1933">
        <w:t>využiť všetky archívne prieskumy realizované v záujmovom území a v rámci nich použitú literatúru;</w:t>
      </w:r>
    </w:p>
    <w:p w14:paraId="43808A6A" w14:textId="77777777" w:rsidR="00796316" w:rsidRPr="006E1933" w:rsidRDefault="00796316" w:rsidP="009A4E23">
      <w:pPr>
        <w:numPr>
          <w:ilvl w:val="0"/>
          <w:numId w:val="105"/>
        </w:numPr>
        <w:adjustRightInd w:val="0"/>
        <w:spacing w:before="0" w:after="0" w:line="240" w:lineRule="auto"/>
        <w:jc w:val="both"/>
      </w:pPr>
      <w:r w:rsidRPr="006E1933">
        <w:t>aktualizovať geologickú mapu oblasti podrobným hydrogeologickým, geologickým a inžinierskogeologickým mapovaním so zameraním sa na štruktúrne prvky horninového masívu a </w:t>
      </w:r>
      <w:proofErr w:type="spellStart"/>
      <w:r w:rsidRPr="006E1933">
        <w:t>geodynamické</w:t>
      </w:r>
      <w:proofErr w:type="spellEnd"/>
      <w:r w:rsidRPr="006E1933">
        <w:t xml:space="preserve"> resp. hydrogeologické javy do mierky 1:10 000;</w:t>
      </w:r>
    </w:p>
    <w:p w14:paraId="354AE311" w14:textId="77777777" w:rsidR="00796316" w:rsidRPr="006E1933" w:rsidRDefault="00796316" w:rsidP="009A4E23">
      <w:pPr>
        <w:numPr>
          <w:ilvl w:val="0"/>
          <w:numId w:val="105"/>
        </w:numPr>
        <w:autoSpaceDE/>
        <w:autoSpaceDN/>
        <w:spacing w:before="0" w:after="0" w:line="240" w:lineRule="auto"/>
        <w:jc w:val="both"/>
      </w:pPr>
      <w:r w:rsidRPr="006E1933">
        <w:t>v situácii prieskumných diel v zátvorkách uvádzať aj hĺbku prieskumného diela, prieskumné diela rozdeliť na archívne a na zrealizované v tejto etape prieskumu;</w:t>
      </w:r>
    </w:p>
    <w:p w14:paraId="14F5E5DC" w14:textId="77777777" w:rsidR="00796316" w:rsidRPr="006D28E0" w:rsidRDefault="00796316" w:rsidP="009A4E23">
      <w:pPr>
        <w:numPr>
          <w:ilvl w:val="0"/>
          <w:numId w:val="105"/>
        </w:numPr>
        <w:autoSpaceDE/>
        <w:autoSpaceDN/>
        <w:spacing w:before="0" w:after="0" w:line="240" w:lineRule="auto"/>
        <w:jc w:val="both"/>
      </w:pPr>
      <w:r w:rsidRPr="006E1933">
        <w:t xml:space="preserve">žiadame do pozdĺžnych popr. priečnych  profilov doplniť všetky prieskumné diela (vrty, dynamické </w:t>
      </w:r>
      <w:proofErr w:type="spellStart"/>
      <w:r w:rsidRPr="006E1933">
        <w:t>penetrácie</w:t>
      </w:r>
      <w:proofErr w:type="spellEnd"/>
      <w:r w:rsidRPr="006E1933">
        <w:t>) – odlíšiť ich farebne (napr. šedou), označiť vzdialenosť (m) aj smer (</w:t>
      </w:r>
      <w:r w:rsidRPr="006D28E0">
        <w:rPr>
          <w:rFonts w:ascii="Cambria Math" w:hAnsi="Cambria Math" w:cs="Cambria Math"/>
        </w:rPr>
        <w:t>⊗⊙</w:t>
      </w:r>
      <w:r w:rsidRPr="006D28E0">
        <w:t xml:space="preserve">) od osy diaľnice - privádzača (v prípade vysokej hustoty prieskumných diel stačí kvôli prehľadnosti uviesť minimálne jedno dielo s kompletným popisom a ostatné bez </w:t>
      </w:r>
      <w:proofErr w:type="spellStart"/>
      <w:r w:rsidRPr="006D28E0">
        <w:t>litologického</w:t>
      </w:r>
      <w:proofErr w:type="spellEnd"/>
      <w:r w:rsidRPr="006D28E0">
        <w:t xml:space="preserve"> popisu);</w:t>
      </w:r>
    </w:p>
    <w:p w14:paraId="387FE4DE" w14:textId="77777777" w:rsidR="00796316" w:rsidRPr="006D28E0" w:rsidRDefault="00796316" w:rsidP="009A4E23">
      <w:pPr>
        <w:numPr>
          <w:ilvl w:val="0"/>
          <w:numId w:val="105"/>
        </w:numPr>
        <w:autoSpaceDE/>
        <w:autoSpaceDN/>
        <w:spacing w:before="0" w:after="0" w:line="240" w:lineRule="auto"/>
        <w:jc w:val="both"/>
      </w:pPr>
      <w:r w:rsidRPr="006D28E0">
        <w:t xml:space="preserve">pri interpretácii meraní prieskumných diel uvádzať odkiaľ sú merané (od </w:t>
      </w:r>
      <w:proofErr w:type="spellStart"/>
      <w:r w:rsidRPr="006D28E0">
        <w:t>pažnice</w:t>
      </w:r>
      <w:proofErr w:type="spellEnd"/>
      <w:r w:rsidRPr="006D28E0">
        <w:t xml:space="preserve">, od terénu, výšku </w:t>
      </w:r>
      <w:proofErr w:type="spellStart"/>
      <w:r w:rsidRPr="006D28E0">
        <w:t>pažnice</w:t>
      </w:r>
      <w:proofErr w:type="spellEnd"/>
      <w:r w:rsidRPr="006D28E0">
        <w:t>);</w:t>
      </w:r>
    </w:p>
    <w:p w14:paraId="1D7BD81D" w14:textId="77777777" w:rsidR="00796316" w:rsidRPr="006D28E0" w:rsidRDefault="00796316" w:rsidP="009A4E23">
      <w:pPr>
        <w:numPr>
          <w:ilvl w:val="0"/>
          <w:numId w:val="105"/>
        </w:numPr>
        <w:autoSpaceDE/>
        <w:autoSpaceDN/>
        <w:spacing w:before="0" w:after="0" w:line="240" w:lineRule="auto"/>
        <w:jc w:val="both"/>
      </w:pPr>
      <w:r w:rsidRPr="006D28E0">
        <w:t>v prílohe dokumentácie prieskumných diel urobiť aj grafické znázornenie profilu prieskumných diel;</w:t>
      </w:r>
    </w:p>
    <w:p w14:paraId="331EA49B" w14:textId="77777777" w:rsidR="00796316" w:rsidRPr="006D28E0" w:rsidRDefault="00796316" w:rsidP="009A4E23">
      <w:pPr>
        <w:numPr>
          <w:ilvl w:val="0"/>
          <w:numId w:val="105"/>
        </w:numPr>
        <w:autoSpaceDE/>
        <w:autoSpaceDN/>
        <w:spacing w:before="0" w:after="0" w:line="240" w:lineRule="auto"/>
        <w:jc w:val="both"/>
      </w:pPr>
      <w:r w:rsidRPr="006D28E0">
        <w:t xml:space="preserve">každý výkres (mapa) </w:t>
      </w:r>
      <w:proofErr w:type="spellStart"/>
      <w:r w:rsidRPr="006D28E0">
        <w:t>prílohovej</w:t>
      </w:r>
      <w:proofErr w:type="spellEnd"/>
      <w:r w:rsidRPr="006D28E0">
        <w:t xml:space="preserve"> časti musí obsahovať </w:t>
      </w:r>
      <w:proofErr w:type="spellStart"/>
      <w:r w:rsidRPr="006D28E0">
        <w:t>popisové</w:t>
      </w:r>
      <w:proofErr w:type="spellEnd"/>
      <w:r w:rsidRPr="006D28E0">
        <w:t xml:space="preserve"> pole;</w:t>
      </w:r>
    </w:p>
    <w:p w14:paraId="399DA081" w14:textId="77777777" w:rsidR="00796316" w:rsidRPr="006D28E0" w:rsidRDefault="00796316" w:rsidP="009A4E23">
      <w:pPr>
        <w:numPr>
          <w:ilvl w:val="0"/>
          <w:numId w:val="105"/>
        </w:numPr>
        <w:autoSpaceDE/>
        <w:autoSpaceDN/>
        <w:spacing w:before="0" w:after="0" w:line="240" w:lineRule="auto"/>
        <w:jc w:val="both"/>
      </w:pPr>
      <w:r w:rsidRPr="006D28E0">
        <w:t>stanoviť racionálny rozsah geotechnického monitoringu;</w:t>
      </w:r>
    </w:p>
    <w:p w14:paraId="6F2358AA" w14:textId="77777777" w:rsidR="00796316" w:rsidRPr="006D28E0" w:rsidRDefault="00796316" w:rsidP="009A4E23">
      <w:pPr>
        <w:numPr>
          <w:ilvl w:val="0"/>
          <w:numId w:val="105"/>
        </w:numPr>
        <w:autoSpaceDE/>
        <w:autoSpaceDN/>
        <w:spacing w:before="0" w:after="0" w:line="240" w:lineRule="auto"/>
        <w:jc w:val="both"/>
      </w:pPr>
      <w:r w:rsidRPr="006D28E0">
        <w:t>navrhnúť odporúčania pre monitoring vôd ako zložky monitoringu životného prostredia.</w:t>
      </w:r>
    </w:p>
    <w:p w14:paraId="3A0D6FDD" w14:textId="68ACE967" w:rsidR="00796316" w:rsidRPr="006D28E0" w:rsidRDefault="00796316" w:rsidP="00796316">
      <w:pPr>
        <w:spacing w:before="120"/>
        <w:jc w:val="both"/>
        <w:rPr>
          <w:u w:val="single"/>
        </w:rPr>
      </w:pPr>
      <w:r w:rsidRPr="006D28E0">
        <w:rPr>
          <w:u w:val="single"/>
        </w:rPr>
        <w:t xml:space="preserve">Požiadavky pre </w:t>
      </w:r>
      <w:r w:rsidR="009A4E23">
        <w:rPr>
          <w:u w:val="single"/>
        </w:rPr>
        <w:t>križovatku</w:t>
      </w:r>
      <w:r w:rsidRPr="006D28E0">
        <w:rPr>
          <w:u w:val="single"/>
        </w:rPr>
        <w:t>:</w:t>
      </w:r>
    </w:p>
    <w:p w14:paraId="30893FBD" w14:textId="6BC5CBC9" w:rsidR="00796316" w:rsidRPr="006D28E0" w:rsidRDefault="00796316" w:rsidP="009A4E23">
      <w:pPr>
        <w:numPr>
          <w:ilvl w:val="0"/>
          <w:numId w:val="105"/>
        </w:numPr>
        <w:autoSpaceDE/>
        <w:autoSpaceDN/>
        <w:spacing w:before="0" w:after="0" w:line="240" w:lineRule="auto"/>
        <w:jc w:val="both"/>
      </w:pPr>
      <w:r w:rsidRPr="006D28E0">
        <w:t xml:space="preserve">odporučiť spôsob budovania </w:t>
      </w:r>
      <w:r w:rsidR="009A4E23">
        <w:t>križovatky</w:t>
      </w:r>
      <w:r w:rsidRPr="006D28E0">
        <w:t>;</w:t>
      </w:r>
    </w:p>
    <w:p w14:paraId="1C5EEFF5" w14:textId="77777777" w:rsidR="00796316" w:rsidRPr="006D28E0" w:rsidRDefault="00796316" w:rsidP="009A4E23">
      <w:pPr>
        <w:numPr>
          <w:ilvl w:val="0"/>
          <w:numId w:val="105"/>
        </w:numPr>
        <w:autoSpaceDE/>
        <w:autoSpaceDN/>
        <w:spacing w:before="0" w:after="0" w:line="240" w:lineRule="auto"/>
        <w:jc w:val="both"/>
      </w:pPr>
      <w:r w:rsidRPr="006D28E0">
        <w:t>zrealizovať pre objekty cesty prieskumné diela, ktorých hĺbka bude nasledovná:</w:t>
      </w:r>
    </w:p>
    <w:p w14:paraId="0128499F" w14:textId="77777777" w:rsidR="00796316" w:rsidRPr="006D28E0" w:rsidRDefault="00796316" w:rsidP="009A4E23">
      <w:pPr>
        <w:numPr>
          <w:ilvl w:val="0"/>
          <w:numId w:val="106"/>
        </w:numPr>
        <w:tabs>
          <w:tab w:val="clear" w:pos="720"/>
          <w:tab w:val="left" w:pos="1134"/>
        </w:tabs>
        <w:autoSpaceDE/>
        <w:autoSpaceDN/>
        <w:spacing w:before="0" w:after="0" w:line="240" w:lineRule="auto"/>
        <w:ind w:left="1134"/>
        <w:jc w:val="both"/>
      </w:pPr>
      <w:r w:rsidRPr="006D28E0">
        <w:t>minimálne 6 m pod niveletou diaľnice vedenej v úrovni terénu;</w:t>
      </w:r>
    </w:p>
    <w:p w14:paraId="019D1469" w14:textId="77777777" w:rsidR="00796316" w:rsidRPr="006D28E0" w:rsidRDefault="00796316" w:rsidP="009A4E23">
      <w:pPr>
        <w:numPr>
          <w:ilvl w:val="0"/>
          <w:numId w:val="106"/>
        </w:numPr>
        <w:tabs>
          <w:tab w:val="clear" w:pos="720"/>
          <w:tab w:val="left" w:pos="1134"/>
        </w:tabs>
        <w:autoSpaceDE/>
        <w:autoSpaceDN/>
        <w:spacing w:before="0" w:after="0" w:line="240" w:lineRule="auto"/>
        <w:ind w:left="1134"/>
        <w:jc w:val="both"/>
      </w:pPr>
      <w:r w:rsidRPr="006D28E0">
        <w:t>minimálne 3 m pod niveletou diaľnice vedenej v zárezoch, najmenej však 6 m;</w:t>
      </w:r>
    </w:p>
    <w:p w14:paraId="0224A3BE" w14:textId="77777777" w:rsidR="00796316" w:rsidRPr="006D28E0" w:rsidRDefault="00796316" w:rsidP="009A4E23">
      <w:pPr>
        <w:numPr>
          <w:ilvl w:val="0"/>
          <w:numId w:val="106"/>
        </w:numPr>
        <w:tabs>
          <w:tab w:val="clear" w:pos="720"/>
          <w:tab w:val="left" w:pos="1134"/>
        </w:tabs>
        <w:autoSpaceDE/>
        <w:autoSpaceDN/>
        <w:spacing w:before="0" w:after="0" w:line="240" w:lineRule="auto"/>
        <w:ind w:left="1134"/>
        <w:jc w:val="both"/>
      </w:pPr>
      <w:r w:rsidRPr="006D28E0">
        <w:t xml:space="preserve">minimálna hĺbka pod objektom násypu bude rovná výške násypu, najmenej však 6 m; </w:t>
      </w:r>
    </w:p>
    <w:p w14:paraId="6B4C6C0C" w14:textId="77777777" w:rsidR="00796316" w:rsidRPr="006D28E0" w:rsidRDefault="00796316" w:rsidP="009A4E23">
      <w:pPr>
        <w:numPr>
          <w:ilvl w:val="0"/>
          <w:numId w:val="105"/>
        </w:numPr>
        <w:autoSpaceDE/>
        <w:autoSpaceDN/>
        <w:spacing w:before="0" w:after="0" w:line="240" w:lineRule="auto"/>
        <w:jc w:val="both"/>
      </w:pPr>
      <w:r w:rsidRPr="006D28E0">
        <w:t>posúdiť situovanie, v prípade potreby situovanie a zabudovanie </w:t>
      </w:r>
      <w:proofErr w:type="spellStart"/>
      <w:r w:rsidRPr="006D28E0">
        <w:t>piezometrických</w:t>
      </w:r>
      <w:proofErr w:type="spellEnd"/>
      <w:r w:rsidRPr="006D28E0">
        <w:t xml:space="preserve"> vrtov. Výsledky merania hladiny podzemnej vody uviesť v záverečnej správe. Tieto vrty musia byť umiestnené tak, aby pri výstavbe cestného telesa nedošlo k ich poškodeniu;</w:t>
      </w:r>
    </w:p>
    <w:p w14:paraId="6DD9EC9C" w14:textId="32AA3A92" w:rsidR="00796316" w:rsidRPr="006D28E0" w:rsidRDefault="00796316" w:rsidP="009A4E23">
      <w:pPr>
        <w:numPr>
          <w:ilvl w:val="0"/>
          <w:numId w:val="105"/>
        </w:numPr>
        <w:autoSpaceDE/>
        <w:autoSpaceDN/>
        <w:spacing w:before="0" w:after="0" w:line="240" w:lineRule="auto"/>
        <w:jc w:val="both"/>
      </w:pPr>
      <w:r w:rsidRPr="006D28E0">
        <w:rPr>
          <w:bCs/>
        </w:rPr>
        <w:t>geofyzikálnymi metódami spresniť geologické pomery v </w:t>
      </w:r>
      <w:r w:rsidR="009A4E23">
        <w:rPr>
          <w:bCs/>
        </w:rPr>
        <w:t>–mieste križovatky</w:t>
      </w:r>
      <w:r w:rsidRPr="006D28E0">
        <w:rPr>
          <w:bCs/>
        </w:rPr>
        <w:t xml:space="preserve">, overiť mŕtve ramená, </w:t>
      </w:r>
      <w:r w:rsidRPr="006D28E0">
        <w:t xml:space="preserve">zrealizovať pre každý zárez hlbší ako 5 m a násyp vyšší ako 5 m prieskumné diela do priečnych </w:t>
      </w:r>
      <w:r w:rsidRPr="006D28E0">
        <w:lastRenderedPageBreak/>
        <w:t>profilov a skonštruovať priečne rezy geologických pomerov v </w:t>
      </w:r>
      <w:r w:rsidR="009A4E23">
        <w:t>križovatke</w:t>
      </w:r>
      <w:r w:rsidRPr="006D28E0">
        <w:t xml:space="preserve">, </w:t>
      </w:r>
      <w:r w:rsidRPr="006D28E0">
        <w:rPr>
          <w:bCs/>
        </w:rPr>
        <w:t>overiť základové pomery so spresnením výskytu mäkkých organických zemín pod vysokými násypmi;</w:t>
      </w:r>
    </w:p>
    <w:p w14:paraId="5C571E5F" w14:textId="291DB405" w:rsidR="00796316" w:rsidRPr="006D28E0" w:rsidRDefault="00796316" w:rsidP="009A4E23">
      <w:pPr>
        <w:numPr>
          <w:ilvl w:val="0"/>
          <w:numId w:val="105"/>
        </w:numPr>
        <w:autoSpaceDE/>
        <w:autoSpaceDN/>
        <w:spacing w:before="0" w:after="0" w:line="240" w:lineRule="auto"/>
        <w:jc w:val="both"/>
        <w:rPr>
          <w:bCs/>
        </w:rPr>
      </w:pPr>
      <w:r w:rsidRPr="006D28E0">
        <w:rPr>
          <w:bCs/>
        </w:rPr>
        <w:t>výskyt tektonických porúch, diskontinuít a </w:t>
      </w:r>
      <w:proofErr w:type="spellStart"/>
      <w:r w:rsidRPr="006D28E0">
        <w:rPr>
          <w:bCs/>
        </w:rPr>
        <w:t>litologických</w:t>
      </w:r>
      <w:proofErr w:type="spellEnd"/>
      <w:r w:rsidRPr="006D28E0">
        <w:rPr>
          <w:bCs/>
        </w:rPr>
        <w:t xml:space="preserve"> rozhraní - overiť hranice medzi kvartérnym </w:t>
      </w:r>
      <w:proofErr w:type="spellStart"/>
      <w:r w:rsidRPr="006D28E0">
        <w:rPr>
          <w:bCs/>
        </w:rPr>
        <w:t>pokryvom</w:t>
      </w:r>
      <w:proofErr w:type="spellEnd"/>
      <w:r w:rsidRPr="006D28E0">
        <w:rPr>
          <w:bCs/>
        </w:rPr>
        <w:t xml:space="preserve"> a </w:t>
      </w:r>
      <w:proofErr w:type="spellStart"/>
      <w:r w:rsidRPr="006D28E0">
        <w:rPr>
          <w:bCs/>
        </w:rPr>
        <w:t>predkvartérnym</w:t>
      </w:r>
      <w:proofErr w:type="spellEnd"/>
      <w:r w:rsidRPr="006D28E0">
        <w:rPr>
          <w:bCs/>
        </w:rPr>
        <w:t xml:space="preserve"> podložím. Realizovať pozdĺžne a priečne profily s dostatočným hĺbkovým aj horizontálnym dosahom. Aplikovať </w:t>
      </w:r>
      <w:proofErr w:type="spellStart"/>
      <w:r w:rsidRPr="006D28E0">
        <w:rPr>
          <w:bCs/>
        </w:rPr>
        <w:t>geoelektrické</w:t>
      </w:r>
      <w:proofErr w:type="spellEnd"/>
      <w:r w:rsidRPr="006D28E0">
        <w:rPr>
          <w:bCs/>
        </w:rPr>
        <w:t xml:space="preserve"> metódy (SOP, VES</w:t>
      </w:r>
      <w:r w:rsidR="009A4E23">
        <w:rPr>
          <w:bCs/>
        </w:rPr>
        <w:t xml:space="preserve"> a pod.</w:t>
      </w:r>
      <w:r w:rsidRPr="006D28E0">
        <w:rPr>
          <w:bCs/>
        </w:rPr>
        <w:t>);</w:t>
      </w:r>
    </w:p>
    <w:p w14:paraId="15350C8A" w14:textId="77777777" w:rsidR="00796316" w:rsidRPr="006D28E0" w:rsidRDefault="00796316" w:rsidP="009A4E23">
      <w:pPr>
        <w:numPr>
          <w:ilvl w:val="0"/>
          <w:numId w:val="105"/>
        </w:numPr>
        <w:autoSpaceDE/>
        <w:autoSpaceDN/>
        <w:spacing w:before="0" w:after="0" w:line="240" w:lineRule="auto"/>
        <w:jc w:val="both"/>
        <w:rPr>
          <w:bCs/>
        </w:rPr>
      </w:pPr>
      <w:r w:rsidRPr="006D28E0">
        <w:rPr>
          <w:bCs/>
        </w:rPr>
        <w:t>výsledkom geofyzikálnych meraní budú interpretované geologicko-geofyzikálne pozdĺžne a priečne profily;</w:t>
      </w:r>
    </w:p>
    <w:p w14:paraId="2F2EBE6F" w14:textId="77777777" w:rsidR="00796316" w:rsidRPr="006D28E0" w:rsidRDefault="00796316" w:rsidP="009A4E23">
      <w:pPr>
        <w:numPr>
          <w:ilvl w:val="0"/>
          <w:numId w:val="105"/>
        </w:numPr>
        <w:autoSpaceDE/>
        <w:autoSpaceDN/>
        <w:spacing w:before="0" w:after="0" w:line="240" w:lineRule="auto"/>
        <w:jc w:val="both"/>
        <w:rPr>
          <w:bCs/>
        </w:rPr>
      </w:pPr>
      <w:r w:rsidRPr="006D28E0">
        <w:rPr>
          <w:bCs/>
        </w:rPr>
        <w:t>zistené mŕtve ramená zakresliť do pozdĺžnych rezov (v prípade problémových úsekov zakresliť aj do priečnych rezov);</w:t>
      </w:r>
    </w:p>
    <w:p w14:paraId="2F4C79EC" w14:textId="77777777" w:rsidR="00796316" w:rsidRPr="006D28E0" w:rsidRDefault="00796316" w:rsidP="009A4E23">
      <w:pPr>
        <w:numPr>
          <w:ilvl w:val="0"/>
          <w:numId w:val="105"/>
        </w:numPr>
        <w:autoSpaceDE/>
        <w:autoSpaceDN/>
        <w:spacing w:before="0" w:after="0" w:line="240" w:lineRule="auto"/>
        <w:jc w:val="both"/>
      </w:pPr>
      <w:r w:rsidRPr="006D28E0">
        <w:t>podrobne vymedziť oblasti nepriaznivé z hľadiska únosnosti a stability územia (definovaných aj z predchádzajúcej etapy prieskumu) a v kritických úsekoch prevedenie výpočtu stability svahov v interakcii s podložím niektorou z metód medznej rovnováhy;</w:t>
      </w:r>
    </w:p>
    <w:p w14:paraId="23EE2528" w14:textId="77777777" w:rsidR="00796316" w:rsidRPr="006D28E0" w:rsidRDefault="00796316" w:rsidP="009A4E23">
      <w:pPr>
        <w:numPr>
          <w:ilvl w:val="0"/>
          <w:numId w:val="105"/>
        </w:numPr>
        <w:autoSpaceDE/>
        <w:autoSpaceDN/>
        <w:spacing w:before="0" w:after="0" w:line="240" w:lineRule="auto"/>
        <w:jc w:val="both"/>
      </w:pPr>
      <w:r w:rsidRPr="006D28E0">
        <w:t>zamerať sa na zistenie potenciálnych zosuvov pri realizácii zárezov, zistiť priebeh šmykových plôch a navrhnúť spresnené opatrenia na prevenciu proti zosunutiu zárezových svahov;</w:t>
      </w:r>
    </w:p>
    <w:p w14:paraId="021441E2" w14:textId="77777777" w:rsidR="00796316" w:rsidRPr="006D28E0" w:rsidRDefault="00796316" w:rsidP="009A4E23">
      <w:pPr>
        <w:numPr>
          <w:ilvl w:val="0"/>
          <w:numId w:val="105"/>
        </w:numPr>
        <w:autoSpaceDE/>
        <w:autoSpaceDN/>
        <w:spacing w:before="0" w:after="0" w:line="240" w:lineRule="auto"/>
        <w:jc w:val="both"/>
      </w:pPr>
      <w:r w:rsidRPr="006D28E0">
        <w:t xml:space="preserve">urobiť výpočet stability svahov pre každý jeden zárez hlbší ako 5 m a násyp vyšší ako 5 m v celom úseku trasy niektorou z metód medznej rovnováhy, urobiť výpočet celkového sadania násypu a maximálnej </w:t>
      </w:r>
      <w:r w:rsidRPr="006D28E0">
        <w:rPr>
          <w:u w:val="single"/>
        </w:rPr>
        <w:t>hĺbky deformačnej zóny</w:t>
      </w:r>
      <w:r w:rsidRPr="006D28E0">
        <w:t>. Výsledky z výpočtov zapracovať a vyhodnotiť v textovej časti záverečnej správy;</w:t>
      </w:r>
    </w:p>
    <w:p w14:paraId="5E30201D" w14:textId="77777777" w:rsidR="00796316" w:rsidRPr="006D28E0" w:rsidRDefault="00796316" w:rsidP="009A4E23">
      <w:pPr>
        <w:numPr>
          <w:ilvl w:val="0"/>
          <w:numId w:val="105"/>
        </w:numPr>
        <w:autoSpaceDE/>
        <w:autoSpaceDN/>
        <w:spacing w:before="0" w:after="0" w:line="240" w:lineRule="auto"/>
        <w:jc w:val="both"/>
      </w:pPr>
      <w:r w:rsidRPr="006D28E0">
        <w:t xml:space="preserve">v prípade návrhu sanačných opatrení preukázať výpočtom efektivitu ich návrhu, </w:t>
      </w:r>
      <w:proofErr w:type="spellStart"/>
      <w:r w:rsidRPr="006D28E0">
        <w:t>t.j</w:t>
      </w:r>
      <w:proofErr w:type="spellEnd"/>
      <w:r w:rsidRPr="006D28E0">
        <w:t>. či bude sanačným opatrením dosiahnutý požadovaný efekt (dostatočné zvýšenie stability svahov násypov, stabilita svahov zárezov, únosnosti podložia a pod.);</w:t>
      </w:r>
    </w:p>
    <w:p w14:paraId="774CEE66" w14:textId="77777777" w:rsidR="00796316" w:rsidRPr="006D28E0" w:rsidRDefault="00796316" w:rsidP="00796316">
      <w:pPr>
        <w:spacing w:before="120"/>
        <w:jc w:val="both"/>
        <w:rPr>
          <w:u w:val="single"/>
        </w:rPr>
      </w:pPr>
    </w:p>
    <w:p w14:paraId="5D62A52E" w14:textId="77777777" w:rsidR="00796316" w:rsidRPr="006D28E0" w:rsidRDefault="00796316" w:rsidP="00796316">
      <w:pPr>
        <w:spacing w:before="120"/>
        <w:jc w:val="both"/>
        <w:rPr>
          <w:u w:val="single"/>
        </w:rPr>
      </w:pPr>
      <w:r w:rsidRPr="006D28E0">
        <w:rPr>
          <w:u w:val="single"/>
        </w:rPr>
        <w:t>Požiadavky pre mostné objekty:</w:t>
      </w:r>
    </w:p>
    <w:p w14:paraId="2C67C5BB" w14:textId="77777777" w:rsidR="00796316" w:rsidRPr="006D28E0" w:rsidRDefault="00796316" w:rsidP="009A4E23">
      <w:pPr>
        <w:numPr>
          <w:ilvl w:val="0"/>
          <w:numId w:val="105"/>
        </w:numPr>
        <w:autoSpaceDE/>
        <w:autoSpaceDN/>
        <w:spacing w:before="0" w:after="0" w:line="240" w:lineRule="auto"/>
        <w:jc w:val="both"/>
      </w:pPr>
      <w:r w:rsidRPr="006D28E0">
        <w:t xml:space="preserve">požadujeme realizovať vrty pod všetky mostné piliere a mostné opory. Vo vrtoch na týchto stavebných objektoch budú vykonané </w:t>
      </w:r>
      <w:proofErr w:type="spellStart"/>
      <w:r w:rsidRPr="006D28E0">
        <w:rPr>
          <w:b/>
        </w:rPr>
        <w:t>presiometrické</w:t>
      </w:r>
      <w:proofErr w:type="spellEnd"/>
      <w:r w:rsidRPr="006D28E0">
        <w:rPr>
          <w:b/>
        </w:rPr>
        <w:t xml:space="preserve"> alebo </w:t>
      </w:r>
      <w:proofErr w:type="spellStart"/>
      <w:r w:rsidRPr="006D28E0">
        <w:rPr>
          <w:b/>
        </w:rPr>
        <w:t>dilatometrické</w:t>
      </w:r>
      <w:proofErr w:type="spellEnd"/>
      <w:r w:rsidRPr="006D28E0">
        <w:rPr>
          <w:b/>
        </w:rPr>
        <w:t xml:space="preserve"> skúšky</w:t>
      </w:r>
      <w:r w:rsidRPr="006D28E0">
        <w:t xml:space="preserve">, alebo budú vykonané </w:t>
      </w:r>
      <w:r w:rsidRPr="006D28E0">
        <w:rPr>
          <w:b/>
        </w:rPr>
        <w:t xml:space="preserve">vrty v kombinácii s dynamickou penetračnou sondou, popr. vrt s </w:t>
      </w:r>
      <w:proofErr w:type="spellStart"/>
      <w:r w:rsidRPr="006D28E0">
        <w:rPr>
          <w:b/>
        </w:rPr>
        <w:t>presiometrickými</w:t>
      </w:r>
      <w:proofErr w:type="spellEnd"/>
      <w:r w:rsidRPr="006D28E0">
        <w:rPr>
          <w:b/>
        </w:rPr>
        <w:t xml:space="preserve"> skúškami v kombinácii s penetračnou sondou</w:t>
      </w:r>
      <w:r w:rsidRPr="006D28E0">
        <w:t>. V pozdĺžnych, popr. priečnych profiloch a dokumentácii geologických diel vyznačiť do geologického profilu miesto vykonania skúšky in situ;</w:t>
      </w:r>
    </w:p>
    <w:p w14:paraId="24195F9E" w14:textId="77777777" w:rsidR="00796316" w:rsidRPr="006D28E0" w:rsidRDefault="00796316" w:rsidP="009A4E23">
      <w:pPr>
        <w:numPr>
          <w:ilvl w:val="0"/>
          <w:numId w:val="105"/>
        </w:numPr>
        <w:autoSpaceDE/>
        <w:autoSpaceDN/>
        <w:spacing w:before="0" w:after="0" w:line="240" w:lineRule="auto"/>
        <w:jc w:val="both"/>
        <w:rPr>
          <w:bCs/>
        </w:rPr>
      </w:pPr>
      <w:r w:rsidRPr="006D28E0">
        <w:rPr>
          <w:bCs/>
        </w:rPr>
        <w:t>geofyzikálnymi metódami spresniť geologické pomery v </w:t>
      </w:r>
      <w:proofErr w:type="spellStart"/>
      <w:r w:rsidRPr="006D28E0">
        <w:rPr>
          <w:bCs/>
        </w:rPr>
        <w:t>podzákladí</w:t>
      </w:r>
      <w:proofErr w:type="spellEnd"/>
      <w:r w:rsidRPr="006D28E0">
        <w:rPr>
          <w:bCs/>
        </w:rPr>
        <w:t xml:space="preserve"> mostov, výskyt tektonických porúch, diskontinuít a </w:t>
      </w:r>
      <w:proofErr w:type="spellStart"/>
      <w:r w:rsidRPr="006D28E0">
        <w:rPr>
          <w:bCs/>
        </w:rPr>
        <w:t>litologických</w:t>
      </w:r>
      <w:proofErr w:type="spellEnd"/>
      <w:r w:rsidRPr="006D28E0">
        <w:rPr>
          <w:bCs/>
        </w:rPr>
        <w:t xml:space="preserve"> rozhraní - </w:t>
      </w:r>
      <w:r w:rsidRPr="006D28E0">
        <w:t xml:space="preserve">overiť hranice medzi kvartérnym </w:t>
      </w:r>
      <w:proofErr w:type="spellStart"/>
      <w:r w:rsidRPr="006D28E0">
        <w:t>pokryvom</w:t>
      </w:r>
      <w:proofErr w:type="spellEnd"/>
      <w:r w:rsidRPr="006D28E0">
        <w:t xml:space="preserve"> a </w:t>
      </w:r>
      <w:proofErr w:type="spellStart"/>
      <w:r w:rsidRPr="006D28E0">
        <w:t>predkvartérnym</w:t>
      </w:r>
      <w:proofErr w:type="spellEnd"/>
      <w:r w:rsidRPr="006D28E0">
        <w:t xml:space="preserve"> podložím. Údolia prešetriť </w:t>
      </w:r>
      <w:r w:rsidRPr="006D28E0">
        <w:rPr>
          <w:rFonts w:eastAsia="Calibri"/>
        </w:rPr>
        <w:t>geofyzikálnymi meraniami aj v priečnom smere;</w:t>
      </w:r>
    </w:p>
    <w:p w14:paraId="7C75EB37" w14:textId="77777777" w:rsidR="00796316" w:rsidRPr="006D28E0" w:rsidRDefault="00796316" w:rsidP="009A4E23">
      <w:pPr>
        <w:numPr>
          <w:ilvl w:val="0"/>
          <w:numId w:val="105"/>
        </w:numPr>
        <w:autoSpaceDE/>
        <w:autoSpaceDN/>
        <w:spacing w:before="0" w:after="0" w:line="240" w:lineRule="auto"/>
        <w:jc w:val="both"/>
      </w:pPr>
      <w:r w:rsidRPr="006D28E0">
        <w:t>v prípade nedostupnosti prieskumných diel bude nutné vybudovať prístupové cesty aj úpravou terénu stavebnými mechanizmami tam, kde to umožnia geomorfologické pomery, zároveň treba počítať a </w:t>
      </w:r>
      <w:proofErr w:type="spellStart"/>
      <w:r w:rsidRPr="006D28E0">
        <w:t>naceniť</w:t>
      </w:r>
      <w:proofErr w:type="spellEnd"/>
      <w:r w:rsidRPr="006D28E0">
        <w:t xml:space="preserve"> aj prípadný výrub stromov. Požadujeme realizovať vrty v čo možno najväčšej miere priamo pod piliermi a oporami mostov.</w:t>
      </w:r>
    </w:p>
    <w:p w14:paraId="52CD8D5F" w14:textId="77777777" w:rsidR="00796316" w:rsidRPr="006D28E0" w:rsidRDefault="00796316" w:rsidP="00796316">
      <w:pPr>
        <w:jc w:val="both"/>
      </w:pPr>
    </w:p>
    <w:p w14:paraId="32B56109" w14:textId="77777777" w:rsidR="00796316" w:rsidRPr="006D28E0" w:rsidRDefault="00796316" w:rsidP="009A4E23">
      <w:pPr>
        <w:pStyle w:val="Odsekzoznamu"/>
        <w:numPr>
          <w:ilvl w:val="0"/>
          <w:numId w:val="107"/>
        </w:numPr>
        <w:autoSpaceDE/>
        <w:autoSpaceDN/>
        <w:spacing w:before="120" w:after="240" w:line="240" w:lineRule="auto"/>
        <w:jc w:val="both"/>
        <w:rPr>
          <w:iCs/>
        </w:rPr>
      </w:pPr>
      <w:r w:rsidRPr="006D28E0">
        <w:rPr>
          <w:b/>
          <w:bCs/>
          <w:iCs/>
        </w:rPr>
        <w:t xml:space="preserve">Špecifikácia hydrogeologických prác pre vypracovanie dokumentácie </w:t>
      </w:r>
    </w:p>
    <w:p w14:paraId="735862D8" w14:textId="57D091B2" w:rsidR="00796316" w:rsidRPr="006D28E0" w:rsidRDefault="00796316" w:rsidP="009A4E23">
      <w:pPr>
        <w:numPr>
          <w:ilvl w:val="0"/>
          <w:numId w:val="105"/>
        </w:numPr>
        <w:autoSpaceDE/>
        <w:autoSpaceDN/>
        <w:spacing w:before="0" w:after="0" w:line="240" w:lineRule="auto"/>
        <w:jc w:val="both"/>
      </w:pPr>
      <w:r w:rsidRPr="006D28E0">
        <w:t xml:space="preserve">pre posúdenie vplyvu </w:t>
      </w:r>
      <w:r w:rsidR="009A4E23">
        <w:t xml:space="preserve">križovatky </w:t>
      </w:r>
      <w:r w:rsidRPr="006D28E0">
        <w:t xml:space="preserve">na kvantitu a kvalitu vodných zdrojov, povrchových tokov a možnosti vsakovania prečistených odpadových vôd do podzemných vôd požadujeme vypracovať </w:t>
      </w:r>
      <w:r w:rsidRPr="006D28E0">
        <w:rPr>
          <w:b/>
        </w:rPr>
        <w:t>hydrogeologický posudok</w:t>
      </w:r>
      <w:r w:rsidRPr="006D28E0">
        <w:t xml:space="preserve"> s ohľadom na možné ohrozenie kvantity a kvality podzemných a povrchových vôd, ktorý bude obsahovať aj zhodnotenie vplyvu geologických prác, prevádzky na diaľnici a stavebnej činnosti na okolie – predovšetkým na ohrozenie jestvujúcich vodných zdrojov pitnej a podzemnej vody, ich znečistenie (v prípade potreby vrátane posúdenia možnosti zriadiť náhradný vodný zdroj), ďalej ohrozenia stability susedných objektov, drenážneho účinku stavebných objektov (hĺbených úsekov) na podzemné a povrchové vody a pod. V prípade negatívneho ovplyvnenia vypracovať návrh opatrení na zachovanie kvantity a kvality vodných zdrojov, prípadne na minimalizáciu vplyvu cesty na tieto vodné zdroje. Ďalej bude posudok obsahovať v prípade potreby aj návrh hydrogeologického monitoringu pozdĺž celej </w:t>
      </w:r>
      <w:r w:rsidR="009A4E23">
        <w:t>križovatky</w:t>
      </w:r>
      <w:r w:rsidRPr="006D28E0">
        <w:t>. Hydrogeologický posudok bude súčasťou záverečnej správy;</w:t>
      </w:r>
    </w:p>
    <w:p w14:paraId="20D4EABD" w14:textId="77777777" w:rsidR="00796316" w:rsidRPr="006D28E0" w:rsidRDefault="00796316" w:rsidP="009A4E23">
      <w:pPr>
        <w:numPr>
          <w:ilvl w:val="0"/>
          <w:numId w:val="105"/>
        </w:numPr>
        <w:autoSpaceDE/>
        <w:autoSpaceDN/>
        <w:spacing w:before="0" w:after="0" w:line="240" w:lineRule="auto"/>
        <w:jc w:val="both"/>
      </w:pPr>
      <w:r w:rsidRPr="006D28E0">
        <w:t>osobitnú pozornosť venovať stanoveniu podmienok pre technické práce, ktoré by mohli nepriaznivo ovplyvniť režim podzemných a povrchových vôd, zároveň spresniť zdroje a podmienky odberov pitnej a úžitkovej vody počas výstavby, ur</w:t>
      </w:r>
      <w:r w:rsidRPr="006D28E0">
        <w:rPr>
          <w:rFonts w:eastAsia="TimesNewRoman"/>
        </w:rPr>
        <w:t>č</w:t>
      </w:r>
      <w:r w:rsidRPr="006D28E0">
        <w:t>i</w:t>
      </w:r>
      <w:r w:rsidRPr="006D28E0">
        <w:rPr>
          <w:rFonts w:eastAsia="TimesNewRoman"/>
        </w:rPr>
        <w:t xml:space="preserve">ť </w:t>
      </w:r>
      <w:r w:rsidRPr="006D28E0">
        <w:t xml:space="preserve">vztlakovú výšku horizontov podzemnej vody; </w:t>
      </w:r>
    </w:p>
    <w:p w14:paraId="233E084A" w14:textId="77777777" w:rsidR="00796316" w:rsidRPr="006D28E0" w:rsidRDefault="00796316" w:rsidP="009A4E23">
      <w:pPr>
        <w:numPr>
          <w:ilvl w:val="0"/>
          <w:numId w:val="105"/>
        </w:numPr>
        <w:autoSpaceDE/>
        <w:autoSpaceDN/>
        <w:spacing w:before="0" w:after="0" w:line="240" w:lineRule="auto"/>
        <w:jc w:val="both"/>
      </w:pPr>
      <w:r w:rsidRPr="006D28E0">
        <w:t xml:space="preserve">preskúmať technické možnosti návrhu odvodňovacieho systému. Overiť vhodnosť geologických a hydrogeologických pomerov v podloží za účelom využitia vsakovania ako jednej z alternatív pri riešení cestnej kanalizácie. Jedná sa v prevažnej miere o drenážny účinok a spôsob vsakovania vôd z ORL a priekop; </w:t>
      </w:r>
    </w:p>
    <w:p w14:paraId="1DD0B821" w14:textId="77777777" w:rsidR="00796316" w:rsidRPr="006D28E0" w:rsidRDefault="00796316" w:rsidP="009A4E23">
      <w:pPr>
        <w:numPr>
          <w:ilvl w:val="0"/>
          <w:numId w:val="105"/>
        </w:numPr>
        <w:autoSpaceDE/>
        <w:autoSpaceDN/>
        <w:spacing w:before="0" w:after="0" w:line="240" w:lineRule="auto"/>
        <w:jc w:val="both"/>
      </w:pPr>
      <w:r w:rsidRPr="006D28E0">
        <w:t>zistiť priebeh hladín podzemných vôd a spresniť, resp. navrhnúť spôsob riešenia odvodnenia;</w:t>
      </w:r>
    </w:p>
    <w:p w14:paraId="6B349B22" w14:textId="77777777" w:rsidR="00796316" w:rsidRPr="006D28E0" w:rsidRDefault="00796316" w:rsidP="009A4E23">
      <w:pPr>
        <w:numPr>
          <w:ilvl w:val="0"/>
          <w:numId w:val="105"/>
        </w:numPr>
        <w:autoSpaceDE/>
        <w:autoSpaceDN/>
        <w:spacing w:before="0" w:after="0" w:line="240" w:lineRule="auto"/>
        <w:jc w:val="both"/>
      </w:pPr>
      <w:r w:rsidRPr="006D28E0">
        <w:lastRenderedPageBreak/>
        <w:t>v prípade potreby realizovať vrty pre hydrodynamické skúšky a následne tieto skúšky realizovať;</w:t>
      </w:r>
    </w:p>
    <w:p w14:paraId="5C305CB0" w14:textId="77777777" w:rsidR="00796316" w:rsidRPr="006D28E0" w:rsidRDefault="00796316" w:rsidP="009A4E23">
      <w:pPr>
        <w:numPr>
          <w:ilvl w:val="0"/>
          <w:numId w:val="105"/>
        </w:numPr>
        <w:autoSpaceDE/>
        <w:autoSpaceDN/>
        <w:spacing w:before="0" w:after="0" w:line="240" w:lineRule="auto"/>
        <w:jc w:val="both"/>
      </w:pPr>
      <w:r w:rsidRPr="006D28E0">
        <w:t xml:space="preserve">zostrojiť vrty pre realizáciu </w:t>
      </w:r>
      <w:proofErr w:type="spellStart"/>
      <w:r w:rsidRPr="006D28E0">
        <w:t>nalievacích</w:t>
      </w:r>
      <w:proofErr w:type="spellEnd"/>
      <w:r w:rsidRPr="006D28E0">
        <w:t xml:space="preserve"> skúšok za účelom stanovenia koeficientu </w:t>
      </w:r>
      <w:proofErr w:type="spellStart"/>
      <w:r w:rsidRPr="006D28E0">
        <w:t>vsaku</w:t>
      </w:r>
      <w:proofErr w:type="spellEnd"/>
      <w:r w:rsidRPr="006D28E0">
        <w:t xml:space="preserve">; </w:t>
      </w:r>
    </w:p>
    <w:p w14:paraId="4660B729" w14:textId="77777777" w:rsidR="00796316" w:rsidRPr="006D28E0" w:rsidRDefault="00796316" w:rsidP="009A4E23">
      <w:pPr>
        <w:numPr>
          <w:ilvl w:val="0"/>
          <w:numId w:val="105"/>
        </w:numPr>
        <w:autoSpaceDE/>
        <w:autoSpaceDN/>
        <w:spacing w:before="0" w:after="0" w:line="240" w:lineRule="auto"/>
        <w:jc w:val="both"/>
      </w:pPr>
      <w:r w:rsidRPr="006D28E0">
        <w:t>pri vysokých vodných stavoch hladiny podzemnej vody požadujeme overiť hydrodynamické parametre;</w:t>
      </w:r>
    </w:p>
    <w:p w14:paraId="075F76F7" w14:textId="77777777" w:rsidR="00796316" w:rsidRPr="006D28E0" w:rsidRDefault="00796316" w:rsidP="009A4E23">
      <w:pPr>
        <w:numPr>
          <w:ilvl w:val="0"/>
          <w:numId w:val="105"/>
        </w:numPr>
        <w:autoSpaceDE/>
        <w:autoSpaceDN/>
        <w:spacing w:before="0" w:after="0" w:line="240" w:lineRule="auto"/>
        <w:jc w:val="both"/>
      </w:pPr>
      <w:r w:rsidRPr="006D28E0">
        <w:t>technickými (vrtnými) prácami nesmie byť znížená kvalita vôd!;</w:t>
      </w:r>
    </w:p>
    <w:p w14:paraId="746397C0" w14:textId="77777777" w:rsidR="00796316" w:rsidRPr="006D28E0" w:rsidRDefault="00796316" w:rsidP="009A4E23">
      <w:pPr>
        <w:numPr>
          <w:ilvl w:val="0"/>
          <w:numId w:val="105"/>
        </w:numPr>
        <w:autoSpaceDE/>
        <w:autoSpaceDN/>
        <w:spacing w:before="0" w:after="0" w:line="240" w:lineRule="auto"/>
        <w:jc w:val="both"/>
      </w:pPr>
      <w:r w:rsidRPr="006D28E0">
        <w:t>spolupracovať so správcami vodných zdrojov (vodárenskými spoločnosťami) – vyžiadať si technické podklady z budovania záchytu zdroja (v prípade HG vrtu profil), analýzy z laboratória vôd;</w:t>
      </w:r>
    </w:p>
    <w:p w14:paraId="2BC19F88" w14:textId="77777777" w:rsidR="00796316" w:rsidRPr="006D28E0" w:rsidRDefault="00796316" w:rsidP="009A4E23">
      <w:pPr>
        <w:numPr>
          <w:ilvl w:val="0"/>
          <w:numId w:val="105"/>
        </w:numPr>
        <w:autoSpaceDE/>
        <w:autoSpaceDN/>
        <w:spacing w:before="0" w:after="0" w:line="240" w:lineRule="auto"/>
        <w:jc w:val="both"/>
      </w:pPr>
      <w:r w:rsidRPr="006D28E0">
        <w:t>stanoviť stupne agresivity podzemnej a povrchovej vody v miestach ich kontaktu s betónovými a oceľovými konštrukciami a ich zmeny v čase;</w:t>
      </w:r>
    </w:p>
    <w:p w14:paraId="3E11E4C5" w14:textId="77777777" w:rsidR="00796316" w:rsidRPr="006D28E0" w:rsidRDefault="00796316" w:rsidP="009A4E23">
      <w:pPr>
        <w:numPr>
          <w:ilvl w:val="0"/>
          <w:numId w:val="105"/>
        </w:numPr>
        <w:autoSpaceDE/>
        <w:autoSpaceDN/>
        <w:spacing w:before="0" w:after="0" w:line="240" w:lineRule="auto"/>
        <w:jc w:val="both"/>
      </w:pPr>
      <w:r w:rsidRPr="006D28E0">
        <w:t>zistiť úroveň hladiny podzemnej vody v podloží pláne vozovky a vplyv kapilárnej vzlínavosti na vodný režim vozovky, a to aj s ohľadom na hĺbku premŕzania;</w:t>
      </w:r>
    </w:p>
    <w:p w14:paraId="4F823487" w14:textId="77777777" w:rsidR="00796316" w:rsidRPr="006D28E0" w:rsidRDefault="00796316" w:rsidP="009A4E23">
      <w:pPr>
        <w:numPr>
          <w:ilvl w:val="0"/>
          <w:numId w:val="105"/>
        </w:numPr>
        <w:autoSpaceDE/>
        <w:autoSpaceDN/>
        <w:spacing w:before="0" w:after="0" w:line="240" w:lineRule="auto"/>
        <w:jc w:val="both"/>
      </w:pPr>
      <w:r w:rsidRPr="006D28E0">
        <w:t xml:space="preserve">zistiť priepustnosť </w:t>
      </w:r>
      <w:proofErr w:type="spellStart"/>
      <w:r w:rsidRPr="006D28E0">
        <w:t>zvodnených</w:t>
      </w:r>
      <w:proofErr w:type="spellEnd"/>
      <w:r w:rsidRPr="006D28E0">
        <w:t xml:space="preserve"> </w:t>
      </w:r>
      <w:proofErr w:type="spellStart"/>
      <w:r w:rsidRPr="006D28E0">
        <w:t>litologických</w:t>
      </w:r>
      <w:proofErr w:type="spellEnd"/>
      <w:r w:rsidRPr="006D28E0">
        <w:t xml:space="preserve"> komplexov, režim hladín podzemných vôd v nich a prognózu jeho zmeny po realizácii výstavby;</w:t>
      </w:r>
    </w:p>
    <w:p w14:paraId="51260C83" w14:textId="77777777" w:rsidR="00796316" w:rsidRPr="006D28E0" w:rsidRDefault="00796316" w:rsidP="009A4E23">
      <w:pPr>
        <w:numPr>
          <w:ilvl w:val="0"/>
          <w:numId w:val="105"/>
        </w:numPr>
        <w:autoSpaceDE/>
        <w:autoSpaceDN/>
        <w:spacing w:before="0" w:after="0" w:line="240" w:lineRule="auto"/>
        <w:jc w:val="both"/>
      </w:pPr>
      <w:r w:rsidRPr="006D28E0">
        <w:t>vykonať pasportizáciu studní (vrátane miestnych studní), ktoré sú do 250 m od realizovaných vrtných prác prípadne trvalého záberu rýchlostnej cesty alebo by mohli byť podľa riešiteľa geologickej úlohy aj pri väčšej vzdialenosti ako 250 m ovplyvnené;</w:t>
      </w:r>
    </w:p>
    <w:p w14:paraId="3BBAE5E4" w14:textId="77777777" w:rsidR="00796316" w:rsidRPr="006D28E0" w:rsidRDefault="00796316" w:rsidP="009A4E23">
      <w:pPr>
        <w:numPr>
          <w:ilvl w:val="0"/>
          <w:numId w:val="105"/>
        </w:numPr>
        <w:autoSpaceDE/>
        <w:autoSpaceDN/>
        <w:spacing w:before="0" w:after="0" w:line="240" w:lineRule="auto"/>
        <w:jc w:val="both"/>
      </w:pPr>
      <w:r w:rsidRPr="006D28E0">
        <w:t>okrem odberov vzoriek podzemných vôd z realizovaných vrtov, realizovať odbery vzoriek podzemných vôd vytipovaných vodných zdrojov (napr. domové studne, iné);</w:t>
      </w:r>
    </w:p>
    <w:p w14:paraId="0C122FAD" w14:textId="77777777" w:rsidR="00796316" w:rsidRPr="006D28E0" w:rsidRDefault="00796316" w:rsidP="009A4E23">
      <w:pPr>
        <w:numPr>
          <w:ilvl w:val="0"/>
          <w:numId w:val="105"/>
        </w:numPr>
        <w:autoSpaceDE/>
        <w:autoSpaceDN/>
        <w:spacing w:before="0" w:after="0" w:line="240" w:lineRule="auto"/>
        <w:jc w:val="both"/>
      </w:pPr>
      <w:r w:rsidRPr="006D28E0">
        <w:t xml:space="preserve">odbery vzoriek podzemných vôd z vodných zdrojov realizovať dvakrát počas doby trvania prieskumu, v časovom intervale minimálne jeden mesiac;  </w:t>
      </w:r>
    </w:p>
    <w:p w14:paraId="30BBBD24" w14:textId="77777777" w:rsidR="00796316" w:rsidRPr="006D28E0" w:rsidRDefault="00796316" w:rsidP="009A4E23">
      <w:pPr>
        <w:numPr>
          <w:ilvl w:val="0"/>
          <w:numId w:val="105"/>
        </w:numPr>
        <w:autoSpaceDE/>
        <w:autoSpaceDN/>
        <w:spacing w:before="0" w:after="0" w:line="240" w:lineRule="auto"/>
        <w:jc w:val="both"/>
      </w:pPr>
      <w:r w:rsidRPr="006D28E0">
        <w:t>zostrojiť mapu všetkých hydrogeologických objektov (vrty, pramene) v oblasti, ktorá zahŕňa celú hydrogeologickú štruktúru ovplyvnenú výstavbou, ktorá bude obsahovať aj predpokladané smery prúdenia podzemnej vody a kompletné hranice hydrogeologických rajónov a dotknutých vodných útvarov (podzemných aj povrchových vôd);</w:t>
      </w:r>
    </w:p>
    <w:p w14:paraId="2D53D7E2" w14:textId="77777777" w:rsidR="00796316" w:rsidRPr="006D28E0" w:rsidRDefault="00796316" w:rsidP="009A4E23">
      <w:pPr>
        <w:numPr>
          <w:ilvl w:val="0"/>
          <w:numId w:val="105"/>
        </w:numPr>
        <w:autoSpaceDE/>
        <w:autoSpaceDN/>
        <w:spacing w:before="0" w:after="0" w:line="240" w:lineRule="auto"/>
        <w:jc w:val="both"/>
      </w:pPr>
      <w:r w:rsidRPr="006D28E0">
        <w:t xml:space="preserve">meranie výdatnosti prameňov tokov, ktoré môžu byť ovplyvnené výstavbou alebo prevádzkou – merania výdatností uskutočniť v rovnaký deň ako meranie prietoku na danom toku; </w:t>
      </w:r>
    </w:p>
    <w:p w14:paraId="048DCFB9" w14:textId="77777777" w:rsidR="00796316" w:rsidRPr="006D28E0" w:rsidRDefault="00796316" w:rsidP="009A4E23">
      <w:pPr>
        <w:numPr>
          <w:ilvl w:val="0"/>
          <w:numId w:val="105"/>
        </w:numPr>
        <w:autoSpaceDE/>
        <w:autoSpaceDN/>
        <w:spacing w:before="0" w:after="0" w:line="240" w:lineRule="auto"/>
        <w:jc w:val="both"/>
      </w:pPr>
      <w:r w:rsidRPr="006D28E0">
        <w:t>pri meraniach prietoku, výdatnosti alebo meraniach hladiny podzemnej vody realizovať terénne stanovenie základných fyzikálnych parametrov vody;</w:t>
      </w:r>
    </w:p>
    <w:p w14:paraId="2EE64FCD" w14:textId="77777777" w:rsidR="00796316" w:rsidRPr="006D28E0" w:rsidRDefault="00796316" w:rsidP="009A4E23">
      <w:pPr>
        <w:numPr>
          <w:ilvl w:val="0"/>
          <w:numId w:val="105"/>
        </w:numPr>
        <w:autoSpaceDE/>
        <w:autoSpaceDN/>
        <w:spacing w:before="0" w:after="0" w:line="240" w:lineRule="auto"/>
        <w:jc w:val="both"/>
      </w:pPr>
      <w:r w:rsidRPr="006D28E0">
        <w:t>zistiť priebeh hladín podzemných vôd a navrhnúť spôsob riešenia odvodnenia;</w:t>
      </w:r>
    </w:p>
    <w:p w14:paraId="54902996" w14:textId="77777777" w:rsidR="00796316" w:rsidRPr="006D28E0" w:rsidRDefault="00796316" w:rsidP="009A4E23">
      <w:pPr>
        <w:numPr>
          <w:ilvl w:val="0"/>
          <w:numId w:val="105"/>
        </w:numPr>
        <w:autoSpaceDE/>
        <w:autoSpaceDN/>
        <w:spacing w:before="0" w:after="0" w:line="240" w:lineRule="auto"/>
        <w:jc w:val="both"/>
      </w:pPr>
      <w:r w:rsidRPr="006D28E0">
        <w:t>v účelovej inžinierskogeologickej mape zobraziť predpokladané smery prúdenia podzemnej vody;</w:t>
      </w:r>
    </w:p>
    <w:p w14:paraId="39984F96" w14:textId="77777777" w:rsidR="00796316" w:rsidRPr="006D28E0" w:rsidRDefault="00796316" w:rsidP="009A4E23">
      <w:pPr>
        <w:numPr>
          <w:ilvl w:val="0"/>
          <w:numId w:val="105"/>
        </w:numPr>
        <w:autoSpaceDE/>
        <w:autoSpaceDN/>
        <w:spacing w:before="0" w:after="0" w:line="240" w:lineRule="auto"/>
        <w:jc w:val="both"/>
      </w:pPr>
      <w:r w:rsidRPr="006D28E0">
        <w:t>na základe dostupných zdrojov (vodné plány Slovenska, ročenky SHMÚ, ...) popísať a uviesť zhodnotenie resp. aktuálny kvantitatívny a chemický/ekologický stav/potenciál dotknutých aj susediacich útvarov podzemných a povrchových vôd;</w:t>
      </w:r>
    </w:p>
    <w:p w14:paraId="2331FD25" w14:textId="05FF2D6A" w:rsidR="00796316" w:rsidRPr="006D28E0" w:rsidRDefault="00796316" w:rsidP="009A4E23">
      <w:pPr>
        <w:numPr>
          <w:ilvl w:val="0"/>
          <w:numId w:val="105"/>
        </w:numPr>
        <w:autoSpaceDE/>
        <w:autoSpaceDN/>
        <w:spacing w:before="0" w:after="0" w:line="240" w:lineRule="auto"/>
        <w:jc w:val="both"/>
      </w:pPr>
      <w:r w:rsidRPr="006D28E0">
        <w:t>počas trvania prieskumných prác na tokoch, do ktorých sa predpokladá alebo uvažuje vypúšťanie odpadových (prečistených) vôd vykonávať meranie prietoku;</w:t>
      </w:r>
    </w:p>
    <w:p w14:paraId="7388CE7B" w14:textId="1E92E19A" w:rsidR="00796316" w:rsidRPr="006D28E0" w:rsidRDefault="00796316" w:rsidP="009A4E23">
      <w:pPr>
        <w:numPr>
          <w:ilvl w:val="0"/>
          <w:numId w:val="105"/>
        </w:numPr>
        <w:autoSpaceDE/>
        <w:autoSpaceDN/>
        <w:spacing w:before="0" w:after="0" w:line="240" w:lineRule="auto"/>
        <w:jc w:val="both"/>
      </w:pPr>
      <w:r w:rsidRPr="006D28E0">
        <w:t xml:space="preserve">pre zhodnotenie výsledkov prieskumu použiť dostupné údaje SHMÚ a to denné úhrny zrážok (z jednej </w:t>
      </w:r>
      <w:proofErr w:type="spellStart"/>
      <w:r w:rsidRPr="006D28E0">
        <w:t>zrážkomernej</w:t>
      </w:r>
      <w:proofErr w:type="spellEnd"/>
      <w:r w:rsidRPr="006D28E0">
        <w:t xml:space="preserve"> stanice, priemerné denné teploty   a operatívne prietoky z jednej vodomernej stanice za jeden kalendárny rok, ktorý bude zahŕňať celú dobu realizácie prieskumu;</w:t>
      </w:r>
    </w:p>
    <w:p w14:paraId="62662CAF" w14:textId="77777777" w:rsidR="00796316" w:rsidRPr="006D28E0" w:rsidRDefault="00796316" w:rsidP="009A4E23">
      <w:pPr>
        <w:numPr>
          <w:ilvl w:val="0"/>
          <w:numId w:val="105"/>
        </w:numPr>
        <w:autoSpaceDE/>
        <w:autoSpaceDN/>
        <w:spacing w:before="0" w:after="0" w:line="240" w:lineRule="auto"/>
        <w:jc w:val="both"/>
      </w:pPr>
      <w:r w:rsidRPr="006D28E0">
        <w:t>údaje o kvalite podzemných a povrchových vôd z  dostupných najaktuálnejších zdrojov ako ročenky SHMÚ, prípadne VPS a iné porovnať s dosiahnutými výsledkami/nameranými hodnotami v rámci prieskumu;</w:t>
      </w:r>
    </w:p>
    <w:p w14:paraId="04CD13EA" w14:textId="77777777" w:rsidR="00796316" w:rsidRPr="006D28E0" w:rsidRDefault="00796316" w:rsidP="009A4E23">
      <w:pPr>
        <w:numPr>
          <w:ilvl w:val="0"/>
          <w:numId w:val="105"/>
        </w:numPr>
        <w:autoSpaceDE/>
        <w:autoSpaceDN/>
        <w:spacing w:before="0" w:after="0" w:line="240" w:lineRule="auto"/>
        <w:jc w:val="both"/>
      </w:pPr>
      <w:r w:rsidRPr="006D28E0">
        <w:t>údaje o kvantite podzemných vôd (hladiny vrtov/sond, výdatnosti prameňov) z dostupných najaktuálnejších zdrojov ako ročenky SHMÚ, prípadne VPS a iné porovnať s dosiahnutými výsledkami/nameranými hodnotami v rámci prieskumu;</w:t>
      </w:r>
    </w:p>
    <w:p w14:paraId="4A819F6B" w14:textId="77777777" w:rsidR="00796316" w:rsidRPr="006D28E0" w:rsidRDefault="00796316" w:rsidP="009A4E23">
      <w:pPr>
        <w:numPr>
          <w:ilvl w:val="0"/>
          <w:numId w:val="105"/>
        </w:numPr>
        <w:autoSpaceDE/>
        <w:autoSpaceDN/>
        <w:spacing w:before="0" w:after="0" w:line="240" w:lineRule="auto"/>
        <w:jc w:val="both"/>
      </w:pPr>
      <w:r w:rsidRPr="006D28E0">
        <w:t>podzemná voda – v rámci položky „základný rozsah“ je potrebné stanoviť nasledovné parametre: pH, KNK</w:t>
      </w:r>
      <w:r w:rsidRPr="006D28E0">
        <w:rPr>
          <w:vertAlign w:val="subscript"/>
        </w:rPr>
        <w:t>4,5</w:t>
      </w:r>
      <w:r w:rsidRPr="006D28E0">
        <w:t>, KNK</w:t>
      </w:r>
      <w:r w:rsidRPr="006D28E0">
        <w:rPr>
          <w:vertAlign w:val="subscript"/>
        </w:rPr>
        <w:t>8,3</w:t>
      </w:r>
      <w:r w:rsidRPr="006D28E0">
        <w:t>, ZNK</w:t>
      </w:r>
      <w:r w:rsidRPr="006D28E0">
        <w:rPr>
          <w:vertAlign w:val="subscript"/>
        </w:rPr>
        <w:t>8,3</w:t>
      </w:r>
      <w:r w:rsidRPr="006D28E0">
        <w:t xml:space="preserve">, </w:t>
      </w:r>
      <w:proofErr w:type="spellStart"/>
      <w:r w:rsidRPr="006D28E0">
        <w:t>hydrogénuhličitany</w:t>
      </w:r>
      <w:proofErr w:type="spellEnd"/>
      <w:r w:rsidRPr="006D28E0">
        <w:t>, uhličitany, hydroxidy, voľný CO</w:t>
      </w:r>
      <w:r w:rsidRPr="006D28E0">
        <w:rPr>
          <w:vertAlign w:val="subscript"/>
        </w:rPr>
        <w:t>2</w:t>
      </w:r>
      <w:r w:rsidRPr="006D28E0">
        <w:t>, agresívny CO</w:t>
      </w:r>
      <w:r w:rsidRPr="006D28E0">
        <w:rPr>
          <w:vertAlign w:val="subscript"/>
        </w:rPr>
        <w:t>2</w:t>
      </w:r>
      <w:r w:rsidRPr="006D28E0">
        <w:t xml:space="preserve"> – </w:t>
      </w:r>
      <w:proofErr w:type="spellStart"/>
      <w:r w:rsidRPr="006D28E0">
        <w:t>Heyer</w:t>
      </w:r>
      <w:proofErr w:type="spellEnd"/>
      <w:r w:rsidRPr="006D28E0">
        <w:t>, agresívny CO</w:t>
      </w:r>
      <w:r w:rsidRPr="006D28E0">
        <w:rPr>
          <w:vertAlign w:val="subscript"/>
        </w:rPr>
        <w:t>2</w:t>
      </w:r>
      <w:r w:rsidRPr="006D28E0">
        <w:t xml:space="preserve"> – železo, agresívny CO</w:t>
      </w:r>
      <w:r w:rsidRPr="006D28E0">
        <w:rPr>
          <w:vertAlign w:val="subscript"/>
        </w:rPr>
        <w:t>2</w:t>
      </w:r>
      <w:r w:rsidRPr="006D28E0">
        <w:t xml:space="preserve"> – vápno, </w:t>
      </w:r>
      <w:proofErr w:type="spellStart"/>
      <w:r w:rsidRPr="006D28E0">
        <w:t>Langelierov</w:t>
      </w:r>
      <w:proofErr w:type="spellEnd"/>
      <w:r w:rsidRPr="006D28E0">
        <w:t xml:space="preserve"> index, elektrolytická vodivosť, </w:t>
      </w:r>
      <w:proofErr w:type="spellStart"/>
      <w:r w:rsidRPr="006D28E0">
        <w:t>mineralizácia</w:t>
      </w:r>
      <w:proofErr w:type="spellEnd"/>
      <w:r w:rsidRPr="006D28E0">
        <w:t xml:space="preserve">, </w:t>
      </w:r>
      <w:proofErr w:type="spellStart"/>
      <w:r w:rsidRPr="006D28E0">
        <w:t>ChSK</w:t>
      </w:r>
      <w:r w:rsidRPr="006D28E0">
        <w:rPr>
          <w:vertAlign w:val="subscript"/>
        </w:rPr>
        <w:t>Mn</w:t>
      </w:r>
      <w:proofErr w:type="spellEnd"/>
      <w:r w:rsidRPr="006D28E0">
        <w:t xml:space="preserve">, vápnik, horčík, celková tvrdosť, dusičnany, chloridy, sírany, amónne ióny, </w:t>
      </w:r>
      <w:proofErr w:type="spellStart"/>
      <w:r w:rsidRPr="006D28E0">
        <w:t>dusitany</w:t>
      </w:r>
      <w:proofErr w:type="spellEnd"/>
      <w:r w:rsidRPr="006D28E0">
        <w:t>, fosforečnany, kyselina kremičitá, draslík, mangán, sodík, železo rozpustené, teplota vody;</w:t>
      </w:r>
    </w:p>
    <w:p w14:paraId="69CDBA8A" w14:textId="77777777" w:rsidR="00796316" w:rsidRPr="006D28E0" w:rsidRDefault="00796316" w:rsidP="009A4E23">
      <w:pPr>
        <w:numPr>
          <w:ilvl w:val="0"/>
          <w:numId w:val="105"/>
        </w:numPr>
        <w:autoSpaceDE/>
        <w:autoSpaceDN/>
        <w:spacing w:before="0" w:after="0" w:line="240" w:lineRule="auto"/>
        <w:jc w:val="both"/>
      </w:pPr>
      <w:r w:rsidRPr="006D28E0">
        <w:t>studne (vrátane miestnych studní) využívané na pitné účely, ktoré sú v blízkosti od realizovaných vrtných prác a pre tie, ktoré by mohli byť ovplyvnené výstavbou urobiť minimálne minimálny rozsah pre pitnú vodu v zmysle  Vyhlášky MZ SR 91/2023 Z. z..</w:t>
      </w:r>
    </w:p>
    <w:p w14:paraId="4288C086" w14:textId="69577556" w:rsidR="00796316" w:rsidRPr="006D28E0" w:rsidRDefault="00796316" w:rsidP="00EC5778">
      <w:pPr>
        <w:numPr>
          <w:ilvl w:val="0"/>
          <w:numId w:val="105"/>
        </w:numPr>
        <w:autoSpaceDE/>
        <w:autoSpaceDN/>
        <w:spacing w:before="0" w:after="0" w:line="240" w:lineRule="auto"/>
        <w:jc w:val="both"/>
      </w:pPr>
      <w:r w:rsidRPr="006D28E0">
        <w:t xml:space="preserve">zhodnotiť HG pomery a zostrojiť HG mapu, </w:t>
      </w:r>
    </w:p>
    <w:p w14:paraId="134EB2DE" w14:textId="77777777" w:rsidR="00796316" w:rsidRPr="006D28E0" w:rsidRDefault="00796316" w:rsidP="00796316">
      <w:pPr>
        <w:spacing w:before="240" w:after="240"/>
        <w:rPr>
          <w:b/>
          <w:bCs/>
          <w:iCs/>
        </w:rPr>
      </w:pPr>
      <w:r w:rsidRPr="006D28E0">
        <w:rPr>
          <w:b/>
          <w:bCs/>
          <w:iCs/>
        </w:rPr>
        <w:t>Naše špecifické požiadavky</w:t>
      </w:r>
    </w:p>
    <w:p w14:paraId="4D30AE7D" w14:textId="03E592D0" w:rsidR="00796316" w:rsidRPr="006D28E0" w:rsidRDefault="008F2641" w:rsidP="009A4E23">
      <w:pPr>
        <w:numPr>
          <w:ilvl w:val="0"/>
          <w:numId w:val="105"/>
        </w:numPr>
        <w:adjustRightInd w:val="0"/>
        <w:spacing w:before="0" w:after="0" w:line="240" w:lineRule="auto"/>
        <w:jc w:val="both"/>
      </w:pPr>
      <w:proofErr w:type="spellStart"/>
      <w:r>
        <w:t>p</w:t>
      </w:r>
      <w:r w:rsidRPr="006D28E0">
        <w:t>IGHP</w:t>
      </w:r>
      <w:proofErr w:type="spellEnd"/>
      <w:r w:rsidRPr="006D28E0">
        <w:t xml:space="preserve"> </w:t>
      </w:r>
      <w:r w:rsidR="00796316" w:rsidRPr="006D28E0">
        <w:t>musí byť vypracovaný v súlade so súťažnými podkladmi objednávateľa a pri vypracovaní musia byť dodržané podmienky zákona č. 569/2007 Z.</w:t>
      </w:r>
      <w:r w:rsidR="00BD0852">
        <w:t xml:space="preserve"> </w:t>
      </w:r>
      <w:r w:rsidR="00796316" w:rsidRPr="006D28E0">
        <w:t xml:space="preserve">z. o geologických prácach (geologický zákon) v znení neskorších predpisov, vyhlášky MŽP SR č. 51/2008, ktorou sa vykonáva geologický </w:t>
      </w:r>
      <w:r w:rsidR="00796316" w:rsidRPr="006D28E0">
        <w:lastRenderedPageBreak/>
        <w:t>zákon, technických podmienok TP 028 (podľa pôvodného označenia TP 7/2008) platných od 01.11.2008 a záverečného stanoviska vydaného MŽP SR k predmetnej stavbe;</w:t>
      </w:r>
    </w:p>
    <w:p w14:paraId="175917AF" w14:textId="77777777" w:rsidR="00796316" w:rsidRPr="006D28E0" w:rsidRDefault="00796316" w:rsidP="009A4E23">
      <w:pPr>
        <w:numPr>
          <w:ilvl w:val="0"/>
          <w:numId w:val="105"/>
        </w:numPr>
        <w:autoSpaceDE/>
        <w:autoSpaceDN/>
        <w:spacing w:before="0" w:after="0" w:line="240" w:lineRule="auto"/>
        <w:jc w:val="both"/>
      </w:pPr>
      <w:r w:rsidRPr="006D28E0">
        <w:rPr>
          <w:bCs/>
        </w:rPr>
        <w:t xml:space="preserve">laboratórne skúšky zemín, hornín a vôd musia byť vykonané v akreditovaných laboratóriách a porovnávané vlastnosti (parametre, ukazovatele, </w:t>
      </w:r>
      <w:proofErr w:type="spellStart"/>
      <w:r w:rsidRPr="006D28E0">
        <w:rPr>
          <w:bCs/>
        </w:rPr>
        <w:t>analyty</w:t>
      </w:r>
      <w:proofErr w:type="spellEnd"/>
      <w:r w:rsidRPr="006D28E0">
        <w:rPr>
          <w:bCs/>
        </w:rPr>
        <w:t>) musia spadať do rozsahu akreditácie;</w:t>
      </w:r>
    </w:p>
    <w:p w14:paraId="4FEE5AB5" w14:textId="77777777" w:rsidR="00796316" w:rsidRPr="006D28E0" w:rsidRDefault="00796316" w:rsidP="009A4E23">
      <w:pPr>
        <w:numPr>
          <w:ilvl w:val="0"/>
          <w:numId w:val="105"/>
        </w:numPr>
        <w:autoSpaceDE/>
        <w:autoSpaceDN/>
        <w:spacing w:before="0" w:after="0" w:line="240" w:lineRule="auto"/>
        <w:jc w:val="both"/>
      </w:pPr>
      <w:r w:rsidRPr="006D28E0">
        <w:t>pred začatím terénnych prác predložiť obstarávateľovi Projekt geologickej úlohy podpísaný objednávateľom na spripomienkovanie;</w:t>
      </w:r>
    </w:p>
    <w:p w14:paraId="061AC333" w14:textId="01A00EA4" w:rsidR="00796316" w:rsidRPr="006D28E0" w:rsidRDefault="00796316" w:rsidP="009A4E23">
      <w:pPr>
        <w:numPr>
          <w:ilvl w:val="0"/>
          <w:numId w:val="105"/>
        </w:numPr>
        <w:autoSpaceDE/>
        <w:autoSpaceDN/>
        <w:spacing w:before="0" w:after="0" w:line="240" w:lineRule="auto"/>
        <w:jc w:val="both"/>
      </w:pPr>
      <w:r w:rsidRPr="006D28E0">
        <w:t>začatie terénnych IGHG prác až po odsúhlasení definitívneho smerového a výškového vedenia a Projektu geologickej úlohy;</w:t>
      </w:r>
    </w:p>
    <w:p w14:paraId="4BBF2F27" w14:textId="77777777" w:rsidR="00796316" w:rsidRPr="006D28E0" w:rsidRDefault="00796316" w:rsidP="009A4E23">
      <w:pPr>
        <w:numPr>
          <w:ilvl w:val="0"/>
          <w:numId w:val="105"/>
        </w:numPr>
        <w:autoSpaceDE/>
        <w:autoSpaceDN/>
        <w:spacing w:before="0" w:after="0" w:line="240" w:lineRule="auto"/>
        <w:jc w:val="both"/>
      </w:pPr>
      <w:r w:rsidRPr="006D28E0">
        <w:t>začatie terénnych prác oznámiť obstarávateľovi písomne minimálne dva dni pred ich zahájením;</w:t>
      </w:r>
    </w:p>
    <w:p w14:paraId="0080CAC8" w14:textId="77777777" w:rsidR="00796316" w:rsidRPr="006D28E0" w:rsidRDefault="00796316" w:rsidP="009A4E23">
      <w:pPr>
        <w:numPr>
          <w:ilvl w:val="0"/>
          <w:numId w:val="105"/>
        </w:numPr>
        <w:autoSpaceDE/>
        <w:autoSpaceDN/>
        <w:spacing w:before="0" w:after="0" w:line="240" w:lineRule="auto"/>
        <w:jc w:val="both"/>
      </w:pPr>
      <w:r w:rsidRPr="006D28E0">
        <w:t>každú zmenu oproti Projektu geologickej úlohy musí objednávateľ odsúhlasiť s obstarávateľom;</w:t>
      </w:r>
    </w:p>
    <w:p w14:paraId="67F00570" w14:textId="77777777" w:rsidR="00796316" w:rsidRPr="006D28E0" w:rsidRDefault="00796316" w:rsidP="009A4E23">
      <w:pPr>
        <w:numPr>
          <w:ilvl w:val="0"/>
          <w:numId w:val="105"/>
        </w:numPr>
        <w:autoSpaceDE/>
        <w:autoSpaceDN/>
        <w:spacing w:before="0" w:after="0" w:line="240" w:lineRule="auto"/>
        <w:jc w:val="both"/>
      </w:pPr>
      <w:r w:rsidRPr="006D28E0">
        <w:t>pri realizácii prieskumných prác si vyhradzujeme právo na kontrolu prác, a to aj formou kontrolných dní, ktoré zvoláva projektant minimálne jedenkrát v priebehu dvoch týždňov, ak nebolo dohodnuté inak;</w:t>
      </w:r>
    </w:p>
    <w:p w14:paraId="7E0D8F06" w14:textId="77777777" w:rsidR="00796316" w:rsidRPr="006D28E0" w:rsidRDefault="00796316" w:rsidP="009A4E23">
      <w:pPr>
        <w:numPr>
          <w:ilvl w:val="0"/>
          <w:numId w:val="105"/>
        </w:numPr>
        <w:autoSpaceDE/>
        <w:autoSpaceDN/>
        <w:spacing w:before="0" w:after="0" w:line="240" w:lineRule="auto"/>
        <w:jc w:val="both"/>
      </w:pPr>
      <w:r w:rsidRPr="006D28E0">
        <w:t>ceny za rozbory povrchových a podzemných vôd sú vrátane vzorkovania/odberov;</w:t>
      </w:r>
    </w:p>
    <w:p w14:paraId="6934CFB7" w14:textId="77777777" w:rsidR="00796316" w:rsidRPr="006D28E0" w:rsidRDefault="00796316" w:rsidP="009A4E23">
      <w:pPr>
        <w:numPr>
          <w:ilvl w:val="0"/>
          <w:numId w:val="105"/>
        </w:numPr>
        <w:autoSpaceDE/>
        <w:autoSpaceDN/>
        <w:spacing w:before="0" w:after="0" w:line="240" w:lineRule="auto"/>
        <w:jc w:val="both"/>
      </w:pPr>
      <w:r w:rsidRPr="006D28E0">
        <w:t>sprístupňovať informácie z vykonaného prieskumu tretej strane len po súhlase NDS;</w:t>
      </w:r>
    </w:p>
    <w:p w14:paraId="2A11871C" w14:textId="77777777" w:rsidR="00796316" w:rsidRPr="006D28E0" w:rsidRDefault="00796316" w:rsidP="009A4E23">
      <w:pPr>
        <w:numPr>
          <w:ilvl w:val="0"/>
          <w:numId w:val="105"/>
        </w:numPr>
        <w:autoSpaceDE/>
        <w:autoSpaceDN/>
        <w:spacing w:before="0" w:after="0" w:line="240" w:lineRule="auto"/>
        <w:jc w:val="both"/>
      </w:pPr>
      <w:r w:rsidRPr="006D28E0">
        <w:t>hlavnému inžinierovi projektu priebežne poskytovať výsledky prvotnej geologickej dokumentácie;</w:t>
      </w:r>
    </w:p>
    <w:p w14:paraId="7D78F8A9" w14:textId="77777777" w:rsidR="00796316" w:rsidRPr="006D28E0" w:rsidRDefault="00796316" w:rsidP="009A4E23">
      <w:pPr>
        <w:numPr>
          <w:ilvl w:val="0"/>
          <w:numId w:val="105"/>
        </w:numPr>
        <w:autoSpaceDE/>
        <w:autoSpaceDN/>
        <w:spacing w:before="0" w:after="0" w:line="240" w:lineRule="auto"/>
        <w:jc w:val="both"/>
      </w:pPr>
      <w:r w:rsidRPr="006D28E0">
        <w:t xml:space="preserve">zabezpečiť si vstupy na pozemky </w:t>
      </w:r>
      <w:r w:rsidRPr="006D28E0">
        <w:rPr>
          <w:b/>
        </w:rPr>
        <w:t>s písomným súhlasom</w:t>
      </w:r>
      <w:r w:rsidRPr="006D28E0">
        <w:t xml:space="preserve"> majiteľa pozemku, náhradu vzniknutej majetkovej ujmy a vytýčenie inžinierskych sieti, popr. pyrotechnický prieskum;</w:t>
      </w:r>
    </w:p>
    <w:p w14:paraId="24E87424" w14:textId="77777777" w:rsidR="00796316" w:rsidRPr="006D28E0" w:rsidRDefault="00796316" w:rsidP="009A4E23">
      <w:pPr>
        <w:numPr>
          <w:ilvl w:val="0"/>
          <w:numId w:val="105"/>
        </w:numPr>
        <w:autoSpaceDE/>
        <w:autoSpaceDN/>
        <w:spacing w:before="0" w:after="0" w:line="240" w:lineRule="auto"/>
        <w:jc w:val="both"/>
      </w:pPr>
      <w:r w:rsidRPr="006D28E0">
        <w:t>v jednotkových cenách sú zahrnuté všetky súvisiace náklady na riadne poskytnutie služieb;</w:t>
      </w:r>
    </w:p>
    <w:p w14:paraId="04BC4F97" w14:textId="77777777" w:rsidR="00796316" w:rsidRPr="006D28E0" w:rsidRDefault="00796316" w:rsidP="009A4E23">
      <w:pPr>
        <w:numPr>
          <w:ilvl w:val="0"/>
          <w:numId w:val="105"/>
        </w:numPr>
        <w:autoSpaceDE/>
        <w:autoSpaceDN/>
        <w:spacing w:before="0" w:after="0" w:line="240" w:lineRule="auto"/>
        <w:jc w:val="both"/>
      </w:pPr>
      <w:r w:rsidRPr="006D28E0">
        <w:t>dokladovať písomný súhlas majiteľa pozemku k trvalo zabudovaným prieskumným/ monitorovacím dielam;</w:t>
      </w:r>
    </w:p>
    <w:p w14:paraId="47460469" w14:textId="745E5E06" w:rsidR="00796316" w:rsidRPr="006D28E0" w:rsidRDefault="00796316" w:rsidP="009A4E23">
      <w:pPr>
        <w:numPr>
          <w:ilvl w:val="0"/>
          <w:numId w:val="105"/>
        </w:numPr>
        <w:autoSpaceDE/>
        <w:autoSpaceDN/>
        <w:spacing w:before="0" w:after="0" w:line="240" w:lineRule="auto"/>
        <w:jc w:val="both"/>
      </w:pPr>
      <w:r w:rsidRPr="006D28E0">
        <w:t xml:space="preserve">v rámci záverečného spracovania </w:t>
      </w:r>
      <w:r w:rsidRPr="006D28E0">
        <w:rPr>
          <w:b/>
        </w:rPr>
        <w:t xml:space="preserve">aktualizovať situáciu prieskumných diel pre celú </w:t>
      </w:r>
      <w:r w:rsidR="008F2641">
        <w:rPr>
          <w:b/>
        </w:rPr>
        <w:t>križovatku</w:t>
      </w:r>
      <w:r w:rsidRPr="006D28E0">
        <w:t>, vykreslené budú všetky archívne aj novovybudované diela;</w:t>
      </w:r>
    </w:p>
    <w:p w14:paraId="6423FE98" w14:textId="2A72FCD1" w:rsidR="00796316" w:rsidRPr="006D28E0" w:rsidRDefault="00796316" w:rsidP="009A4E23">
      <w:pPr>
        <w:numPr>
          <w:ilvl w:val="0"/>
          <w:numId w:val="105"/>
        </w:numPr>
        <w:autoSpaceDE/>
        <w:autoSpaceDN/>
        <w:spacing w:before="0" w:after="0" w:line="240" w:lineRule="auto"/>
        <w:jc w:val="both"/>
      </w:pPr>
      <w:r w:rsidRPr="006D28E0">
        <w:t>záverečná správa z </w:t>
      </w:r>
      <w:proofErr w:type="spellStart"/>
      <w:r w:rsidR="008F2641">
        <w:t>p</w:t>
      </w:r>
      <w:r w:rsidRPr="006D28E0">
        <w:t>IGHP</w:t>
      </w:r>
      <w:proofErr w:type="spellEnd"/>
      <w:r w:rsidRPr="006D28E0">
        <w:t xml:space="preserve"> prieskumu musí byť v súlade s navrhovaným technickým riešením v rámci DSP</w:t>
      </w:r>
      <w:r w:rsidR="00E56CEE">
        <w:t xml:space="preserve"> v podrobnosti DRS</w:t>
      </w:r>
      <w:r w:rsidRPr="006D28E0">
        <w:t>;</w:t>
      </w:r>
    </w:p>
    <w:p w14:paraId="53EAEDE0" w14:textId="2C5BF5FB" w:rsidR="00796316" w:rsidRPr="006D28E0" w:rsidRDefault="00796316" w:rsidP="009A4E23">
      <w:pPr>
        <w:numPr>
          <w:ilvl w:val="0"/>
          <w:numId w:val="105"/>
        </w:numPr>
        <w:autoSpaceDE/>
        <w:autoSpaceDN/>
        <w:spacing w:before="0" w:after="0" w:line="240" w:lineRule="auto"/>
        <w:jc w:val="both"/>
      </w:pPr>
      <w:r w:rsidRPr="006D28E0">
        <w:t>záverečnú správu z </w:t>
      </w:r>
      <w:r w:rsidR="008F2641">
        <w:t>podrobného</w:t>
      </w:r>
      <w:r w:rsidR="008F2641" w:rsidRPr="006D28E0">
        <w:t xml:space="preserve"> </w:t>
      </w:r>
      <w:r w:rsidRPr="006D28E0">
        <w:t xml:space="preserve">inžinierskogeologického a hydrogeologického prieskumu (grafické a textové prílohy) dodať v elektronickej forme na USB </w:t>
      </w:r>
      <w:r w:rsidR="00045630">
        <w:t>kľúči</w:t>
      </w:r>
      <w:r w:rsidRPr="006D28E0">
        <w:t xml:space="preserve">– podľa podmienok uvedených v  súťažných podkladov a požadujeme ju dodať vo formáte </w:t>
      </w:r>
      <w:proofErr w:type="spellStart"/>
      <w:r w:rsidRPr="006D28E0">
        <w:t>pdf</w:t>
      </w:r>
      <w:proofErr w:type="spellEnd"/>
      <w:r w:rsidRPr="006D28E0">
        <w:t xml:space="preserve"> aj v živej forme (formáty: </w:t>
      </w:r>
      <w:proofErr w:type="spellStart"/>
      <w:r w:rsidRPr="006D28E0">
        <w:t>doc</w:t>
      </w:r>
      <w:proofErr w:type="spellEnd"/>
      <w:r w:rsidRPr="006D28E0">
        <w:t xml:space="preserve">, </w:t>
      </w:r>
      <w:proofErr w:type="spellStart"/>
      <w:r w:rsidRPr="006D28E0">
        <w:t>docx</w:t>
      </w:r>
      <w:proofErr w:type="spellEnd"/>
      <w:r w:rsidRPr="006D28E0">
        <w:t xml:space="preserve">, </w:t>
      </w:r>
      <w:proofErr w:type="spellStart"/>
      <w:r w:rsidRPr="006D28E0">
        <w:t>xls</w:t>
      </w:r>
      <w:proofErr w:type="spellEnd"/>
      <w:r w:rsidRPr="006D28E0">
        <w:t xml:space="preserve">, </w:t>
      </w:r>
      <w:proofErr w:type="spellStart"/>
      <w:r w:rsidRPr="006D28E0">
        <w:t>xlsx</w:t>
      </w:r>
      <w:proofErr w:type="spellEnd"/>
      <w:r w:rsidRPr="006D28E0">
        <w:t xml:space="preserve">, </w:t>
      </w:r>
      <w:proofErr w:type="spellStart"/>
      <w:r w:rsidRPr="006D28E0">
        <w:t>dgn</w:t>
      </w:r>
      <w:proofErr w:type="spellEnd"/>
      <w:r w:rsidRPr="006D28E0">
        <w:t xml:space="preserve">, </w:t>
      </w:r>
      <w:proofErr w:type="spellStart"/>
      <w:r w:rsidRPr="006D28E0">
        <w:t>dxf</w:t>
      </w:r>
      <w:proofErr w:type="spellEnd"/>
      <w:r w:rsidRPr="006D28E0">
        <w:t xml:space="preserve"> a pod.) nezabezpečenú proti kopírovaniu a tlačeniu.</w:t>
      </w:r>
    </w:p>
    <w:p w14:paraId="76B49059" w14:textId="77777777" w:rsidR="00796316" w:rsidRPr="006D28E0" w:rsidRDefault="00796316" w:rsidP="00796316">
      <w:pPr>
        <w:jc w:val="both"/>
      </w:pPr>
    </w:p>
    <w:p w14:paraId="0812AEB5" w14:textId="77777777" w:rsidR="00796316" w:rsidRPr="006D28E0" w:rsidRDefault="00796316" w:rsidP="00796316">
      <w:pPr>
        <w:spacing w:before="240" w:after="240"/>
        <w:rPr>
          <w:b/>
          <w:bCs/>
          <w:iCs/>
        </w:rPr>
      </w:pPr>
      <w:r w:rsidRPr="006D28E0">
        <w:rPr>
          <w:b/>
          <w:bCs/>
          <w:iCs/>
        </w:rPr>
        <w:t xml:space="preserve">Geologická </w:t>
      </w:r>
      <w:proofErr w:type="spellStart"/>
      <w:r w:rsidRPr="006D28E0">
        <w:rPr>
          <w:b/>
          <w:bCs/>
          <w:iCs/>
        </w:rPr>
        <w:t>preskúmanosť</w:t>
      </w:r>
      <w:proofErr w:type="spellEnd"/>
      <w:r w:rsidRPr="006D28E0">
        <w:rPr>
          <w:b/>
          <w:bCs/>
          <w:iCs/>
        </w:rPr>
        <w:t xml:space="preserve"> územia</w:t>
      </w:r>
    </w:p>
    <w:p w14:paraId="4FC4F958" w14:textId="77777777" w:rsidR="00796316" w:rsidRPr="006D28E0" w:rsidRDefault="00796316" w:rsidP="00796316">
      <w:pPr>
        <w:spacing w:before="120"/>
        <w:jc w:val="both"/>
      </w:pPr>
      <w:r w:rsidRPr="006D28E0">
        <w:t>V minulosti boli v širšej oblasti záujmového územia uskutočnené výskumné a prieskumné geologické úlohy, z ktorých najviac informácií o geologickej stavbe širšieho územia poskytli nasledovné geologické práce:</w:t>
      </w:r>
    </w:p>
    <w:p w14:paraId="529E8986" w14:textId="77777777" w:rsidR="00796316" w:rsidRPr="006D28E0" w:rsidRDefault="00796316" w:rsidP="00796316">
      <w:pPr>
        <w:spacing w:before="120"/>
        <w:jc w:val="both"/>
      </w:pPr>
    </w:p>
    <w:p w14:paraId="2B5D05D6" w14:textId="695BAF7F" w:rsidR="008F2641" w:rsidRPr="00E25870" w:rsidRDefault="00EC5778" w:rsidP="008F2641">
      <w:pPr>
        <w:pStyle w:val="Odsekzoznamu"/>
        <w:numPr>
          <w:ilvl w:val="0"/>
          <w:numId w:val="105"/>
        </w:numPr>
        <w:tabs>
          <w:tab w:val="left" w:pos="2977"/>
          <w:tab w:val="left" w:pos="3544"/>
        </w:tabs>
      </w:pPr>
      <w:r w:rsidRPr="00E25870">
        <w:t>R2 Ruskovce - Pravotice</w:t>
      </w:r>
      <w:r w:rsidR="008F2641" w:rsidRPr="00E25870">
        <w:t xml:space="preserve">, Orientačný inžinierskogeologický a hydrogeologický prieskum, </w:t>
      </w:r>
      <w:r w:rsidRPr="00E25870">
        <w:t>TERRATEST Bratislava</w:t>
      </w:r>
      <w:r w:rsidR="008F2641" w:rsidRPr="00E25870">
        <w:t xml:space="preserve">, </w:t>
      </w:r>
      <w:r w:rsidRPr="00E25870">
        <w:t>2007</w:t>
      </w:r>
      <w:r w:rsidR="008F2641" w:rsidRPr="00E25870">
        <w:t xml:space="preserve">, </w:t>
      </w:r>
    </w:p>
    <w:p w14:paraId="339ADE05" w14:textId="55DDB2C5" w:rsidR="008F2641" w:rsidRPr="00E25870" w:rsidRDefault="00EC5778" w:rsidP="008F2641">
      <w:pPr>
        <w:numPr>
          <w:ilvl w:val="0"/>
          <w:numId w:val="105"/>
        </w:numPr>
        <w:adjustRightInd w:val="0"/>
        <w:spacing w:before="0" w:after="0" w:line="276" w:lineRule="auto"/>
        <w:jc w:val="both"/>
      </w:pPr>
      <w:r w:rsidRPr="00E25870">
        <w:t>R2 Ruskovce – Pravotice, Podrobný inžinierskogeologický prieskum, GEOFOS Žilina, 2011</w:t>
      </w:r>
      <w:r w:rsidR="008F2641" w:rsidRPr="00E25870">
        <w:t xml:space="preserve">. </w:t>
      </w:r>
    </w:p>
    <w:p w14:paraId="7F24679E" w14:textId="77777777" w:rsidR="00796316" w:rsidRPr="005E6C9F" w:rsidRDefault="00796316" w:rsidP="00DA0E99">
      <w:pPr>
        <w:spacing w:after="120"/>
        <w:jc w:val="both"/>
        <w:rPr>
          <w:b/>
          <w:u w:val="single"/>
        </w:rPr>
      </w:pPr>
    </w:p>
    <w:p w14:paraId="3F26642F" w14:textId="2D3B358C" w:rsidR="00C73E7A" w:rsidRDefault="00FF0254" w:rsidP="00CE2B6E">
      <w:pPr>
        <w:pStyle w:val="Hlavika"/>
        <w:tabs>
          <w:tab w:val="clear" w:pos="4819"/>
          <w:tab w:val="clear" w:pos="9071"/>
          <w:tab w:val="left" w:pos="-3261"/>
        </w:tabs>
        <w:spacing w:after="120"/>
        <w:jc w:val="both"/>
        <w:rPr>
          <w:b/>
          <w:bCs/>
        </w:rPr>
      </w:pPr>
      <w:r>
        <w:rPr>
          <w:b/>
          <w:bCs/>
        </w:rPr>
        <w:t>3.</w:t>
      </w:r>
      <w:r w:rsidR="009977DC">
        <w:rPr>
          <w:b/>
          <w:bCs/>
        </w:rPr>
        <w:t>2</w:t>
      </w:r>
      <w:r w:rsidR="005624F3" w:rsidRPr="00F65F69">
        <w:rPr>
          <w:b/>
          <w:bCs/>
        </w:rPr>
        <w:tab/>
      </w:r>
      <w:r w:rsidR="005624F3" w:rsidRPr="00C73E7A">
        <w:rPr>
          <w:b/>
          <w:bCs/>
        </w:rPr>
        <w:t>Korózny a </w:t>
      </w:r>
      <w:proofErr w:type="spellStart"/>
      <w:r w:rsidR="005624F3" w:rsidRPr="00C73E7A">
        <w:rPr>
          <w:b/>
          <w:bCs/>
        </w:rPr>
        <w:t>geoelektrický</w:t>
      </w:r>
      <w:proofErr w:type="spellEnd"/>
      <w:r w:rsidR="005624F3" w:rsidRPr="00C73E7A">
        <w:rPr>
          <w:b/>
          <w:bCs/>
        </w:rPr>
        <w:t xml:space="preserve"> prieskum</w:t>
      </w:r>
    </w:p>
    <w:p w14:paraId="3EDE34F1" w14:textId="710A561B" w:rsidR="005624F3" w:rsidRDefault="00C73E7A" w:rsidP="00CE2B6E">
      <w:pPr>
        <w:pStyle w:val="Hlavika"/>
        <w:tabs>
          <w:tab w:val="clear" w:pos="4819"/>
          <w:tab w:val="clear" w:pos="9071"/>
          <w:tab w:val="left" w:pos="-3261"/>
        </w:tabs>
        <w:spacing w:after="120"/>
        <w:jc w:val="both"/>
        <w:rPr>
          <w:bCs/>
        </w:rPr>
      </w:pPr>
      <w:r>
        <w:rPr>
          <w:b/>
          <w:bCs/>
        </w:rPr>
        <w:tab/>
      </w:r>
      <w:r w:rsidR="008A1AB8">
        <w:t>Požaduje sa vykonanie aktualizácie z predchádzajúceho stupňa PD.</w:t>
      </w:r>
      <w:r w:rsidR="008A1AB8" w:rsidRPr="00C73E7A">
        <w:rPr>
          <w:bCs/>
        </w:rPr>
        <w:t xml:space="preserve"> </w:t>
      </w:r>
      <w:r w:rsidRPr="00C73E7A">
        <w:rPr>
          <w:bCs/>
        </w:rPr>
        <w:t>Korózny a </w:t>
      </w:r>
      <w:proofErr w:type="spellStart"/>
      <w:r w:rsidRPr="00C73E7A">
        <w:rPr>
          <w:bCs/>
        </w:rPr>
        <w:t>geoelektrický</w:t>
      </w:r>
      <w:proofErr w:type="spellEnd"/>
      <w:r>
        <w:rPr>
          <w:bCs/>
        </w:rPr>
        <w:t xml:space="preserve"> </w:t>
      </w:r>
      <w:r w:rsidRPr="00F65F69">
        <w:rPr>
          <w:bCs/>
        </w:rPr>
        <w:t>prieskum</w:t>
      </w:r>
      <w:r>
        <w:rPr>
          <w:bCs/>
        </w:rPr>
        <w:t xml:space="preserve"> bude spracovaný v súlade s TP 019</w:t>
      </w:r>
      <w:r w:rsidR="008A1AB8">
        <w:rPr>
          <w:bCs/>
        </w:rPr>
        <w:t>.</w:t>
      </w:r>
    </w:p>
    <w:p w14:paraId="35A92953" w14:textId="2FDC00F1" w:rsidR="008A55C6" w:rsidRDefault="008A55C6" w:rsidP="008A55C6">
      <w:pPr>
        <w:pStyle w:val="Hlavika"/>
        <w:tabs>
          <w:tab w:val="clear" w:pos="4819"/>
          <w:tab w:val="clear" w:pos="9071"/>
          <w:tab w:val="left" w:pos="-3261"/>
        </w:tabs>
        <w:spacing w:after="120"/>
        <w:jc w:val="both"/>
        <w:rPr>
          <w:b/>
          <w:bCs/>
        </w:rPr>
      </w:pPr>
      <w:r>
        <w:rPr>
          <w:b/>
          <w:bCs/>
        </w:rPr>
        <w:t>3</w:t>
      </w:r>
      <w:r w:rsidR="009977DC">
        <w:rPr>
          <w:b/>
          <w:bCs/>
        </w:rPr>
        <w:t>.3</w:t>
      </w:r>
      <w:r w:rsidRPr="00F65F69">
        <w:rPr>
          <w:b/>
          <w:bCs/>
        </w:rPr>
        <w:tab/>
      </w:r>
      <w:r>
        <w:rPr>
          <w:b/>
          <w:bCs/>
        </w:rPr>
        <w:t>Archeologický</w:t>
      </w:r>
      <w:r w:rsidRPr="00C73E7A">
        <w:rPr>
          <w:b/>
          <w:bCs/>
        </w:rPr>
        <w:t xml:space="preserve"> prieskum</w:t>
      </w:r>
    </w:p>
    <w:p w14:paraId="35A31B83" w14:textId="17EE1E8E" w:rsidR="008A55C6" w:rsidRDefault="008A55C6" w:rsidP="008A55C6">
      <w:pPr>
        <w:pStyle w:val="Hlavika"/>
        <w:tabs>
          <w:tab w:val="clear" w:pos="4819"/>
          <w:tab w:val="clear" w:pos="9071"/>
          <w:tab w:val="left" w:pos="-3261"/>
        </w:tabs>
        <w:spacing w:after="120"/>
        <w:jc w:val="both"/>
        <w:rPr>
          <w:bCs/>
        </w:rPr>
      </w:pPr>
      <w:r>
        <w:rPr>
          <w:b/>
          <w:bCs/>
        </w:rPr>
        <w:tab/>
      </w:r>
      <w:r>
        <w:t>Požaduje sa vykonanie aktualizácie z predchádzajúceho stupňa PD.</w:t>
      </w:r>
      <w:r w:rsidRPr="00C73E7A">
        <w:rPr>
          <w:bCs/>
        </w:rPr>
        <w:t xml:space="preserve"> </w:t>
      </w:r>
      <w:r w:rsidR="00DE1B1F">
        <w:rPr>
          <w:bCs/>
        </w:rPr>
        <w:t>Archeologický</w:t>
      </w:r>
      <w:r>
        <w:rPr>
          <w:bCs/>
        </w:rPr>
        <w:t xml:space="preserve"> </w:t>
      </w:r>
      <w:r w:rsidRPr="00F65F69">
        <w:rPr>
          <w:bCs/>
        </w:rPr>
        <w:t>prieskum</w:t>
      </w:r>
      <w:r>
        <w:rPr>
          <w:bCs/>
        </w:rPr>
        <w:t xml:space="preserve"> bude spracovaný v súlade s TP 019.</w:t>
      </w:r>
    </w:p>
    <w:p w14:paraId="228E428E" w14:textId="2D59F20F" w:rsidR="00B341A4" w:rsidRPr="00B341A4" w:rsidRDefault="00B341A4" w:rsidP="00B341A4">
      <w:pPr>
        <w:pStyle w:val="Hlavika"/>
        <w:tabs>
          <w:tab w:val="clear" w:pos="4819"/>
          <w:tab w:val="clear" w:pos="9071"/>
          <w:tab w:val="left" w:pos="-3261"/>
        </w:tabs>
        <w:spacing w:after="120"/>
        <w:jc w:val="both"/>
        <w:rPr>
          <w:b/>
          <w:bCs/>
        </w:rPr>
      </w:pPr>
      <w:r w:rsidRPr="00B341A4">
        <w:rPr>
          <w:b/>
          <w:bCs/>
        </w:rPr>
        <w:t>3.</w:t>
      </w:r>
      <w:r w:rsidR="009977DC">
        <w:rPr>
          <w:b/>
          <w:bCs/>
        </w:rPr>
        <w:t>4</w:t>
      </w:r>
      <w:r w:rsidRPr="00B341A4">
        <w:rPr>
          <w:b/>
          <w:bCs/>
        </w:rPr>
        <w:t xml:space="preserve"> </w:t>
      </w:r>
      <w:r>
        <w:rPr>
          <w:b/>
          <w:bCs/>
        </w:rPr>
        <w:tab/>
      </w:r>
      <w:r w:rsidRPr="00B341A4">
        <w:rPr>
          <w:b/>
          <w:bCs/>
        </w:rPr>
        <w:t xml:space="preserve">Štúdia využitia vyťaženého horninového materiálu </w:t>
      </w:r>
    </w:p>
    <w:p w14:paraId="367ED6B8" w14:textId="655CEF93" w:rsidR="00B341A4" w:rsidRDefault="00B341A4" w:rsidP="00B341A4">
      <w:pPr>
        <w:pStyle w:val="Hlavika"/>
        <w:tabs>
          <w:tab w:val="clear" w:pos="4819"/>
          <w:tab w:val="clear" w:pos="9071"/>
          <w:tab w:val="left" w:pos="-3261"/>
        </w:tabs>
        <w:spacing w:after="120"/>
        <w:jc w:val="both"/>
        <w:rPr>
          <w:bCs/>
        </w:rPr>
      </w:pPr>
      <w:r w:rsidRPr="003C2B1A">
        <w:rPr>
          <w:bCs/>
        </w:rPr>
        <w:t xml:space="preserve">Štúdia sa bude zaoberať využitím horninového materiálu získaného vyťažením zo zárezov z trasy danej stavby. Environmentálna vhodnosť vyťaženého materiálu na ďalšie využitie sa stanoví na základe odobratých vzoriek odborne spôsobilou osobou a následným laboratórnym posúdením a zatriedením materiálu v zmysle zákona č. 292/2017 Z. z., ktorým sa mení a dopĺňa zákon č. 79/2015 Z. z. o odpadoch a o zmene a doplnení niektorých zákonov v znení neskorších predpisov, a ktorým sa menia a dopĺňajú niektoré zákony, resp. </w:t>
      </w:r>
      <w:r w:rsidR="009977DC">
        <w:rPr>
          <w:bCs/>
        </w:rPr>
        <w:br/>
      </w:r>
      <w:r w:rsidRPr="003C2B1A">
        <w:rPr>
          <w:bCs/>
        </w:rPr>
        <w:t xml:space="preserve">v zmysle príslušnej legislatívy platnej v čase spracovania diela. Vyhodnotenie ďalšieho použitia vyťaženého materiálu bude závisieť od výsledku klasifikácie a od technických charakteristík posudzovaného vyťaženého materiálu a bude zadefinovaná environmentálna vhodnosť a množstvo použitia materiálu na základe jeho fyzikálnych a chemických vlastností. V prípade, že sa bude jednať o nekontaminovaný horninový materiál, a </w:t>
      </w:r>
      <w:r w:rsidRPr="003C2B1A">
        <w:rPr>
          <w:bCs/>
        </w:rPr>
        <w:lastRenderedPageBreak/>
        <w:t>iný prirodzene sa vyskytujúci materiál vyťažený počas stavebných prác, a ak sa preukáže vhodnosť použitia materiálu na výstavbu v prirodzenom stave na mieste, na ktorom bol získaný, bude materiál použitý počas výstavby diela.</w:t>
      </w:r>
      <w:r w:rsidR="003A175C">
        <w:rPr>
          <w:bCs/>
        </w:rPr>
        <w:t xml:space="preserve"> </w:t>
      </w:r>
      <w:r w:rsidRPr="003C2B1A">
        <w:rPr>
          <w:bCs/>
        </w:rPr>
        <w:t xml:space="preserve">Štúdia sa tiež bude zaoberať návrhom polohy </w:t>
      </w:r>
      <w:proofErr w:type="spellStart"/>
      <w:r w:rsidRPr="003C2B1A">
        <w:rPr>
          <w:bCs/>
        </w:rPr>
        <w:t>zemníkov</w:t>
      </w:r>
      <w:proofErr w:type="spellEnd"/>
      <w:r w:rsidRPr="003C2B1A">
        <w:rPr>
          <w:bCs/>
        </w:rPr>
        <w:t xml:space="preserve"> a </w:t>
      </w:r>
      <w:proofErr w:type="spellStart"/>
      <w:r w:rsidRPr="003C2B1A">
        <w:rPr>
          <w:bCs/>
        </w:rPr>
        <w:t>depónií</w:t>
      </w:r>
      <w:proofErr w:type="spellEnd"/>
      <w:r w:rsidRPr="003C2B1A">
        <w:rPr>
          <w:bCs/>
        </w:rPr>
        <w:t xml:space="preserve">, kde bude materiál uskladnený a taktiež návrhom dopravných trás na dané účely. Štúdia obsahuje tiež návrh lokalít skládok pre nadbytočný a nevhodný materiál s návrhom optimálneho odvozu a ďalšieho zhodnotenia materiálu </w:t>
      </w:r>
      <w:r w:rsidR="009977DC">
        <w:rPr>
          <w:bCs/>
        </w:rPr>
        <w:br/>
      </w:r>
      <w:r w:rsidRPr="003C2B1A">
        <w:rPr>
          <w:bCs/>
        </w:rPr>
        <w:t>s minimalizáciou vplyvov na životné prostredie v súlade s príslušnou legislatívou odpadového hospodárstva.</w:t>
      </w:r>
    </w:p>
    <w:p w14:paraId="395FB657" w14:textId="42E34160" w:rsidR="00E36685" w:rsidRDefault="00E36685" w:rsidP="00B341A4">
      <w:pPr>
        <w:pStyle w:val="Hlavika"/>
        <w:tabs>
          <w:tab w:val="clear" w:pos="4819"/>
          <w:tab w:val="clear" w:pos="9071"/>
          <w:tab w:val="left" w:pos="-3261"/>
        </w:tabs>
        <w:spacing w:after="120"/>
        <w:jc w:val="both"/>
        <w:rPr>
          <w:b/>
          <w:bCs/>
        </w:rPr>
      </w:pPr>
      <w:r w:rsidRPr="00E36685">
        <w:rPr>
          <w:b/>
          <w:bCs/>
        </w:rPr>
        <w:t>3.5</w:t>
      </w:r>
      <w:r w:rsidRPr="00E36685">
        <w:rPr>
          <w:b/>
          <w:bCs/>
        </w:rPr>
        <w:tab/>
        <w:t>Pyrotechnický prieskum</w:t>
      </w:r>
    </w:p>
    <w:p w14:paraId="234FC8C8" w14:textId="749E37C5" w:rsidR="00E36685" w:rsidRPr="00E36685" w:rsidRDefault="00E36685" w:rsidP="00B341A4">
      <w:pPr>
        <w:pStyle w:val="Hlavika"/>
        <w:tabs>
          <w:tab w:val="clear" w:pos="4819"/>
          <w:tab w:val="clear" w:pos="9071"/>
          <w:tab w:val="left" w:pos="-3261"/>
        </w:tabs>
        <w:spacing w:after="120"/>
        <w:jc w:val="both"/>
        <w:rPr>
          <w:b/>
          <w:bCs/>
        </w:rPr>
      </w:pPr>
      <w:r>
        <w:rPr>
          <w:b/>
          <w:bCs/>
        </w:rPr>
        <w:tab/>
      </w:r>
      <w:r w:rsidRPr="00F65F69">
        <w:rPr>
          <w:bCs/>
        </w:rPr>
        <w:t>Pyrotechnický</w:t>
      </w:r>
      <w:r>
        <w:rPr>
          <w:bCs/>
        </w:rPr>
        <w:t xml:space="preserve"> </w:t>
      </w:r>
      <w:r w:rsidRPr="00F65F69">
        <w:rPr>
          <w:bCs/>
        </w:rPr>
        <w:t>prieskum</w:t>
      </w:r>
      <w:r>
        <w:rPr>
          <w:bCs/>
        </w:rPr>
        <w:t xml:space="preserve"> bude </w:t>
      </w:r>
      <w:r w:rsidRPr="00980E7C">
        <w:rPr>
          <w:bCs/>
        </w:rPr>
        <w:t>spracovaný v súlade s TP 019.</w:t>
      </w:r>
    </w:p>
    <w:p w14:paraId="49DEF0FB" w14:textId="77777777" w:rsidR="001B601B" w:rsidRPr="00980E7C" w:rsidRDefault="001B601B" w:rsidP="008C2564">
      <w:pPr>
        <w:pStyle w:val="Hlavika"/>
        <w:tabs>
          <w:tab w:val="clear" w:pos="9071"/>
          <w:tab w:val="left" w:pos="-4860"/>
          <w:tab w:val="left" w:pos="540"/>
          <w:tab w:val="left" w:pos="2340"/>
          <w:tab w:val="left" w:pos="3060"/>
        </w:tabs>
        <w:ind w:left="181"/>
        <w:jc w:val="both"/>
        <w:rPr>
          <w:bCs/>
        </w:rPr>
      </w:pPr>
    </w:p>
    <w:p w14:paraId="08CF9A97" w14:textId="301C647F" w:rsidR="008C2564" w:rsidRPr="00E25870" w:rsidRDefault="008B1D69" w:rsidP="00A12DA8">
      <w:pPr>
        <w:pStyle w:val="Hlavika"/>
        <w:tabs>
          <w:tab w:val="clear" w:pos="9071"/>
          <w:tab w:val="left" w:pos="-4860"/>
          <w:tab w:val="left" w:pos="540"/>
          <w:tab w:val="left" w:pos="709"/>
        </w:tabs>
        <w:jc w:val="both"/>
        <w:rPr>
          <w:bCs/>
          <w:sz w:val="22"/>
          <w:szCs w:val="24"/>
        </w:rPr>
      </w:pPr>
      <w:bookmarkStart w:id="8" w:name="_GoBack"/>
      <w:bookmarkEnd w:id="8"/>
      <w:r w:rsidRPr="00E25870">
        <w:rPr>
          <w:b/>
          <w:bCs/>
          <w:sz w:val="28"/>
          <w:szCs w:val="28"/>
        </w:rPr>
        <w:t xml:space="preserve">G </w:t>
      </w:r>
      <w:r w:rsidRPr="00E25870">
        <w:rPr>
          <w:b/>
          <w:bCs/>
          <w:sz w:val="28"/>
          <w:szCs w:val="28"/>
        </w:rPr>
        <w:tab/>
        <w:t>SÚVISIACA DOKUMENTÁCIA</w:t>
      </w:r>
    </w:p>
    <w:p w14:paraId="1F6A3852" w14:textId="77777777" w:rsidR="008C2564" w:rsidRDefault="008C2564" w:rsidP="008B1D69">
      <w:pPr>
        <w:pStyle w:val="Hlavika"/>
        <w:tabs>
          <w:tab w:val="clear" w:pos="9071"/>
          <w:tab w:val="left" w:pos="-4860"/>
          <w:tab w:val="left" w:pos="540"/>
          <w:tab w:val="left" w:pos="2340"/>
          <w:tab w:val="left" w:pos="3060"/>
        </w:tabs>
        <w:jc w:val="both"/>
        <w:rPr>
          <w:bCs/>
        </w:rPr>
      </w:pPr>
    </w:p>
    <w:p w14:paraId="48FF74BC" w14:textId="36751D75" w:rsidR="002F5134" w:rsidRPr="006C7E31" w:rsidRDefault="002F5134" w:rsidP="002F5134">
      <w:pPr>
        <w:pStyle w:val="Hlavika"/>
        <w:tabs>
          <w:tab w:val="left" w:pos="-4860"/>
          <w:tab w:val="left" w:pos="540"/>
          <w:tab w:val="left" w:pos="709"/>
        </w:tabs>
        <w:jc w:val="both"/>
        <w:rPr>
          <w:b/>
          <w:bCs/>
          <w:sz w:val="24"/>
          <w:szCs w:val="24"/>
        </w:rPr>
      </w:pPr>
      <w:r w:rsidRPr="006C7E31">
        <w:rPr>
          <w:b/>
          <w:bCs/>
          <w:sz w:val="24"/>
          <w:szCs w:val="24"/>
        </w:rPr>
        <w:t>1.</w:t>
      </w:r>
      <w:r w:rsidRPr="006C7E31">
        <w:rPr>
          <w:b/>
          <w:bCs/>
          <w:sz w:val="24"/>
          <w:szCs w:val="24"/>
        </w:rPr>
        <w:tab/>
      </w:r>
      <w:r w:rsidR="00320A5D" w:rsidRPr="006C7E31">
        <w:rPr>
          <w:b/>
          <w:bCs/>
          <w:sz w:val="24"/>
          <w:szCs w:val="24"/>
        </w:rPr>
        <w:t>Dokumentácia meračských prác</w:t>
      </w:r>
    </w:p>
    <w:p w14:paraId="5A43E029" w14:textId="77777777" w:rsidR="009977DC" w:rsidRDefault="009977DC" w:rsidP="002F5134">
      <w:pPr>
        <w:pStyle w:val="Hlavika"/>
        <w:tabs>
          <w:tab w:val="left" w:pos="-4860"/>
          <w:tab w:val="left" w:pos="540"/>
          <w:tab w:val="left" w:pos="709"/>
        </w:tabs>
        <w:jc w:val="both"/>
        <w:rPr>
          <w:b/>
          <w:bCs/>
          <w:u w:val="single"/>
        </w:rPr>
      </w:pPr>
    </w:p>
    <w:p w14:paraId="0B2E2D10" w14:textId="1B6A5B79" w:rsidR="002F5134" w:rsidRPr="00956A6D" w:rsidRDefault="002F5134" w:rsidP="002F5134">
      <w:pPr>
        <w:pStyle w:val="Hlavika"/>
        <w:tabs>
          <w:tab w:val="left" w:pos="-4860"/>
          <w:tab w:val="left" w:pos="540"/>
          <w:tab w:val="left" w:pos="709"/>
        </w:tabs>
        <w:jc w:val="both"/>
        <w:rPr>
          <w:b/>
          <w:bCs/>
          <w:u w:val="single"/>
        </w:rPr>
      </w:pPr>
      <w:r w:rsidRPr="00956A6D">
        <w:rPr>
          <w:b/>
          <w:bCs/>
          <w:u w:val="single"/>
        </w:rPr>
        <w:t>1.1 Účelová mapa</w:t>
      </w:r>
    </w:p>
    <w:p w14:paraId="05836D59" w14:textId="77777777" w:rsidR="002F5134" w:rsidRPr="00956A6D" w:rsidRDefault="002F5134" w:rsidP="002F5134">
      <w:pPr>
        <w:pStyle w:val="Hlavika"/>
        <w:tabs>
          <w:tab w:val="left" w:pos="-4860"/>
          <w:tab w:val="left" w:pos="540"/>
          <w:tab w:val="left" w:pos="709"/>
        </w:tabs>
        <w:jc w:val="both"/>
        <w:rPr>
          <w:bCs/>
          <w:sz w:val="18"/>
        </w:rPr>
      </w:pPr>
    </w:p>
    <w:p w14:paraId="1E069B18" w14:textId="77777777" w:rsidR="002F5134" w:rsidRPr="00956A6D" w:rsidRDefault="002F5134" w:rsidP="002F5134">
      <w:pPr>
        <w:pStyle w:val="Hlavika"/>
        <w:tabs>
          <w:tab w:val="left" w:pos="-4860"/>
          <w:tab w:val="left" w:pos="540"/>
          <w:tab w:val="left" w:pos="709"/>
        </w:tabs>
        <w:jc w:val="both"/>
        <w:rPr>
          <w:b/>
          <w:bCs/>
          <w:u w:val="single"/>
        </w:rPr>
      </w:pPr>
      <w:r w:rsidRPr="00956A6D">
        <w:rPr>
          <w:b/>
          <w:bCs/>
          <w:u w:val="single"/>
        </w:rPr>
        <w:t>1.2 Požiadavky na účelovú mapu polohopisu a výškopisu</w:t>
      </w:r>
    </w:p>
    <w:p w14:paraId="7E789E30" w14:textId="77777777" w:rsidR="002F5134" w:rsidRPr="00956A6D" w:rsidRDefault="002F5134" w:rsidP="002F5134">
      <w:pPr>
        <w:pStyle w:val="Hlavika"/>
        <w:tabs>
          <w:tab w:val="left" w:pos="-4860"/>
          <w:tab w:val="left" w:pos="540"/>
          <w:tab w:val="left" w:pos="709"/>
        </w:tabs>
        <w:jc w:val="both"/>
        <w:rPr>
          <w:bCs/>
        </w:rPr>
      </w:pPr>
      <w:r w:rsidRPr="00956A6D">
        <w:rPr>
          <w:bCs/>
        </w:rPr>
        <w:t xml:space="preserve"> </w:t>
      </w:r>
    </w:p>
    <w:p w14:paraId="745999A9" w14:textId="77777777" w:rsidR="002F5134" w:rsidRPr="00C6370F" w:rsidRDefault="002F5134" w:rsidP="007B4C63">
      <w:pPr>
        <w:pStyle w:val="Standard"/>
        <w:numPr>
          <w:ilvl w:val="0"/>
          <w:numId w:val="123"/>
        </w:numPr>
        <w:spacing w:before="0" w:after="0" w:line="240" w:lineRule="auto"/>
        <w:jc w:val="both"/>
      </w:pPr>
      <w:r w:rsidRPr="00C6370F">
        <w:t xml:space="preserve">vyhotovenie účelovej mapy v mierke 1:1000 v štruktúre podľa ustanovení (TP 038 Základná mapa diaľnice a rýchlostnej cesty, Vyhotovenie údržba a obnova), </w:t>
      </w:r>
    </w:p>
    <w:p w14:paraId="2C68DCE9" w14:textId="77777777" w:rsidR="002F5134" w:rsidRPr="00C6370F" w:rsidRDefault="002F5134" w:rsidP="007B4C63">
      <w:pPr>
        <w:pStyle w:val="Standard"/>
        <w:numPr>
          <w:ilvl w:val="0"/>
          <w:numId w:val="123"/>
        </w:numPr>
        <w:spacing w:before="0" w:after="0" w:line="240" w:lineRule="auto"/>
        <w:jc w:val="both"/>
      </w:pPr>
      <w:r w:rsidRPr="00C6370F">
        <w:t xml:space="preserve">vyhotovenie účelovej mapy s presnosťou uvedenou v (TP 038 Základná mapa diaľnice a rýchlostnej cesty, Vyhotovenie údržba a obnova), </w:t>
      </w:r>
    </w:p>
    <w:p w14:paraId="4DEF9B81" w14:textId="77777777" w:rsidR="002F5134" w:rsidRPr="00C6370F" w:rsidRDefault="002F5134" w:rsidP="007B4C63">
      <w:pPr>
        <w:pStyle w:val="Standard"/>
        <w:numPr>
          <w:ilvl w:val="0"/>
          <w:numId w:val="123"/>
        </w:numPr>
        <w:spacing w:before="0" w:after="0" w:line="240" w:lineRule="auto"/>
        <w:jc w:val="both"/>
      </w:pPr>
      <w:r w:rsidRPr="00C6370F">
        <w:t xml:space="preserve">rozsah mapovania je definovaný na 300 m širokom páse pozdĺž navrhovanej cesty, </w:t>
      </w:r>
    </w:p>
    <w:p w14:paraId="7C2D7AED" w14:textId="77777777" w:rsidR="002F5134" w:rsidRPr="00C6370F" w:rsidRDefault="002F5134" w:rsidP="007B4C63">
      <w:pPr>
        <w:pStyle w:val="Standard"/>
        <w:numPr>
          <w:ilvl w:val="0"/>
          <w:numId w:val="123"/>
        </w:numPr>
        <w:spacing w:before="0" w:after="0" w:line="240" w:lineRule="auto"/>
        <w:jc w:val="both"/>
      </w:pPr>
      <w:r w:rsidRPr="00C6370F">
        <w:t xml:space="preserve">zakreslenie hraníc katastrálnych území, </w:t>
      </w:r>
    </w:p>
    <w:p w14:paraId="77D1D8D8" w14:textId="77777777" w:rsidR="002F5134" w:rsidRPr="00C6370F" w:rsidRDefault="002F5134" w:rsidP="007B4C63">
      <w:pPr>
        <w:pStyle w:val="Standard"/>
        <w:numPr>
          <w:ilvl w:val="0"/>
          <w:numId w:val="123"/>
        </w:numPr>
        <w:spacing w:before="0" w:after="0" w:line="240" w:lineRule="auto"/>
        <w:jc w:val="both"/>
      </w:pPr>
      <w:r w:rsidRPr="00C6370F">
        <w:t>vytýčenie inžinierskych sietí ich správcami a následné zameranie geodetom a kartografom projektanta,</w:t>
      </w:r>
    </w:p>
    <w:p w14:paraId="4878D552" w14:textId="77777777" w:rsidR="002F5134" w:rsidRPr="00C6370F" w:rsidRDefault="002F5134" w:rsidP="007B4C63">
      <w:pPr>
        <w:pStyle w:val="Standard"/>
        <w:numPr>
          <w:ilvl w:val="0"/>
          <w:numId w:val="123"/>
        </w:numPr>
        <w:spacing w:before="0" w:after="0" w:line="240" w:lineRule="auto"/>
        <w:jc w:val="both"/>
      </w:pPr>
      <w:r w:rsidRPr="00C6370F">
        <w:t xml:space="preserve">zakreslenie vytýčených inžinierskych sietí do účelovej mapy, pričom v jednom výtlačku účelovej mapy sa správnosť zakreslenia priebehu inžinierskych sietí potvrdzuje ich správcami, </w:t>
      </w:r>
    </w:p>
    <w:p w14:paraId="5E9C988F" w14:textId="77777777" w:rsidR="002F5134" w:rsidRPr="00C6370F" w:rsidRDefault="002F5134" w:rsidP="007B4C63">
      <w:pPr>
        <w:pStyle w:val="Standard"/>
        <w:numPr>
          <w:ilvl w:val="0"/>
          <w:numId w:val="123"/>
        </w:numPr>
        <w:spacing w:before="0" w:after="0" w:line="240" w:lineRule="auto"/>
        <w:jc w:val="both"/>
      </w:pPr>
      <w:r w:rsidRPr="00C6370F">
        <w:t xml:space="preserve">parametre (súradnice a výška v záväzných systémoch) lomových bodov jednotlivých inžinierskych sietí budú uvedené v samostatnej prílohe, </w:t>
      </w:r>
    </w:p>
    <w:p w14:paraId="389583C3" w14:textId="77777777" w:rsidR="002F5134" w:rsidRPr="00C6370F" w:rsidRDefault="002F5134" w:rsidP="007B4C63">
      <w:pPr>
        <w:pStyle w:val="Standard"/>
        <w:numPr>
          <w:ilvl w:val="0"/>
          <w:numId w:val="123"/>
        </w:numPr>
        <w:spacing w:before="0" w:after="0" w:line="240" w:lineRule="auto"/>
        <w:jc w:val="both"/>
      </w:pPr>
      <w:r w:rsidRPr="00C6370F">
        <w:t xml:space="preserve">vo vzťahu k nehnuteľnostiam sa zhotoviteľ riadi ustanoveniami (zákon č. 215/1995 Z. z. o geodézii a kartografii v znení neskorších predpisov), </w:t>
      </w:r>
    </w:p>
    <w:p w14:paraId="5AEC9333" w14:textId="77777777" w:rsidR="002F5134" w:rsidRPr="00C6370F" w:rsidRDefault="002F5134" w:rsidP="007B4C63">
      <w:pPr>
        <w:pStyle w:val="Standard"/>
        <w:numPr>
          <w:ilvl w:val="0"/>
          <w:numId w:val="123"/>
        </w:numPr>
        <w:spacing w:before="0" w:after="0" w:line="240" w:lineRule="auto"/>
        <w:jc w:val="both"/>
      </w:pPr>
      <w:r w:rsidRPr="00C6370F">
        <w:t xml:space="preserve">výsledky geodetických prác sa autorizačne overia podľa (zákon č. 215/1995 Z. z. o geodézii a kartografii v znení neskorších predpisov). </w:t>
      </w:r>
    </w:p>
    <w:p w14:paraId="40D7F0AE" w14:textId="77777777" w:rsidR="002F5134" w:rsidRPr="00C6370F" w:rsidRDefault="002F5134" w:rsidP="007B4C63">
      <w:pPr>
        <w:pStyle w:val="Standard"/>
        <w:numPr>
          <w:ilvl w:val="0"/>
          <w:numId w:val="123"/>
        </w:numPr>
        <w:spacing w:before="0" w:after="0" w:line="240" w:lineRule="auto"/>
        <w:jc w:val="both"/>
      </w:pPr>
      <w:r w:rsidRPr="00C6370F">
        <w:t>zhotoviteľ si zabezpečí vstupy na pozemky,</w:t>
      </w:r>
    </w:p>
    <w:p w14:paraId="3739254B" w14:textId="77777777" w:rsidR="002F5134" w:rsidRPr="00956A6D" w:rsidRDefault="002F5134" w:rsidP="007B4C63">
      <w:pPr>
        <w:pStyle w:val="Standard"/>
        <w:numPr>
          <w:ilvl w:val="0"/>
          <w:numId w:val="123"/>
        </w:numPr>
        <w:spacing w:before="0" w:after="0" w:line="240" w:lineRule="auto"/>
        <w:jc w:val="both"/>
        <w:rPr>
          <w:bCs/>
        </w:rPr>
      </w:pPr>
      <w:r w:rsidRPr="00C6370F">
        <w:t>prípadné škody na porastoch a poľnohospodárskych kultúrach znáša zhotoviteľ,</w:t>
      </w:r>
    </w:p>
    <w:p w14:paraId="26587F2C" w14:textId="77777777" w:rsidR="002F5134" w:rsidRPr="00956A6D" w:rsidRDefault="002F5134" w:rsidP="002F5134">
      <w:pPr>
        <w:pStyle w:val="Hlavika"/>
        <w:tabs>
          <w:tab w:val="left" w:pos="-4860"/>
          <w:tab w:val="left" w:pos="540"/>
          <w:tab w:val="left" w:pos="709"/>
        </w:tabs>
        <w:jc w:val="both"/>
        <w:rPr>
          <w:bCs/>
        </w:rPr>
      </w:pPr>
    </w:p>
    <w:p w14:paraId="2C13750E" w14:textId="77777777" w:rsidR="002F5134" w:rsidRPr="00892A90" w:rsidRDefault="002F5134" w:rsidP="002F5134">
      <w:pPr>
        <w:pStyle w:val="Hlavika"/>
        <w:tabs>
          <w:tab w:val="left" w:pos="-4860"/>
          <w:tab w:val="left" w:pos="540"/>
          <w:tab w:val="left" w:pos="709"/>
        </w:tabs>
        <w:jc w:val="both"/>
        <w:rPr>
          <w:b/>
          <w:bCs/>
        </w:rPr>
      </w:pPr>
      <w:r w:rsidRPr="00892A90">
        <w:rPr>
          <w:b/>
          <w:bCs/>
        </w:rPr>
        <w:t>Podklady pre geometrické plány:</w:t>
      </w:r>
    </w:p>
    <w:p w14:paraId="017E6B2A" w14:textId="77777777" w:rsidR="002F5134" w:rsidRPr="00956A6D" w:rsidRDefault="002F5134" w:rsidP="002F5134">
      <w:pPr>
        <w:pStyle w:val="Hlavika"/>
        <w:tabs>
          <w:tab w:val="left" w:pos="-4860"/>
          <w:tab w:val="left" w:pos="540"/>
          <w:tab w:val="left" w:pos="709"/>
        </w:tabs>
        <w:jc w:val="both"/>
        <w:rPr>
          <w:bCs/>
        </w:rPr>
      </w:pPr>
      <w:r w:rsidRPr="00956A6D">
        <w:rPr>
          <w:bCs/>
        </w:rPr>
        <w:t xml:space="preserve"> </w:t>
      </w:r>
    </w:p>
    <w:p w14:paraId="69E1CBE6" w14:textId="77777777" w:rsidR="002F5134" w:rsidRPr="00892A90" w:rsidRDefault="002F5134" w:rsidP="007B4C63">
      <w:pPr>
        <w:pStyle w:val="Standard"/>
        <w:numPr>
          <w:ilvl w:val="0"/>
          <w:numId w:val="123"/>
        </w:numPr>
        <w:spacing w:before="0" w:after="0" w:line="240" w:lineRule="auto"/>
        <w:jc w:val="both"/>
      </w:pPr>
      <w:r w:rsidRPr="00892A90">
        <w:t xml:space="preserve">výkres: farebná tlač – účelová mapa + majetková hranica + hranica dočasných a ročných záberov a vecných bremien s číslovaním lomových bodov, </w:t>
      </w:r>
    </w:p>
    <w:p w14:paraId="165825C1" w14:textId="77777777" w:rsidR="002F5134" w:rsidRPr="00956A6D" w:rsidRDefault="002F5134" w:rsidP="007B4C63">
      <w:pPr>
        <w:pStyle w:val="Standard"/>
        <w:numPr>
          <w:ilvl w:val="0"/>
          <w:numId w:val="123"/>
        </w:numPr>
        <w:spacing w:before="0" w:after="0" w:line="240" w:lineRule="auto"/>
        <w:jc w:val="both"/>
        <w:rPr>
          <w:bCs/>
        </w:rPr>
      </w:pPr>
      <w:r w:rsidRPr="00892A90">
        <w:t>zoznam súradníc lomových bodov trvalého, dočasného, ročného záberu a vecných bremien</w:t>
      </w:r>
    </w:p>
    <w:p w14:paraId="4EAD0AF8" w14:textId="77777777" w:rsidR="002F5134" w:rsidRPr="00956A6D" w:rsidRDefault="002F5134" w:rsidP="002F5134">
      <w:pPr>
        <w:pStyle w:val="Hlavika"/>
        <w:tabs>
          <w:tab w:val="left" w:pos="-4860"/>
          <w:tab w:val="left" w:pos="540"/>
          <w:tab w:val="left" w:pos="709"/>
        </w:tabs>
        <w:jc w:val="both"/>
        <w:rPr>
          <w:bCs/>
        </w:rPr>
      </w:pPr>
    </w:p>
    <w:p w14:paraId="5F8AAC3A" w14:textId="082FB01E" w:rsidR="002F5134" w:rsidRPr="00892A90" w:rsidRDefault="002F5134" w:rsidP="002F5134">
      <w:pPr>
        <w:pStyle w:val="Hlavika"/>
        <w:tabs>
          <w:tab w:val="left" w:pos="-4860"/>
          <w:tab w:val="left" w:pos="540"/>
          <w:tab w:val="left" w:pos="709"/>
        </w:tabs>
        <w:jc w:val="both"/>
        <w:rPr>
          <w:b/>
          <w:bCs/>
        </w:rPr>
      </w:pPr>
      <w:r w:rsidRPr="00892A90">
        <w:rPr>
          <w:b/>
          <w:bCs/>
        </w:rPr>
        <w:t>Požiadavky na digitálny archív účelovej mapy polohopisu a výškopisu</w:t>
      </w:r>
    </w:p>
    <w:p w14:paraId="65FE08A1" w14:textId="77777777" w:rsidR="002F5134" w:rsidRPr="00956A6D" w:rsidRDefault="002F5134" w:rsidP="002F5134">
      <w:pPr>
        <w:pStyle w:val="Hlavika"/>
        <w:tabs>
          <w:tab w:val="left" w:pos="-4860"/>
          <w:tab w:val="left" w:pos="540"/>
          <w:tab w:val="left" w:pos="709"/>
        </w:tabs>
        <w:jc w:val="both"/>
        <w:rPr>
          <w:bCs/>
        </w:rPr>
      </w:pPr>
      <w:r w:rsidRPr="00956A6D">
        <w:rPr>
          <w:bCs/>
        </w:rPr>
        <w:t xml:space="preserve"> </w:t>
      </w:r>
    </w:p>
    <w:p w14:paraId="5D9E0757" w14:textId="77777777" w:rsidR="002F5134" w:rsidRPr="00892A90" w:rsidRDefault="002F5134" w:rsidP="007B4C63">
      <w:pPr>
        <w:pStyle w:val="Standard"/>
        <w:numPr>
          <w:ilvl w:val="0"/>
          <w:numId w:val="123"/>
        </w:numPr>
        <w:spacing w:before="0" w:after="0" w:line="240" w:lineRule="auto"/>
        <w:jc w:val="both"/>
      </w:pPr>
      <w:r w:rsidRPr="00892A90">
        <w:t>technická správa vo formáte *.</w:t>
      </w:r>
      <w:proofErr w:type="spellStart"/>
      <w:r w:rsidRPr="00892A90">
        <w:t>pdf</w:t>
      </w:r>
      <w:proofErr w:type="spellEnd"/>
      <w:r w:rsidRPr="00892A90">
        <w:t>, *.</w:t>
      </w:r>
      <w:proofErr w:type="spellStart"/>
      <w:r w:rsidRPr="00892A90">
        <w:t>docx</w:t>
      </w:r>
      <w:proofErr w:type="spellEnd"/>
      <w:r w:rsidRPr="00892A90">
        <w:t xml:space="preserve">, </w:t>
      </w:r>
    </w:p>
    <w:p w14:paraId="128C824E" w14:textId="77777777" w:rsidR="002F5134" w:rsidRPr="00892A90" w:rsidRDefault="002F5134" w:rsidP="007B4C63">
      <w:pPr>
        <w:pStyle w:val="Standard"/>
        <w:numPr>
          <w:ilvl w:val="0"/>
          <w:numId w:val="123"/>
        </w:numPr>
        <w:spacing w:before="0" w:after="0" w:line="240" w:lineRule="auto"/>
        <w:jc w:val="both"/>
      </w:pPr>
      <w:r w:rsidRPr="00892A90">
        <w:t>výkres účelovej mapy polohopisu a výškopisu bude vyhotovený v štruktúre podľa (TP 038 Základná mapa diaľnice a rýchlostnej cesty, Vyhotovenie údržba a obnova), vo formáte *.</w:t>
      </w:r>
      <w:proofErr w:type="spellStart"/>
      <w:r w:rsidRPr="00892A90">
        <w:t>dgn</w:t>
      </w:r>
      <w:proofErr w:type="spellEnd"/>
      <w:r w:rsidRPr="00892A90">
        <w:t xml:space="preserve"> </w:t>
      </w:r>
    </w:p>
    <w:p w14:paraId="336F9AD1" w14:textId="77777777" w:rsidR="002F5134" w:rsidRPr="00892A90" w:rsidRDefault="002F5134" w:rsidP="007B4C63">
      <w:pPr>
        <w:pStyle w:val="Standard"/>
        <w:numPr>
          <w:ilvl w:val="0"/>
          <w:numId w:val="123"/>
        </w:numPr>
        <w:spacing w:before="0" w:after="0" w:line="240" w:lineRule="auto"/>
        <w:jc w:val="both"/>
      </w:pPr>
      <w:r w:rsidRPr="00892A90">
        <w:t>výkres zlomových línii v CAD  výmennom formáte *.</w:t>
      </w:r>
      <w:proofErr w:type="spellStart"/>
      <w:r w:rsidRPr="00892A90">
        <w:t>dxf</w:t>
      </w:r>
      <w:proofErr w:type="spellEnd"/>
      <w:r w:rsidRPr="00892A90">
        <w:t>,  pre potreby projektanta *.</w:t>
      </w:r>
      <w:proofErr w:type="spellStart"/>
      <w:r w:rsidRPr="00892A90">
        <w:t>dwg</w:t>
      </w:r>
      <w:proofErr w:type="spellEnd"/>
      <w:r w:rsidRPr="00892A90">
        <w:t>, *.</w:t>
      </w:r>
      <w:proofErr w:type="spellStart"/>
      <w:r w:rsidRPr="00892A90">
        <w:t>dgn</w:t>
      </w:r>
      <w:proofErr w:type="spellEnd"/>
      <w:r w:rsidRPr="00892A90">
        <w:t xml:space="preserve">, </w:t>
      </w:r>
    </w:p>
    <w:p w14:paraId="5B930B68" w14:textId="77777777" w:rsidR="002F5134" w:rsidRPr="00892A90" w:rsidRDefault="002F5134" w:rsidP="007B4C63">
      <w:pPr>
        <w:pStyle w:val="Standard"/>
        <w:numPr>
          <w:ilvl w:val="0"/>
          <w:numId w:val="123"/>
        </w:numPr>
        <w:spacing w:before="0" w:after="0" w:line="240" w:lineRule="auto"/>
        <w:jc w:val="both"/>
      </w:pPr>
      <w:r w:rsidRPr="00892A90">
        <w:t>vytvoriť 3D model terénu</w:t>
      </w:r>
    </w:p>
    <w:p w14:paraId="33297990" w14:textId="77777777" w:rsidR="002F5134" w:rsidRPr="00892A90" w:rsidRDefault="002F5134" w:rsidP="007B4C63">
      <w:pPr>
        <w:pStyle w:val="Standard"/>
        <w:numPr>
          <w:ilvl w:val="0"/>
          <w:numId w:val="123"/>
        </w:numPr>
        <w:spacing w:before="0" w:after="0" w:line="240" w:lineRule="auto"/>
        <w:jc w:val="both"/>
      </w:pPr>
      <w:r w:rsidRPr="00892A90">
        <w:t>zoznam súradníc a výšok podrobných bodov v *.</w:t>
      </w:r>
      <w:proofErr w:type="spellStart"/>
      <w:r w:rsidRPr="00892A90">
        <w:t>txt</w:t>
      </w:r>
      <w:proofErr w:type="spellEnd"/>
      <w:r w:rsidRPr="00892A90">
        <w:t xml:space="preserve"> formáte oddelené medzerníkom, *</w:t>
      </w:r>
      <w:proofErr w:type="spellStart"/>
      <w:r w:rsidRPr="00892A90">
        <w:t>xlsx</w:t>
      </w:r>
      <w:proofErr w:type="spellEnd"/>
    </w:p>
    <w:p w14:paraId="5929488D" w14:textId="77777777" w:rsidR="002F5134" w:rsidRPr="00892A90" w:rsidRDefault="002F5134" w:rsidP="007B4C63">
      <w:pPr>
        <w:pStyle w:val="Standard"/>
        <w:numPr>
          <w:ilvl w:val="0"/>
          <w:numId w:val="123"/>
        </w:numPr>
        <w:spacing w:before="0" w:after="0" w:line="240" w:lineRule="auto"/>
        <w:jc w:val="both"/>
      </w:pPr>
      <w:r w:rsidRPr="00892A90">
        <w:t>zoznam súradníc a výšok použitých geodetických základov v *.</w:t>
      </w:r>
      <w:proofErr w:type="spellStart"/>
      <w:r w:rsidRPr="00892A90">
        <w:t>txt</w:t>
      </w:r>
      <w:proofErr w:type="spellEnd"/>
      <w:r w:rsidRPr="00892A90">
        <w:t xml:space="preserve"> formáte oddelené medzerníkom, *</w:t>
      </w:r>
      <w:proofErr w:type="spellStart"/>
      <w:r w:rsidRPr="00892A90">
        <w:t>xlsx</w:t>
      </w:r>
      <w:proofErr w:type="spellEnd"/>
    </w:p>
    <w:p w14:paraId="1FD12EC1" w14:textId="77777777" w:rsidR="002F5134" w:rsidRPr="00892A90" w:rsidRDefault="002F5134" w:rsidP="007B4C63">
      <w:pPr>
        <w:pStyle w:val="Standard"/>
        <w:numPr>
          <w:ilvl w:val="0"/>
          <w:numId w:val="123"/>
        </w:numPr>
        <w:spacing w:before="0" w:after="0" w:line="240" w:lineRule="auto"/>
        <w:jc w:val="both"/>
      </w:pPr>
      <w:r w:rsidRPr="00892A90">
        <w:t>zoznam súradníc lomových bodov vytýčených inžinierskych sietí zoradené prehľadne podľa druhu v *.</w:t>
      </w:r>
      <w:proofErr w:type="spellStart"/>
      <w:r w:rsidRPr="00892A90">
        <w:t>xlsx</w:t>
      </w:r>
      <w:proofErr w:type="spellEnd"/>
    </w:p>
    <w:p w14:paraId="36FB5A4F" w14:textId="77777777" w:rsidR="002F5134" w:rsidRPr="00956A6D" w:rsidRDefault="002F5134" w:rsidP="007B4C63">
      <w:pPr>
        <w:pStyle w:val="Standard"/>
        <w:numPr>
          <w:ilvl w:val="0"/>
          <w:numId w:val="123"/>
        </w:numPr>
        <w:spacing w:before="0" w:after="0" w:line="240" w:lineRule="auto"/>
        <w:jc w:val="both"/>
        <w:rPr>
          <w:bCs/>
        </w:rPr>
      </w:pPr>
      <w:r w:rsidRPr="00892A90">
        <w:t>geodetické údaje geodetických bodov.</w:t>
      </w:r>
    </w:p>
    <w:p w14:paraId="63C46B61" w14:textId="77777777" w:rsidR="002F5134" w:rsidRPr="00956A6D" w:rsidRDefault="002F5134" w:rsidP="002F5134">
      <w:pPr>
        <w:pStyle w:val="Hlavika"/>
        <w:tabs>
          <w:tab w:val="left" w:pos="-4860"/>
          <w:tab w:val="left" w:pos="540"/>
          <w:tab w:val="left" w:pos="709"/>
        </w:tabs>
        <w:jc w:val="both"/>
        <w:rPr>
          <w:bCs/>
        </w:rPr>
      </w:pPr>
    </w:p>
    <w:p w14:paraId="2DDD2ED3" w14:textId="77777777" w:rsidR="006C7E31" w:rsidRDefault="006C7E31" w:rsidP="002F5134">
      <w:pPr>
        <w:pStyle w:val="Hlavika"/>
        <w:tabs>
          <w:tab w:val="left" w:pos="-4860"/>
          <w:tab w:val="left" w:pos="540"/>
          <w:tab w:val="left" w:pos="709"/>
        </w:tabs>
        <w:jc w:val="both"/>
        <w:rPr>
          <w:b/>
          <w:bCs/>
          <w:u w:val="single"/>
        </w:rPr>
      </w:pPr>
    </w:p>
    <w:p w14:paraId="46B7B220" w14:textId="77777777" w:rsidR="006C7E31" w:rsidRDefault="006C7E31" w:rsidP="002F5134">
      <w:pPr>
        <w:pStyle w:val="Hlavika"/>
        <w:tabs>
          <w:tab w:val="left" w:pos="-4860"/>
          <w:tab w:val="left" w:pos="540"/>
          <w:tab w:val="left" w:pos="709"/>
        </w:tabs>
        <w:jc w:val="both"/>
        <w:rPr>
          <w:b/>
          <w:bCs/>
          <w:u w:val="single"/>
        </w:rPr>
      </w:pPr>
    </w:p>
    <w:p w14:paraId="24014474" w14:textId="77777777" w:rsidR="006C7E31" w:rsidRDefault="006C7E31" w:rsidP="002F5134">
      <w:pPr>
        <w:pStyle w:val="Hlavika"/>
        <w:tabs>
          <w:tab w:val="left" w:pos="-4860"/>
          <w:tab w:val="left" w:pos="540"/>
          <w:tab w:val="left" w:pos="709"/>
        </w:tabs>
        <w:jc w:val="both"/>
        <w:rPr>
          <w:b/>
          <w:bCs/>
          <w:u w:val="single"/>
        </w:rPr>
      </w:pPr>
    </w:p>
    <w:p w14:paraId="0A220E5F" w14:textId="77777777" w:rsidR="006C7E31" w:rsidRDefault="006C7E31" w:rsidP="002F5134">
      <w:pPr>
        <w:pStyle w:val="Hlavika"/>
        <w:tabs>
          <w:tab w:val="left" w:pos="-4860"/>
          <w:tab w:val="left" w:pos="540"/>
          <w:tab w:val="left" w:pos="709"/>
        </w:tabs>
        <w:jc w:val="both"/>
        <w:rPr>
          <w:b/>
          <w:bCs/>
          <w:u w:val="single"/>
        </w:rPr>
      </w:pPr>
    </w:p>
    <w:p w14:paraId="11D98294" w14:textId="77777777" w:rsidR="006C7E31" w:rsidRDefault="006C7E31" w:rsidP="002F5134">
      <w:pPr>
        <w:pStyle w:val="Hlavika"/>
        <w:tabs>
          <w:tab w:val="left" w:pos="-4860"/>
          <w:tab w:val="left" w:pos="540"/>
          <w:tab w:val="left" w:pos="709"/>
        </w:tabs>
        <w:jc w:val="both"/>
        <w:rPr>
          <w:b/>
          <w:bCs/>
          <w:u w:val="single"/>
        </w:rPr>
      </w:pPr>
    </w:p>
    <w:p w14:paraId="01A44F05" w14:textId="77777777" w:rsidR="006C7E31" w:rsidRDefault="006C7E31" w:rsidP="002F5134">
      <w:pPr>
        <w:pStyle w:val="Hlavika"/>
        <w:tabs>
          <w:tab w:val="left" w:pos="-4860"/>
          <w:tab w:val="left" w:pos="540"/>
          <w:tab w:val="left" w:pos="709"/>
        </w:tabs>
        <w:jc w:val="both"/>
        <w:rPr>
          <w:b/>
          <w:bCs/>
          <w:u w:val="single"/>
        </w:rPr>
      </w:pPr>
    </w:p>
    <w:p w14:paraId="01584A8C" w14:textId="447618DA" w:rsidR="002F5134" w:rsidRPr="00C6370F" w:rsidRDefault="002F5134" w:rsidP="002F5134">
      <w:pPr>
        <w:pStyle w:val="Hlavika"/>
        <w:tabs>
          <w:tab w:val="left" w:pos="-4860"/>
          <w:tab w:val="left" w:pos="540"/>
          <w:tab w:val="left" w:pos="709"/>
        </w:tabs>
        <w:jc w:val="both"/>
        <w:rPr>
          <w:b/>
          <w:bCs/>
          <w:u w:val="single"/>
        </w:rPr>
      </w:pPr>
      <w:r w:rsidRPr="00C6370F">
        <w:rPr>
          <w:b/>
          <w:bCs/>
          <w:u w:val="single"/>
        </w:rPr>
        <w:t>1.3 Vytyčovacia sieť</w:t>
      </w:r>
    </w:p>
    <w:p w14:paraId="33309C53" w14:textId="77777777" w:rsidR="002F5134" w:rsidRPr="00956A6D" w:rsidRDefault="002F5134" w:rsidP="002F5134">
      <w:pPr>
        <w:pStyle w:val="Hlavika"/>
        <w:tabs>
          <w:tab w:val="left" w:pos="-4860"/>
          <w:tab w:val="left" w:pos="540"/>
          <w:tab w:val="left" w:pos="709"/>
        </w:tabs>
        <w:jc w:val="both"/>
        <w:rPr>
          <w:bCs/>
        </w:rPr>
      </w:pPr>
    </w:p>
    <w:p w14:paraId="6AE9F039" w14:textId="77777777" w:rsidR="002F5134" w:rsidRPr="00956A6D" w:rsidRDefault="002F5134" w:rsidP="002F5134">
      <w:pPr>
        <w:pStyle w:val="Hlavika"/>
        <w:tabs>
          <w:tab w:val="left" w:pos="-4860"/>
          <w:tab w:val="left" w:pos="540"/>
          <w:tab w:val="left" w:pos="709"/>
        </w:tabs>
        <w:jc w:val="both"/>
        <w:rPr>
          <w:bCs/>
        </w:rPr>
      </w:pPr>
      <w:r w:rsidRPr="00956A6D">
        <w:rPr>
          <w:bCs/>
        </w:rPr>
        <w:t>Základná vytyčovacia sieť (ZVS)</w:t>
      </w:r>
    </w:p>
    <w:p w14:paraId="2BB19868" w14:textId="77777777" w:rsidR="002F5134" w:rsidRPr="00956A6D" w:rsidRDefault="002F5134" w:rsidP="002F5134">
      <w:pPr>
        <w:pStyle w:val="Hlavika"/>
        <w:tabs>
          <w:tab w:val="left" w:pos="-4860"/>
          <w:tab w:val="left" w:pos="540"/>
          <w:tab w:val="left" w:pos="709"/>
        </w:tabs>
        <w:jc w:val="both"/>
        <w:rPr>
          <w:bCs/>
        </w:rPr>
      </w:pPr>
    </w:p>
    <w:p w14:paraId="573099FB" w14:textId="77777777" w:rsidR="002F5134" w:rsidRPr="00956A6D" w:rsidRDefault="002F5134" w:rsidP="002F5134">
      <w:pPr>
        <w:pStyle w:val="Hlavika"/>
        <w:tabs>
          <w:tab w:val="left" w:pos="-4860"/>
          <w:tab w:val="left" w:pos="540"/>
          <w:tab w:val="left" w:pos="709"/>
        </w:tabs>
        <w:jc w:val="both"/>
        <w:rPr>
          <w:bCs/>
        </w:rPr>
      </w:pPr>
      <w:r w:rsidRPr="00956A6D">
        <w:rPr>
          <w:bCs/>
        </w:rPr>
        <w:t>Technické podmienky:</w:t>
      </w:r>
    </w:p>
    <w:p w14:paraId="7E9027F8" w14:textId="77777777" w:rsidR="002F5134" w:rsidRPr="00956A6D" w:rsidRDefault="002F5134" w:rsidP="002F5134">
      <w:pPr>
        <w:pStyle w:val="Hlavika"/>
        <w:tabs>
          <w:tab w:val="left" w:pos="-4860"/>
          <w:tab w:val="left" w:pos="540"/>
          <w:tab w:val="left" w:pos="709"/>
        </w:tabs>
        <w:jc w:val="both"/>
        <w:rPr>
          <w:bCs/>
        </w:rPr>
      </w:pPr>
    </w:p>
    <w:p w14:paraId="7B5A439C" w14:textId="77777777" w:rsidR="002F5134" w:rsidRPr="00892A90" w:rsidRDefault="002F5134" w:rsidP="007B4C63">
      <w:pPr>
        <w:pStyle w:val="Standard"/>
        <w:numPr>
          <w:ilvl w:val="0"/>
          <w:numId w:val="123"/>
        </w:numPr>
        <w:spacing w:before="0" w:after="0" w:line="240" w:lineRule="auto"/>
        <w:jc w:val="both"/>
      </w:pPr>
      <w:r w:rsidRPr="00892A90">
        <w:t xml:space="preserve">vytyčovacia sieť má tvar polygónu pozdĺž budúcej cesty, prevažne po jednej strane, vzdialenosť bodov do 300 m, parametre určiť s presnosťou </w:t>
      </w:r>
      <w:proofErr w:type="spellStart"/>
      <w:r w:rsidRPr="00892A90">
        <w:t>mxy</w:t>
      </w:r>
      <w:proofErr w:type="spellEnd"/>
      <w:r w:rsidRPr="00892A90">
        <w:t xml:space="preserve"> &lt; 10 mm </w:t>
      </w:r>
    </w:p>
    <w:p w14:paraId="50E0B4E0" w14:textId="77777777" w:rsidR="002F5134" w:rsidRPr="00892A90" w:rsidRDefault="002F5134" w:rsidP="007B4C63">
      <w:pPr>
        <w:pStyle w:val="Standard"/>
        <w:numPr>
          <w:ilvl w:val="0"/>
          <w:numId w:val="123"/>
        </w:numPr>
        <w:spacing w:before="0" w:after="0" w:line="240" w:lineRule="auto"/>
        <w:jc w:val="both"/>
      </w:pPr>
      <w:r w:rsidRPr="00892A90">
        <w:t xml:space="preserve">pri mostných objektoch a mimoúrovňových križovatkách vybudovať dostatočný počet bodov so závislou </w:t>
      </w:r>
      <w:proofErr w:type="spellStart"/>
      <w:r w:rsidRPr="00892A90">
        <w:t>centráciou</w:t>
      </w:r>
      <w:proofErr w:type="spellEnd"/>
      <w:r w:rsidRPr="00892A90">
        <w:t xml:space="preserve">, parametre určiť aj v lokálnom súradnicovom systéme s presnosťou </w:t>
      </w:r>
      <w:proofErr w:type="spellStart"/>
      <w:r w:rsidRPr="00892A90">
        <w:t>mXY</w:t>
      </w:r>
      <w:proofErr w:type="spellEnd"/>
      <w:r w:rsidRPr="00892A90">
        <w:t xml:space="preserve"> &lt; 5 mm </w:t>
      </w:r>
    </w:p>
    <w:p w14:paraId="5787E34B" w14:textId="77777777" w:rsidR="002F5134" w:rsidRPr="00892A90" w:rsidRDefault="002F5134" w:rsidP="007B4C63">
      <w:pPr>
        <w:pStyle w:val="Standard"/>
        <w:numPr>
          <w:ilvl w:val="0"/>
          <w:numId w:val="123"/>
        </w:numPr>
        <w:spacing w:before="0" w:after="0" w:line="240" w:lineRule="auto"/>
        <w:jc w:val="both"/>
      </w:pPr>
      <w:r w:rsidRPr="00892A90">
        <w:t xml:space="preserve">rozmiestnenie bodov vytyčovacej siete musí byť navrhnuté tak, aby medzi nimi bola vzájomná viditeľnosť počas celej výstavby, ich poloha sa pred stabilizáciou odsúhlasí s odberateľom, </w:t>
      </w:r>
    </w:p>
    <w:p w14:paraId="13279FFF" w14:textId="77777777" w:rsidR="002F5134" w:rsidRPr="00892A90" w:rsidRDefault="002F5134" w:rsidP="007B4C63">
      <w:pPr>
        <w:pStyle w:val="Standard"/>
        <w:numPr>
          <w:ilvl w:val="0"/>
          <w:numId w:val="123"/>
        </w:numPr>
        <w:spacing w:before="0" w:after="0" w:line="240" w:lineRule="auto"/>
        <w:jc w:val="both"/>
      </w:pPr>
      <w:r w:rsidRPr="00892A90">
        <w:t xml:space="preserve">kvalita vytyčovacej siete musí spĺňať technickú normu STN ISO 4463-1 Metódy merania v stavebníctve – meranie a vytyčovanie, </w:t>
      </w:r>
    </w:p>
    <w:p w14:paraId="7231B4C1" w14:textId="77777777" w:rsidR="002F5134" w:rsidRPr="00892A90" w:rsidRDefault="002F5134" w:rsidP="007B4C63">
      <w:pPr>
        <w:pStyle w:val="Standard"/>
        <w:numPr>
          <w:ilvl w:val="0"/>
          <w:numId w:val="123"/>
        </w:numPr>
        <w:spacing w:before="0" w:after="0" w:line="240" w:lineRule="auto"/>
        <w:jc w:val="both"/>
      </w:pPr>
      <w:r w:rsidRPr="00892A90">
        <w:t xml:space="preserve">návrh vytyčovacej siete musí spĺňať požiadavky §31 Vyhlášky ÚGKK SR č. 300/2009 a musí byť písomne odsúhlasený obstarávateľom, </w:t>
      </w:r>
    </w:p>
    <w:p w14:paraId="77F03603" w14:textId="77777777" w:rsidR="002F5134" w:rsidRPr="00892A90" w:rsidRDefault="002F5134" w:rsidP="007B4C63">
      <w:pPr>
        <w:pStyle w:val="Standard"/>
        <w:numPr>
          <w:ilvl w:val="0"/>
          <w:numId w:val="123"/>
        </w:numPr>
        <w:spacing w:before="0" w:after="0" w:line="240" w:lineRule="auto"/>
        <w:jc w:val="both"/>
      </w:pPr>
      <w:r w:rsidRPr="00892A90">
        <w:t xml:space="preserve">body sa stabilizujú obetónovanou 2 m dlhou oceľovou </w:t>
      </w:r>
      <w:proofErr w:type="spellStart"/>
      <w:r w:rsidRPr="00892A90">
        <w:t>pažnicou</w:t>
      </w:r>
      <w:proofErr w:type="spellEnd"/>
      <w:r w:rsidRPr="00892A90">
        <w:t xml:space="preserve"> vyplnenou betónom min. 200 mm priemeru s klincovou značkou na vrchu, prípadná ochrana ohrozeného bodu skružou, </w:t>
      </w:r>
    </w:p>
    <w:p w14:paraId="5555127D" w14:textId="77777777" w:rsidR="002F5134" w:rsidRPr="00892A90" w:rsidRDefault="002F5134" w:rsidP="007B4C63">
      <w:pPr>
        <w:pStyle w:val="Standard"/>
        <w:numPr>
          <w:ilvl w:val="0"/>
          <w:numId w:val="123"/>
        </w:numPr>
        <w:spacing w:before="0" w:after="0" w:line="240" w:lineRule="auto"/>
        <w:jc w:val="both"/>
      </w:pPr>
      <w:r w:rsidRPr="00892A90">
        <w:t xml:space="preserve">body so závislou </w:t>
      </w:r>
      <w:proofErr w:type="spellStart"/>
      <w:r w:rsidRPr="00892A90">
        <w:t>centráciou</w:t>
      </w:r>
      <w:proofErr w:type="spellEnd"/>
      <w:r w:rsidRPr="00892A90">
        <w:t xml:space="preserve"> sa stabilizujú pilierom min. 300 mm priemeru (oceľový pilier vyplnený betónom 1,5 m nad zemou, 3 m pod úrovňou terénu – v závislosti od geologických pomerov), presnosť </w:t>
      </w:r>
      <w:proofErr w:type="spellStart"/>
      <w:r w:rsidRPr="00892A90">
        <w:t>mxy</w:t>
      </w:r>
      <w:proofErr w:type="spellEnd"/>
      <w:r w:rsidRPr="00892A90">
        <w:t xml:space="preserve"> &lt; 5 mm a s nivelačnou značkou v spodnej časti piliera cca 30 cm nad úrovňou terénu, </w:t>
      </w:r>
    </w:p>
    <w:p w14:paraId="3BB339ED" w14:textId="77777777" w:rsidR="002F5134" w:rsidRPr="00892A90" w:rsidRDefault="002F5134" w:rsidP="007B4C63">
      <w:pPr>
        <w:pStyle w:val="Standard"/>
        <w:numPr>
          <w:ilvl w:val="0"/>
          <w:numId w:val="123"/>
        </w:numPr>
        <w:spacing w:before="0" w:after="0" w:line="240" w:lineRule="auto"/>
        <w:jc w:val="both"/>
      </w:pPr>
      <w:r w:rsidRPr="00892A90">
        <w:t xml:space="preserve">body sa chránia dvomi ochrannými tyčovými znakmi pri bode stabilizovanom </w:t>
      </w:r>
      <w:proofErr w:type="spellStart"/>
      <w:r w:rsidRPr="00892A90">
        <w:t>pažnicou</w:t>
      </w:r>
      <w:proofErr w:type="spellEnd"/>
      <w:r w:rsidRPr="00892A90">
        <w:t xml:space="preserve"> a jedným ochranným tyčovým znakom pri bode stabilizovanom pilierom  (OTZ – </w:t>
      </w:r>
      <w:proofErr w:type="spellStart"/>
      <w:r w:rsidRPr="00892A90">
        <w:t>červenobielymi</w:t>
      </w:r>
      <w:proofErr w:type="spellEnd"/>
      <w:r w:rsidRPr="00892A90">
        <w:t xml:space="preserve"> ), výšky 1,5 m nad terénom, na jednu tyč sa pripevní tabuľka s nápisom : „Vytyčovacia sieť rýchlostnej cesty č. bodu .... Poškodenie sa trestá ”, </w:t>
      </w:r>
    </w:p>
    <w:p w14:paraId="65C1FDE1" w14:textId="77777777" w:rsidR="002F5134" w:rsidRPr="00892A90" w:rsidRDefault="002F5134" w:rsidP="007B4C63">
      <w:pPr>
        <w:pStyle w:val="Standard"/>
        <w:numPr>
          <w:ilvl w:val="0"/>
          <w:numId w:val="123"/>
        </w:numPr>
        <w:spacing w:before="0" w:after="0" w:line="240" w:lineRule="auto"/>
        <w:jc w:val="both"/>
      </w:pPr>
      <w:r w:rsidRPr="00892A90">
        <w:t xml:space="preserve">výškové určenie bodov – presnou niveláciou, </w:t>
      </w:r>
    </w:p>
    <w:p w14:paraId="5E359733" w14:textId="77777777" w:rsidR="002F5134" w:rsidRPr="00892A90" w:rsidRDefault="002F5134" w:rsidP="007B4C63">
      <w:pPr>
        <w:pStyle w:val="Standard"/>
        <w:numPr>
          <w:ilvl w:val="0"/>
          <w:numId w:val="123"/>
        </w:numPr>
        <w:spacing w:before="0" w:after="0" w:line="240" w:lineRule="auto"/>
        <w:jc w:val="both"/>
      </w:pPr>
      <w:r w:rsidRPr="00892A90">
        <w:t xml:space="preserve">novourčeným bodom prideliť čísla v súlade s predpisom „Inštrukcia na meranie a vykonávanie zmien v súbore geodetických informácií katastra nehnuteľností (984 420 I/93), </w:t>
      </w:r>
    </w:p>
    <w:p w14:paraId="48F66009" w14:textId="77777777" w:rsidR="002F5134" w:rsidRPr="00892A90" w:rsidRDefault="002F5134" w:rsidP="007B4C63">
      <w:pPr>
        <w:pStyle w:val="Standard"/>
        <w:numPr>
          <w:ilvl w:val="0"/>
          <w:numId w:val="123"/>
        </w:numPr>
        <w:spacing w:before="0" w:after="0" w:line="240" w:lineRule="auto"/>
        <w:jc w:val="both"/>
      </w:pPr>
      <w:r w:rsidRPr="00892A90">
        <w:t xml:space="preserve">elaborát musí spĺňať náležitosti platných predpisov a usmernení ÚGKK SR v prípade použitia metódy merania GPS, </w:t>
      </w:r>
    </w:p>
    <w:p w14:paraId="2ECF1150" w14:textId="77777777" w:rsidR="002F5134" w:rsidRPr="00892A90" w:rsidRDefault="002F5134" w:rsidP="007B4C63">
      <w:pPr>
        <w:pStyle w:val="Standard"/>
        <w:numPr>
          <w:ilvl w:val="0"/>
          <w:numId w:val="123"/>
        </w:numPr>
        <w:spacing w:before="0" w:after="0" w:line="240" w:lineRule="auto"/>
        <w:jc w:val="both"/>
      </w:pPr>
      <w:r w:rsidRPr="00892A90">
        <w:t xml:space="preserve">zhotoviteľ si zabezpečí vstupy na pozemky, </w:t>
      </w:r>
    </w:p>
    <w:p w14:paraId="58D7EDF2" w14:textId="77777777" w:rsidR="002F5134" w:rsidRPr="00892A90" w:rsidRDefault="002F5134" w:rsidP="007B4C63">
      <w:pPr>
        <w:pStyle w:val="Standard"/>
        <w:numPr>
          <w:ilvl w:val="0"/>
          <w:numId w:val="123"/>
        </w:numPr>
        <w:spacing w:before="0" w:after="0" w:line="240" w:lineRule="auto"/>
        <w:jc w:val="both"/>
      </w:pPr>
      <w:r w:rsidRPr="00892A90">
        <w:t xml:space="preserve">prípadné škody na porastoch a poľnohospodárskych kultúrach znáša zhotoviteľ, </w:t>
      </w:r>
    </w:p>
    <w:p w14:paraId="6ED04C7B" w14:textId="77777777" w:rsidR="002F5134" w:rsidRPr="00892A90" w:rsidRDefault="002F5134" w:rsidP="007B4C63">
      <w:pPr>
        <w:pStyle w:val="Standard"/>
        <w:numPr>
          <w:ilvl w:val="0"/>
          <w:numId w:val="123"/>
        </w:numPr>
        <w:spacing w:before="0" w:after="0" w:line="240" w:lineRule="auto"/>
        <w:jc w:val="both"/>
      </w:pPr>
      <w:r w:rsidRPr="00892A90">
        <w:t xml:space="preserve">po splnení všetkých podmienok vyššie uvedených inštrukcií, zabezpečiť prevzatie bodov VS príslušnou správou katastra, </w:t>
      </w:r>
    </w:p>
    <w:p w14:paraId="4812F648" w14:textId="77777777" w:rsidR="002F5134" w:rsidRPr="00892A90" w:rsidRDefault="002F5134" w:rsidP="007B4C63">
      <w:pPr>
        <w:pStyle w:val="Standard"/>
        <w:numPr>
          <w:ilvl w:val="0"/>
          <w:numId w:val="123"/>
        </w:numPr>
        <w:spacing w:before="0" w:after="0" w:line="240" w:lineRule="auto"/>
        <w:jc w:val="both"/>
      </w:pPr>
      <w:r w:rsidRPr="00892A90">
        <w:t xml:space="preserve">do výsledného elaborátu VS priložiť doklad o prevzatí bodov príslušnou správou katastra, </w:t>
      </w:r>
    </w:p>
    <w:p w14:paraId="1A7EFBB4" w14:textId="60C36D49" w:rsidR="002F5134" w:rsidRPr="00892A90" w:rsidRDefault="002F5134" w:rsidP="007B4C63">
      <w:pPr>
        <w:pStyle w:val="Standard"/>
        <w:numPr>
          <w:ilvl w:val="0"/>
          <w:numId w:val="123"/>
        </w:numPr>
        <w:spacing w:before="0" w:after="0" w:line="240" w:lineRule="auto"/>
        <w:jc w:val="both"/>
      </w:pPr>
      <w:r w:rsidRPr="00892A90">
        <w:t>vo vzťahu k nehnuteľnostiam sa zhotoviteľ riadi ustanoveniami § 14</w:t>
      </w:r>
      <w:r w:rsidR="00ED4979">
        <w:t xml:space="preserve"> až</w:t>
      </w:r>
      <w:r w:rsidRPr="00892A90">
        <w:t>17 zákona č. 215/1995 Z.</w:t>
      </w:r>
      <w:r w:rsidR="00ED4979">
        <w:t xml:space="preserve"> </w:t>
      </w:r>
      <w:r w:rsidRPr="00892A90">
        <w:t xml:space="preserve">z. o geodézii a kartografii v znení neskorších predpisov, </w:t>
      </w:r>
    </w:p>
    <w:p w14:paraId="148AF02D" w14:textId="77777777" w:rsidR="002F5134" w:rsidRPr="00892A90" w:rsidRDefault="002F5134" w:rsidP="007B4C63">
      <w:pPr>
        <w:pStyle w:val="Standard"/>
        <w:numPr>
          <w:ilvl w:val="0"/>
          <w:numId w:val="123"/>
        </w:numPr>
        <w:spacing w:before="0" w:after="0" w:line="240" w:lineRule="auto"/>
        <w:jc w:val="both"/>
      </w:pPr>
      <w:r w:rsidRPr="00892A90">
        <w:t xml:space="preserve">elaborát musí byť v súlade s „Inštrukciou na práce v polohových bodových poliach“ č. I 74.20.73.12.00 (984 121 I/93), </w:t>
      </w:r>
    </w:p>
    <w:p w14:paraId="312CA246" w14:textId="444482FA" w:rsidR="002F5134" w:rsidRPr="00956A6D" w:rsidRDefault="002F5134" w:rsidP="007B4C63">
      <w:pPr>
        <w:pStyle w:val="Standard"/>
        <w:numPr>
          <w:ilvl w:val="0"/>
          <w:numId w:val="123"/>
        </w:numPr>
        <w:spacing w:before="0" w:after="0" w:line="240" w:lineRule="auto"/>
        <w:jc w:val="both"/>
        <w:rPr>
          <w:bCs/>
        </w:rPr>
      </w:pPr>
      <w:r w:rsidRPr="00892A90">
        <w:t>výsledky geodetických prác sa autorizačne overujú v zmysle § 6 pí</w:t>
      </w:r>
      <w:r w:rsidR="00ED4979">
        <w:t>sm.</w:t>
      </w:r>
      <w:r w:rsidRPr="00892A90">
        <w:t xml:space="preserve"> d) – j) zákona č. 215/1995 Z.</w:t>
      </w:r>
      <w:r w:rsidR="00ED4979">
        <w:t xml:space="preserve"> </w:t>
      </w:r>
      <w:r w:rsidRPr="00892A90">
        <w:t>z. o geodézii a kartografii v znení neskorších predpisov.</w:t>
      </w:r>
      <w:r w:rsidRPr="00956A6D">
        <w:rPr>
          <w:bCs/>
        </w:rPr>
        <w:t xml:space="preserve"> </w:t>
      </w:r>
    </w:p>
    <w:p w14:paraId="185A2C8D" w14:textId="77777777" w:rsidR="002F5134" w:rsidRPr="00956A6D" w:rsidRDefault="002F5134" w:rsidP="002F5134">
      <w:pPr>
        <w:pStyle w:val="Hlavika"/>
        <w:tabs>
          <w:tab w:val="left" w:pos="-4860"/>
          <w:tab w:val="left" w:pos="540"/>
          <w:tab w:val="left" w:pos="709"/>
        </w:tabs>
        <w:jc w:val="both"/>
        <w:rPr>
          <w:bCs/>
        </w:rPr>
      </w:pPr>
    </w:p>
    <w:p w14:paraId="566BDDE2" w14:textId="77777777" w:rsidR="002F5134" w:rsidRPr="00956A6D" w:rsidRDefault="002F5134" w:rsidP="002F5134">
      <w:pPr>
        <w:pStyle w:val="Hlavika"/>
        <w:tabs>
          <w:tab w:val="left" w:pos="-4860"/>
          <w:tab w:val="left" w:pos="540"/>
          <w:tab w:val="left" w:pos="709"/>
        </w:tabs>
        <w:jc w:val="both"/>
        <w:rPr>
          <w:bCs/>
        </w:rPr>
      </w:pPr>
      <w:r w:rsidRPr="00956A6D">
        <w:rPr>
          <w:bCs/>
        </w:rPr>
        <w:t xml:space="preserve">Elaborát vytyčovacej siete: </w:t>
      </w:r>
    </w:p>
    <w:p w14:paraId="032C1DF1" w14:textId="77777777" w:rsidR="002F5134" w:rsidRPr="00956A6D" w:rsidRDefault="002F5134" w:rsidP="002F5134">
      <w:pPr>
        <w:pStyle w:val="Hlavika"/>
        <w:tabs>
          <w:tab w:val="left" w:pos="-4860"/>
          <w:tab w:val="left" w:pos="540"/>
          <w:tab w:val="left" w:pos="709"/>
        </w:tabs>
        <w:jc w:val="both"/>
        <w:rPr>
          <w:bCs/>
        </w:rPr>
      </w:pPr>
      <w:r w:rsidRPr="00956A6D">
        <w:rPr>
          <w:bCs/>
        </w:rPr>
        <w:t xml:space="preserve">a. Technická správa </w:t>
      </w:r>
    </w:p>
    <w:p w14:paraId="4E855D2C" w14:textId="77777777" w:rsidR="002F5134" w:rsidRPr="00892A90" w:rsidRDefault="002F5134" w:rsidP="007B4C63">
      <w:pPr>
        <w:pStyle w:val="Standard"/>
        <w:numPr>
          <w:ilvl w:val="0"/>
          <w:numId w:val="123"/>
        </w:numPr>
        <w:spacing w:before="0" w:after="0" w:line="240" w:lineRule="auto"/>
        <w:jc w:val="both"/>
      </w:pPr>
      <w:r w:rsidRPr="00892A90">
        <w:t xml:space="preserve">rozbor presnosti, protokol vyrovnania polohovej siete, protokol vyrovnania nivelačných meraní, relatívne a absolútne charakteristiky presnosti </w:t>
      </w:r>
    </w:p>
    <w:p w14:paraId="6D544AC8" w14:textId="77777777" w:rsidR="002F5134" w:rsidRPr="00956A6D" w:rsidRDefault="002F5134" w:rsidP="007B4C63">
      <w:pPr>
        <w:pStyle w:val="Standard"/>
        <w:numPr>
          <w:ilvl w:val="0"/>
          <w:numId w:val="123"/>
        </w:numPr>
        <w:spacing w:before="0" w:after="0" w:line="240" w:lineRule="auto"/>
        <w:jc w:val="both"/>
        <w:rPr>
          <w:bCs/>
        </w:rPr>
      </w:pPr>
      <w:r w:rsidRPr="00892A90">
        <w:t>náležitosti v zmysle platných predpisov a usmernení, globálna autorizovaná transformácia medzi pôvodnou realizáciou JTSK a realizáciou JTSK03</w:t>
      </w:r>
      <w:r w:rsidRPr="00956A6D">
        <w:rPr>
          <w:bCs/>
        </w:rPr>
        <w:t xml:space="preserve"> </w:t>
      </w:r>
    </w:p>
    <w:p w14:paraId="55C5DDC8" w14:textId="77777777" w:rsidR="002F5134" w:rsidRPr="00956A6D" w:rsidRDefault="002F5134" w:rsidP="002F5134">
      <w:pPr>
        <w:pStyle w:val="Hlavika"/>
        <w:tabs>
          <w:tab w:val="left" w:pos="-4860"/>
          <w:tab w:val="left" w:pos="540"/>
          <w:tab w:val="left" w:pos="709"/>
        </w:tabs>
        <w:jc w:val="both"/>
        <w:rPr>
          <w:bCs/>
        </w:rPr>
      </w:pPr>
    </w:p>
    <w:p w14:paraId="22DA16B4" w14:textId="77777777" w:rsidR="002F5134" w:rsidRPr="00956A6D" w:rsidRDefault="002F5134" w:rsidP="002F5134">
      <w:pPr>
        <w:pStyle w:val="Hlavika"/>
        <w:tabs>
          <w:tab w:val="left" w:pos="-4860"/>
          <w:tab w:val="left" w:pos="540"/>
          <w:tab w:val="left" w:pos="709"/>
        </w:tabs>
        <w:jc w:val="both"/>
        <w:rPr>
          <w:bCs/>
        </w:rPr>
      </w:pPr>
      <w:r w:rsidRPr="00956A6D">
        <w:rPr>
          <w:bCs/>
        </w:rPr>
        <w:t xml:space="preserve">b. Prehľadný náčrt podrobného bodového poľa, mierka M=1:10000 (resp. 5000), spolu s </w:t>
      </w:r>
      <w:proofErr w:type="spellStart"/>
      <w:r w:rsidRPr="00956A6D">
        <w:rPr>
          <w:bCs/>
        </w:rPr>
        <w:t>ortofotomapou</w:t>
      </w:r>
      <w:proofErr w:type="spellEnd"/>
      <w:r w:rsidRPr="00956A6D">
        <w:rPr>
          <w:bCs/>
        </w:rPr>
        <w:t xml:space="preserve"> </w:t>
      </w:r>
    </w:p>
    <w:p w14:paraId="23A5B116" w14:textId="77777777" w:rsidR="002F5134" w:rsidRPr="00956A6D" w:rsidRDefault="002F5134" w:rsidP="002F5134">
      <w:pPr>
        <w:pStyle w:val="Hlavika"/>
        <w:tabs>
          <w:tab w:val="left" w:pos="-4860"/>
          <w:tab w:val="left" w:pos="540"/>
          <w:tab w:val="left" w:pos="709"/>
        </w:tabs>
        <w:jc w:val="both"/>
        <w:rPr>
          <w:bCs/>
        </w:rPr>
      </w:pPr>
      <w:r w:rsidRPr="00956A6D">
        <w:rPr>
          <w:bCs/>
        </w:rPr>
        <w:t xml:space="preserve">c. Geodetické údaje o bodoch vytyčovacej siete, popis stabilizácie, fotodokumentácia </w:t>
      </w:r>
    </w:p>
    <w:p w14:paraId="26876D97" w14:textId="77777777" w:rsidR="002F5134" w:rsidRPr="00956A6D" w:rsidRDefault="002F5134" w:rsidP="002F5134">
      <w:pPr>
        <w:pStyle w:val="Hlavika"/>
        <w:tabs>
          <w:tab w:val="left" w:pos="-4860"/>
          <w:tab w:val="left" w:pos="540"/>
          <w:tab w:val="left" w:pos="709"/>
        </w:tabs>
        <w:jc w:val="both"/>
        <w:rPr>
          <w:bCs/>
        </w:rPr>
      </w:pPr>
      <w:r w:rsidRPr="00956A6D">
        <w:rPr>
          <w:bCs/>
        </w:rPr>
        <w:t xml:space="preserve">d. Zoznam súradníc bodov vytyčovacej siete, spôsob stabilizácie, katastrálne územie </w:t>
      </w:r>
    </w:p>
    <w:p w14:paraId="3483F01B" w14:textId="04C49E6A" w:rsidR="002F5134" w:rsidRPr="00956A6D" w:rsidRDefault="002F5134" w:rsidP="002F5134">
      <w:pPr>
        <w:pStyle w:val="Hlavika"/>
        <w:tabs>
          <w:tab w:val="left" w:pos="-4860"/>
          <w:tab w:val="left" w:pos="540"/>
          <w:tab w:val="left" w:pos="709"/>
        </w:tabs>
        <w:jc w:val="both"/>
        <w:rPr>
          <w:bCs/>
        </w:rPr>
      </w:pPr>
      <w:r w:rsidRPr="00956A6D">
        <w:rPr>
          <w:bCs/>
        </w:rPr>
        <w:t xml:space="preserve">e. Digitálna forma na </w:t>
      </w:r>
      <w:r w:rsidR="00045630">
        <w:rPr>
          <w:bCs/>
        </w:rPr>
        <w:t>USB kľúč</w:t>
      </w:r>
      <w:r w:rsidRPr="00956A6D">
        <w:rPr>
          <w:bCs/>
        </w:rPr>
        <w:t>, formát *.</w:t>
      </w:r>
      <w:proofErr w:type="spellStart"/>
      <w:r w:rsidRPr="00956A6D">
        <w:rPr>
          <w:bCs/>
        </w:rPr>
        <w:t>dgn</w:t>
      </w:r>
      <w:proofErr w:type="spellEnd"/>
      <w:r w:rsidRPr="00956A6D">
        <w:rPr>
          <w:bCs/>
        </w:rPr>
        <w:t xml:space="preserve"> a *.</w:t>
      </w:r>
      <w:proofErr w:type="spellStart"/>
      <w:r w:rsidRPr="00956A6D">
        <w:rPr>
          <w:bCs/>
        </w:rPr>
        <w:t>xls</w:t>
      </w:r>
      <w:proofErr w:type="spellEnd"/>
      <w:r w:rsidRPr="00956A6D">
        <w:rPr>
          <w:bCs/>
        </w:rPr>
        <w:t xml:space="preserve"> (resp. *.</w:t>
      </w:r>
      <w:proofErr w:type="spellStart"/>
      <w:r w:rsidRPr="00956A6D">
        <w:rPr>
          <w:bCs/>
        </w:rPr>
        <w:t>doc</w:t>
      </w:r>
      <w:proofErr w:type="spellEnd"/>
      <w:r w:rsidRPr="00956A6D">
        <w:rPr>
          <w:bCs/>
        </w:rPr>
        <w:t xml:space="preserve">) </w:t>
      </w:r>
    </w:p>
    <w:p w14:paraId="449F02C4" w14:textId="54AE13AB" w:rsidR="006C7E31" w:rsidRDefault="002F5134" w:rsidP="002F5134">
      <w:pPr>
        <w:pStyle w:val="Hlavika"/>
        <w:tabs>
          <w:tab w:val="left" w:pos="-4860"/>
          <w:tab w:val="left" w:pos="540"/>
          <w:tab w:val="left" w:pos="709"/>
        </w:tabs>
        <w:jc w:val="both"/>
        <w:rPr>
          <w:bCs/>
        </w:rPr>
      </w:pPr>
      <w:r w:rsidRPr="00956A6D">
        <w:rPr>
          <w:bCs/>
        </w:rPr>
        <w:t>Elaborát vytyčovacej siete bude overený pečiatkou autorizovaného geodeta (</w:t>
      </w:r>
      <w:r w:rsidR="00ED4979" w:rsidRPr="00ED4979">
        <w:rPr>
          <w:bCs/>
        </w:rPr>
        <w:t>§6 písm. d až j</w:t>
      </w:r>
      <w:r w:rsidRPr="00956A6D">
        <w:rPr>
          <w:bCs/>
        </w:rPr>
        <w:t xml:space="preserve"> </w:t>
      </w:r>
      <w:r w:rsidR="00BE5D8D">
        <w:rPr>
          <w:bCs/>
        </w:rPr>
        <w:t>z</w:t>
      </w:r>
      <w:r w:rsidRPr="00956A6D">
        <w:rPr>
          <w:bCs/>
        </w:rPr>
        <w:t xml:space="preserve">ákon č. 215/1995 </w:t>
      </w:r>
      <w:proofErr w:type="spellStart"/>
      <w:r w:rsidRPr="00956A6D">
        <w:rPr>
          <w:bCs/>
        </w:rPr>
        <w:t>Z.z</w:t>
      </w:r>
      <w:proofErr w:type="spellEnd"/>
      <w:r w:rsidRPr="00956A6D">
        <w:rPr>
          <w:bCs/>
        </w:rPr>
        <w:t>.,)</w:t>
      </w:r>
      <w:r w:rsidR="006C7E31">
        <w:rPr>
          <w:bCs/>
        </w:rPr>
        <w:br w:type="page"/>
      </w:r>
    </w:p>
    <w:p w14:paraId="3956C43C" w14:textId="5BE8127E" w:rsidR="002F5134" w:rsidRPr="006C7E31" w:rsidRDefault="00C97280" w:rsidP="009977DC">
      <w:pPr>
        <w:pStyle w:val="Hlavika"/>
        <w:tabs>
          <w:tab w:val="left" w:pos="-4860"/>
          <w:tab w:val="left" w:pos="540"/>
          <w:tab w:val="left" w:pos="709"/>
        </w:tabs>
        <w:jc w:val="both"/>
        <w:rPr>
          <w:b/>
          <w:bCs/>
          <w:sz w:val="24"/>
          <w:szCs w:val="24"/>
        </w:rPr>
      </w:pPr>
      <w:r w:rsidRPr="006C7E31">
        <w:rPr>
          <w:b/>
          <w:bCs/>
          <w:sz w:val="24"/>
          <w:szCs w:val="24"/>
        </w:rPr>
        <w:lastRenderedPageBreak/>
        <w:t>2</w:t>
      </w:r>
      <w:r w:rsidR="006309ED" w:rsidRPr="006C7E31">
        <w:rPr>
          <w:b/>
          <w:bCs/>
          <w:sz w:val="24"/>
          <w:szCs w:val="24"/>
        </w:rPr>
        <w:tab/>
      </w:r>
      <w:r w:rsidR="00320A5D" w:rsidRPr="006C7E31">
        <w:rPr>
          <w:b/>
          <w:bCs/>
          <w:sz w:val="24"/>
          <w:szCs w:val="24"/>
        </w:rPr>
        <w:t>Dokumentácia na majetkovoprávne vysporiadanie</w:t>
      </w:r>
    </w:p>
    <w:p w14:paraId="50B316B9" w14:textId="77777777" w:rsidR="002F5134" w:rsidRPr="00C6370F" w:rsidRDefault="002F5134" w:rsidP="002F5134">
      <w:pPr>
        <w:pStyle w:val="Hlavika"/>
        <w:tabs>
          <w:tab w:val="left" w:pos="-4860"/>
          <w:tab w:val="left" w:pos="540"/>
          <w:tab w:val="left" w:pos="709"/>
        </w:tabs>
        <w:jc w:val="both"/>
        <w:rPr>
          <w:b/>
          <w:bCs/>
          <w:sz w:val="22"/>
          <w:szCs w:val="22"/>
        </w:rPr>
      </w:pPr>
    </w:p>
    <w:p w14:paraId="017BAAC0"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2.1   Geometrické plány</w:t>
      </w:r>
    </w:p>
    <w:p w14:paraId="00523EAD" w14:textId="47471737" w:rsidR="002F5134" w:rsidRPr="00956A6D" w:rsidRDefault="002F5134" w:rsidP="002F5134">
      <w:pPr>
        <w:pStyle w:val="Hlavika"/>
        <w:tabs>
          <w:tab w:val="left" w:pos="-4860"/>
          <w:tab w:val="left" w:pos="540"/>
          <w:tab w:val="left" w:pos="709"/>
        </w:tabs>
        <w:jc w:val="both"/>
        <w:rPr>
          <w:bCs/>
        </w:rPr>
      </w:pPr>
      <w:r w:rsidRPr="00956A6D">
        <w:rPr>
          <w:bCs/>
        </w:rPr>
        <w:t>Technické podmienky vyhotovenia</w:t>
      </w:r>
      <w:r w:rsidR="00AB33F9">
        <w:rPr>
          <w:bCs/>
        </w:rPr>
        <w:t xml:space="preserve"> (</w:t>
      </w:r>
      <w:r w:rsidR="00AB33F9" w:rsidRPr="00956A6D">
        <w:rPr>
          <w:bCs/>
        </w:rPr>
        <w:t xml:space="preserve">tabuľky prílohy </w:t>
      </w:r>
      <w:r w:rsidR="00AB33F9">
        <w:rPr>
          <w:bCs/>
        </w:rPr>
        <w:t>Zv.3 č.</w:t>
      </w:r>
      <w:r w:rsidR="006E5632">
        <w:rPr>
          <w:bCs/>
        </w:rPr>
        <w:t>0</w:t>
      </w:r>
      <w:r w:rsidR="00B54169">
        <w:rPr>
          <w:bCs/>
        </w:rPr>
        <w:t>7</w:t>
      </w:r>
      <w:r w:rsidR="00AB33F9">
        <w:rPr>
          <w:bCs/>
        </w:rPr>
        <w:t>)</w:t>
      </w:r>
      <w:r w:rsidRPr="00956A6D">
        <w:rPr>
          <w:bCs/>
        </w:rPr>
        <w:t>:</w:t>
      </w:r>
    </w:p>
    <w:p w14:paraId="6E3B2BCB" w14:textId="77777777" w:rsidR="002F5134" w:rsidRPr="00892A90" w:rsidRDefault="002F5134" w:rsidP="007B4C63">
      <w:pPr>
        <w:pStyle w:val="Standard"/>
        <w:numPr>
          <w:ilvl w:val="0"/>
          <w:numId w:val="123"/>
        </w:numPr>
        <w:spacing w:before="0" w:after="0" w:line="240" w:lineRule="auto"/>
        <w:jc w:val="both"/>
      </w:pPr>
      <w:r w:rsidRPr="00892A90">
        <w:t xml:space="preserve">digitálne spracovanie, grafika v systéme </w:t>
      </w:r>
      <w:proofErr w:type="spellStart"/>
      <w:r w:rsidRPr="00892A90">
        <w:t>Microstation</w:t>
      </w:r>
      <w:proofErr w:type="spellEnd"/>
      <w:r w:rsidRPr="00892A90">
        <w:t xml:space="preserve"> (*.</w:t>
      </w:r>
      <w:proofErr w:type="spellStart"/>
      <w:r w:rsidRPr="00892A90">
        <w:t>dgn</w:t>
      </w:r>
      <w:proofErr w:type="spellEnd"/>
      <w:r w:rsidRPr="00892A90">
        <w:t>) a aj v štruktúre ESID (*.</w:t>
      </w:r>
      <w:proofErr w:type="spellStart"/>
      <w:r w:rsidRPr="00892A90">
        <w:t>dgn</w:t>
      </w:r>
      <w:proofErr w:type="spellEnd"/>
      <w:r w:rsidRPr="00892A90">
        <w:t>) tabuľky v systéme Excel (*.</w:t>
      </w:r>
      <w:proofErr w:type="spellStart"/>
      <w:r w:rsidRPr="00892A90">
        <w:t>xlsx</w:t>
      </w:r>
      <w:proofErr w:type="spellEnd"/>
      <w:r w:rsidRPr="00892A90">
        <w:t>), výkaz výmer v systéme Excel  (*.</w:t>
      </w:r>
      <w:proofErr w:type="spellStart"/>
      <w:r w:rsidRPr="00892A90">
        <w:t>xlsx</w:t>
      </w:r>
      <w:proofErr w:type="spellEnd"/>
      <w:r w:rsidRPr="00892A90">
        <w:t>),(tab. X.17, tab.X.19, tab.X.20, tab. X.22, tab. X.26), vo formáte *.</w:t>
      </w:r>
      <w:proofErr w:type="spellStart"/>
      <w:r w:rsidRPr="00892A90">
        <w:t>xml</w:t>
      </w:r>
      <w:proofErr w:type="spellEnd"/>
      <w:r w:rsidRPr="00892A90">
        <w:t>, grafická časť vo formáte *.</w:t>
      </w:r>
      <w:proofErr w:type="spellStart"/>
      <w:r w:rsidRPr="00892A90">
        <w:t>pdf</w:t>
      </w:r>
      <w:proofErr w:type="spellEnd"/>
      <w:r w:rsidRPr="00892A90">
        <w:t>, pre účely tlače tiež aj formát .</w:t>
      </w:r>
      <w:proofErr w:type="spellStart"/>
      <w:r w:rsidRPr="00892A90">
        <w:t>pdf</w:t>
      </w:r>
      <w:proofErr w:type="spellEnd"/>
      <w:r w:rsidRPr="00892A90">
        <w:t>,</w:t>
      </w:r>
    </w:p>
    <w:p w14:paraId="6F0BF1E1" w14:textId="77777777" w:rsidR="002F5134" w:rsidRPr="00892A90" w:rsidRDefault="002F5134" w:rsidP="007B4C63">
      <w:pPr>
        <w:pStyle w:val="Standard"/>
        <w:numPr>
          <w:ilvl w:val="0"/>
          <w:numId w:val="123"/>
        </w:numPr>
        <w:spacing w:before="0" w:after="0" w:line="240" w:lineRule="auto"/>
        <w:jc w:val="both"/>
      </w:pPr>
      <w:r w:rsidRPr="00892A90">
        <w:t>GP sa vyhotovia v zmysle Smernice na vyhotovovanie geometrických plánov a vytyčovanie hraníc pozemkov ÚGKK SR č. S 74.20.73.43.00 /1997 a predpisov a usmernení v platnom znení ku dňu dodávky a budú overené príslušným okresným úradom, katastrálnym odborom,</w:t>
      </w:r>
    </w:p>
    <w:p w14:paraId="384B4517" w14:textId="77777777" w:rsidR="002F5134" w:rsidRPr="00892A90" w:rsidRDefault="002F5134" w:rsidP="007B4C63">
      <w:pPr>
        <w:pStyle w:val="Standard"/>
        <w:numPr>
          <w:ilvl w:val="0"/>
          <w:numId w:val="123"/>
        </w:numPr>
        <w:spacing w:before="0" w:after="0" w:line="240" w:lineRule="auto"/>
        <w:jc w:val="both"/>
      </w:pPr>
      <w:r w:rsidRPr="00892A90">
        <w:t>novú majetkovú hranicu tvoria súradnice lomových bodov trvalých záberov daných projektom,</w:t>
      </w:r>
    </w:p>
    <w:p w14:paraId="3AA6630A" w14:textId="77777777" w:rsidR="002F5134" w:rsidRPr="00892A90" w:rsidRDefault="002F5134" w:rsidP="007B4C63">
      <w:pPr>
        <w:pStyle w:val="Standard"/>
        <w:numPr>
          <w:ilvl w:val="0"/>
          <w:numId w:val="123"/>
        </w:numPr>
        <w:spacing w:before="0" w:after="0" w:line="240" w:lineRule="auto"/>
        <w:jc w:val="both"/>
      </w:pPr>
      <w:r w:rsidRPr="00892A90">
        <w:t>v grafickej časti úradne neoverených kópií sa vyznačí os komunikácie (</w:t>
      </w:r>
      <w:proofErr w:type="spellStart"/>
      <w:r w:rsidRPr="00892A90">
        <w:t>staničenie</w:t>
      </w:r>
      <w:proofErr w:type="spellEnd"/>
      <w:r w:rsidRPr="00892A90">
        <w:t xml:space="preserve"> po 100 m ), čísla oddielov/objektov, hektárová sieť a mierka; na titulnej strane GP sa vypisuje príslušné </w:t>
      </w:r>
      <w:proofErr w:type="spellStart"/>
      <w:r w:rsidRPr="00892A90">
        <w:t>staničenie</w:t>
      </w:r>
      <w:proofErr w:type="spellEnd"/>
      <w:r w:rsidRPr="00892A90">
        <w:t xml:space="preserve"> diaľnice a čísla dotknutých oddielov/objektov, </w:t>
      </w:r>
    </w:p>
    <w:p w14:paraId="1C324EC0" w14:textId="77777777" w:rsidR="002F5134" w:rsidRPr="00892A90" w:rsidRDefault="002F5134" w:rsidP="007B4C63">
      <w:pPr>
        <w:pStyle w:val="Standard"/>
        <w:numPr>
          <w:ilvl w:val="0"/>
          <w:numId w:val="123"/>
        </w:numPr>
        <w:spacing w:before="0" w:after="0" w:line="240" w:lineRule="auto"/>
        <w:jc w:val="both"/>
      </w:pPr>
      <w:r w:rsidRPr="00892A90">
        <w:t>lomové body novovzniknutých parciel odsúhlasuje zodpovedný geodet objednávateľa,</w:t>
      </w:r>
    </w:p>
    <w:p w14:paraId="5103E69A" w14:textId="77777777" w:rsidR="002F5134" w:rsidRPr="00892A90" w:rsidRDefault="002F5134" w:rsidP="007B4C63">
      <w:pPr>
        <w:pStyle w:val="Standard"/>
        <w:numPr>
          <w:ilvl w:val="0"/>
          <w:numId w:val="123"/>
        </w:numPr>
        <w:spacing w:before="0" w:after="0" w:line="240" w:lineRule="auto"/>
        <w:jc w:val="both"/>
      </w:pPr>
      <w:r w:rsidRPr="00892A90">
        <w:t>v prípade, že v katastrálnom území je súčasne vykonávaný  ROEP, PPÚ alebo ZRPS, geometrický plán sa s ním zosúladí,</w:t>
      </w:r>
    </w:p>
    <w:p w14:paraId="1DB28D65" w14:textId="3DC341F7" w:rsidR="002F5134" w:rsidRPr="00892A90" w:rsidRDefault="002F5134" w:rsidP="007B4C63">
      <w:pPr>
        <w:pStyle w:val="Standard"/>
        <w:numPr>
          <w:ilvl w:val="0"/>
          <w:numId w:val="123"/>
        </w:numPr>
        <w:spacing w:before="0" w:after="0" w:line="240" w:lineRule="auto"/>
        <w:jc w:val="both"/>
      </w:pPr>
      <w:r w:rsidRPr="00892A90">
        <w:t xml:space="preserve">GP sa vyhotovia podľa katastrálnych území, zvlášť podľa stavu </w:t>
      </w:r>
      <w:r w:rsidR="00C97CE6">
        <w:t xml:space="preserve">KN-C </w:t>
      </w:r>
      <w:r w:rsidRPr="00892A90">
        <w:t>a podľa stavu UO  (spĺňajú podmienky na zápis do KN),</w:t>
      </w:r>
    </w:p>
    <w:p w14:paraId="65E7214C" w14:textId="77777777" w:rsidR="002F5134" w:rsidRPr="00892A90" w:rsidRDefault="002F5134" w:rsidP="007B4C63">
      <w:pPr>
        <w:pStyle w:val="Standard"/>
        <w:numPr>
          <w:ilvl w:val="0"/>
          <w:numId w:val="123"/>
        </w:numPr>
        <w:spacing w:before="0" w:after="0" w:line="240" w:lineRule="auto"/>
        <w:jc w:val="both"/>
      </w:pPr>
      <w:r w:rsidRPr="00892A90">
        <w:t>nové parcelné čísla sa pričlenia po objektoch tak, aby tvorba parciel zodpovedala požiadavkám na zápis do KN na základe právnych listín a vyššie citovanej smernici § 6, bod 8,</w:t>
      </w:r>
    </w:p>
    <w:p w14:paraId="6EF556FE" w14:textId="77777777" w:rsidR="002F5134" w:rsidRPr="00892A90" w:rsidRDefault="002F5134" w:rsidP="007B4C63">
      <w:pPr>
        <w:pStyle w:val="Standard"/>
        <w:numPr>
          <w:ilvl w:val="0"/>
          <w:numId w:val="123"/>
        </w:numPr>
        <w:spacing w:before="0" w:after="0" w:line="240" w:lineRule="auto"/>
        <w:jc w:val="both"/>
      </w:pPr>
      <w:r w:rsidRPr="00892A90">
        <w:t>priebeh novej majetkovej hranice a návrh vlastníctva odsúhlasuje zodpovedný pracovník objednávateľa,</w:t>
      </w:r>
    </w:p>
    <w:p w14:paraId="55174E2D" w14:textId="77777777" w:rsidR="002F5134" w:rsidRPr="00892A90" w:rsidRDefault="002F5134" w:rsidP="007B4C63">
      <w:pPr>
        <w:pStyle w:val="Standard"/>
        <w:numPr>
          <w:ilvl w:val="0"/>
          <w:numId w:val="123"/>
        </w:numPr>
        <w:spacing w:before="0" w:after="0" w:line="240" w:lineRule="auto"/>
        <w:jc w:val="both"/>
      </w:pPr>
      <w:r w:rsidRPr="00892A90">
        <w:t xml:space="preserve">v kolónke “vlastník” výkazu výmer sa vo všetkých objektov uvedie: Národná diaľničná spoločnosť </w:t>
      </w:r>
      <w:proofErr w:type="spellStart"/>
      <w:r w:rsidRPr="00892A90">
        <w:t>a.s</w:t>
      </w:r>
      <w:proofErr w:type="spellEnd"/>
      <w:r w:rsidRPr="00892A90">
        <w:t>.,</w:t>
      </w:r>
    </w:p>
    <w:p w14:paraId="7A1EF095" w14:textId="77777777" w:rsidR="002F5134" w:rsidRPr="00892A90" w:rsidRDefault="002F5134" w:rsidP="007B4C63">
      <w:pPr>
        <w:pStyle w:val="Standard"/>
        <w:numPr>
          <w:ilvl w:val="0"/>
          <w:numId w:val="123"/>
        </w:numPr>
        <w:spacing w:before="0" w:after="0" w:line="240" w:lineRule="auto"/>
        <w:jc w:val="both"/>
      </w:pPr>
      <w:r w:rsidRPr="00892A90">
        <w:t>v grafickej časti sa vyznačujú aj susedné parcely dotknutých parciel,</w:t>
      </w:r>
    </w:p>
    <w:p w14:paraId="100074F9" w14:textId="77777777" w:rsidR="002F5134" w:rsidRPr="00956A6D" w:rsidRDefault="002F5134" w:rsidP="007B4C63">
      <w:pPr>
        <w:pStyle w:val="Standard"/>
        <w:numPr>
          <w:ilvl w:val="0"/>
          <w:numId w:val="123"/>
        </w:numPr>
        <w:spacing w:before="0" w:after="0" w:line="240" w:lineRule="auto"/>
        <w:jc w:val="both"/>
        <w:rPr>
          <w:bCs/>
        </w:rPr>
      </w:pPr>
      <w:r w:rsidRPr="00892A90">
        <w:t>majetková hranica sa v teréne stabilizuje kovovými rúrkami  - až na požiadanie objednávateľa (pred odovzdaním staveniska); táto činnosť bude uhradená až po vytýčení majetkovej hranice.</w:t>
      </w:r>
    </w:p>
    <w:p w14:paraId="7C943D36" w14:textId="77777777" w:rsidR="002F5134" w:rsidRPr="00956A6D" w:rsidRDefault="002F5134" w:rsidP="002F5134">
      <w:pPr>
        <w:pStyle w:val="Hlavika"/>
        <w:tabs>
          <w:tab w:val="left" w:pos="-4860"/>
          <w:tab w:val="left" w:pos="540"/>
          <w:tab w:val="left" w:pos="709"/>
        </w:tabs>
        <w:jc w:val="both"/>
        <w:rPr>
          <w:bCs/>
        </w:rPr>
      </w:pPr>
    </w:p>
    <w:p w14:paraId="5DFD28C4" w14:textId="77777777" w:rsidR="002F5134" w:rsidRPr="00956A6D" w:rsidRDefault="002F5134" w:rsidP="002F5134">
      <w:pPr>
        <w:pStyle w:val="Hlavika"/>
        <w:tabs>
          <w:tab w:val="left" w:pos="-4860"/>
          <w:tab w:val="left" w:pos="540"/>
          <w:tab w:val="left" w:pos="709"/>
        </w:tabs>
        <w:jc w:val="both"/>
        <w:rPr>
          <w:bCs/>
        </w:rPr>
      </w:pPr>
    </w:p>
    <w:p w14:paraId="5411D3A0"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 xml:space="preserve">2.2   Nájmy – dočasné zábery a zábery do jedného roka </w:t>
      </w:r>
    </w:p>
    <w:p w14:paraId="4AF07498" w14:textId="77777777" w:rsidR="002F5134" w:rsidRPr="00956A6D" w:rsidRDefault="002F5134" w:rsidP="002F5134">
      <w:pPr>
        <w:pStyle w:val="Hlavika"/>
        <w:tabs>
          <w:tab w:val="left" w:pos="-4860"/>
          <w:tab w:val="left" w:pos="540"/>
          <w:tab w:val="left" w:pos="709"/>
        </w:tabs>
        <w:jc w:val="both"/>
        <w:rPr>
          <w:bCs/>
        </w:rPr>
      </w:pPr>
    </w:p>
    <w:p w14:paraId="05B5D266" w14:textId="77777777" w:rsidR="002F5134" w:rsidRPr="00956A6D" w:rsidRDefault="002F5134" w:rsidP="002F5134">
      <w:pPr>
        <w:pStyle w:val="Hlavika"/>
        <w:tabs>
          <w:tab w:val="left" w:pos="-4860"/>
          <w:tab w:val="left" w:pos="540"/>
          <w:tab w:val="left" w:pos="709"/>
        </w:tabs>
        <w:jc w:val="both"/>
        <w:rPr>
          <w:bCs/>
        </w:rPr>
      </w:pPr>
      <w:r w:rsidRPr="00956A6D">
        <w:rPr>
          <w:bCs/>
        </w:rPr>
        <w:t>Technické podmienky vyhotovenia:</w:t>
      </w:r>
    </w:p>
    <w:p w14:paraId="2B554B1A" w14:textId="0D52638A" w:rsidR="002F5134" w:rsidRPr="00956A6D" w:rsidRDefault="002F5134" w:rsidP="002F5134">
      <w:pPr>
        <w:pStyle w:val="Hlavika"/>
        <w:tabs>
          <w:tab w:val="left" w:pos="-4860"/>
          <w:tab w:val="left" w:pos="540"/>
          <w:tab w:val="left" w:pos="709"/>
        </w:tabs>
        <w:jc w:val="both"/>
        <w:rPr>
          <w:bCs/>
        </w:rPr>
      </w:pPr>
      <w:r w:rsidRPr="00956A6D">
        <w:rPr>
          <w:bCs/>
        </w:rPr>
        <w:t>Podklady na uzatváranie nájomných zmlúv</w:t>
      </w:r>
      <w:r w:rsidR="00AB33F9">
        <w:rPr>
          <w:bCs/>
        </w:rPr>
        <w:t xml:space="preserve"> (</w:t>
      </w:r>
      <w:r w:rsidR="00AB33F9" w:rsidRPr="00956A6D">
        <w:rPr>
          <w:bCs/>
        </w:rPr>
        <w:t xml:space="preserve">tabuľky prílohy </w:t>
      </w:r>
      <w:r w:rsidR="00AB33F9">
        <w:rPr>
          <w:bCs/>
        </w:rPr>
        <w:t>Zv.3 č.</w:t>
      </w:r>
      <w:r w:rsidR="006E5632">
        <w:rPr>
          <w:bCs/>
        </w:rPr>
        <w:t>0</w:t>
      </w:r>
      <w:r w:rsidR="00B54169">
        <w:rPr>
          <w:bCs/>
        </w:rPr>
        <w:t>7</w:t>
      </w:r>
      <w:r w:rsidR="00AB33F9">
        <w:rPr>
          <w:bCs/>
        </w:rPr>
        <w:t>)</w:t>
      </w:r>
      <w:r w:rsidRPr="00956A6D">
        <w:rPr>
          <w:bCs/>
        </w:rPr>
        <w:t>:</w:t>
      </w:r>
    </w:p>
    <w:p w14:paraId="022EF931" w14:textId="77777777" w:rsidR="002F5134" w:rsidRPr="00892A90" w:rsidRDefault="002F5134" w:rsidP="007B4C63">
      <w:pPr>
        <w:pStyle w:val="Standard"/>
        <w:numPr>
          <w:ilvl w:val="0"/>
          <w:numId w:val="123"/>
        </w:numPr>
        <w:spacing w:before="0" w:after="0" w:line="240" w:lineRule="auto"/>
        <w:jc w:val="both"/>
      </w:pPr>
      <w:r w:rsidRPr="00892A90">
        <w:t xml:space="preserve">digitálne spracovanie, grafika v systéme </w:t>
      </w:r>
      <w:proofErr w:type="spellStart"/>
      <w:r w:rsidRPr="00892A90">
        <w:t>Microstation</w:t>
      </w:r>
      <w:proofErr w:type="spellEnd"/>
      <w:r w:rsidRPr="00892A90">
        <w:t xml:space="preserve"> (*.</w:t>
      </w:r>
      <w:proofErr w:type="spellStart"/>
      <w:r w:rsidRPr="00892A90">
        <w:t>dgn</w:t>
      </w:r>
      <w:proofErr w:type="spellEnd"/>
      <w:r w:rsidRPr="00892A90">
        <w:t>), a aj  v štruktúre ESID (*,</w:t>
      </w:r>
      <w:proofErr w:type="spellStart"/>
      <w:r w:rsidRPr="00892A90">
        <w:t>dgn</w:t>
      </w:r>
      <w:proofErr w:type="spellEnd"/>
      <w:r w:rsidRPr="00892A90">
        <w:t>),  tabuľky v systéme Excel (*.</w:t>
      </w:r>
      <w:proofErr w:type="spellStart"/>
      <w:r w:rsidRPr="00892A90">
        <w:t>xlsx</w:t>
      </w:r>
      <w:proofErr w:type="spellEnd"/>
      <w:r w:rsidRPr="00892A90">
        <w:t>), (tab.X.17, tab. X.18, tab. X.20, tab.X.22, tab. X.26), výkaz výmer v systéme Excel (*.</w:t>
      </w:r>
      <w:proofErr w:type="spellStart"/>
      <w:r w:rsidRPr="00892A90">
        <w:t>xlsx</w:t>
      </w:r>
      <w:proofErr w:type="spellEnd"/>
      <w:r w:rsidRPr="00892A90">
        <w:t>) a vo formáte *.</w:t>
      </w:r>
      <w:proofErr w:type="spellStart"/>
      <w:r w:rsidRPr="00892A90">
        <w:t>xml</w:t>
      </w:r>
      <w:proofErr w:type="spellEnd"/>
      <w:r w:rsidRPr="00892A90">
        <w:t>, grafická časť  formáte *.</w:t>
      </w:r>
      <w:proofErr w:type="spellStart"/>
      <w:r w:rsidRPr="00892A90">
        <w:t>pdf</w:t>
      </w:r>
      <w:proofErr w:type="spellEnd"/>
      <w:r w:rsidRPr="00892A90">
        <w:t>,</w:t>
      </w:r>
    </w:p>
    <w:p w14:paraId="5F1A90FC" w14:textId="77777777" w:rsidR="002F5134" w:rsidRPr="00892A90" w:rsidRDefault="002F5134" w:rsidP="007B4C63">
      <w:pPr>
        <w:pStyle w:val="Standard"/>
        <w:numPr>
          <w:ilvl w:val="0"/>
          <w:numId w:val="123"/>
        </w:numPr>
        <w:spacing w:before="0" w:after="0" w:line="240" w:lineRule="auto"/>
        <w:jc w:val="both"/>
      </w:pPr>
      <w:r w:rsidRPr="00892A90">
        <w:t>hranice dočasných záberov sú dané súradnicami lomových bodov daných projektom,</w:t>
      </w:r>
    </w:p>
    <w:p w14:paraId="1938F8A1" w14:textId="77777777" w:rsidR="002F5134" w:rsidRPr="00892A90" w:rsidRDefault="002F5134" w:rsidP="007B4C63">
      <w:pPr>
        <w:pStyle w:val="Standard"/>
        <w:numPr>
          <w:ilvl w:val="0"/>
          <w:numId w:val="123"/>
        </w:numPr>
        <w:spacing w:before="0" w:after="0" w:line="240" w:lineRule="auto"/>
        <w:jc w:val="both"/>
      </w:pPr>
      <w:r w:rsidRPr="00892A90">
        <w:t>podklady na uzatváranie nájomných zmlúv sa vyhotovujú ako geometrické plány s tým rozdielom, že namiesto nových parcelných čísel sa uvedie číslo objektu</w:t>
      </w:r>
    </w:p>
    <w:p w14:paraId="39A7043E" w14:textId="77777777" w:rsidR="002F5134" w:rsidRPr="00892A90" w:rsidRDefault="002F5134" w:rsidP="007B4C63">
      <w:pPr>
        <w:pStyle w:val="Standard"/>
        <w:numPr>
          <w:ilvl w:val="0"/>
          <w:numId w:val="123"/>
        </w:numPr>
        <w:spacing w:before="0" w:after="0" w:line="240" w:lineRule="auto"/>
        <w:jc w:val="both"/>
      </w:pPr>
      <w:r w:rsidRPr="00892A90">
        <w:t>podklady na uzatváranie nájomných zmlúv sa úradne neoverujú,</w:t>
      </w:r>
    </w:p>
    <w:p w14:paraId="575A8A80" w14:textId="4D1D3951" w:rsidR="002F5134" w:rsidRPr="00892A90" w:rsidRDefault="002F5134" w:rsidP="007B4C63">
      <w:pPr>
        <w:pStyle w:val="Standard"/>
        <w:numPr>
          <w:ilvl w:val="0"/>
          <w:numId w:val="123"/>
        </w:numPr>
        <w:spacing w:before="0" w:after="0" w:line="240" w:lineRule="auto"/>
        <w:jc w:val="both"/>
      </w:pPr>
      <w:r w:rsidRPr="00892A90">
        <w:t>prehľad záberov podľa vlastníkov – v celom k.</w:t>
      </w:r>
      <w:r w:rsidR="00ED4979">
        <w:t xml:space="preserve"> </w:t>
      </w:r>
      <w:r w:rsidRPr="00892A90">
        <w:t>ú., k objektu a v aritmetickom poradí parciel; údaje musia súhlasiť s dokladmi o vlastníctve,</w:t>
      </w:r>
    </w:p>
    <w:p w14:paraId="47803162" w14:textId="77777777" w:rsidR="002F5134" w:rsidRPr="00892A90" w:rsidRDefault="002F5134" w:rsidP="007B4C63">
      <w:pPr>
        <w:pStyle w:val="Standard"/>
        <w:numPr>
          <w:ilvl w:val="0"/>
          <w:numId w:val="123"/>
        </w:numPr>
        <w:spacing w:before="0" w:after="0" w:line="240" w:lineRule="auto"/>
        <w:jc w:val="both"/>
      </w:pPr>
      <w:r w:rsidRPr="00892A90">
        <w:t>vyhotovujú sa podľa katastrálnych území zvlášť podľa stavu popisných informácií KN a podľa stavu pôvodného pozemkového katastra,</w:t>
      </w:r>
    </w:p>
    <w:p w14:paraId="1BF35120" w14:textId="77777777" w:rsidR="002F5134" w:rsidRPr="00892A90" w:rsidRDefault="002F5134" w:rsidP="007B4C63">
      <w:pPr>
        <w:pStyle w:val="Standard"/>
        <w:numPr>
          <w:ilvl w:val="0"/>
          <w:numId w:val="123"/>
        </w:numPr>
        <w:spacing w:before="0" w:after="0" w:line="240" w:lineRule="auto"/>
        <w:jc w:val="both"/>
      </w:pPr>
      <w:r w:rsidRPr="00892A90">
        <w:t>výkazy výmer sa vyhotovia ako pri GP v stĺpci „k parcele č.“ sa vypíše číslo príslušného objektu</w:t>
      </w:r>
    </w:p>
    <w:p w14:paraId="607BE7E7" w14:textId="77777777" w:rsidR="002F5134" w:rsidRPr="00892A90" w:rsidRDefault="002F5134" w:rsidP="007B4C63">
      <w:pPr>
        <w:pStyle w:val="Standard"/>
        <w:numPr>
          <w:ilvl w:val="0"/>
          <w:numId w:val="123"/>
        </w:numPr>
        <w:spacing w:before="0" w:after="0" w:line="240" w:lineRule="auto"/>
        <w:jc w:val="both"/>
      </w:pPr>
      <w:r w:rsidRPr="00892A90">
        <w:t>v grafickej časti sa vyznačí os komunikácie (</w:t>
      </w:r>
      <w:proofErr w:type="spellStart"/>
      <w:r w:rsidRPr="00892A90">
        <w:t>staničenie</w:t>
      </w:r>
      <w:proofErr w:type="spellEnd"/>
      <w:r w:rsidRPr="00892A90">
        <w:t xml:space="preserve"> po 100 m), hranice katastrálneho územia a zastavaného územia obce, čísla objektov, hektárová sieť a mierka; na titulnej strane GP sa vyznačí príslušné </w:t>
      </w:r>
      <w:proofErr w:type="spellStart"/>
      <w:r w:rsidRPr="00892A90">
        <w:t>staničenie</w:t>
      </w:r>
      <w:proofErr w:type="spellEnd"/>
      <w:r w:rsidRPr="00892A90">
        <w:t>,</w:t>
      </w:r>
    </w:p>
    <w:p w14:paraId="0C7C7A5D" w14:textId="77777777" w:rsidR="002F5134" w:rsidRPr="00892A90" w:rsidRDefault="002F5134" w:rsidP="007B4C63">
      <w:pPr>
        <w:pStyle w:val="Standard"/>
        <w:numPr>
          <w:ilvl w:val="0"/>
          <w:numId w:val="123"/>
        </w:numPr>
        <w:spacing w:before="0" w:after="0" w:line="240" w:lineRule="auto"/>
        <w:jc w:val="both"/>
      </w:pPr>
      <w:r w:rsidRPr="00892A90">
        <w:t>hranice sa stabilizujú až na požiadanie objednávateľa, táto činnosť bude uhradená až po vytýčení hranice dočasných záberov.</w:t>
      </w:r>
    </w:p>
    <w:p w14:paraId="1E6EF56A" w14:textId="77777777" w:rsidR="002F5134" w:rsidRPr="00892A90" w:rsidRDefault="002F5134" w:rsidP="007B4C63">
      <w:pPr>
        <w:pStyle w:val="Standard"/>
        <w:numPr>
          <w:ilvl w:val="0"/>
          <w:numId w:val="123"/>
        </w:numPr>
        <w:spacing w:before="0" w:after="0" w:line="240" w:lineRule="auto"/>
        <w:jc w:val="both"/>
      </w:pPr>
      <w:r w:rsidRPr="00892A90">
        <w:t>ostatné podmienky sú rovnaké ako pri geometrických plánoch,</w:t>
      </w:r>
    </w:p>
    <w:p w14:paraId="21C99CC1" w14:textId="77777777" w:rsidR="002F5134" w:rsidRPr="00956A6D" w:rsidRDefault="002F5134" w:rsidP="007B4C63">
      <w:pPr>
        <w:pStyle w:val="Standard"/>
        <w:numPr>
          <w:ilvl w:val="0"/>
          <w:numId w:val="123"/>
        </w:numPr>
        <w:spacing w:before="0" w:after="0" w:line="240" w:lineRule="auto"/>
        <w:jc w:val="both"/>
        <w:rPr>
          <w:bCs/>
        </w:rPr>
      </w:pPr>
      <w:r w:rsidRPr="00892A90">
        <w:t>Identifikácie stavu KN pred zápisom geometrických plánov (časť G.2.1) a po zápise geometrických plánov do KN (z nového stavu vychádzajúce dočasné zábery a zábery do jedného roka). Formát - tabuľka *.</w:t>
      </w:r>
      <w:proofErr w:type="spellStart"/>
      <w:r w:rsidRPr="00892A90">
        <w:t>xlsx</w:t>
      </w:r>
      <w:proofErr w:type="spellEnd"/>
      <w:r w:rsidRPr="00892A90">
        <w:t>, obsah: starý stav - parcela, register, LV, k. ú, výmera, druh pozemku, vlastník, geometrický plán, nový stav – parcela, register, LV, k. ú, výmera, druh pozemku, vlastník, dočasné zábery – diel, výmera, objekt, ročné zábery – diel, výmera, objekt.</w:t>
      </w:r>
      <w:r w:rsidRPr="00956A6D">
        <w:rPr>
          <w:bCs/>
        </w:rPr>
        <w:t xml:space="preserve">   </w:t>
      </w:r>
    </w:p>
    <w:p w14:paraId="4E8F6943" w14:textId="77777777" w:rsidR="002F5134" w:rsidRPr="00956A6D" w:rsidRDefault="002F5134" w:rsidP="002F5134">
      <w:pPr>
        <w:pStyle w:val="Hlavika"/>
        <w:tabs>
          <w:tab w:val="left" w:pos="-4860"/>
          <w:tab w:val="left" w:pos="540"/>
          <w:tab w:val="left" w:pos="709"/>
        </w:tabs>
        <w:jc w:val="both"/>
        <w:rPr>
          <w:bCs/>
        </w:rPr>
      </w:pPr>
    </w:p>
    <w:p w14:paraId="26876536" w14:textId="77777777" w:rsidR="006C7E31" w:rsidRDefault="002F5134" w:rsidP="002F5134">
      <w:pPr>
        <w:pStyle w:val="Hlavika"/>
        <w:tabs>
          <w:tab w:val="left" w:pos="-4860"/>
          <w:tab w:val="left" w:pos="540"/>
          <w:tab w:val="left" w:pos="709"/>
        </w:tabs>
        <w:jc w:val="both"/>
        <w:rPr>
          <w:bCs/>
        </w:rPr>
      </w:pPr>
      <w:r w:rsidRPr="00956A6D">
        <w:rPr>
          <w:bCs/>
        </w:rPr>
        <w:t xml:space="preserve">                                                                                                                                                                                                                                                                                                                                                                                                  </w:t>
      </w:r>
    </w:p>
    <w:p w14:paraId="28000BEA" w14:textId="77777777" w:rsidR="006C7E31" w:rsidRDefault="006C7E31" w:rsidP="002F5134">
      <w:pPr>
        <w:pStyle w:val="Hlavika"/>
        <w:tabs>
          <w:tab w:val="left" w:pos="-4860"/>
          <w:tab w:val="left" w:pos="540"/>
          <w:tab w:val="left" w:pos="709"/>
        </w:tabs>
        <w:jc w:val="both"/>
        <w:rPr>
          <w:bCs/>
        </w:rPr>
      </w:pPr>
    </w:p>
    <w:p w14:paraId="410D1E80" w14:textId="77777777" w:rsidR="006C7E31" w:rsidRDefault="006C7E31" w:rsidP="002F5134">
      <w:pPr>
        <w:pStyle w:val="Hlavika"/>
        <w:tabs>
          <w:tab w:val="left" w:pos="-4860"/>
          <w:tab w:val="left" w:pos="540"/>
          <w:tab w:val="left" w:pos="709"/>
        </w:tabs>
        <w:jc w:val="both"/>
        <w:rPr>
          <w:bCs/>
        </w:rPr>
      </w:pPr>
    </w:p>
    <w:p w14:paraId="27A576F1" w14:textId="77777777" w:rsidR="006C7E31" w:rsidRDefault="006C7E31" w:rsidP="002F5134">
      <w:pPr>
        <w:pStyle w:val="Hlavika"/>
        <w:tabs>
          <w:tab w:val="left" w:pos="-4860"/>
          <w:tab w:val="left" w:pos="540"/>
          <w:tab w:val="left" w:pos="709"/>
        </w:tabs>
        <w:jc w:val="both"/>
        <w:rPr>
          <w:bCs/>
        </w:rPr>
      </w:pPr>
    </w:p>
    <w:p w14:paraId="3CBA2E23" w14:textId="78A9DD8E" w:rsidR="002F5134" w:rsidRPr="006C7E31" w:rsidRDefault="002F5134" w:rsidP="002F5134">
      <w:pPr>
        <w:pStyle w:val="Hlavika"/>
        <w:tabs>
          <w:tab w:val="left" w:pos="-4860"/>
          <w:tab w:val="left" w:pos="540"/>
          <w:tab w:val="left" w:pos="709"/>
        </w:tabs>
        <w:jc w:val="both"/>
        <w:rPr>
          <w:bCs/>
        </w:rPr>
      </w:pPr>
      <w:r w:rsidRPr="00C6370F">
        <w:rPr>
          <w:b/>
          <w:bCs/>
          <w:u w:val="single"/>
        </w:rPr>
        <w:lastRenderedPageBreak/>
        <w:t xml:space="preserve">2.3   Vecné bremená </w:t>
      </w:r>
    </w:p>
    <w:p w14:paraId="4D88BDEB" w14:textId="52F970D3" w:rsidR="002F5134" w:rsidRPr="00956A6D" w:rsidRDefault="002F5134" w:rsidP="002F5134">
      <w:pPr>
        <w:pStyle w:val="Hlavika"/>
        <w:tabs>
          <w:tab w:val="left" w:pos="-4860"/>
          <w:tab w:val="left" w:pos="540"/>
          <w:tab w:val="left" w:pos="709"/>
        </w:tabs>
        <w:jc w:val="both"/>
        <w:rPr>
          <w:bCs/>
        </w:rPr>
      </w:pPr>
      <w:r w:rsidRPr="00956A6D">
        <w:rPr>
          <w:bCs/>
        </w:rPr>
        <w:t>Technické podmienky vyhotovenia</w:t>
      </w:r>
      <w:r w:rsidR="00AB33F9">
        <w:rPr>
          <w:bCs/>
        </w:rPr>
        <w:t xml:space="preserve"> (</w:t>
      </w:r>
      <w:r w:rsidR="00AB33F9" w:rsidRPr="00956A6D">
        <w:rPr>
          <w:bCs/>
        </w:rPr>
        <w:t xml:space="preserve">tabuľky </w:t>
      </w:r>
      <w:r w:rsidR="00AB33F9">
        <w:rPr>
          <w:bCs/>
        </w:rPr>
        <w:t>v</w:t>
      </w:r>
      <w:r w:rsidR="006C7E31">
        <w:rPr>
          <w:bCs/>
        </w:rPr>
        <w:t> </w:t>
      </w:r>
      <w:r w:rsidR="00AB33F9" w:rsidRPr="00956A6D">
        <w:rPr>
          <w:bCs/>
        </w:rPr>
        <w:t>príloh</w:t>
      </w:r>
      <w:r w:rsidR="00AB33F9">
        <w:rPr>
          <w:bCs/>
        </w:rPr>
        <w:t>e</w:t>
      </w:r>
      <w:r w:rsidR="00AB33F9" w:rsidRPr="00956A6D">
        <w:rPr>
          <w:bCs/>
        </w:rPr>
        <w:t xml:space="preserve"> </w:t>
      </w:r>
      <w:r w:rsidR="00AB33F9">
        <w:rPr>
          <w:bCs/>
        </w:rPr>
        <w:t>Zv.3 č.</w:t>
      </w:r>
      <w:r w:rsidR="006E5632">
        <w:rPr>
          <w:bCs/>
        </w:rPr>
        <w:t>0</w:t>
      </w:r>
      <w:r w:rsidR="00B54169">
        <w:rPr>
          <w:bCs/>
        </w:rPr>
        <w:t>7</w:t>
      </w:r>
      <w:r w:rsidR="00AB33F9">
        <w:rPr>
          <w:bCs/>
        </w:rPr>
        <w:t>)</w:t>
      </w:r>
      <w:r w:rsidRPr="00956A6D">
        <w:rPr>
          <w:bCs/>
        </w:rPr>
        <w:t>:</w:t>
      </w:r>
    </w:p>
    <w:p w14:paraId="11EACBF9" w14:textId="15355AF9" w:rsidR="002F5134" w:rsidRPr="00892A90" w:rsidRDefault="002F5134" w:rsidP="007B4C63">
      <w:pPr>
        <w:pStyle w:val="Standard"/>
        <w:numPr>
          <w:ilvl w:val="0"/>
          <w:numId w:val="123"/>
        </w:numPr>
        <w:spacing w:before="0" w:after="0" w:line="240" w:lineRule="auto"/>
        <w:jc w:val="both"/>
      </w:pPr>
      <w:r w:rsidRPr="00892A90">
        <w:t>digitálne spracovanie, grafika v</w:t>
      </w:r>
      <w:r w:rsidR="006C7E31">
        <w:t> </w:t>
      </w:r>
      <w:r w:rsidRPr="00892A90">
        <w:t xml:space="preserve">systéme </w:t>
      </w:r>
      <w:proofErr w:type="spellStart"/>
      <w:r w:rsidRPr="00892A90">
        <w:t>Microstation</w:t>
      </w:r>
      <w:proofErr w:type="spellEnd"/>
      <w:r w:rsidRPr="00892A90">
        <w:t xml:space="preserve"> (*.</w:t>
      </w:r>
      <w:proofErr w:type="spellStart"/>
      <w:r w:rsidRPr="00892A90">
        <w:t>dgn</w:t>
      </w:r>
      <w:proofErr w:type="spellEnd"/>
      <w:r w:rsidRPr="00892A90">
        <w:t>), a</w:t>
      </w:r>
      <w:r w:rsidR="006C7E31">
        <w:t> </w:t>
      </w:r>
      <w:r w:rsidRPr="00892A90">
        <w:t>aj v</w:t>
      </w:r>
      <w:r w:rsidR="006C7E31">
        <w:t> </w:t>
      </w:r>
      <w:r w:rsidRPr="00892A90">
        <w:t>štruktúre ESID (*.</w:t>
      </w:r>
      <w:proofErr w:type="spellStart"/>
      <w:r w:rsidRPr="00892A90">
        <w:t>dgn</w:t>
      </w:r>
      <w:proofErr w:type="spellEnd"/>
      <w:r w:rsidRPr="00892A90">
        <w:t>), tabuľky v</w:t>
      </w:r>
      <w:r w:rsidR="006C7E31">
        <w:t> </w:t>
      </w:r>
      <w:r w:rsidRPr="00892A90">
        <w:t>systéme Excel (*.</w:t>
      </w:r>
      <w:proofErr w:type="spellStart"/>
      <w:r w:rsidRPr="00892A90">
        <w:t>xlsx</w:t>
      </w:r>
      <w:proofErr w:type="spellEnd"/>
      <w:r w:rsidRPr="00892A90">
        <w:t>), výkaz výmer v</w:t>
      </w:r>
      <w:r w:rsidR="006C7E31">
        <w:t> </w:t>
      </w:r>
      <w:r w:rsidRPr="00892A90">
        <w:t>systéme Excel (*.</w:t>
      </w:r>
      <w:proofErr w:type="spellStart"/>
      <w:r w:rsidRPr="00892A90">
        <w:t>xlsx</w:t>
      </w:r>
      <w:proofErr w:type="spellEnd"/>
      <w:r w:rsidRPr="00892A90">
        <w:t>) (tab.X.17, tab.X.19, tab.X.20,tab.X.26)), a</w:t>
      </w:r>
      <w:r w:rsidR="006C7E31">
        <w:t> </w:t>
      </w:r>
      <w:r w:rsidRPr="00892A90">
        <w:t xml:space="preserve">vo formáte *. </w:t>
      </w:r>
      <w:proofErr w:type="spellStart"/>
      <w:r w:rsidR="006C7E31" w:rsidRPr="00892A90">
        <w:t>X</w:t>
      </w:r>
      <w:r w:rsidRPr="00892A90">
        <w:t>ml</w:t>
      </w:r>
      <w:proofErr w:type="spellEnd"/>
      <w:r w:rsidRPr="00892A90">
        <w:t>, grafická časť vo formáte *.</w:t>
      </w:r>
      <w:proofErr w:type="spellStart"/>
      <w:r w:rsidRPr="00892A90">
        <w:t>pdf</w:t>
      </w:r>
      <w:proofErr w:type="spellEnd"/>
      <w:r w:rsidRPr="00892A90">
        <w:t>,</w:t>
      </w:r>
    </w:p>
    <w:p w14:paraId="779FBCA3" w14:textId="7F58E567" w:rsidR="002F5134" w:rsidRPr="00892A90" w:rsidRDefault="002F5134" w:rsidP="007B4C63">
      <w:pPr>
        <w:pStyle w:val="Standard"/>
        <w:numPr>
          <w:ilvl w:val="0"/>
          <w:numId w:val="123"/>
        </w:numPr>
        <w:spacing w:before="0" w:after="0" w:line="240" w:lineRule="auto"/>
        <w:jc w:val="both"/>
      </w:pPr>
      <w:r w:rsidRPr="00892A90">
        <w:t>GP sa vyhotovia v</w:t>
      </w:r>
      <w:r w:rsidR="006C7E31">
        <w:t> </w:t>
      </w:r>
      <w:r w:rsidRPr="00892A90">
        <w:t>zmysle Smernice na vyhotovovanie geometrických plánov a</w:t>
      </w:r>
      <w:r w:rsidR="006C7E31">
        <w:t> </w:t>
      </w:r>
      <w:r w:rsidRPr="00892A90">
        <w:t>vytyčovanie hraníc pozemkov ÚGKK SR č. S</w:t>
      </w:r>
      <w:r w:rsidR="006C7E31">
        <w:t> </w:t>
      </w:r>
      <w:r w:rsidRPr="00892A90">
        <w:t>74.20.73.43.00/1997 a</w:t>
      </w:r>
      <w:r w:rsidR="006C7E31">
        <w:t> </w:t>
      </w:r>
      <w:r w:rsidRPr="00892A90">
        <w:t>predpisov v</w:t>
      </w:r>
      <w:r w:rsidR="006C7E31">
        <w:t> </w:t>
      </w:r>
      <w:r w:rsidRPr="00892A90">
        <w:t>platnom znení ku dňu dodávky, s</w:t>
      </w:r>
      <w:r w:rsidR="006C7E31">
        <w:t> </w:t>
      </w:r>
      <w:r w:rsidRPr="00892A90">
        <w:t>vyznačením šírky ochranného pásma vedenia s</w:t>
      </w:r>
      <w:r w:rsidR="006C7E31">
        <w:t> </w:t>
      </w:r>
      <w:r w:rsidRPr="00892A90">
        <w:t>vyčíslením plochy obmedzenia pre každú dotknutú parcelu,</w:t>
      </w:r>
    </w:p>
    <w:p w14:paraId="4614A75C" w14:textId="2593684D" w:rsidR="002F5134" w:rsidRPr="00892A90" w:rsidRDefault="002F5134" w:rsidP="007B4C63">
      <w:pPr>
        <w:pStyle w:val="Standard"/>
        <w:numPr>
          <w:ilvl w:val="0"/>
          <w:numId w:val="123"/>
        </w:numPr>
        <w:spacing w:before="0" w:after="0" w:line="240" w:lineRule="auto"/>
        <w:jc w:val="both"/>
      </w:pPr>
      <w:r w:rsidRPr="00892A90">
        <w:t>GP sa vyhotovia ako obmedzenie užívania v</w:t>
      </w:r>
      <w:r w:rsidR="006C7E31">
        <w:t> </w:t>
      </w:r>
      <w:r w:rsidRPr="00892A90">
        <w:t xml:space="preserve">šírke ochranného pásma objektu danej projektom, </w:t>
      </w:r>
    </w:p>
    <w:p w14:paraId="21654EDD" w14:textId="77777777" w:rsidR="002F5134" w:rsidRPr="00892A90" w:rsidRDefault="002F5134" w:rsidP="007B4C63">
      <w:pPr>
        <w:pStyle w:val="Standard"/>
        <w:numPr>
          <w:ilvl w:val="0"/>
          <w:numId w:val="123"/>
        </w:numPr>
        <w:spacing w:before="0" w:after="0" w:line="240" w:lineRule="auto"/>
        <w:jc w:val="both"/>
      </w:pPr>
      <w:r w:rsidRPr="00892A90">
        <w:t>priebeh inžinierskych sietí je daný projektovanými súradnicami lomových bodov, vyznačuje sa aj pod rýchlostnou cestou,</w:t>
      </w:r>
    </w:p>
    <w:p w14:paraId="468F30FA" w14:textId="7BFCD63A" w:rsidR="002F5134" w:rsidRPr="00892A90" w:rsidRDefault="002F5134" w:rsidP="007B4C63">
      <w:pPr>
        <w:pStyle w:val="Standard"/>
        <w:numPr>
          <w:ilvl w:val="0"/>
          <w:numId w:val="123"/>
        </w:numPr>
        <w:spacing w:before="0" w:after="0" w:line="240" w:lineRule="auto"/>
        <w:jc w:val="both"/>
      </w:pPr>
      <w:r w:rsidRPr="00892A90">
        <w:t>GP sa vyhotovia podľa katastrálnych území osobitne, podľa stavu popisných informácií KN a</w:t>
      </w:r>
      <w:r w:rsidR="006C7E31">
        <w:t> </w:t>
      </w:r>
      <w:r w:rsidRPr="00892A90">
        <w:t>podľa stavu určeného operátu katastra nehnuteľností,</w:t>
      </w:r>
    </w:p>
    <w:p w14:paraId="7E56C59A" w14:textId="0BE60FCC" w:rsidR="002F5134" w:rsidRPr="00892A90" w:rsidRDefault="002F5134" w:rsidP="007B4C63">
      <w:pPr>
        <w:pStyle w:val="Standard"/>
        <w:numPr>
          <w:ilvl w:val="0"/>
          <w:numId w:val="123"/>
        </w:numPr>
        <w:spacing w:before="0" w:after="0" w:line="240" w:lineRule="auto"/>
        <w:jc w:val="both"/>
      </w:pPr>
      <w:r w:rsidRPr="00892A90">
        <w:t>v</w:t>
      </w:r>
      <w:r w:rsidR="006C7E31">
        <w:t> </w:t>
      </w:r>
      <w:r w:rsidRPr="00892A90">
        <w:t>prípade, že v</w:t>
      </w:r>
      <w:r w:rsidR="006C7E31">
        <w:t> </w:t>
      </w:r>
      <w:r w:rsidRPr="00892A90">
        <w:t>katastrálnom území je súčasne vykonávaný  ROEP, PPÚ alebo ZRPS, geometrický plán sa s</w:t>
      </w:r>
      <w:r w:rsidR="006C7E31">
        <w:t> </w:t>
      </w:r>
      <w:r w:rsidRPr="00892A90">
        <w:t>ním zosúladí,</w:t>
      </w:r>
    </w:p>
    <w:p w14:paraId="61E79C87" w14:textId="573FF2A3" w:rsidR="002F5134" w:rsidRPr="00892A90" w:rsidRDefault="002F5134" w:rsidP="007B4C63">
      <w:pPr>
        <w:pStyle w:val="Standard"/>
        <w:numPr>
          <w:ilvl w:val="0"/>
          <w:numId w:val="123"/>
        </w:numPr>
        <w:spacing w:before="0" w:after="0" w:line="240" w:lineRule="auto"/>
        <w:jc w:val="both"/>
      </w:pPr>
      <w:r w:rsidRPr="00892A90">
        <w:t>v</w:t>
      </w:r>
      <w:r w:rsidR="006C7E31">
        <w:t> </w:t>
      </w:r>
      <w:r w:rsidRPr="00892A90">
        <w:t>grafickej časti neoverených GP sa vyznačí číslo objektu, hektárová sieť, mierka, hranice katastrálneho územia a</w:t>
      </w:r>
      <w:r w:rsidR="006C7E31">
        <w:t> </w:t>
      </w:r>
      <w:r w:rsidRPr="00892A90">
        <w:t xml:space="preserve">zastavaného územia obce, </w:t>
      </w:r>
      <w:proofErr w:type="spellStart"/>
      <w:r w:rsidRPr="00892A90">
        <w:t>staničenie</w:t>
      </w:r>
      <w:proofErr w:type="spellEnd"/>
      <w:r w:rsidRPr="00892A90">
        <w:t xml:space="preserve"> komunikácie a</w:t>
      </w:r>
      <w:r w:rsidR="006C7E31">
        <w:t> </w:t>
      </w:r>
      <w:r w:rsidRPr="00892A90">
        <w:t>priebeh inžinierskych sietí aj v</w:t>
      </w:r>
      <w:r w:rsidR="006C7E31">
        <w:t> </w:t>
      </w:r>
      <w:r w:rsidRPr="00892A90">
        <w:t>trvalom zábere krížených objektov spolu s</w:t>
      </w:r>
      <w:r w:rsidR="006C7E31">
        <w:t> </w:t>
      </w:r>
      <w:r w:rsidRPr="00892A90">
        <w:t>vyznačením šírky ochranného pásma vedenia,</w:t>
      </w:r>
    </w:p>
    <w:p w14:paraId="0D6CE35A" w14:textId="15708A47" w:rsidR="002F5134" w:rsidRPr="00892A90" w:rsidRDefault="002F5134" w:rsidP="007B4C63">
      <w:pPr>
        <w:pStyle w:val="Standard"/>
        <w:numPr>
          <w:ilvl w:val="0"/>
          <w:numId w:val="123"/>
        </w:numPr>
        <w:spacing w:before="0" w:after="0" w:line="240" w:lineRule="auto"/>
        <w:jc w:val="both"/>
      </w:pPr>
      <w:r w:rsidRPr="00892A90">
        <w:t>vyhotoví sa prehľad dotknutých parciel s</w:t>
      </w:r>
      <w:r w:rsidR="006C7E31">
        <w:t> </w:t>
      </w:r>
      <w:r w:rsidRPr="00892A90">
        <w:t xml:space="preserve">uvedením čísla LV (PK </w:t>
      </w:r>
      <w:proofErr w:type="spellStart"/>
      <w:r w:rsidRPr="00892A90">
        <w:t>vl</w:t>
      </w:r>
      <w:proofErr w:type="spellEnd"/>
      <w:r w:rsidRPr="00892A90">
        <w:t>.) a</w:t>
      </w:r>
      <w:r w:rsidR="006C7E31">
        <w:t> </w:t>
      </w:r>
      <w:r w:rsidRPr="00892A90">
        <w:t>menom vlastníka.</w:t>
      </w:r>
    </w:p>
    <w:p w14:paraId="255AB449" w14:textId="685BBCAF" w:rsidR="002F5134" w:rsidRPr="00892A90" w:rsidRDefault="002F5134" w:rsidP="007B4C63">
      <w:pPr>
        <w:pStyle w:val="Standard"/>
        <w:numPr>
          <w:ilvl w:val="0"/>
          <w:numId w:val="123"/>
        </w:numPr>
        <w:spacing w:before="0" w:after="0" w:line="240" w:lineRule="auto"/>
        <w:jc w:val="both"/>
      </w:pPr>
      <w:r w:rsidRPr="00892A90">
        <w:t>výkaz výmer sa vyhotoví s</w:t>
      </w:r>
      <w:r w:rsidR="006C7E31">
        <w:t> </w:t>
      </w:r>
      <w:r w:rsidRPr="00892A90">
        <w:t>tým, že v</w:t>
      </w:r>
      <w:r w:rsidR="006C7E31">
        <w:t> </w:t>
      </w:r>
      <w:r w:rsidRPr="00892A90">
        <w:t>časti „zmeny“ (tab. X.17) v</w:t>
      </w:r>
      <w:r w:rsidR="006C7E31">
        <w:t> </w:t>
      </w:r>
      <w:r w:rsidRPr="00892A90">
        <w:t>stĺpci „k parcele č.“ sa vypíše číslo objektu príslušnej inžinierskej siete,</w:t>
      </w:r>
    </w:p>
    <w:p w14:paraId="23C31E07" w14:textId="77777777" w:rsidR="002F5134" w:rsidRPr="00956A6D" w:rsidRDefault="002F5134" w:rsidP="007B4C63">
      <w:pPr>
        <w:pStyle w:val="Standard"/>
        <w:numPr>
          <w:ilvl w:val="0"/>
          <w:numId w:val="123"/>
        </w:numPr>
        <w:spacing w:before="0" w:after="0" w:line="240" w:lineRule="auto"/>
        <w:jc w:val="both"/>
        <w:rPr>
          <w:bCs/>
        </w:rPr>
      </w:pPr>
      <w:r w:rsidRPr="00892A90">
        <w:t>GP nie je potrebné úradne overiť.</w:t>
      </w:r>
    </w:p>
    <w:p w14:paraId="0F63AD4A" w14:textId="77777777" w:rsidR="002F5134" w:rsidRDefault="002F5134" w:rsidP="002F5134">
      <w:pPr>
        <w:pStyle w:val="Hlavika"/>
        <w:tabs>
          <w:tab w:val="left" w:pos="-4860"/>
          <w:tab w:val="left" w:pos="540"/>
          <w:tab w:val="left" w:pos="709"/>
        </w:tabs>
        <w:jc w:val="both"/>
        <w:rPr>
          <w:b/>
          <w:bCs/>
          <w:u w:val="single"/>
        </w:rPr>
      </w:pPr>
    </w:p>
    <w:p w14:paraId="7DFBB2F1"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2.4   Výkupové elaboráty</w:t>
      </w:r>
    </w:p>
    <w:p w14:paraId="3C0CB732" w14:textId="0EE75C11" w:rsidR="002F5134" w:rsidRPr="00956A6D" w:rsidRDefault="002F5134" w:rsidP="002F5134">
      <w:pPr>
        <w:pStyle w:val="Hlavika"/>
        <w:tabs>
          <w:tab w:val="left" w:pos="-4860"/>
          <w:tab w:val="left" w:pos="540"/>
          <w:tab w:val="left" w:pos="709"/>
        </w:tabs>
        <w:jc w:val="both"/>
        <w:rPr>
          <w:bCs/>
        </w:rPr>
      </w:pPr>
      <w:r w:rsidRPr="00956A6D">
        <w:rPr>
          <w:bCs/>
        </w:rPr>
        <w:t xml:space="preserve">Obsahom pre každé katastrálne územie  sú tabuľky prílohy </w:t>
      </w:r>
      <w:r w:rsidR="00AB33F9">
        <w:rPr>
          <w:bCs/>
        </w:rPr>
        <w:t>Zv.3 č.</w:t>
      </w:r>
      <w:r w:rsidR="006E5632">
        <w:rPr>
          <w:bCs/>
        </w:rPr>
        <w:t>0</w:t>
      </w:r>
      <w:r w:rsidR="00B54169">
        <w:rPr>
          <w:bCs/>
        </w:rPr>
        <w:t>7</w:t>
      </w:r>
      <w:r w:rsidR="00AB33F9">
        <w:rPr>
          <w:bCs/>
        </w:rPr>
        <w:t>.</w:t>
      </w:r>
    </w:p>
    <w:p w14:paraId="4EDCC584" w14:textId="133AD8D7" w:rsidR="002F5134" w:rsidRPr="00892A90" w:rsidRDefault="002F5134" w:rsidP="007B4C63">
      <w:pPr>
        <w:pStyle w:val="Standard"/>
        <w:numPr>
          <w:ilvl w:val="0"/>
          <w:numId w:val="123"/>
        </w:numPr>
        <w:spacing w:before="0" w:after="0" w:line="240" w:lineRule="auto"/>
        <w:jc w:val="both"/>
      </w:pPr>
      <w:r w:rsidRPr="00892A90">
        <w:t>zoznam dotknutých parciel sa vyhotoví v</w:t>
      </w:r>
      <w:r w:rsidR="006C7E31">
        <w:t> </w:t>
      </w:r>
      <w:r w:rsidRPr="00892A90">
        <w:t>aritmetickom poradí podľa parcelného čísla a</w:t>
      </w:r>
      <w:r w:rsidR="006C7E31">
        <w:t> </w:t>
      </w:r>
      <w:r w:rsidRPr="00892A90">
        <w:t>registra KN  – tab.</w:t>
      </w:r>
      <w:r w:rsidR="00ED4979">
        <w:t xml:space="preserve"> </w:t>
      </w:r>
      <w:r w:rsidR="006C7E31" w:rsidRPr="00892A90">
        <w:t>Č</w:t>
      </w:r>
      <w:r w:rsidRPr="00892A90">
        <w:t>. X.</w:t>
      </w:r>
      <w:r>
        <w:t>2</w:t>
      </w:r>
      <w:r w:rsidRPr="00892A90">
        <w:t>,</w:t>
      </w:r>
    </w:p>
    <w:p w14:paraId="06923651" w14:textId="49F2CED2" w:rsidR="002F5134" w:rsidRPr="00892A90" w:rsidRDefault="002F5134" w:rsidP="007B4C63">
      <w:pPr>
        <w:pStyle w:val="Standard"/>
        <w:numPr>
          <w:ilvl w:val="0"/>
          <w:numId w:val="123"/>
        </w:numPr>
        <w:spacing w:before="0" w:after="0" w:line="240" w:lineRule="auto"/>
        <w:jc w:val="both"/>
      </w:pPr>
      <w:r w:rsidRPr="00892A90">
        <w:t>prehľad záberov podľa vlastníkov – v</w:t>
      </w:r>
      <w:r w:rsidR="006C7E31">
        <w:t> </w:t>
      </w:r>
      <w:r w:rsidRPr="00892A90">
        <w:t>celom k.</w:t>
      </w:r>
      <w:r w:rsidR="00ED4979">
        <w:t xml:space="preserve"> </w:t>
      </w:r>
      <w:r w:rsidRPr="00892A90">
        <w:t>ú., k</w:t>
      </w:r>
      <w:r w:rsidR="006C7E31">
        <w:t> </w:t>
      </w:r>
      <w:r w:rsidRPr="00892A90">
        <w:t>objektu a</w:t>
      </w:r>
      <w:r w:rsidR="006C7E31">
        <w:t> </w:t>
      </w:r>
      <w:r w:rsidRPr="00892A90">
        <w:t>v</w:t>
      </w:r>
      <w:r w:rsidR="006C7E31">
        <w:t> </w:t>
      </w:r>
      <w:r w:rsidRPr="00892A90">
        <w:t>aritmetickom  poradí podľa parciel, údaje musia súhlasiť s</w:t>
      </w:r>
      <w:r w:rsidR="006C7E31">
        <w:t> </w:t>
      </w:r>
      <w:r w:rsidRPr="00892A90">
        <w:t>dokladmi o</w:t>
      </w:r>
      <w:r w:rsidR="006C7E31">
        <w:t> </w:t>
      </w:r>
      <w:r w:rsidRPr="00892A90">
        <w:t>vlastníctve – tab.</w:t>
      </w:r>
      <w:r w:rsidR="00ED4979">
        <w:t xml:space="preserve"> </w:t>
      </w:r>
      <w:r w:rsidR="006C7E31" w:rsidRPr="00892A90">
        <w:t>Č</w:t>
      </w:r>
      <w:r w:rsidRPr="00892A90">
        <w:t>. X.21, X.23, X.24, X.25</w:t>
      </w:r>
    </w:p>
    <w:p w14:paraId="323A8157" w14:textId="77777777" w:rsidR="002F5134" w:rsidRPr="00956A6D" w:rsidRDefault="002F5134" w:rsidP="007B4C63">
      <w:pPr>
        <w:pStyle w:val="Standard"/>
        <w:numPr>
          <w:ilvl w:val="0"/>
          <w:numId w:val="123"/>
        </w:numPr>
        <w:spacing w:before="0" w:after="0" w:line="240" w:lineRule="auto"/>
        <w:jc w:val="both"/>
        <w:rPr>
          <w:bCs/>
        </w:rPr>
      </w:pPr>
      <w:r w:rsidRPr="00892A90">
        <w:t>register vlastníkov stotožnených podľa dátumu narodenia/IČO –– tab.č.X.3</w:t>
      </w:r>
    </w:p>
    <w:p w14:paraId="0980BE20" w14:textId="77777777" w:rsidR="002F5134" w:rsidRPr="00956A6D" w:rsidRDefault="002F5134" w:rsidP="002F5134">
      <w:pPr>
        <w:pStyle w:val="Hlavika"/>
        <w:tabs>
          <w:tab w:val="left" w:pos="-4860"/>
          <w:tab w:val="left" w:pos="540"/>
          <w:tab w:val="left" w:pos="709"/>
        </w:tabs>
        <w:jc w:val="both"/>
        <w:rPr>
          <w:bCs/>
        </w:rPr>
      </w:pPr>
    </w:p>
    <w:p w14:paraId="2B0A8B19"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2.5   Situácia dotknutých pozemkov M 1:1 000</w:t>
      </w:r>
    </w:p>
    <w:p w14:paraId="4E86FDC5" w14:textId="56843A5C" w:rsidR="002F5134" w:rsidRDefault="002F5134" w:rsidP="002F5134">
      <w:pPr>
        <w:pStyle w:val="Hlavika"/>
        <w:tabs>
          <w:tab w:val="left" w:pos="-4860"/>
          <w:tab w:val="left" w:pos="540"/>
          <w:tab w:val="left" w:pos="709"/>
        </w:tabs>
        <w:jc w:val="both"/>
        <w:rPr>
          <w:bCs/>
        </w:rPr>
      </w:pPr>
      <w:r w:rsidRPr="00956A6D">
        <w:rPr>
          <w:bCs/>
        </w:rPr>
        <w:t>Výkres obsahuje zakreslenie koordinačného výkresu do podkladu, ktorým je namiesto účelového mapovania  grafická časť geometrického plánu (právny  a</w:t>
      </w:r>
      <w:r w:rsidR="006C7E31">
        <w:rPr>
          <w:bCs/>
        </w:rPr>
        <w:t> </w:t>
      </w:r>
      <w:r w:rsidRPr="00956A6D">
        <w:rPr>
          <w:bCs/>
        </w:rPr>
        <w:t>stav podľa registra CKN parciel registra C), čísla parciel, katastrálne hranice s</w:t>
      </w:r>
      <w:r w:rsidR="006C7E31">
        <w:rPr>
          <w:bCs/>
        </w:rPr>
        <w:t> </w:t>
      </w:r>
      <w:r w:rsidRPr="00956A6D">
        <w:rPr>
          <w:bCs/>
        </w:rPr>
        <w:t>názvom katastrálnych území, katastrálne územie (územia) uviesť nad rozpisku každého výkresu, hranicu trvalých a</w:t>
      </w:r>
      <w:r w:rsidR="006C7E31">
        <w:rPr>
          <w:bCs/>
        </w:rPr>
        <w:t> </w:t>
      </w:r>
      <w:r w:rsidRPr="00956A6D">
        <w:rPr>
          <w:bCs/>
        </w:rPr>
        <w:t>dočasných záberov a</w:t>
      </w:r>
      <w:r w:rsidR="006C7E31">
        <w:rPr>
          <w:bCs/>
        </w:rPr>
        <w:t> </w:t>
      </w:r>
      <w:r w:rsidRPr="00956A6D">
        <w:rPr>
          <w:bCs/>
        </w:rPr>
        <w:t>záberov do jedného roka, os a</w:t>
      </w:r>
      <w:r w:rsidR="006C7E31">
        <w:rPr>
          <w:bCs/>
        </w:rPr>
        <w:t> </w:t>
      </w:r>
      <w:proofErr w:type="spellStart"/>
      <w:r w:rsidRPr="00956A6D">
        <w:rPr>
          <w:bCs/>
        </w:rPr>
        <w:t>staničenie</w:t>
      </w:r>
      <w:proofErr w:type="spellEnd"/>
      <w:r w:rsidRPr="00956A6D">
        <w:rPr>
          <w:bCs/>
        </w:rPr>
        <w:t xml:space="preserve"> objektu, hektárovú sieť, mierku, </w:t>
      </w:r>
      <w:proofErr w:type="spellStart"/>
      <w:r w:rsidRPr="00956A6D">
        <w:rPr>
          <w:bCs/>
        </w:rPr>
        <w:t>severku</w:t>
      </w:r>
      <w:proofErr w:type="spellEnd"/>
      <w:r w:rsidRPr="00956A6D">
        <w:rPr>
          <w:bCs/>
        </w:rPr>
        <w:t>.</w:t>
      </w:r>
    </w:p>
    <w:p w14:paraId="2BC2578B" w14:textId="77777777" w:rsidR="002F5134" w:rsidRPr="00956A6D" w:rsidRDefault="002F5134" w:rsidP="002F5134">
      <w:pPr>
        <w:pStyle w:val="Hlavika"/>
        <w:tabs>
          <w:tab w:val="left" w:pos="-4860"/>
          <w:tab w:val="left" w:pos="540"/>
          <w:tab w:val="left" w:pos="709"/>
        </w:tabs>
        <w:jc w:val="both"/>
        <w:rPr>
          <w:bCs/>
        </w:rPr>
      </w:pPr>
    </w:p>
    <w:p w14:paraId="59A53554" w14:textId="29BFB8DC" w:rsidR="002F5134" w:rsidRPr="00C6370F" w:rsidRDefault="002F5134" w:rsidP="006C7E31">
      <w:pPr>
        <w:pStyle w:val="Hlavika"/>
        <w:numPr>
          <w:ilvl w:val="0"/>
          <w:numId w:val="104"/>
        </w:numPr>
        <w:tabs>
          <w:tab w:val="left" w:pos="-4860"/>
          <w:tab w:val="left" w:pos="540"/>
          <w:tab w:val="left" w:pos="709"/>
        </w:tabs>
        <w:jc w:val="both"/>
        <w:rPr>
          <w:b/>
          <w:bCs/>
          <w:u w:val="single"/>
        </w:rPr>
      </w:pPr>
      <w:r w:rsidRPr="00C6370F">
        <w:rPr>
          <w:b/>
          <w:bCs/>
          <w:u w:val="single"/>
        </w:rPr>
        <w:t>Zoznam dotknutých parciel</w:t>
      </w:r>
    </w:p>
    <w:p w14:paraId="31FBBC72" w14:textId="27CDA11C" w:rsidR="002F5134" w:rsidRPr="00956A6D" w:rsidRDefault="002F5134" w:rsidP="002F5134">
      <w:pPr>
        <w:pStyle w:val="Hlavika"/>
        <w:tabs>
          <w:tab w:val="left" w:pos="-4860"/>
          <w:tab w:val="left" w:pos="540"/>
          <w:tab w:val="left" w:pos="709"/>
        </w:tabs>
        <w:jc w:val="both"/>
        <w:rPr>
          <w:bCs/>
        </w:rPr>
      </w:pPr>
      <w:r w:rsidRPr="00956A6D">
        <w:rPr>
          <w:bCs/>
        </w:rPr>
        <w:t>Tabuľková časť obsahuje zoznam dotknutých parciel (trvalý záber, dočasný záber, záber do jedného roka, vecné bremená) pre každý objekt zvlášť s</w:t>
      </w:r>
      <w:r w:rsidR="006C7E31">
        <w:rPr>
          <w:bCs/>
        </w:rPr>
        <w:t> </w:t>
      </w:r>
      <w:r w:rsidRPr="00956A6D">
        <w:rPr>
          <w:bCs/>
        </w:rPr>
        <w:t>uvedením katastrálneho územia a</w:t>
      </w:r>
      <w:r w:rsidR="006C7E31">
        <w:rPr>
          <w:bCs/>
        </w:rPr>
        <w:t> </w:t>
      </w:r>
      <w:r w:rsidRPr="00956A6D">
        <w:rPr>
          <w:bCs/>
        </w:rPr>
        <w:t>parcelných čísiel.</w:t>
      </w:r>
    </w:p>
    <w:p w14:paraId="21792E98" w14:textId="6B3D0843" w:rsidR="002F5134" w:rsidRPr="00956A6D" w:rsidRDefault="002F5134" w:rsidP="002F5134">
      <w:pPr>
        <w:pStyle w:val="Hlavika"/>
        <w:tabs>
          <w:tab w:val="left" w:pos="-4860"/>
          <w:tab w:val="left" w:pos="540"/>
          <w:tab w:val="left" w:pos="709"/>
        </w:tabs>
        <w:jc w:val="both"/>
        <w:rPr>
          <w:bCs/>
        </w:rPr>
      </w:pPr>
      <w:r w:rsidRPr="00956A6D">
        <w:rPr>
          <w:bCs/>
        </w:rPr>
        <w:t>Príloha sa vyhotoví podľa katastrálnych území, objektov a</w:t>
      </w:r>
      <w:r w:rsidR="006C7E31">
        <w:rPr>
          <w:bCs/>
        </w:rPr>
        <w:t> </w:t>
      </w:r>
      <w:r w:rsidRPr="00956A6D">
        <w:rPr>
          <w:bCs/>
        </w:rPr>
        <w:t xml:space="preserve">druhu záberov pozemkov (trvalý, dočasný, záber do jedného roka, vecné bremeno).  </w:t>
      </w:r>
      <w:r w:rsidR="006C7E31" w:rsidRPr="00956A6D">
        <w:rPr>
          <w:bCs/>
        </w:rPr>
        <w:t>T</w:t>
      </w:r>
      <w:r w:rsidRPr="00956A6D">
        <w:rPr>
          <w:bCs/>
        </w:rPr>
        <w:t>ab.</w:t>
      </w:r>
      <w:r w:rsidR="00ED4979">
        <w:rPr>
          <w:bCs/>
        </w:rPr>
        <w:t xml:space="preserve"> </w:t>
      </w:r>
      <w:r w:rsidR="006C7E31" w:rsidRPr="00956A6D">
        <w:rPr>
          <w:bCs/>
        </w:rPr>
        <w:t>Č</w:t>
      </w:r>
      <w:r w:rsidRPr="00956A6D">
        <w:rPr>
          <w:bCs/>
        </w:rPr>
        <w:t>. X.2, tab.č.X.27 a</w:t>
      </w:r>
      <w:r w:rsidR="006C7E31">
        <w:rPr>
          <w:bCs/>
        </w:rPr>
        <w:t> </w:t>
      </w:r>
      <w:r w:rsidRPr="00956A6D">
        <w:rPr>
          <w:bCs/>
        </w:rPr>
        <w:t>tab.č.X.28 vo formátoch *.</w:t>
      </w:r>
      <w:proofErr w:type="spellStart"/>
      <w:r w:rsidRPr="00956A6D">
        <w:rPr>
          <w:bCs/>
        </w:rPr>
        <w:t>xlsx</w:t>
      </w:r>
      <w:proofErr w:type="spellEnd"/>
      <w:r w:rsidRPr="00956A6D">
        <w:rPr>
          <w:bCs/>
        </w:rPr>
        <w:t xml:space="preserve"> a *.</w:t>
      </w:r>
      <w:proofErr w:type="spellStart"/>
      <w:r w:rsidRPr="00956A6D">
        <w:rPr>
          <w:bCs/>
        </w:rPr>
        <w:t>docx</w:t>
      </w:r>
      <w:proofErr w:type="spellEnd"/>
    </w:p>
    <w:p w14:paraId="40FD3424" w14:textId="3235F3B8" w:rsidR="002F5134" w:rsidRPr="008B1D69" w:rsidRDefault="002F5134" w:rsidP="002F5134">
      <w:pPr>
        <w:pStyle w:val="Hlavika"/>
        <w:tabs>
          <w:tab w:val="clear" w:pos="9071"/>
          <w:tab w:val="left" w:pos="-4860"/>
          <w:tab w:val="left" w:pos="540"/>
          <w:tab w:val="left" w:pos="709"/>
        </w:tabs>
        <w:jc w:val="both"/>
        <w:rPr>
          <w:bCs/>
          <w:sz w:val="18"/>
        </w:rPr>
      </w:pPr>
      <w:r w:rsidRPr="00956A6D">
        <w:rPr>
          <w:bCs/>
        </w:rPr>
        <w:t>Poznámka: v</w:t>
      </w:r>
      <w:r w:rsidR="006C7E31">
        <w:rPr>
          <w:bCs/>
        </w:rPr>
        <w:t> </w:t>
      </w:r>
      <w:r w:rsidRPr="00956A6D">
        <w:rPr>
          <w:bCs/>
        </w:rPr>
        <w:t>grafických prílohách požadujeme trvalý záber červenou farbou, dočasný záber modrou farbou a</w:t>
      </w:r>
      <w:r w:rsidR="006C7E31">
        <w:rPr>
          <w:bCs/>
        </w:rPr>
        <w:t> </w:t>
      </w:r>
      <w:r w:rsidRPr="00956A6D">
        <w:rPr>
          <w:bCs/>
        </w:rPr>
        <w:t xml:space="preserve">ročný záber tyrkysovou farbou v zmysle prílohy č. </w:t>
      </w:r>
      <w:r w:rsidR="006E5632">
        <w:rPr>
          <w:bCs/>
        </w:rPr>
        <w:t>07</w:t>
      </w:r>
      <w:r w:rsidR="006E5632" w:rsidRPr="00956A6D">
        <w:rPr>
          <w:bCs/>
        </w:rPr>
        <w:t xml:space="preserve"> </w:t>
      </w:r>
      <w:r w:rsidRPr="00956A6D">
        <w:rPr>
          <w:bCs/>
        </w:rPr>
        <w:t>tab.</w:t>
      </w:r>
      <w:r w:rsidR="00ED4979">
        <w:rPr>
          <w:bCs/>
        </w:rPr>
        <w:t xml:space="preserve"> </w:t>
      </w:r>
      <w:r w:rsidRPr="00956A6D">
        <w:rPr>
          <w:bCs/>
        </w:rPr>
        <w:t>č. X.22 štruktúra ESID.</w:t>
      </w:r>
    </w:p>
    <w:p w14:paraId="4CC62863" w14:textId="77777777" w:rsidR="002F5134" w:rsidRDefault="002F5134" w:rsidP="002F5134">
      <w:pPr>
        <w:pStyle w:val="Hlavika"/>
        <w:tabs>
          <w:tab w:val="clear" w:pos="9071"/>
          <w:tab w:val="left" w:pos="-4860"/>
          <w:tab w:val="left" w:pos="540"/>
          <w:tab w:val="left" w:pos="2340"/>
          <w:tab w:val="left" w:pos="3060"/>
        </w:tabs>
        <w:jc w:val="both"/>
        <w:rPr>
          <w:bCs/>
        </w:rPr>
      </w:pPr>
    </w:p>
    <w:p w14:paraId="3C79D9A2" w14:textId="0DB7E96E" w:rsidR="006C7E31" w:rsidRPr="006C7E31" w:rsidRDefault="002F5134" w:rsidP="006C7E31">
      <w:pPr>
        <w:pStyle w:val="Hlavika"/>
        <w:tabs>
          <w:tab w:val="clear" w:pos="4819"/>
          <w:tab w:val="clear" w:pos="9071"/>
          <w:tab w:val="left" w:pos="-3261"/>
        </w:tabs>
        <w:spacing w:after="240"/>
        <w:jc w:val="both"/>
        <w:rPr>
          <w:b/>
          <w:bCs/>
          <w:sz w:val="24"/>
          <w:szCs w:val="24"/>
        </w:rPr>
      </w:pPr>
      <w:r w:rsidRPr="006C7E31">
        <w:rPr>
          <w:b/>
          <w:bCs/>
          <w:sz w:val="24"/>
          <w:szCs w:val="24"/>
        </w:rPr>
        <w:t>3</w:t>
      </w:r>
      <w:r w:rsidR="004E1AA3" w:rsidRPr="006C7E31">
        <w:rPr>
          <w:b/>
          <w:bCs/>
          <w:sz w:val="24"/>
          <w:szCs w:val="24"/>
        </w:rPr>
        <w:tab/>
      </w:r>
      <w:r w:rsidR="00320A5D" w:rsidRPr="006C7E31">
        <w:rPr>
          <w:b/>
          <w:bCs/>
          <w:sz w:val="24"/>
          <w:szCs w:val="24"/>
        </w:rPr>
        <w:t>Dokumentácia na trvalé a dočasné odňatie PP a vyňatie z LP</w:t>
      </w:r>
    </w:p>
    <w:p w14:paraId="7B96A867" w14:textId="58BBECD7" w:rsidR="002F5134" w:rsidRDefault="002F5134" w:rsidP="002F5134">
      <w:pPr>
        <w:pStyle w:val="Standard"/>
      </w:pPr>
      <w:r>
        <w:t>Dokumentácia sa vyhotoví osobitne pre PP a LP.</w:t>
      </w:r>
    </w:p>
    <w:p w14:paraId="5DC760FE" w14:textId="77777777" w:rsidR="002F5134" w:rsidRDefault="002F5134" w:rsidP="002F5134">
      <w:pPr>
        <w:pStyle w:val="Atext"/>
        <w:outlineLvl w:val="9"/>
        <w:rPr>
          <w:rFonts w:ascii="Arial" w:hAnsi="Arial" w:cs="Arial"/>
          <w:b/>
          <w:sz w:val="20"/>
        </w:rPr>
      </w:pPr>
      <w:r>
        <w:rPr>
          <w:rFonts w:ascii="Arial" w:hAnsi="Arial" w:cs="Arial"/>
          <w:b/>
          <w:sz w:val="20"/>
        </w:rPr>
        <w:t>3.1  Dokumentácia na trvalé a dočasné odňatie PP (ďalej len Dokumentácia)</w:t>
      </w:r>
    </w:p>
    <w:p w14:paraId="44E0C791" w14:textId="06BDCBB3" w:rsidR="002F5134" w:rsidRDefault="002F5134" w:rsidP="002F5134">
      <w:pPr>
        <w:pStyle w:val="Standard"/>
        <w:spacing w:after="120"/>
      </w:pPr>
      <w:r>
        <w:t xml:space="preserve">Dokumentácia sa vypracuje v zmysle </w:t>
      </w:r>
      <w:r w:rsidR="00ED4979">
        <w:t>z</w:t>
      </w:r>
      <w:r>
        <w:t>ákona č.</w:t>
      </w:r>
      <w:r w:rsidR="00ED4979">
        <w:t xml:space="preserve"> </w:t>
      </w:r>
      <w:r>
        <w:t>220/2004 Z.</w:t>
      </w:r>
      <w:r w:rsidR="00ED4979">
        <w:t xml:space="preserve"> </w:t>
      </w:r>
      <w:r>
        <w:t>z. o ochrane a využívaní poľnohospodárskej pôdy</w:t>
      </w:r>
      <w:r w:rsidR="00ED4979">
        <w:t xml:space="preserve"> v znení neskorších predpisov</w:t>
      </w:r>
      <w:r>
        <w:t xml:space="preserve"> a vyhlášky č.</w:t>
      </w:r>
      <w:r w:rsidR="00ED4979">
        <w:t xml:space="preserve"> </w:t>
      </w:r>
      <w:r>
        <w:t>508/2004 Z.</w:t>
      </w:r>
      <w:r w:rsidR="00ED4979">
        <w:t xml:space="preserve"> </w:t>
      </w:r>
      <w:r>
        <w:t xml:space="preserve">z., ktorou sa vykonáva § 27 </w:t>
      </w:r>
      <w:r w:rsidR="00ED4979">
        <w:t>z</w:t>
      </w:r>
      <w:r>
        <w:t>ákona č.220/2004 Z.</w:t>
      </w:r>
      <w:r w:rsidR="00ED4979">
        <w:t xml:space="preserve"> </w:t>
      </w:r>
      <w:r>
        <w:t>z. o ochrane a využívaní poľnohospodárskej pôdy</w:t>
      </w:r>
      <w:r w:rsidR="00ED4979">
        <w:t xml:space="preserve"> v znení neskorších predpisov</w:t>
      </w:r>
      <w:r>
        <w:t>.</w:t>
      </w:r>
    </w:p>
    <w:p w14:paraId="7E54D09A" w14:textId="77777777" w:rsidR="002F5134" w:rsidRDefault="002F5134" w:rsidP="002F5134">
      <w:pPr>
        <w:pStyle w:val="Standard"/>
      </w:pPr>
      <w:r>
        <w:t>Do odňatia PP sa nezahrnú:</w:t>
      </w:r>
    </w:p>
    <w:p w14:paraId="16D3965D" w14:textId="77777777" w:rsidR="002F5134" w:rsidRDefault="002F5134" w:rsidP="007B4C63">
      <w:pPr>
        <w:pStyle w:val="Standard"/>
        <w:numPr>
          <w:ilvl w:val="0"/>
          <w:numId w:val="124"/>
        </w:numPr>
      </w:pPr>
      <w:r>
        <w:t>zábery do jedného roka,</w:t>
      </w:r>
    </w:p>
    <w:p w14:paraId="4E3C2F59" w14:textId="77777777" w:rsidR="002F5134" w:rsidRDefault="002F5134" w:rsidP="007B4C63">
      <w:pPr>
        <w:pStyle w:val="Standard"/>
        <w:numPr>
          <w:ilvl w:val="0"/>
          <w:numId w:val="124"/>
        </w:numPr>
      </w:pPr>
      <w:r>
        <w:t>zábery v zastavanom území obce, ak nepôjde o plochu väčšiu ako 1 000 m</w:t>
      </w:r>
      <w:r>
        <w:rPr>
          <w:vertAlign w:val="superscript"/>
        </w:rPr>
        <w:t>2</w:t>
      </w:r>
      <w:r>
        <w:t>,</w:t>
      </w:r>
    </w:p>
    <w:p w14:paraId="75F140B2" w14:textId="77777777" w:rsidR="002F5134" w:rsidRDefault="002F5134" w:rsidP="007B4C63">
      <w:pPr>
        <w:pStyle w:val="Standard"/>
        <w:numPr>
          <w:ilvl w:val="0"/>
          <w:numId w:val="124"/>
        </w:numPr>
      </w:pPr>
      <w:r>
        <w:t>zábery na vstupné šachty, prečerpávacie stanice, vrty a studne, stožiare alebo iné objekty nadzemného a podzemného vedenia, a ak v uvedených prípadoch nejde o plochu väčšiu ako 25 m</w:t>
      </w:r>
      <w:r>
        <w:rPr>
          <w:vertAlign w:val="superscript"/>
        </w:rPr>
        <w:t>2</w:t>
      </w:r>
      <w:r>
        <w:t>.</w:t>
      </w:r>
    </w:p>
    <w:p w14:paraId="434BE4ED" w14:textId="77777777" w:rsidR="002F5134" w:rsidRDefault="002F5134" w:rsidP="002F5134">
      <w:pPr>
        <w:pStyle w:val="Atext"/>
        <w:outlineLvl w:val="9"/>
        <w:rPr>
          <w:rFonts w:ascii="Arial" w:hAnsi="Arial" w:cs="Arial"/>
          <w:b/>
          <w:sz w:val="20"/>
        </w:rPr>
      </w:pPr>
      <w:r>
        <w:rPr>
          <w:rFonts w:ascii="Arial" w:hAnsi="Arial" w:cs="Arial"/>
          <w:b/>
          <w:sz w:val="20"/>
        </w:rPr>
        <w:lastRenderedPageBreak/>
        <w:t>3.1.1  Grafický prehľad</w:t>
      </w:r>
    </w:p>
    <w:p w14:paraId="519A201A" w14:textId="77777777" w:rsidR="002F5134" w:rsidRDefault="002F5134" w:rsidP="007B4C63">
      <w:pPr>
        <w:pStyle w:val="Standard"/>
        <w:numPr>
          <w:ilvl w:val="0"/>
          <w:numId w:val="123"/>
        </w:numPr>
        <w:spacing w:before="0" w:after="0" w:line="240" w:lineRule="auto"/>
        <w:jc w:val="both"/>
      </w:pPr>
      <w:r>
        <w:t xml:space="preserve">vyhotoví sa doplnením geometrických plánov stavu KN o hranice a kódy BPEJ (Bonitné pôdnoekologické jednotky 7-miestne ), </w:t>
      </w:r>
      <w:proofErr w:type="spellStart"/>
      <w:r>
        <w:t>staničenie</w:t>
      </w:r>
      <w:proofErr w:type="spellEnd"/>
      <w:r>
        <w:t xml:space="preserve"> a čísla objektov, farebne,</w:t>
      </w:r>
    </w:p>
    <w:p w14:paraId="20CE74A4" w14:textId="77777777" w:rsidR="002F5134" w:rsidRDefault="002F5134" w:rsidP="007B4C63">
      <w:pPr>
        <w:pStyle w:val="Standard"/>
        <w:numPr>
          <w:ilvl w:val="0"/>
          <w:numId w:val="123"/>
        </w:numPr>
        <w:spacing w:before="0" w:after="0" w:line="240" w:lineRule="auto"/>
        <w:jc w:val="both"/>
      </w:pPr>
      <w:r>
        <w:t>vyhotoví sa po katastrálnych územiach (spoločný výkres s farebným odlíšením ) pre trvalý, dočasný a ročný záber,</w:t>
      </w:r>
    </w:p>
    <w:p w14:paraId="2B5D8056" w14:textId="77777777" w:rsidR="002F5134" w:rsidRDefault="002F5134" w:rsidP="007B4C63">
      <w:pPr>
        <w:pStyle w:val="Standard"/>
        <w:numPr>
          <w:ilvl w:val="0"/>
          <w:numId w:val="123"/>
        </w:numPr>
        <w:spacing w:before="0" w:after="0" w:line="240" w:lineRule="auto"/>
        <w:jc w:val="both"/>
      </w:pPr>
      <w:r>
        <w:t>plochy záberov podľa BPEJ sa určia formou dielov ako pri GP,</w:t>
      </w:r>
    </w:p>
    <w:p w14:paraId="3D112508" w14:textId="77777777" w:rsidR="002F5134" w:rsidRDefault="002F5134" w:rsidP="007B4C63">
      <w:pPr>
        <w:pStyle w:val="Standard"/>
        <w:numPr>
          <w:ilvl w:val="0"/>
          <w:numId w:val="123"/>
        </w:numPr>
        <w:spacing w:before="0" w:after="0" w:line="240" w:lineRule="auto"/>
        <w:jc w:val="both"/>
      </w:pPr>
      <w:r>
        <w:t>hranice a čísla BPEJ sú potvrdené vecne a miestne príslušným Okresným úradom, katastrálnym odborom,</w:t>
      </w:r>
    </w:p>
    <w:p w14:paraId="55C669D0" w14:textId="77777777" w:rsidR="002F5134" w:rsidRDefault="002F5134" w:rsidP="007B4C63">
      <w:pPr>
        <w:pStyle w:val="Standard"/>
        <w:numPr>
          <w:ilvl w:val="0"/>
          <w:numId w:val="123"/>
        </w:numPr>
        <w:spacing w:before="0" w:after="0" w:line="240" w:lineRule="auto"/>
        <w:jc w:val="both"/>
      </w:pPr>
      <w:r>
        <w:t>hranice katastrálneho územia a zastavaného územia obce potvrdzuje príslušný Okresným úrad, katastrálny odbor,</w:t>
      </w:r>
    </w:p>
    <w:p w14:paraId="37D63C76" w14:textId="77777777" w:rsidR="002F5134" w:rsidRDefault="002F5134" w:rsidP="007B4C63">
      <w:pPr>
        <w:pStyle w:val="Standard"/>
        <w:numPr>
          <w:ilvl w:val="0"/>
          <w:numId w:val="123"/>
        </w:numPr>
        <w:spacing w:before="0" w:after="0" w:line="240" w:lineRule="auto"/>
        <w:jc w:val="both"/>
      </w:pPr>
      <w:r>
        <w:t>v grafickom prehľade sa farebne zakresľujú meliorované plochy a  ich rozsah potvrdzuje  príslušný správca meliorácií,</w:t>
      </w:r>
    </w:p>
    <w:p w14:paraId="30DA43EC" w14:textId="77777777" w:rsidR="002F5134" w:rsidRDefault="002F5134" w:rsidP="007B4C63">
      <w:pPr>
        <w:pStyle w:val="Standard"/>
        <w:numPr>
          <w:ilvl w:val="0"/>
          <w:numId w:val="123"/>
        </w:numPr>
        <w:spacing w:before="0" w:after="0" w:line="240" w:lineRule="auto"/>
        <w:jc w:val="both"/>
      </w:pPr>
      <w:r>
        <w:t>každá grafická príloha je  potvrdená príslušným Okresným úradom, katastrálnym odborom,</w:t>
      </w:r>
    </w:p>
    <w:p w14:paraId="406C9265" w14:textId="77777777" w:rsidR="002F5134" w:rsidRDefault="002F5134" w:rsidP="007B4C63">
      <w:pPr>
        <w:pStyle w:val="Standard"/>
        <w:numPr>
          <w:ilvl w:val="0"/>
          <w:numId w:val="123"/>
        </w:numPr>
        <w:spacing w:before="0" w:after="0" w:line="240" w:lineRule="auto"/>
        <w:jc w:val="both"/>
      </w:pPr>
      <w:r>
        <w:t>digitálne spracovanie (formát *.</w:t>
      </w:r>
      <w:proofErr w:type="spellStart"/>
      <w:r>
        <w:t>dgn</w:t>
      </w:r>
      <w:proofErr w:type="spellEnd"/>
      <w:r>
        <w:t>).</w:t>
      </w:r>
    </w:p>
    <w:p w14:paraId="2039087B" w14:textId="77777777" w:rsidR="002F5134" w:rsidRDefault="002F5134" w:rsidP="002F5134">
      <w:pPr>
        <w:pStyle w:val="Atext"/>
        <w:outlineLvl w:val="9"/>
        <w:rPr>
          <w:rFonts w:ascii="Arial" w:hAnsi="Arial" w:cs="Arial"/>
          <w:b/>
          <w:sz w:val="20"/>
        </w:rPr>
      </w:pPr>
      <w:r>
        <w:rPr>
          <w:rFonts w:ascii="Arial" w:hAnsi="Arial" w:cs="Arial"/>
          <w:b/>
          <w:sz w:val="20"/>
        </w:rPr>
        <w:t>3.1.2  Prehľadné tabuľky</w:t>
      </w:r>
    </w:p>
    <w:p w14:paraId="47071DB7" w14:textId="57EAEADE" w:rsidR="002F5134" w:rsidRDefault="002F5134" w:rsidP="002F5134">
      <w:pPr>
        <w:pStyle w:val="Atext"/>
        <w:outlineLvl w:val="9"/>
      </w:pPr>
      <w:r>
        <w:rPr>
          <w:rFonts w:ascii="Arial" w:hAnsi="Arial" w:cs="Arial"/>
          <w:b/>
          <w:sz w:val="20"/>
        </w:rPr>
        <w:t>Vytvoria sa podľa tabuľkovej prílohy</w:t>
      </w:r>
      <w:r>
        <w:rPr>
          <w:rFonts w:ascii="Arial" w:hAnsi="Arial" w:cs="Arial"/>
          <w:sz w:val="20"/>
        </w:rPr>
        <w:t xml:space="preserve"> </w:t>
      </w:r>
      <w:r w:rsidRPr="00EA6733">
        <w:rPr>
          <w:rFonts w:ascii="Arial" w:hAnsi="Arial" w:cs="Arial"/>
          <w:sz w:val="20"/>
        </w:rPr>
        <w:t xml:space="preserve">– Príloha </w:t>
      </w:r>
      <w:r w:rsidR="00EA6733" w:rsidRPr="00EA6733">
        <w:rPr>
          <w:rFonts w:ascii="Arial" w:hAnsi="Arial" w:cs="Arial"/>
          <w:sz w:val="20"/>
        </w:rPr>
        <w:t xml:space="preserve">Zv.3 </w:t>
      </w:r>
      <w:r w:rsidRPr="00EA6733">
        <w:rPr>
          <w:rFonts w:ascii="Arial" w:hAnsi="Arial" w:cs="Arial"/>
          <w:sz w:val="20"/>
        </w:rPr>
        <w:t xml:space="preserve">č. </w:t>
      </w:r>
      <w:r w:rsidR="006E5632">
        <w:rPr>
          <w:rFonts w:ascii="Arial" w:hAnsi="Arial" w:cs="Arial"/>
          <w:sz w:val="20"/>
        </w:rPr>
        <w:t>07</w:t>
      </w:r>
      <w:r w:rsidRPr="00EA6733">
        <w:rPr>
          <w:rFonts w:ascii="Arial" w:hAnsi="Arial" w:cs="Arial"/>
          <w:sz w:val="20"/>
        </w:rPr>
        <w:t>, tab. č. X.1, tab.X.4 - X.8, tab. X.12 - X.16</w:t>
      </w:r>
    </w:p>
    <w:p w14:paraId="770BD6CF" w14:textId="77777777" w:rsidR="002F5134" w:rsidRDefault="002F5134" w:rsidP="007B4C63">
      <w:pPr>
        <w:pStyle w:val="Standard"/>
        <w:numPr>
          <w:ilvl w:val="0"/>
          <w:numId w:val="122"/>
        </w:numPr>
        <w:spacing w:before="0" w:after="0" w:line="240" w:lineRule="auto"/>
        <w:jc w:val="both"/>
      </w:pPr>
      <w:r>
        <w:t>prehľad trvalých záberov pozemkov  PP,</w:t>
      </w:r>
    </w:p>
    <w:p w14:paraId="1C3CC188" w14:textId="77777777" w:rsidR="002F5134" w:rsidRDefault="002F5134" w:rsidP="007B4C63">
      <w:pPr>
        <w:pStyle w:val="Standard"/>
        <w:numPr>
          <w:ilvl w:val="0"/>
          <w:numId w:val="122"/>
        </w:numPr>
        <w:spacing w:before="0" w:after="0" w:line="240" w:lineRule="auto"/>
        <w:jc w:val="both"/>
      </w:pPr>
      <w:r>
        <w:t>sumár trvalých záberov pozemkov  PP podľa BPEJ,</w:t>
      </w:r>
    </w:p>
    <w:p w14:paraId="61D93B79" w14:textId="77777777" w:rsidR="002F5134" w:rsidRDefault="002F5134" w:rsidP="007B4C63">
      <w:pPr>
        <w:pStyle w:val="Standard"/>
        <w:numPr>
          <w:ilvl w:val="0"/>
          <w:numId w:val="122"/>
        </w:numPr>
        <w:spacing w:before="0" w:after="0" w:line="240" w:lineRule="auto"/>
        <w:jc w:val="both"/>
      </w:pPr>
      <w:r>
        <w:t>prehľad dočasných záberov pozemkov PP,</w:t>
      </w:r>
    </w:p>
    <w:p w14:paraId="65CB6C38" w14:textId="77777777" w:rsidR="002F5134" w:rsidRDefault="002F5134" w:rsidP="007B4C63">
      <w:pPr>
        <w:pStyle w:val="Standard"/>
        <w:numPr>
          <w:ilvl w:val="0"/>
          <w:numId w:val="122"/>
        </w:numPr>
        <w:spacing w:before="0" w:after="0" w:line="240" w:lineRule="auto"/>
        <w:jc w:val="both"/>
      </w:pPr>
      <w:r>
        <w:t>prehľad záberov PP do jedného roka,</w:t>
      </w:r>
    </w:p>
    <w:p w14:paraId="48038353" w14:textId="4C6E3BB4" w:rsidR="002F5134" w:rsidRDefault="002F5134" w:rsidP="007B4C63">
      <w:pPr>
        <w:pStyle w:val="Standard"/>
        <w:numPr>
          <w:ilvl w:val="0"/>
          <w:numId w:val="122"/>
        </w:numPr>
        <w:spacing w:before="0" w:after="0" w:line="240" w:lineRule="auto"/>
        <w:jc w:val="both"/>
      </w:pPr>
      <w:r>
        <w:t>celkový záber pozemkov podľa druhu pozemkov a podľa katastrálnych území (k.</w:t>
      </w:r>
      <w:r w:rsidR="00ED4979">
        <w:t xml:space="preserve"> </w:t>
      </w:r>
      <w:r>
        <w:t>ú.),</w:t>
      </w:r>
    </w:p>
    <w:p w14:paraId="49D1DEF8" w14:textId="77777777" w:rsidR="002F5134" w:rsidRDefault="002F5134" w:rsidP="007B4C63">
      <w:pPr>
        <w:pStyle w:val="Standard"/>
        <w:numPr>
          <w:ilvl w:val="0"/>
          <w:numId w:val="122"/>
        </w:numPr>
        <w:spacing w:before="0" w:after="0" w:line="240" w:lineRule="auto"/>
        <w:jc w:val="both"/>
      </w:pPr>
      <w:r>
        <w:t>digitálne spracovanie (formát *.</w:t>
      </w:r>
      <w:proofErr w:type="spellStart"/>
      <w:r>
        <w:t>xls</w:t>
      </w:r>
      <w:proofErr w:type="spellEnd"/>
      <w:r>
        <w:t>).</w:t>
      </w:r>
    </w:p>
    <w:p w14:paraId="1363A571" w14:textId="77777777" w:rsidR="002F5134" w:rsidRDefault="002F5134" w:rsidP="002F5134">
      <w:pPr>
        <w:pStyle w:val="Atext"/>
        <w:outlineLvl w:val="9"/>
        <w:rPr>
          <w:rFonts w:ascii="Arial" w:hAnsi="Arial" w:cs="Arial"/>
          <w:b/>
          <w:sz w:val="20"/>
        </w:rPr>
      </w:pPr>
      <w:r>
        <w:rPr>
          <w:rFonts w:ascii="Arial" w:hAnsi="Arial" w:cs="Arial"/>
          <w:b/>
          <w:sz w:val="20"/>
        </w:rPr>
        <w:t>3.1.3  Bilancia skrývky kultúrnej vrstvy pôdy (ďalej len Bilancia)</w:t>
      </w:r>
    </w:p>
    <w:p w14:paraId="70CE8F41" w14:textId="592AB7B6" w:rsidR="002F5134" w:rsidRDefault="002F5134" w:rsidP="002F5134">
      <w:pPr>
        <w:pStyle w:val="Standard"/>
      </w:pPr>
      <w:r>
        <w:t>Bilancia sa vypracúva podľa vyhlášky</w:t>
      </w:r>
      <w:r w:rsidR="00ED4979">
        <w:t xml:space="preserve"> </w:t>
      </w:r>
      <w:r w:rsidR="00ED4979" w:rsidRPr="00ED4979">
        <w:t>Ministerstva pôdohospodárstva Slovenskej republiky</w:t>
      </w:r>
      <w:r>
        <w:t xml:space="preserve"> č.</w:t>
      </w:r>
      <w:r w:rsidR="00ED4979">
        <w:t xml:space="preserve"> </w:t>
      </w:r>
      <w:r>
        <w:t>508/2004 Z.</w:t>
      </w:r>
      <w:r w:rsidR="00ED4979">
        <w:t xml:space="preserve"> </w:t>
      </w:r>
      <w:r>
        <w:t>z., ktorou sa vykonáva § 27 zákona č.220/2004 Z.</w:t>
      </w:r>
      <w:r w:rsidR="00ED4979">
        <w:t xml:space="preserve"> </w:t>
      </w:r>
      <w:r>
        <w:t xml:space="preserve">z. o ochrane a využívaní poľnohospodárskej pôdy pre trvalý, dočasný a ročný záber s uvedením ďalšej manipulácie s ňou. Spracovať prehľad podľa objektov, katastrálneho územia, s uvedením vlastníka, užívateľa, parcelného čísla, BPEJ, výmery pre </w:t>
      </w:r>
      <w:proofErr w:type="spellStart"/>
      <w:r>
        <w:t>odhumusovanie</w:t>
      </w:r>
      <w:proofErr w:type="spellEnd"/>
      <w:r>
        <w:t>, hĺbky skrývky, lokality uloženia.</w:t>
      </w:r>
    </w:p>
    <w:p w14:paraId="3F5A9B16" w14:textId="77777777" w:rsidR="002F5134" w:rsidRDefault="002F5134" w:rsidP="007B4C63">
      <w:pPr>
        <w:pStyle w:val="Standard"/>
        <w:numPr>
          <w:ilvl w:val="0"/>
          <w:numId w:val="121"/>
        </w:numPr>
        <w:spacing w:before="0" w:after="0" w:line="240" w:lineRule="auto"/>
        <w:jc w:val="both"/>
      </w:pPr>
      <w:r>
        <w:t>sprievodná správa ,</w:t>
      </w:r>
    </w:p>
    <w:p w14:paraId="11FC792E" w14:textId="77777777" w:rsidR="002F5134" w:rsidRDefault="002F5134" w:rsidP="007B4C63">
      <w:pPr>
        <w:pStyle w:val="Standard"/>
        <w:numPr>
          <w:ilvl w:val="0"/>
          <w:numId w:val="121"/>
        </w:numPr>
        <w:spacing w:before="0" w:after="0" w:line="240" w:lineRule="auto"/>
        <w:jc w:val="both"/>
      </w:pPr>
      <w:r>
        <w:t>grafický prehľad stavbou zabratých plôch – trvalý, dočasný a ročný záber, vykreslenie umiestnenia prebytočného humusu,</w:t>
      </w:r>
    </w:p>
    <w:p w14:paraId="1DC1998D" w14:textId="6A412881" w:rsidR="002F5134" w:rsidRDefault="002F5134" w:rsidP="007B4C63">
      <w:pPr>
        <w:pStyle w:val="Standard"/>
        <w:numPr>
          <w:ilvl w:val="0"/>
          <w:numId w:val="121"/>
        </w:numPr>
        <w:spacing w:before="0" w:after="0" w:line="240" w:lineRule="auto"/>
        <w:jc w:val="both"/>
      </w:pPr>
      <w:r>
        <w:t xml:space="preserve">prehľadné tabuľky podľa </w:t>
      </w:r>
      <w:r w:rsidRPr="00EA6733">
        <w:t xml:space="preserve">tabuľkovej prílohy </w:t>
      </w:r>
      <w:r w:rsidR="00EA6733">
        <w:t xml:space="preserve">Zv.3 </w:t>
      </w:r>
      <w:r w:rsidRPr="00EA6733">
        <w:t>č.</w:t>
      </w:r>
      <w:r w:rsidR="006E5632">
        <w:t>0</w:t>
      </w:r>
      <w:r w:rsidR="00B54169">
        <w:t>7</w:t>
      </w:r>
      <w:r w:rsidRPr="00EA6733">
        <w:t>, osobitne</w:t>
      </w:r>
      <w:r>
        <w:t xml:space="preserve"> podľa katastrálnych území, objektov a užívateľov,</w:t>
      </w:r>
    </w:p>
    <w:p w14:paraId="272C86C6" w14:textId="77777777" w:rsidR="002F5134" w:rsidRDefault="002F5134" w:rsidP="007B4C63">
      <w:pPr>
        <w:pStyle w:val="Standard"/>
        <w:numPr>
          <w:ilvl w:val="0"/>
          <w:numId w:val="121"/>
        </w:numPr>
        <w:spacing w:before="0" w:after="0" w:line="240" w:lineRule="auto"/>
        <w:jc w:val="both"/>
      </w:pPr>
      <w:r>
        <w:t>bilancia skrývky kultúrnej vrstvy pôdy – trvalý záber,</w:t>
      </w:r>
    </w:p>
    <w:p w14:paraId="723B1785" w14:textId="77777777" w:rsidR="002F5134" w:rsidRDefault="002F5134" w:rsidP="007B4C63">
      <w:pPr>
        <w:pStyle w:val="Standard"/>
        <w:numPr>
          <w:ilvl w:val="0"/>
          <w:numId w:val="121"/>
        </w:numPr>
        <w:spacing w:before="0" w:after="0" w:line="240" w:lineRule="auto"/>
        <w:jc w:val="both"/>
      </w:pPr>
      <w:r>
        <w:t xml:space="preserve">dočasné umiestnenie skrývky na spätné </w:t>
      </w:r>
      <w:proofErr w:type="spellStart"/>
      <w:r>
        <w:t>zahumusovanie</w:t>
      </w:r>
      <w:proofErr w:type="spellEnd"/>
      <w:r>
        <w:t xml:space="preserve"> – trvalý záber,</w:t>
      </w:r>
    </w:p>
    <w:p w14:paraId="60022EFE" w14:textId="77777777" w:rsidR="002F5134" w:rsidRDefault="002F5134" w:rsidP="007B4C63">
      <w:pPr>
        <w:pStyle w:val="Standard"/>
        <w:numPr>
          <w:ilvl w:val="0"/>
          <w:numId w:val="121"/>
        </w:numPr>
        <w:spacing w:before="0" w:after="0" w:line="240" w:lineRule="auto"/>
        <w:jc w:val="both"/>
      </w:pPr>
      <w:r>
        <w:t>umiestnenie prebytočnej skrývky – trvalý záber,</w:t>
      </w:r>
    </w:p>
    <w:p w14:paraId="4ED1B2D8" w14:textId="77777777" w:rsidR="002F5134" w:rsidRDefault="002F5134" w:rsidP="007B4C63">
      <w:pPr>
        <w:pStyle w:val="Standard"/>
        <w:numPr>
          <w:ilvl w:val="0"/>
          <w:numId w:val="121"/>
        </w:numPr>
        <w:spacing w:before="0" w:after="0" w:line="240" w:lineRule="auto"/>
        <w:jc w:val="both"/>
      </w:pPr>
      <w:r>
        <w:t>bilancia skrývky kultúrnej vrstvy pôdy – dočasný záber a záber do 1 roka,</w:t>
      </w:r>
    </w:p>
    <w:p w14:paraId="5DC6E9E0" w14:textId="77777777" w:rsidR="002F5134" w:rsidRDefault="002F5134" w:rsidP="007B4C63">
      <w:pPr>
        <w:pStyle w:val="Standard"/>
        <w:numPr>
          <w:ilvl w:val="0"/>
          <w:numId w:val="121"/>
        </w:numPr>
        <w:spacing w:before="0" w:after="0" w:line="240" w:lineRule="auto"/>
        <w:jc w:val="both"/>
      </w:pPr>
      <w:r>
        <w:t xml:space="preserve">dočasné umiestnenie skrývky na spätné </w:t>
      </w:r>
      <w:proofErr w:type="spellStart"/>
      <w:r>
        <w:t>zahumusovanie</w:t>
      </w:r>
      <w:proofErr w:type="spellEnd"/>
      <w:r>
        <w:t xml:space="preserve"> – dočasný záber a záber do 1 roka,</w:t>
      </w:r>
    </w:p>
    <w:p w14:paraId="3307154F" w14:textId="77777777" w:rsidR="002F5134" w:rsidRDefault="002F5134" w:rsidP="007B4C63">
      <w:pPr>
        <w:pStyle w:val="Standard"/>
        <w:numPr>
          <w:ilvl w:val="0"/>
          <w:numId w:val="121"/>
        </w:numPr>
        <w:spacing w:before="0" w:after="0" w:line="240" w:lineRule="auto"/>
        <w:jc w:val="both"/>
      </w:pPr>
      <w:r>
        <w:t>digitálne spracovanie.</w:t>
      </w:r>
    </w:p>
    <w:p w14:paraId="31C956DC" w14:textId="77777777" w:rsidR="002F5134" w:rsidRDefault="002F5134" w:rsidP="002F5134">
      <w:pPr>
        <w:pStyle w:val="Atext"/>
        <w:outlineLvl w:val="9"/>
        <w:rPr>
          <w:rFonts w:ascii="Arial" w:hAnsi="Arial" w:cs="Arial"/>
          <w:b/>
          <w:sz w:val="20"/>
        </w:rPr>
      </w:pPr>
      <w:r>
        <w:rPr>
          <w:rFonts w:ascii="Arial" w:hAnsi="Arial" w:cs="Arial"/>
          <w:b/>
          <w:sz w:val="20"/>
        </w:rPr>
        <w:t>3.1.4    Projekt spätnej rekultivácie dočasných záberov PP technickej a biologickej</w:t>
      </w:r>
    </w:p>
    <w:p w14:paraId="141603A0" w14:textId="7BB2605D" w:rsidR="002F5134" w:rsidRDefault="002F5134" w:rsidP="002F5134">
      <w:pPr>
        <w:pStyle w:val="Standard"/>
      </w:pPr>
      <w:r>
        <w:t>Vypracúva sa podľa vyhlášky</w:t>
      </w:r>
      <w:r w:rsidR="00BF27F2">
        <w:t xml:space="preserve"> </w:t>
      </w:r>
      <w:r w:rsidR="00BF27F2" w:rsidRPr="00BF27F2">
        <w:t>Ministerstva pôdohospodárstva Slovenskej republiky</w:t>
      </w:r>
      <w:r>
        <w:t xml:space="preserve"> č.</w:t>
      </w:r>
      <w:r w:rsidR="00BF27F2">
        <w:t xml:space="preserve"> </w:t>
      </w:r>
      <w:r>
        <w:t>508/2004 Z</w:t>
      </w:r>
      <w:r w:rsidR="00BF27F2">
        <w:t xml:space="preserve"> </w:t>
      </w:r>
      <w:r>
        <w:t>.z., ktorou sa vykonáva § 27 zákona č.</w:t>
      </w:r>
      <w:r w:rsidR="00BF27F2">
        <w:t xml:space="preserve"> </w:t>
      </w:r>
      <w:r>
        <w:t>220/2004 Z.</w:t>
      </w:r>
      <w:r w:rsidR="00BF27F2">
        <w:t xml:space="preserve"> </w:t>
      </w:r>
      <w:r>
        <w:t>z. o ochrane a využívaní poľnohospodárskej pôdy pre plochy dočasne odňaté z PP</w:t>
      </w:r>
    </w:p>
    <w:p w14:paraId="2B95D277" w14:textId="77777777" w:rsidR="002F5134" w:rsidRDefault="002F5134" w:rsidP="007B4C63">
      <w:pPr>
        <w:pStyle w:val="Standard"/>
        <w:numPr>
          <w:ilvl w:val="0"/>
          <w:numId w:val="119"/>
        </w:numPr>
        <w:spacing w:before="0" w:after="0" w:line="240" w:lineRule="auto"/>
        <w:ind w:left="851" w:hanging="425"/>
        <w:jc w:val="both"/>
      </w:pPr>
      <w:r>
        <w:t>sprievodná správa,</w:t>
      </w:r>
    </w:p>
    <w:p w14:paraId="2DB7E1B1" w14:textId="77777777" w:rsidR="002F5134" w:rsidRDefault="002F5134" w:rsidP="007B4C63">
      <w:pPr>
        <w:pStyle w:val="Standard"/>
        <w:numPr>
          <w:ilvl w:val="0"/>
          <w:numId w:val="119"/>
        </w:numPr>
        <w:spacing w:before="0" w:after="0" w:line="240" w:lineRule="auto"/>
        <w:ind w:left="851" w:hanging="425"/>
        <w:jc w:val="both"/>
      </w:pPr>
      <w:r>
        <w:t>situácia – neoverený GP s vyznačením rekultivovaných plôch,</w:t>
      </w:r>
    </w:p>
    <w:p w14:paraId="025A2191" w14:textId="77777777" w:rsidR="002F5134" w:rsidRDefault="002F5134" w:rsidP="007B4C63">
      <w:pPr>
        <w:pStyle w:val="Standard"/>
        <w:numPr>
          <w:ilvl w:val="0"/>
          <w:numId w:val="119"/>
        </w:numPr>
        <w:spacing w:before="0" w:after="0" w:line="240" w:lineRule="auto"/>
        <w:ind w:left="851" w:hanging="425"/>
        <w:jc w:val="both"/>
      </w:pPr>
      <w:r>
        <w:t>výkaz výmer,</w:t>
      </w:r>
    </w:p>
    <w:p w14:paraId="56C6581E" w14:textId="77777777" w:rsidR="002F5134" w:rsidRDefault="002F5134" w:rsidP="007B4C63">
      <w:pPr>
        <w:pStyle w:val="Standard"/>
        <w:numPr>
          <w:ilvl w:val="0"/>
          <w:numId w:val="119"/>
        </w:numPr>
        <w:spacing w:before="0" w:after="0" w:line="240" w:lineRule="auto"/>
        <w:ind w:left="851" w:hanging="425"/>
        <w:jc w:val="both"/>
      </w:pPr>
      <w:r>
        <w:t>dokladová časť – odsúhlasenie projektu s užívateľom (vlastníkom), záväzné vyhlásenie vlastníka alebo užívateľa, že po skončení rekultivácie prevezme rekultivované plochy do užívania, odborný posudok Výskumného ústavu pôdoznalectva a ochrany pôdy,</w:t>
      </w:r>
    </w:p>
    <w:p w14:paraId="122F69B2" w14:textId="77777777" w:rsidR="002F5134" w:rsidRDefault="002F5134" w:rsidP="007B4C63">
      <w:pPr>
        <w:pStyle w:val="Standard"/>
        <w:numPr>
          <w:ilvl w:val="0"/>
          <w:numId w:val="119"/>
        </w:numPr>
        <w:spacing w:before="0" w:after="0" w:line="240" w:lineRule="auto"/>
        <w:ind w:left="851" w:hanging="425"/>
        <w:jc w:val="both"/>
      </w:pPr>
      <w:r>
        <w:t>spracovanie podľa katastrálnych území, objektov, užívateľov, kultúry,</w:t>
      </w:r>
    </w:p>
    <w:p w14:paraId="3FF68045" w14:textId="77777777" w:rsidR="002F5134" w:rsidRDefault="002F5134" w:rsidP="007B4C63">
      <w:pPr>
        <w:pStyle w:val="Standard"/>
        <w:numPr>
          <w:ilvl w:val="0"/>
          <w:numId w:val="119"/>
        </w:numPr>
        <w:spacing w:before="0" w:after="0" w:line="240" w:lineRule="auto"/>
        <w:ind w:left="851" w:hanging="425"/>
        <w:jc w:val="both"/>
      </w:pPr>
      <w:r>
        <w:t>digitálne spracovanie.</w:t>
      </w:r>
    </w:p>
    <w:p w14:paraId="6EA3B027" w14:textId="77777777" w:rsidR="002F5134" w:rsidRDefault="002F5134" w:rsidP="002F5134">
      <w:pPr>
        <w:pStyle w:val="Atext"/>
        <w:outlineLvl w:val="9"/>
        <w:rPr>
          <w:rFonts w:ascii="Arial" w:hAnsi="Arial" w:cs="Arial"/>
          <w:b/>
          <w:sz w:val="20"/>
        </w:rPr>
      </w:pPr>
      <w:r>
        <w:rPr>
          <w:rFonts w:ascii="Arial" w:hAnsi="Arial" w:cs="Arial"/>
          <w:b/>
          <w:sz w:val="20"/>
        </w:rPr>
        <w:t>Projekt sa zaradí do skladby  objektovej skladby stavby s prideleným samostatným číslom objektu.</w:t>
      </w:r>
    </w:p>
    <w:p w14:paraId="18A9C740" w14:textId="77777777" w:rsidR="002F5134" w:rsidRDefault="002F5134" w:rsidP="002F5134">
      <w:pPr>
        <w:pStyle w:val="Atext"/>
        <w:outlineLvl w:val="9"/>
        <w:rPr>
          <w:rFonts w:ascii="Arial" w:hAnsi="Arial" w:cs="Arial"/>
          <w:b/>
          <w:sz w:val="20"/>
        </w:rPr>
      </w:pPr>
      <w:r>
        <w:rPr>
          <w:rFonts w:ascii="Arial" w:hAnsi="Arial" w:cs="Arial"/>
          <w:b/>
          <w:sz w:val="20"/>
        </w:rPr>
        <w:t>3.1.5   Návrh vrátenia poľnohospodárskej pôdy do pôvodného stavu</w:t>
      </w:r>
    </w:p>
    <w:p w14:paraId="444D9820" w14:textId="77777777" w:rsidR="002F5134" w:rsidRDefault="002F5134" w:rsidP="002F5134">
      <w:pPr>
        <w:pStyle w:val="Standard"/>
      </w:pPr>
      <w:r>
        <w:t>pre plochy odňaté na dobu kratšiu ako 1 rok</w:t>
      </w:r>
    </w:p>
    <w:p w14:paraId="6FD1CE1A" w14:textId="77777777" w:rsidR="002F5134" w:rsidRDefault="002F5134" w:rsidP="007B4C63">
      <w:pPr>
        <w:pStyle w:val="Standard"/>
        <w:numPr>
          <w:ilvl w:val="0"/>
          <w:numId w:val="119"/>
        </w:numPr>
        <w:spacing w:before="0" w:after="0" w:line="240" w:lineRule="auto"/>
        <w:ind w:left="567" w:firstLine="0"/>
        <w:jc w:val="both"/>
      </w:pPr>
      <w:r>
        <w:t>sprievodná správa,</w:t>
      </w:r>
    </w:p>
    <w:p w14:paraId="5EDCAA6A" w14:textId="77777777" w:rsidR="002F5134" w:rsidRDefault="002F5134" w:rsidP="007B4C63">
      <w:pPr>
        <w:pStyle w:val="Standard"/>
        <w:numPr>
          <w:ilvl w:val="0"/>
          <w:numId w:val="119"/>
        </w:numPr>
        <w:spacing w:before="0" w:after="0" w:line="240" w:lineRule="auto"/>
        <w:ind w:left="567" w:firstLine="0"/>
        <w:jc w:val="both"/>
      </w:pPr>
      <w:r>
        <w:t>situácia – neoverený GP s vyznačením upravovaných plôch,</w:t>
      </w:r>
    </w:p>
    <w:p w14:paraId="52827ECC" w14:textId="77777777" w:rsidR="002F5134" w:rsidRDefault="002F5134" w:rsidP="007B4C63">
      <w:pPr>
        <w:pStyle w:val="Standard"/>
        <w:numPr>
          <w:ilvl w:val="0"/>
          <w:numId w:val="119"/>
        </w:numPr>
        <w:spacing w:before="0" w:after="0" w:line="240" w:lineRule="auto"/>
        <w:ind w:left="567" w:firstLine="0"/>
        <w:jc w:val="both"/>
      </w:pPr>
      <w:r>
        <w:t>výkaz výmer.</w:t>
      </w:r>
    </w:p>
    <w:p w14:paraId="28069DA3" w14:textId="763AF4E1" w:rsidR="00640074" w:rsidRPr="00E761C6" w:rsidRDefault="009977DC" w:rsidP="00E761C6">
      <w:pPr>
        <w:pStyle w:val="Standard"/>
        <w:spacing w:after="120"/>
      </w:pPr>
      <w:r w:rsidRPr="00E761C6">
        <w:rPr>
          <w:b/>
          <w:bCs/>
          <w:sz w:val="24"/>
          <w:szCs w:val="24"/>
        </w:rPr>
        <w:lastRenderedPageBreak/>
        <w:t>4</w:t>
      </w:r>
      <w:r w:rsidRPr="00E761C6">
        <w:rPr>
          <w:b/>
          <w:bCs/>
          <w:sz w:val="24"/>
          <w:szCs w:val="24"/>
        </w:rPr>
        <w:tab/>
      </w:r>
      <w:r w:rsidR="00320A5D" w:rsidRPr="00E761C6">
        <w:rPr>
          <w:b/>
          <w:bCs/>
          <w:sz w:val="24"/>
          <w:szCs w:val="24"/>
        </w:rPr>
        <w:t>Bezpečnosť</w:t>
      </w:r>
    </w:p>
    <w:p w14:paraId="20DA3036" w14:textId="77777777" w:rsidR="00490910" w:rsidRPr="00490910" w:rsidRDefault="00490910" w:rsidP="00490910">
      <w:pPr>
        <w:pStyle w:val="Hlavika"/>
        <w:tabs>
          <w:tab w:val="clear" w:pos="4819"/>
          <w:tab w:val="clear" w:pos="9071"/>
          <w:tab w:val="left" w:pos="-3261"/>
        </w:tabs>
        <w:spacing w:after="120"/>
        <w:jc w:val="both"/>
        <w:rPr>
          <w:b/>
          <w:bCs/>
        </w:rPr>
      </w:pPr>
      <w:r w:rsidRPr="00490910">
        <w:rPr>
          <w:b/>
          <w:bCs/>
        </w:rPr>
        <w:t xml:space="preserve">4.1 </w:t>
      </w:r>
      <w:r w:rsidRPr="00490910">
        <w:rPr>
          <w:b/>
          <w:bCs/>
        </w:rPr>
        <w:tab/>
      </w:r>
      <w:r w:rsidR="00CC3EFD">
        <w:rPr>
          <w:b/>
          <w:bCs/>
        </w:rPr>
        <w:t>Plán bezpečnosti a ochrany zdravia pri práci</w:t>
      </w:r>
    </w:p>
    <w:p w14:paraId="6D7851B8" w14:textId="77777777" w:rsidR="00490910" w:rsidRDefault="00490910" w:rsidP="00490910">
      <w:pPr>
        <w:pStyle w:val="Hlavika"/>
        <w:tabs>
          <w:tab w:val="clear" w:pos="4819"/>
          <w:tab w:val="clear" w:pos="9071"/>
          <w:tab w:val="left" w:pos="-3261"/>
        </w:tabs>
        <w:spacing w:after="120"/>
        <w:jc w:val="both"/>
        <w:rPr>
          <w:bCs/>
        </w:rPr>
      </w:pPr>
      <w:r>
        <w:rPr>
          <w:bCs/>
        </w:rPr>
        <w:tab/>
        <w:t xml:space="preserve">Plán BOZP </w:t>
      </w:r>
      <w:r w:rsidR="004142EC">
        <w:rPr>
          <w:bCs/>
        </w:rPr>
        <w:t>vypracuje koordinátor dokumentácie ako súčasť DSP</w:t>
      </w:r>
      <w:r w:rsidR="004F7ECE">
        <w:rPr>
          <w:bCs/>
        </w:rPr>
        <w:t xml:space="preserve"> v podrobnosti DRS.</w:t>
      </w:r>
      <w:r w:rsidR="004142EC">
        <w:rPr>
          <w:bCs/>
        </w:rPr>
        <w:t xml:space="preserve"> </w:t>
      </w:r>
    </w:p>
    <w:p w14:paraId="3BE3F256" w14:textId="77777777" w:rsidR="004142EC" w:rsidRDefault="00490910" w:rsidP="004142EC">
      <w:pPr>
        <w:pStyle w:val="Hlavika"/>
        <w:tabs>
          <w:tab w:val="clear" w:pos="4819"/>
          <w:tab w:val="clear" w:pos="9071"/>
          <w:tab w:val="left" w:pos="-3261"/>
        </w:tabs>
        <w:jc w:val="both"/>
      </w:pPr>
      <w:r>
        <w:rPr>
          <w:bCs/>
        </w:rPr>
        <w:tab/>
      </w:r>
      <w:r w:rsidR="004142EC">
        <w:rPr>
          <w:bCs/>
        </w:rPr>
        <w:t>Plán BOZP musí byť potvrdený úradnou pečiatkou a podpisom koordinátora dokumentácie. Ak si k spracovaniu plánu BOZP koordinátor dokumentácie prizve iné odborne spôsobilé osoby (napr. autorizovaného bezpečnostného technika) musí ich uviesť ako spracovateľov Plánu BOZP spolu s uvedením ich príslušnej odbornej spôsobilosti a zároveň musia Plán BOZP takto prizvané osoby tiež podpísať.</w:t>
      </w:r>
    </w:p>
    <w:p w14:paraId="32D495B3" w14:textId="6D244DD4" w:rsidR="00640074" w:rsidRDefault="00490910" w:rsidP="00A144DB">
      <w:pPr>
        <w:pStyle w:val="Hlavika"/>
        <w:tabs>
          <w:tab w:val="clear" w:pos="4819"/>
          <w:tab w:val="clear" w:pos="9071"/>
          <w:tab w:val="left" w:pos="-3261"/>
        </w:tabs>
        <w:spacing w:before="120" w:after="120"/>
        <w:jc w:val="both"/>
        <w:rPr>
          <w:bCs/>
        </w:rPr>
      </w:pPr>
      <w:r>
        <w:rPr>
          <w:bCs/>
        </w:rPr>
        <w:tab/>
      </w:r>
      <w:r w:rsidR="00640074">
        <w:rPr>
          <w:bCs/>
        </w:rPr>
        <w:t>Vypracuje sa podľa Nariadenia vlády SR č. 396/2006 Z. z. o minimálnych bezpečnostných a zdravotných požiadavkách na stavenisko</w:t>
      </w:r>
      <w:r w:rsidR="004F7ECE" w:rsidRPr="004F7ECE">
        <w:rPr>
          <w:bCs/>
        </w:rPr>
        <w:t xml:space="preserve"> </w:t>
      </w:r>
      <w:r w:rsidR="004F7ECE">
        <w:rPr>
          <w:bCs/>
        </w:rPr>
        <w:t xml:space="preserve">a aplikovaním príslušných opatrení podľa vyhlášky </w:t>
      </w:r>
      <w:r w:rsidR="00BF27F2" w:rsidRPr="00BF27F2">
        <w:rPr>
          <w:bCs/>
        </w:rPr>
        <w:t>Ministerstva práce, sociálnych vecí a rodiny Slovenskej republiky</w:t>
      </w:r>
      <w:r w:rsidR="00BF27F2">
        <w:rPr>
          <w:bCs/>
        </w:rPr>
        <w:t xml:space="preserve"> </w:t>
      </w:r>
      <w:r w:rsidR="004F7ECE">
        <w:rPr>
          <w:bCs/>
        </w:rPr>
        <w:t>č.</w:t>
      </w:r>
      <w:r w:rsidR="00BF27F2">
        <w:rPr>
          <w:bCs/>
        </w:rPr>
        <w:t xml:space="preserve"> </w:t>
      </w:r>
      <w:r w:rsidR="004F7ECE">
        <w:rPr>
          <w:bCs/>
        </w:rPr>
        <w:t>147/2013 Z.</w:t>
      </w:r>
      <w:r w:rsidR="00BF27F2">
        <w:rPr>
          <w:bCs/>
        </w:rPr>
        <w:t xml:space="preserve"> </w:t>
      </w:r>
      <w:r w:rsidR="004F7ECE">
        <w:rPr>
          <w:bCs/>
        </w:rPr>
        <w:t>z</w:t>
      </w:r>
      <w:r w:rsidR="00640074">
        <w:rPr>
          <w:bCs/>
        </w:rPr>
        <w:t>.</w:t>
      </w:r>
      <w:r w:rsidR="00BF27F2">
        <w:rPr>
          <w:bCs/>
        </w:rPr>
        <w:t xml:space="preserve">, </w:t>
      </w:r>
      <w:r w:rsidR="00BF27F2" w:rsidRPr="00BF27F2">
        <w:rPr>
          <w:bCs/>
        </w:rPr>
        <w:t xml:space="preserve">ktorou sa ustanovujú podrobnosti </w:t>
      </w:r>
      <w:r w:rsidR="009977DC">
        <w:rPr>
          <w:bCs/>
        </w:rPr>
        <w:br/>
      </w:r>
      <w:r w:rsidR="00BF27F2" w:rsidRPr="00BF27F2">
        <w:rPr>
          <w:bCs/>
        </w:rPr>
        <w:t>na zaistenie bezpečnosti a ochrany zdravia pri stavebných prácach a prácach s nimi súvisiacich a podrobnosti o odbornej spôsobilosti na výkon niektorých pracovných činností</w:t>
      </w:r>
      <w:r w:rsidR="00BF27F2">
        <w:rPr>
          <w:bCs/>
        </w:rPr>
        <w:t>.</w:t>
      </w:r>
    </w:p>
    <w:p w14:paraId="207FC04E" w14:textId="77777777" w:rsidR="00640074" w:rsidRDefault="00640074" w:rsidP="003B7898">
      <w:pPr>
        <w:pStyle w:val="Hlavika"/>
        <w:tabs>
          <w:tab w:val="clear" w:pos="4819"/>
          <w:tab w:val="clear" w:pos="9071"/>
          <w:tab w:val="left" w:pos="-3261"/>
        </w:tabs>
        <w:spacing w:after="60"/>
        <w:jc w:val="both"/>
        <w:rPr>
          <w:bCs/>
        </w:rPr>
      </w:pPr>
      <w:r>
        <w:rPr>
          <w:bCs/>
        </w:rPr>
        <w:t>Obsahuje:</w:t>
      </w:r>
    </w:p>
    <w:p w14:paraId="600146BA" w14:textId="77777777" w:rsidR="00640074" w:rsidRDefault="00640074" w:rsidP="003B7898">
      <w:pPr>
        <w:pStyle w:val="Hlavika"/>
        <w:tabs>
          <w:tab w:val="clear" w:pos="4819"/>
          <w:tab w:val="clear" w:pos="9071"/>
          <w:tab w:val="left" w:pos="-3261"/>
        </w:tabs>
        <w:spacing w:after="60"/>
        <w:ind w:left="284"/>
        <w:jc w:val="both"/>
        <w:rPr>
          <w:bCs/>
        </w:rPr>
      </w:pPr>
      <w:r>
        <w:rPr>
          <w:bCs/>
        </w:rPr>
        <w:t>1.</w:t>
      </w:r>
      <w:r>
        <w:rPr>
          <w:bCs/>
        </w:rPr>
        <w:tab/>
        <w:t>Úvod</w:t>
      </w:r>
    </w:p>
    <w:p w14:paraId="2C0337F8" w14:textId="77777777" w:rsidR="00640074" w:rsidRDefault="00640074" w:rsidP="003B7898">
      <w:pPr>
        <w:pStyle w:val="Hlavika"/>
        <w:tabs>
          <w:tab w:val="clear" w:pos="4819"/>
          <w:tab w:val="clear" w:pos="9071"/>
          <w:tab w:val="left" w:pos="-3261"/>
        </w:tabs>
        <w:spacing w:after="60"/>
        <w:ind w:left="284"/>
        <w:jc w:val="both"/>
        <w:rPr>
          <w:bCs/>
        </w:rPr>
      </w:pPr>
      <w:r>
        <w:rPr>
          <w:bCs/>
        </w:rPr>
        <w:t>2.</w:t>
      </w:r>
      <w:r>
        <w:rPr>
          <w:bCs/>
        </w:rPr>
        <w:tab/>
        <w:t>Vstupné podklady</w:t>
      </w:r>
    </w:p>
    <w:p w14:paraId="1286FC3D" w14:textId="77777777" w:rsidR="00640074" w:rsidRDefault="00640074" w:rsidP="003B7898">
      <w:pPr>
        <w:pStyle w:val="Hlavika"/>
        <w:tabs>
          <w:tab w:val="clear" w:pos="4819"/>
          <w:tab w:val="clear" w:pos="9071"/>
          <w:tab w:val="left" w:pos="-3261"/>
        </w:tabs>
        <w:spacing w:after="60"/>
        <w:ind w:left="284"/>
        <w:jc w:val="both"/>
        <w:rPr>
          <w:bCs/>
        </w:rPr>
      </w:pPr>
      <w:r>
        <w:rPr>
          <w:bCs/>
        </w:rPr>
        <w:t>3.</w:t>
      </w:r>
      <w:r>
        <w:rPr>
          <w:bCs/>
        </w:rPr>
        <w:tab/>
        <w:t>Identifikačné údaje</w:t>
      </w:r>
    </w:p>
    <w:p w14:paraId="5F876D26" w14:textId="77777777" w:rsidR="00640074" w:rsidRDefault="00640074" w:rsidP="00882F74">
      <w:pPr>
        <w:pStyle w:val="Hlavika"/>
        <w:tabs>
          <w:tab w:val="clear" w:pos="4819"/>
          <w:tab w:val="clear" w:pos="9071"/>
          <w:tab w:val="left" w:pos="-3261"/>
        </w:tabs>
        <w:jc w:val="both"/>
        <w:rPr>
          <w:bCs/>
        </w:rPr>
      </w:pPr>
      <w:r>
        <w:rPr>
          <w:bCs/>
        </w:rPr>
        <w:tab/>
        <w:t>3.1</w:t>
      </w:r>
      <w:r>
        <w:rPr>
          <w:bCs/>
        </w:rPr>
        <w:tab/>
        <w:t>Stavba</w:t>
      </w:r>
    </w:p>
    <w:p w14:paraId="69734576" w14:textId="77777777" w:rsidR="00640074" w:rsidRDefault="00640074" w:rsidP="003B7898">
      <w:pPr>
        <w:pStyle w:val="Hlavika"/>
        <w:tabs>
          <w:tab w:val="clear" w:pos="4819"/>
          <w:tab w:val="clear" w:pos="9071"/>
          <w:tab w:val="left" w:pos="-3261"/>
        </w:tabs>
        <w:spacing w:after="60"/>
        <w:jc w:val="both"/>
        <w:rPr>
          <w:bCs/>
        </w:rPr>
      </w:pPr>
      <w:r>
        <w:rPr>
          <w:bCs/>
        </w:rPr>
        <w:tab/>
        <w:t>3.2</w:t>
      </w:r>
      <w:r>
        <w:rPr>
          <w:bCs/>
        </w:rPr>
        <w:tab/>
        <w:t>Projektant</w:t>
      </w:r>
    </w:p>
    <w:p w14:paraId="063CA6F9" w14:textId="77777777" w:rsidR="00640074" w:rsidRDefault="00640074" w:rsidP="003B7898">
      <w:pPr>
        <w:pStyle w:val="Hlavika"/>
        <w:tabs>
          <w:tab w:val="clear" w:pos="4819"/>
          <w:tab w:val="clear" w:pos="9071"/>
          <w:tab w:val="left" w:pos="-3261"/>
        </w:tabs>
        <w:spacing w:after="60"/>
        <w:ind w:left="284"/>
        <w:jc w:val="both"/>
        <w:rPr>
          <w:bCs/>
        </w:rPr>
      </w:pPr>
      <w:r>
        <w:rPr>
          <w:bCs/>
        </w:rPr>
        <w:t>4.</w:t>
      </w:r>
      <w:r>
        <w:rPr>
          <w:bCs/>
        </w:rPr>
        <w:tab/>
        <w:t>Základné údaje charakterizujúce stavbu</w:t>
      </w:r>
    </w:p>
    <w:p w14:paraId="5FDE4F89" w14:textId="77777777" w:rsidR="00640074" w:rsidRDefault="00640074" w:rsidP="00882F74">
      <w:pPr>
        <w:pStyle w:val="Hlavika"/>
        <w:tabs>
          <w:tab w:val="clear" w:pos="4819"/>
          <w:tab w:val="clear" w:pos="9071"/>
          <w:tab w:val="left" w:pos="-3261"/>
        </w:tabs>
        <w:jc w:val="both"/>
        <w:rPr>
          <w:bCs/>
        </w:rPr>
      </w:pPr>
      <w:r>
        <w:rPr>
          <w:bCs/>
        </w:rPr>
        <w:tab/>
        <w:t>4.1</w:t>
      </w:r>
      <w:r>
        <w:rPr>
          <w:bCs/>
        </w:rPr>
        <w:tab/>
        <w:t>Druh komunikácie a jej funkcia</w:t>
      </w:r>
    </w:p>
    <w:p w14:paraId="6E9E13A2" w14:textId="77777777" w:rsidR="00640074" w:rsidRDefault="00640074" w:rsidP="00882F74">
      <w:pPr>
        <w:pStyle w:val="Hlavika"/>
        <w:tabs>
          <w:tab w:val="clear" w:pos="4819"/>
          <w:tab w:val="clear" w:pos="9071"/>
          <w:tab w:val="left" w:pos="-3261"/>
        </w:tabs>
        <w:jc w:val="both"/>
        <w:rPr>
          <w:bCs/>
        </w:rPr>
      </w:pPr>
      <w:r>
        <w:rPr>
          <w:bCs/>
        </w:rPr>
        <w:tab/>
        <w:t>4.2</w:t>
      </w:r>
      <w:r>
        <w:rPr>
          <w:bCs/>
        </w:rPr>
        <w:tab/>
        <w:t>Zdôvodnenie potreby stavby</w:t>
      </w:r>
    </w:p>
    <w:p w14:paraId="41641806" w14:textId="77777777" w:rsidR="00640074" w:rsidRDefault="00640074" w:rsidP="00882F74">
      <w:pPr>
        <w:pStyle w:val="Hlavika"/>
        <w:tabs>
          <w:tab w:val="clear" w:pos="4819"/>
          <w:tab w:val="clear" w:pos="9071"/>
          <w:tab w:val="left" w:pos="-3261"/>
        </w:tabs>
        <w:jc w:val="both"/>
        <w:rPr>
          <w:bCs/>
        </w:rPr>
      </w:pPr>
      <w:r>
        <w:rPr>
          <w:bCs/>
        </w:rPr>
        <w:tab/>
        <w:t>4.3</w:t>
      </w:r>
      <w:r>
        <w:rPr>
          <w:bCs/>
        </w:rPr>
        <w:tab/>
        <w:t>Účel a ciele stavby</w:t>
      </w:r>
    </w:p>
    <w:p w14:paraId="37FA86DB" w14:textId="77777777" w:rsidR="00640074" w:rsidRDefault="00640074" w:rsidP="00882F74">
      <w:pPr>
        <w:pStyle w:val="Hlavika"/>
        <w:tabs>
          <w:tab w:val="clear" w:pos="4819"/>
          <w:tab w:val="clear" w:pos="9071"/>
          <w:tab w:val="left" w:pos="-3261"/>
        </w:tabs>
        <w:jc w:val="both"/>
        <w:rPr>
          <w:bCs/>
        </w:rPr>
      </w:pPr>
      <w:r>
        <w:rPr>
          <w:bCs/>
        </w:rPr>
        <w:tab/>
        <w:t>4.4</w:t>
      </w:r>
      <w:r>
        <w:rPr>
          <w:bCs/>
        </w:rPr>
        <w:tab/>
        <w:t>Celkový rozsah a členenie stavby</w:t>
      </w:r>
    </w:p>
    <w:p w14:paraId="21144FE2" w14:textId="77777777" w:rsidR="00640074" w:rsidRDefault="00640074" w:rsidP="00882F74">
      <w:pPr>
        <w:pStyle w:val="Hlavika"/>
        <w:tabs>
          <w:tab w:val="clear" w:pos="4819"/>
          <w:tab w:val="clear" w:pos="9071"/>
          <w:tab w:val="left" w:pos="-3261"/>
        </w:tabs>
        <w:jc w:val="both"/>
        <w:rPr>
          <w:bCs/>
        </w:rPr>
      </w:pPr>
      <w:r>
        <w:rPr>
          <w:bCs/>
        </w:rPr>
        <w:tab/>
        <w:t>4.5</w:t>
      </w:r>
      <w:r>
        <w:rPr>
          <w:bCs/>
        </w:rPr>
        <w:tab/>
        <w:t>Predpokladaný postup výstavby</w:t>
      </w:r>
    </w:p>
    <w:p w14:paraId="23496027" w14:textId="77777777" w:rsidR="00640074" w:rsidRDefault="00640074" w:rsidP="003B7898">
      <w:pPr>
        <w:pStyle w:val="Hlavika"/>
        <w:tabs>
          <w:tab w:val="clear" w:pos="4819"/>
          <w:tab w:val="clear" w:pos="9071"/>
          <w:tab w:val="left" w:pos="-3261"/>
        </w:tabs>
        <w:spacing w:after="60"/>
        <w:jc w:val="both"/>
        <w:rPr>
          <w:bCs/>
        </w:rPr>
      </w:pPr>
      <w:r>
        <w:rPr>
          <w:bCs/>
        </w:rPr>
        <w:tab/>
        <w:t>4.6</w:t>
      </w:r>
      <w:r>
        <w:rPr>
          <w:bCs/>
        </w:rPr>
        <w:tab/>
        <w:t>Základné technické údaje a bilancie stavby</w:t>
      </w:r>
    </w:p>
    <w:p w14:paraId="50FA83D8" w14:textId="77777777" w:rsidR="00640074" w:rsidRDefault="00640074" w:rsidP="003B7898">
      <w:pPr>
        <w:pStyle w:val="Hlavika"/>
        <w:tabs>
          <w:tab w:val="clear" w:pos="4819"/>
          <w:tab w:val="clear" w:pos="9071"/>
          <w:tab w:val="left" w:pos="-3261"/>
        </w:tabs>
        <w:spacing w:after="60"/>
        <w:ind w:firstLine="284"/>
        <w:jc w:val="both"/>
        <w:rPr>
          <w:bCs/>
        </w:rPr>
      </w:pPr>
      <w:r>
        <w:rPr>
          <w:bCs/>
        </w:rPr>
        <w:t>5.</w:t>
      </w:r>
      <w:r>
        <w:rPr>
          <w:bCs/>
        </w:rPr>
        <w:tab/>
        <w:t>Stručný popis základných prác vykonávaných na stavenisku</w:t>
      </w:r>
    </w:p>
    <w:p w14:paraId="35A0E0D8" w14:textId="77777777" w:rsidR="00640074" w:rsidRDefault="003B7898" w:rsidP="003B7898">
      <w:pPr>
        <w:pStyle w:val="Hlavika"/>
        <w:tabs>
          <w:tab w:val="clear" w:pos="4819"/>
          <w:tab w:val="clear" w:pos="9071"/>
          <w:tab w:val="left" w:pos="-3261"/>
        </w:tabs>
        <w:spacing w:after="60"/>
        <w:ind w:left="709" w:hanging="425"/>
        <w:rPr>
          <w:bCs/>
        </w:rPr>
      </w:pPr>
      <w:r>
        <w:rPr>
          <w:bCs/>
        </w:rPr>
        <w:t>6.</w:t>
      </w:r>
      <w:r>
        <w:rPr>
          <w:bCs/>
        </w:rPr>
        <w:tab/>
      </w:r>
      <w:r w:rsidR="00640074">
        <w:rPr>
          <w:bCs/>
        </w:rPr>
        <w:t>Stavebné stroje a dopravné prostriedky zhotoviteľa stavby (v DSP</w:t>
      </w:r>
      <w:r>
        <w:rPr>
          <w:bCs/>
        </w:rPr>
        <w:t xml:space="preserve"> v podrob. DRS</w:t>
      </w:r>
      <w:r w:rsidR="00640074">
        <w:rPr>
          <w:bCs/>
        </w:rPr>
        <w:t xml:space="preserve"> predpokladané)</w:t>
      </w:r>
    </w:p>
    <w:p w14:paraId="77DE7D1B" w14:textId="77777777" w:rsidR="00640074" w:rsidRDefault="00640074" w:rsidP="003B7898">
      <w:pPr>
        <w:pStyle w:val="Hlavika"/>
        <w:tabs>
          <w:tab w:val="clear" w:pos="4819"/>
          <w:tab w:val="clear" w:pos="9071"/>
          <w:tab w:val="left" w:pos="-3261"/>
        </w:tabs>
        <w:spacing w:after="60"/>
        <w:ind w:firstLine="284"/>
        <w:jc w:val="both"/>
        <w:rPr>
          <w:bCs/>
        </w:rPr>
      </w:pPr>
      <w:r>
        <w:rPr>
          <w:bCs/>
        </w:rPr>
        <w:t>7.</w:t>
      </w:r>
      <w:r>
        <w:rPr>
          <w:bCs/>
        </w:rPr>
        <w:tab/>
        <w:t>Základné práva a povinnosti účastníkov výstavby z hľadiska BOZP</w:t>
      </w:r>
    </w:p>
    <w:p w14:paraId="2D726F51" w14:textId="77777777" w:rsidR="00640074" w:rsidRDefault="00640074" w:rsidP="00882F74">
      <w:pPr>
        <w:pStyle w:val="Hlavika"/>
        <w:tabs>
          <w:tab w:val="clear" w:pos="4819"/>
          <w:tab w:val="clear" w:pos="9071"/>
          <w:tab w:val="left" w:pos="-3261"/>
        </w:tabs>
        <w:jc w:val="both"/>
        <w:rPr>
          <w:bCs/>
        </w:rPr>
      </w:pPr>
      <w:r>
        <w:rPr>
          <w:bCs/>
        </w:rPr>
        <w:tab/>
        <w:t>7.1</w:t>
      </w:r>
      <w:r>
        <w:rPr>
          <w:bCs/>
        </w:rPr>
        <w:tab/>
        <w:t>Povinnosti a právomoci stavebníka</w:t>
      </w:r>
    </w:p>
    <w:p w14:paraId="1A254FAB" w14:textId="77777777" w:rsidR="00640074" w:rsidRDefault="00640074" w:rsidP="00882F74">
      <w:pPr>
        <w:pStyle w:val="Hlavika"/>
        <w:tabs>
          <w:tab w:val="clear" w:pos="4819"/>
          <w:tab w:val="clear" w:pos="9071"/>
          <w:tab w:val="left" w:pos="-3261"/>
        </w:tabs>
        <w:jc w:val="both"/>
        <w:rPr>
          <w:bCs/>
        </w:rPr>
      </w:pPr>
      <w:r>
        <w:rPr>
          <w:bCs/>
        </w:rPr>
        <w:tab/>
        <w:t>7.2</w:t>
      </w:r>
      <w:r>
        <w:rPr>
          <w:bCs/>
        </w:rPr>
        <w:tab/>
        <w:t>Požiadavky na projektovú dokumentáciu</w:t>
      </w:r>
    </w:p>
    <w:p w14:paraId="246E1369" w14:textId="77777777" w:rsidR="004F7ECE" w:rsidRDefault="00640074" w:rsidP="00882F74">
      <w:pPr>
        <w:pStyle w:val="Hlavika"/>
        <w:tabs>
          <w:tab w:val="clear" w:pos="4819"/>
          <w:tab w:val="clear" w:pos="9071"/>
          <w:tab w:val="left" w:pos="-3261"/>
        </w:tabs>
        <w:jc w:val="both"/>
        <w:rPr>
          <w:bCs/>
        </w:rPr>
      </w:pPr>
      <w:r>
        <w:rPr>
          <w:bCs/>
        </w:rPr>
        <w:tab/>
        <w:t>7.3</w:t>
      </w:r>
      <w:r>
        <w:rPr>
          <w:bCs/>
        </w:rPr>
        <w:tab/>
      </w:r>
      <w:r w:rsidR="004F7ECE">
        <w:rPr>
          <w:bCs/>
        </w:rPr>
        <w:t>Koordinácia dokumentácie</w:t>
      </w:r>
    </w:p>
    <w:p w14:paraId="2DEB7724" w14:textId="77777777" w:rsidR="00640074" w:rsidRDefault="004F7ECE" w:rsidP="00882F74">
      <w:pPr>
        <w:pStyle w:val="Hlavika"/>
        <w:tabs>
          <w:tab w:val="clear" w:pos="4819"/>
          <w:tab w:val="clear" w:pos="9071"/>
          <w:tab w:val="left" w:pos="-3261"/>
        </w:tabs>
        <w:jc w:val="both"/>
        <w:rPr>
          <w:bCs/>
        </w:rPr>
      </w:pPr>
      <w:r>
        <w:rPr>
          <w:bCs/>
        </w:rPr>
        <w:tab/>
        <w:t>7.4</w:t>
      </w:r>
      <w:r>
        <w:rPr>
          <w:bCs/>
        </w:rPr>
        <w:tab/>
      </w:r>
      <w:r w:rsidR="00640074">
        <w:rPr>
          <w:bCs/>
        </w:rPr>
        <w:t>Koordinácia bezpečnosti</w:t>
      </w:r>
    </w:p>
    <w:p w14:paraId="3D466B4E" w14:textId="77777777" w:rsidR="00640074" w:rsidRDefault="00640074" w:rsidP="00882F74">
      <w:pPr>
        <w:pStyle w:val="Hlavika"/>
        <w:tabs>
          <w:tab w:val="clear" w:pos="4819"/>
          <w:tab w:val="clear" w:pos="9071"/>
          <w:tab w:val="left" w:pos="-3261"/>
        </w:tabs>
        <w:jc w:val="both"/>
        <w:rPr>
          <w:bCs/>
        </w:rPr>
      </w:pPr>
      <w:r>
        <w:rPr>
          <w:bCs/>
        </w:rPr>
        <w:tab/>
        <w:t>7.</w:t>
      </w:r>
      <w:r w:rsidR="004F7ECE">
        <w:rPr>
          <w:bCs/>
        </w:rPr>
        <w:t>5</w:t>
      </w:r>
      <w:r>
        <w:rPr>
          <w:bCs/>
        </w:rPr>
        <w:tab/>
        <w:t>Povinnosti a zodpovedno</w:t>
      </w:r>
      <w:r w:rsidR="003B7898">
        <w:rPr>
          <w:bCs/>
        </w:rPr>
        <w:t>sti zhotoviteľa a </w:t>
      </w:r>
      <w:proofErr w:type="spellStart"/>
      <w:r w:rsidR="003B7898">
        <w:rPr>
          <w:bCs/>
        </w:rPr>
        <w:t>podzhotoviteľov</w:t>
      </w:r>
      <w:proofErr w:type="spellEnd"/>
      <w:r>
        <w:rPr>
          <w:bCs/>
        </w:rPr>
        <w:t xml:space="preserve"> stavby</w:t>
      </w:r>
    </w:p>
    <w:p w14:paraId="518F7743" w14:textId="77777777" w:rsidR="00882F74" w:rsidRDefault="00882F74" w:rsidP="003B7898">
      <w:pPr>
        <w:pStyle w:val="Hlavika"/>
        <w:tabs>
          <w:tab w:val="clear" w:pos="4819"/>
          <w:tab w:val="clear" w:pos="9071"/>
          <w:tab w:val="left" w:pos="-3261"/>
        </w:tabs>
        <w:spacing w:after="60"/>
        <w:jc w:val="both"/>
        <w:rPr>
          <w:bCs/>
        </w:rPr>
      </w:pPr>
      <w:r>
        <w:rPr>
          <w:bCs/>
        </w:rPr>
        <w:tab/>
        <w:t>7.</w:t>
      </w:r>
      <w:r w:rsidR="004F7ECE">
        <w:rPr>
          <w:bCs/>
        </w:rPr>
        <w:t>6</w:t>
      </w:r>
      <w:r>
        <w:rPr>
          <w:bCs/>
        </w:rPr>
        <w:tab/>
        <w:t xml:space="preserve">Práva a povinnosti zamestnancov zhotoviteľa </w:t>
      </w:r>
      <w:r w:rsidR="003B7898">
        <w:rPr>
          <w:bCs/>
        </w:rPr>
        <w:t>a </w:t>
      </w:r>
      <w:proofErr w:type="spellStart"/>
      <w:r w:rsidR="003B7898">
        <w:rPr>
          <w:bCs/>
        </w:rPr>
        <w:t>podzhotoviteľov</w:t>
      </w:r>
      <w:proofErr w:type="spellEnd"/>
      <w:r w:rsidR="003B7898">
        <w:rPr>
          <w:bCs/>
        </w:rPr>
        <w:t xml:space="preserve"> </w:t>
      </w:r>
      <w:r>
        <w:rPr>
          <w:bCs/>
        </w:rPr>
        <w:t>stavby</w:t>
      </w:r>
    </w:p>
    <w:p w14:paraId="07DF1CB6" w14:textId="6901AFF7" w:rsidR="00882F74" w:rsidRDefault="00882F74" w:rsidP="003B7898">
      <w:pPr>
        <w:pStyle w:val="Hlavika"/>
        <w:tabs>
          <w:tab w:val="clear" w:pos="4819"/>
          <w:tab w:val="clear" w:pos="9071"/>
          <w:tab w:val="left" w:pos="-3261"/>
        </w:tabs>
        <w:spacing w:after="60"/>
        <w:ind w:left="709" w:hanging="425"/>
        <w:jc w:val="both"/>
        <w:rPr>
          <w:bCs/>
        </w:rPr>
      </w:pPr>
      <w:r>
        <w:rPr>
          <w:bCs/>
        </w:rPr>
        <w:t>8.</w:t>
      </w:r>
      <w:r>
        <w:rPr>
          <w:bCs/>
        </w:rPr>
        <w:tab/>
      </w:r>
      <w:r w:rsidR="004F7ECE">
        <w:rPr>
          <w:bCs/>
        </w:rPr>
        <w:t xml:space="preserve">Minimálne </w:t>
      </w:r>
      <w:r>
        <w:rPr>
          <w:bCs/>
        </w:rPr>
        <w:t>bezpečnostné a zdravotné požiadavky na stavenisko</w:t>
      </w:r>
      <w:r w:rsidR="004F7ECE">
        <w:rPr>
          <w:bCs/>
        </w:rPr>
        <w:t xml:space="preserve"> rozpracované v celom rozsahu stanovenom v § 5 </w:t>
      </w:r>
      <w:r w:rsidR="00BF27F2">
        <w:rPr>
          <w:bCs/>
        </w:rPr>
        <w:t>N</w:t>
      </w:r>
      <w:r w:rsidR="004F7ECE">
        <w:rPr>
          <w:bCs/>
        </w:rPr>
        <w:t>ariadenia vlády SR č. 396/2006 Z</w:t>
      </w:r>
      <w:r w:rsidR="00BF27F2">
        <w:rPr>
          <w:bCs/>
        </w:rPr>
        <w:t xml:space="preserve"> </w:t>
      </w:r>
      <w:r w:rsidR="004F7ECE">
        <w:rPr>
          <w:bCs/>
        </w:rPr>
        <w:t>.z.</w:t>
      </w:r>
      <w:r w:rsidR="003B7898" w:rsidRPr="003B7898">
        <w:t xml:space="preserve"> </w:t>
      </w:r>
      <w:r w:rsidR="003B7898" w:rsidRPr="003B7898">
        <w:rPr>
          <w:bCs/>
        </w:rPr>
        <w:t>o minimálnych bezpečnostných a zdravotných požiadavkách na stavenisko</w:t>
      </w:r>
      <w:r w:rsidR="00165078">
        <w:rPr>
          <w:bCs/>
        </w:rPr>
        <w:t>,</w:t>
      </w:r>
      <w:r w:rsidR="003B7898" w:rsidRPr="003B7898">
        <w:rPr>
          <w:bCs/>
        </w:rPr>
        <w:t xml:space="preserve"> </w:t>
      </w:r>
      <w:r w:rsidR="004F7ECE">
        <w:rPr>
          <w:bCs/>
        </w:rPr>
        <w:t>vrátane zmien v projektovej dokumentácii</w:t>
      </w:r>
    </w:p>
    <w:p w14:paraId="155D1DA7" w14:textId="77777777" w:rsidR="00882F74" w:rsidRDefault="00882F74" w:rsidP="003B7898">
      <w:pPr>
        <w:pStyle w:val="Hlavika"/>
        <w:tabs>
          <w:tab w:val="clear" w:pos="4819"/>
          <w:tab w:val="clear" w:pos="9071"/>
          <w:tab w:val="left" w:pos="-3261"/>
        </w:tabs>
        <w:spacing w:after="60"/>
        <w:ind w:left="709" w:hanging="425"/>
        <w:jc w:val="both"/>
        <w:rPr>
          <w:bCs/>
        </w:rPr>
      </w:pPr>
      <w:r>
        <w:rPr>
          <w:bCs/>
        </w:rPr>
        <w:t>9.</w:t>
      </w:r>
      <w:r>
        <w:rPr>
          <w:bCs/>
        </w:rPr>
        <w:tab/>
        <w:t>Závery</w:t>
      </w:r>
    </w:p>
    <w:p w14:paraId="3047579A" w14:textId="77777777" w:rsidR="009C12C3" w:rsidRPr="00B03B4C" w:rsidRDefault="003B7898" w:rsidP="003B7898">
      <w:pPr>
        <w:pStyle w:val="Hlavika"/>
        <w:tabs>
          <w:tab w:val="clear" w:pos="4819"/>
          <w:tab w:val="clear" w:pos="9071"/>
          <w:tab w:val="left" w:pos="-3261"/>
          <w:tab w:val="left" w:pos="1418"/>
          <w:tab w:val="left" w:pos="1701"/>
        </w:tabs>
        <w:ind w:left="284"/>
        <w:jc w:val="both"/>
        <w:rPr>
          <w:bCs/>
        </w:rPr>
      </w:pPr>
      <w:r>
        <w:rPr>
          <w:bCs/>
        </w:rPr>
        <w:t xml:space="preserve">10.   </w:t>
      </w:r>
      <w:r w:rsidR="009C12C3" w:rsidRPr="007669F5">
        <w:rPr>
          <w:bCs/>
        </w:rPr>
        <w:t>Prílohy</w:t>
      </w:r>
      <w:r>
        <w:rPr>
          <w:bCs/>
        </w:rPr>
        <w:t xml:space="preserve">: </w:t>
      </w:r>
      <w:r>
        <w:rPr>
          <w:bCs/>
        </w:rPr>
        <w:tab/>
      </w:r>
      <w:r w:rsidR="009C12C3" w:rsidRPr="00B03B4C">
        <w:rPr>
          <w:bCs/>
        </w:rPr>
        <w:t xml:space="preserve">1. Osobitné opatrenie pre jednotlivé práce s osobitným nebezpečenstvom, </w:t>
      </w:r>
    </w:p>
    <w:p w14:paraId="3BF870CF" w14:textId="77777777" w:rsidR="009C12C3" w:rsidRPr="00B03B4C" w:rsidRDefault="009C12C3" w:rsidP="00165078">
      <w:pPr>
        <w:pStyle w:val="Hlavika"/>
        <w:tabs>
          <w:tab w:val="clear" w:pos="4819"/>
          <w:tab w:val="clear" w:pos="9071"/>
          <w:tab w:val="left" w:pos="-3261"/>
        </w:tabs>
        <w:ind w:left="1701" w:hanging="1417"/>
        <w:jc w:val="both"/>
        <w:rPr>
          <w:bCs/>
        </w:rPr>
      </w:pPr>
      <w:r>
        <w:rPr>
          <w:bCs/>
        </w:rPr>
        <w:tab/>
      </w:r>
      <w:r w:rsidRPr="00B03B4C">
        <w:rPr>
          <w:bCs/>
        </w:rPr>
        <w:t>2. Podklady s obsahom príslušných informácií o bezpečnosti a ochrane zdravia pri práci, ktoré je potrebné zohľadňovať  pri všetkých ostatných prácach a ich zmeny a doplnky,</w:t>
      </w:r>
    </w:p>
    <w:p w14:paraId="450C8213" w14:textId="00C8893A" w:rsidR="009C12C3" w:rsidRPr="00B03B4C" w:rsidRDefault="009C12C3" w:rsidP="009C12C3">
      <w:pPr>
        <w:pStyle w:val="Hlavika"/>
        <w:tabs>
          <w:tab w:val="clear" w:pos="4819"/>
          <w:tab w:val="clear" w:pos="9071"/>
          <w:tab w:val="left" w:pos="-3261"/>
          <w:tab w:val="left" w:pos="1701"/>
        </w:tabs>
        <w:ind w:left="1701" w:hanging="1701"/>
        <w:jc w:val="both"/>
        <w:rPr>
          <w:bCs/>
        </w:rPr>
      </w:pPr>
      <w:r>
        <w:rPr>
          <w:bCs/>
        </w:rPr>
        <w:tab/>
      </w:r>
      <w:r w:rsidRPr="00B03B4C">
        <w:rPr>
          <w:bCs/>
        </w:rPr>
        <w:t xml:space="preserve">3. Oznámenie (Príloha č.1 </w:t>
      </w:r>
      <w:r w:rsidR="00BF27F2">
        <w:rPr>
          <w:bCs/>
        </w:rPr>
        <w:t>Nariadenia vlády SR</w:t>
      </w:r>
      <w:r w:rsidRPr="00B03B4C">
        <w:rPr>
          <w:bCs/>
        </w:rPr>
        <w:t xml:space="preserve"> č.396/2006 Z.</w:t>
      </w:r>
      <w:r w:rsidR="00BF27F2">
        <w:rPr>
          <w:bCs/>
        </w:rPr>
        <w:t xml:space="preserve"> </w:t>
      </w:r>
      <w:r w:rsidRPr="00B03B4C">
        <w:rPr>
          <w:bCs/>
        </w:rPr>
        <w:t>z.) jeho aktualizácie a spôsob umiestnenia na stavenisku,</w:t>
      </w:r>
    </w:p>
    <w:p w14:paraId="0BE6FAAE" w14:textId="77777777" w:rsidR="00686458" w:rsidRDefault="009C12C3" w:rsidP="00686458">
      <w:pPr>
        <w:pStyle w:val="Hlavika"/>
        <w:tabs>
          <w:tab w:val="clear" w:pos="4819"/>
          <w:tab w:val="clear" w:pos="9071"/>
          <w:tab w:val="left" w:pos="-3261"/>
        </w:tabs>
        <w:ind w:left="1701" w:hanging="1701"/>
        <w:jc w:val="both"/>
        <w:rPr>
          <w:bCs/>
        </w:rPr>
      </w:pPr>
      <w:r>
        <w:rPr>
          <w:bCs/>
        </w:rPr>
        <w:tab/>
        <w:t>4</w:t>
      </w:r>
      <w:r w:rsidR="00165078">
        <w:rPr>
          <w:bCs/>
        </w:rPr>
        <w:t>. P</w:t>
      </w:r>
      <w:r w:rsidRPr="00B03B4C">
        <w:rPr>
          <w:bCs/>
        </w:rPr>
        <w:t>rehľadná situácia.</w:t>
      </w:r>
    </w:p>
    <w:p w14:paraId="372BAEA4" w14:textId="77777777" w:rsidR="00F12E48" w:rsidRDefault="00F12E48" w:rsidP="00686458">
      <w:pPr>
        <w:pStyle w:val="Hlavika"/>
        <w:tabs>
          <w:tab w:val="clear" w:pos="4819"/>
          <w:tab w:val="clear" w:pos="9071"/>
          <w:tab w:val="left" w:pos="-3261"/>
        </w:tabs>
        <w:ind w:left="1701" w:hanging="1701"/>
        <w:jc w:val="both"/>
        <w:rPr>
          <w:bCs/>
        </w:rPr>
      </w:pPr>
    </w:p>
    <w:p w14:paraId="21D7A3B8" w14:textId="77777777" w:rsidR="00F12E48" w:rsidRPr="00F12E48" w:rsidRDefault="00F12E48" w:rsidP="00F12E48">
      <w:pPr>
        <w:pStyle w:val="Hlavika"/>
        <w:tabs>
          <w:tab w:val="clear" w:pos="4819"/>
          <w:tab w:val="clear" w:pos="9071"/>
          <w:tab w:val="left" w:pos="-3261"/>
        </w:tabs>
        <w:spacing w:after="120"/>
        <w:jc w:val="both"/>
        <w:rPr>
          <w:b/>
          <w:bCs/>
        </w:rPr>
      </w:pPr>
      <w:r w:rsidRPr="00F12E48">
        <w:rPr>
          <w:b/>
          <w:bCs/>
        </w:rPr>
        <w:t xml:space="preserve">4.2 </w:t>
      </w:r>
      <w:r>
        <w:rPr>
          <w:b/>
          <w:bCs/>
        </w:rPr>
        <w:tab/>
      </w:r>
      <w:r w:rsidRPr="00F12E48">
        <w:rPr>
          <w:b/>
          <w:bCs/>
        </w:rPr>
        <w:t xml:space="preserve">Protipožiarna bezpečnosť </w:t>
      </w:r>
    </w:p>
    <w:p w14:paraId="68B09106" w14:textId="77777777" w:rsidR="00F12E48" w:rsidRDefault="00F12E48" w:rsidP="003A325A">
      <w:pPr>
        <w:pStyle w:val="Hlavika"/>
        <w:tabs>
          <w:tab w:val="clear" w:pos="4819"/>
          <w:tab w:val="clear" w:pos="9071"/>
          <w:tab w:val="left" w:pos="-3261"/>
        </w:tabs>
        <w:jc w:val="both"/>
        <w:rPr>
          <w:bCs/>
        </w:rPr>
      </w:pPr>
      <w:r w:rsidRPr="003A325A">
        <w:rPr>
          <w:bCs/>
        </w:rPr>
        <w:t xml:space="preserve">Dokumentácia protipožiarnej bezpečnosti sa vyhotovuje ako ucelená samostatná časť stavby (napr. tunela, prevádzkových budov tunela, objektov SSÚD/SSÚR, </w:t>
      </w:r>
      <w:proofErr w:type="spellStart"/>
      <w:r w:rsidRPr="003A325A">
        <w:rPr>
          <w:bCs/>
        </w:rPr>
        <w:t>atď</w:t>
      </w:r>
      <w:proofErr w:type="spellEnd"/>
      <w:r w:rsidRPr="003A325A">
        <w:rPr>
          <w:bCs/>
        </w:rPr>
        <w:t xml:space="preserve">). Návrh riešenia protipožiarnej bezpečnosti stavieb vychádza z </w:t>
      </w:r>
      <w:r w:rsidR="00C83AFC" w:rsidRPr="00C83AFC">
        <w:rPr>
          <w:bCs/>
        </w:rPr>
        <w:t>vyhlášk</w:t>
      </w:r>
      <w:r w:rsidR="00C83AFC">
        <w:rPr>
          <w:bCs/>
        </w:rPr>
        <w:t>y</w:t>
      </w:r>
      <w:r w:rsidR="00C83AFC" w:rsidRPr="00C83AFC">
        <w:rPr>
          <w:bCs/>
        </w:rPr>
        <w:t xml:space="preserve"> MV SR č. 94/2004 Z. z., ktorou sa ustanovujú technické požiadavky na protipožiarnu bezpečnosť pri výstavbe a pri užívaní stavieb, v znení neskorších predpisov</w:t>
      </w:r>
      <w:r w:rsidRPr="003A325A">
        <w:rPr>
          <w:bCs/>
        </w:rPr>
        <w:t xml:space="preserve"> a zo súvisiacich noriem a predpisov. Dokumentáciu protipožiarnej bezpečnosti vyhotovuje osoba s odbornou spôsobilosťou. Koncepciu a požiadavky na protipožiarnu bezpečnosť cestných tunelov definuje kap. 3, T</w:t>
      </w:r>
      <w:r w:rsidR="00C83AFC">
        <w:rPr>
          <w:bCs/>
        </w:rPr>
        <w:t>P 099</w:t>
      </w:r>
      <w:r w:rsidRPr="003A325A">
        <w:rPr>
          <w:bCs/>
        </w:rPr>
        <w:t>.</w:t>
      </w:r>
    </w:p>
    <w:p w14:paraId="58B88272" w14:textId="77777777" w:rsidR="00A151C8" w:rsidRPr="00AC4CB7" w:rsidRDefault="00A151C8" w:rsidP="00686458">
      <w:pPr>
        <w:pStyle w:val="Hlavika"/>
        <w:tabs>
          <w:tab w:val="clear" w:pos="4819"/>
          <w:tab w:val="clear" w:pos="9071"/>
          <w:tab w:val="left" w:pos="-3261"/>
        </w:tabs>
        <w:ind w:left="1701" w:hanging="1701"/>
        <w:jc w:val="both"/>
        <w:rPr>
          <w:bCs/>
        </w:rPr>
      </w:pPr>
    </w:p>
    <w:p w14:paraId="62C97179" w14:textId="77777777" w:rsidR="00D321EF" w:rsidRPr="00D47B3C" w:rsidRDefault="00D321EF" w:rsidP="00686458">
      <w:pPr>
        <w:pStyle w:val="Hlavika"/>
        <w:tabs>
          <w:tab w:val="clear" w:pos="4819"/>
          <w:tab w:val="clear" w:pos="9071"/>
          <w:tab w:val="left" w:pos="-3261"/>
        </w:tabs>
        <w:ind w:left="1701" w:hanging="1701"/>
        <w:jc w:val="both"/>
        <w:rPr>
          <w:bCs/>
        </w:rPr>
      </w:pPr>
    </w:p>
    <w:p w14:paraId="65130C8A" w14:textId="5368D66F" w:rsidR="00401994" w:rsidRPr="00AC4CB7" w:rsidRDefault="009977DC" w:rsidP="00D321EF">
      <w:pPr>
        <w:pStyle w:val="Hlavika"/>
        <w:tabs>
          <w:tab w:val="clear" w:pos="4819"/>
          <w:tab w:val="clear" w:pos="9071"/>
          <w:tab w:val="left" w:pos="-3261"/>
        </w:tabs>
        <w:spacing w:after="120"/>
        <w:ind w:left="709" w:hanging="709"/>
        <w:jc w:val="both"/>
        <w:rPr>
          <w:b/>
          <w:bCs/>
          <w:sz w:val="22"/>
          <w:szCs w:val="22"/>
        </w:rPr>
      </w:pPr>
      <w:r w:rsidRPr="00AC4CB7">
        <w:rPr>
          <w:b/>
          <w:bCs/>
          <w:sz w:val="22"/>
          <w:szCs w:val="22"/>
        </w:rPr>
        <w:t>6</w:t>
      </w:r>
      <w:r w:rsidRPr="00AC4CB7">
        <w:rPr>
          <w:b/>
          <w:bCs/>
          <w:sz w:val="22"/>
          <w:szCs w:val="22"/>
        </w:rPr>
        <w:tab/>
      </w:r>
      <w:r w:rsidR="00320A5D">
        <w:rPr>
          <w:b/>
          <w:bCs/>
          <w:sz w:val="22"/>
          <w:szCs w:val="22"/>
        </w:rPr>
        <w:t>M</w:t>
      </w:r>
      <w:r w:rsidR="00320A5D" w:rsidRPr="00AC4CB7">
        <w:rPr>
          <w:b/>
          <w:bCs/>
          <w:sz w:val="22"/>
          <w:szCs w:val="22"/>
        </w:rPr>
        <w:t>onitoring</w:t>
      </w:r>
    </w:p>
    <w:p w14:paraId="26D50551" w14:textId="77777777" w:rsidR="00D321EF" w:rsidRPr="00D321EF" w:rsidRDefault="00A151C8" w:rsidP="00D321EF">
      <w:pPr>
        <w:pStyle w:val="Nadpis3"/>
        <w:spacing w:before="0" w:after="120"/>
        <w:rPr>
          <w:rFonts w:ascii="Arial" w:hAnsi="Arial" w:cs="Arial"/>
          <w:b w:val="0"/>
          <w:sz w:val="20"/>
          <w:szCs w:val="20"/>
        </w:rPr>
      </w:pPr>
      <w:r>
        <w:rPr>
          <w:rFonts w:ascii="Arial" w:hAnsi="Arial" w:cs="Arial"/>
          <w:sz w:val="20"/>
          <w:szCs w:val="20"/>
        </w:rPr>
        <w:lastRenderedPageBreak/>
        <w:t>6</w:t>
      </w:r>
      <w:r w:rsidR="00D321EF" w:rsidRPr="00854FA1">
        <w:rPr>
          <w:rFonts w:ascii="Arial" w:hAnsi="Arial" w:cs="Arial"/>
          <w:sz w:val="20"/>
          <w:szCs w:val="20"/>
        </w:rPr>
        <w:t>.</w:t>
      </w:r>
      <w:r w:rsidR="00D321EF">
        <w:rPr>
          <w:rFonts w:ascii="Arial" w:hAnsi="Arial" w:cs="Arial"/>
          <w:sz w:val="20"/>
          <w:szCs w:val="20"/>
        </w:rPr>
        <w:t>1</w:t>
      </w:r>
      <w:r w:rsidR="00D321EF" w:rsidRPr="00854FA1">
        <w:rPr>
          <w:rFonts w:ascii="Arial" w:hAnsi="Arial" w:cs="Arial"/>
          <w:sz w:val="20"/>
          <w:szCs w:val="20"/>
        </w:rPr>
        <w:tab/>
      </w:r>
      <w:r w:rsidR="00D321EF">
        <w:rPr>
          <w:rFonts w:ascii="Arial" w:hAnsi="Arial" w:cs="Arial"/>
          <w:sz w:val="20"/>
          <w:szCs w:val="20"/>
        </w:rPr>
        <w:t>P</w:t>
      </w:r>
      <w:r w:rsidR="00D321EF" w:rsidRPr="00854FA1">
        <w:rPr>
          <w:rFonts w:ascii="Arial" w:hAnsi="Arial" w:cs="Arial"/>
          <w:sz w:val="20"/>
          <w:szCs w:val="20"/>
        </w:rPr>
        <w:t xml:space="preserve">rojekt monitoringu </w:t>
      </w:r>
      <w:r w:rsidR="006D5210">
        <w:rPr>
          <w:rFonts w:ascii="Arial" w:hAnsi="Arial" w:cs="Arial"/>
          <w:sz w:val="20"/>
          <w:szCs w:val="20"/>
        </w:rPr>
        <w:t xml:space="preserve">vybraných </w:t>
      </w:r>
      <w:r w:rsidR="00D321EF" w:rsidRPr="00854FA1">
        <w:rPr>
          <w:rFonts w:ascii="Arial" w:hAnsi="Arial" w:cs="Arial"/>
          <w:sz w:val="20"/>
          <w:szCs w:val="20"/>
        </w:rPr>
        <w:t>zlož</w:t>
      </w:r>
      <w:r w:rsidR="004054ED">
        <w:rPr>
          <w:rFonts w:ascii="Arial" w:hAnsi="Arial" w:cs="Arial"/>
          <w:sz w:val="20"/>
          <w:szCs w:val="20"/>
        </w:rPr>
        <w:t>iek</w:t>
      </w:r>
      <w:r w:rsidR="00D321EF" w:rsidRPr="00854FA1">
        <w:rPr>
          <w:rFonts w:ascii="Arial" w:hAnsi="Arial" w:cs="Arial"/>
          <w:sz w:val="20"/>
          <w:szCs w:val="20"/>
        </w:rPr>
        <w:t xml:space="preserve"> životného prostredia </w:t>
      </w:r>
    </w:p>
    <w:p w14:paraId="2F7B7456" w14:textId="518158DC" w:rsidR="000467A4" w:rsidRDefault="000467A4" w:rsidP="00C0153A">
      <w:pPr>
        <w:spacing w:after="240"/>
        <w:jc w:val="both"/>
      </w:pPr>
      <w:r>
        <w:t>M</w:t>
      </w:r>
      <w:r w:rsidR="006D5210">
        <w:t xml:space="preserve">onitoring zložiek životného prostredia sa </w:t>
      </w:r>
      <w:r w:rsidR="00BF7E7A">
        <w:t>vykonáva v súlade so</w:t>
      </w:r>
      <w:r>
        <w:rPr>
          <w:color w:val="4D5156"/>
          <w:sz w:val="21"/>
          <w:szCs w:val="21"/>
          <w:shd w:val="clear" w:color="auto" w:fill="FFFFFF"/>
        </w:rPr>
        <w:t xml:space="preserve"> </w:t>
      </w:r>
      <w:r w:rsidR="006D5210" w:rsidRPr="004E7EF8">
        <w:t>zákon</w:t>
      </w:r>
      <w:r w:rsidR="00BF7E7A">
        <w:t>om</w:t>
      </w:r>
      <w:r w:rsidR="006D5210" w:rsidRPr="004E7EF8">
        <w:t xml:space="preserve"> č. 24/2006 Z. z. o</w:t>
      </w:r>
      <w:r w:rsidR="006D5210">
        <w:t> </w:t>
      </w:r>
      <w:r w:rsidR="006D5210" w:rsidRPr="004E7EF8">
        <w:t>posudzovaní</w:t>
      </w:r>
      <w:r w:rsidR="006D5210">
        <w:t xml:space="preserve"> </w:t>
      </w:r>
      <w:r w:rsidR="006D5210" w:rsidRPr="004E7EF8">
        <w:t>vplyvov na životné prostredie a o doplnení niektorých zákonov v znení neskorších predpisov</w:t>
      </w:r>
      <w:r w:rsidR="006D5210">
        <w:t>.</w:t>
      </w:r>
      <w:r>
        <w:t xml:space="preserve"> </w:t>
      </w:r>
    </w:p>
    <w:p w14:paraId="21A1EEBE" w14:textId="6F7D0B6D" w:rsidR="00BF7E7A" w:rsidRDefault="000467A4" w:rsidP="00C0153A">
      <w:pPr>
        <w:spacing w:after="240"/>
        <w:jc w:val="both"/>
      </w:pPr>
      <w:r w:rsidRPr="00FC58EA">
        <w:t xml:space="preserve">Projekt monitoringu bude </w:t>
      </w:r>
      <w:r w:rsidR="00BF7E7A">
        <w:t>vy</w:t>
      </w:r>
      <w:r w:rsidRPr="00FC58EA">
        <w:t xml:space="preserve">pracovaný </w:t>
      </w:r>
      <w:r w:rsidR="00BF7E7A">
        <w:t>v zmysle technických podmienok</w:t>
      </w:r>
      <w:r w:rsidRPr="00FC58EA">
        <w:t xml:space="preserve"> TP 050 Monitoring vplyvu cestných komunikácií na životné prostredie</w:t>
      </w:r>
      <w:r w:rsidR="00A97935">
        <w:t>,</w:t>
      </w:r>
      <w:r w:rsidR="00BF7E7A" w:rsidRPr="00BF7E7A">
        <w:t xml:space="preserve"> ktoré zjednocujú a stanovujú postupy vypracovania projektov monitoringu vplyvu cestných stavieb na životné prostredie</w:t>
      </w:r>
      <w:r w:rsidR="00A97935">
        <w:t xml:space="preserve"> (ŽP)</w:t>
      </w:r>
      <w:r w:rsidR="00BF7E7A" w:rsidRPr="00BF7E7A">
        <w:t xml:space="preserve"> </w:t>
      </w:r>
      <w:r w:rsidR="00A97935" w:rsidRPr="00FC58EA">
        <w:t>a podľa príslušne platných legislatívnych predpisov</w:t>
      </w:r>
      <w:r w:rsidR="00A97935">
        <w:t>. Projekt monitoringu</w:t>
      </w:r>
      <w:r w:rsidR="00BF7E7A" w:rsidRPr="00BF7E7A">
        <w:t xml:space="preserve"> bude vypracovaný odborne spôsobilými osobami pre jednotlivé zložky </w:t>
      </w:r>
      <w:r w:rsidR="00A97935">
        <w:t>ŽP</w:t>
      </w:r>
      <w:r w:rsidR="00BF7E7A" w:rsidRPr="00BF7E7A">
        <w:t xml:space="preserve"> v súlade s TP 050</w:t>
      </w:r>
      <w:r w:rsidR="00BF7E7A">
        <w:t xml:space="preserve"> (</w:t>
      </w:r>
      <w:r w:rsidR="00A97935">
        <w:t>vyžaduje sa</w:t>
      </w:r>
      <w:r w:rsidR="00BF7E7A" w:rsidRPr="00FC58EA">
        <w:t xml:space="preserve"> osvedčenie o odbornej spôsobilosti s minimálnou dĺžkou odbornej praxe pre každú zložku </w:t>
      </w:r>
      <w:r w:rsidR="00A97935">
        <w:t>ŽP</w:t>
      </w:r>
      <w:r w:rsidR="00BF7E7A">
        <w:t xml:space="preserve"> </w:t>
      </w:r>
      <w:r w:rsidR="00BF7E7A" w:rsidRPr="00FC58EA">
        <w:t>zvlášť</w:t>
      </w:r>
      <w:r w:rsidR="00A97935">
        <w:t>).</w:t>
      </w:r>
    </w:p>
    <w:p w14:paraId="237771BA" w14:textId="64042DE3" w:rsidR="006D5210" w:rsidRDefault="00A97935" w:rsidP="00C0153A">
      <w:pPr>
        <w:spacing w:after="240"/>
        <w:jc w:val="both"/>
      </w:pPr>
      <w:r>
        <w:t>Projekt monitoringu bude vypracovaný</w:t>
      </w:r>
      <w:r w:rsidR="000467A4" w:rsidRPr="00FC58EA">
        <w:t xml:space="preserve"> v súlade s</w:t>
      </w:r>
      <w:r>
        <w:t> podmienkami a požiadavkami</w:t>
      </w:r>
      <w:r w:rsidR="000467A4" w:rsidRPr="00FC58EA">
        <w:t xml:space="preserve"> </w:t>
      </w:r>
      <w:r>
        <w:t xml:space="preserve">určenými v </w:t>
      </w:r>
      <w:r w:rsidR="000467A4" w:rsidRPr="00FC58EA">
        <w:t>Záverečn</w:t>
      </w:r>
      <w:r>
        <w:t>om</w:t>
      </w:r>
      <w:r w:rsidR="000467A4" w:rsidRPr="00FC58EA">
        <w:t xml:space="preserve"> stanovisk</w:t>
      </w:r>
      <w:r>
        <w:t>u</w:t>
      </w:r>
      <w:r w:rsidR="000C5213">
        <w:t>/Rozhodnutí vydanom v zisťovacom konaní</w:t>
      </w:r>
      <w:r w:rsidR="00F154B1">
        <w:t xml:space="preserve"> vydanom MŽP SR</w:t>
      </w:r>
      <w:r w:rsidR="00F154B1" w:rsidRPr="00F154B1">
        <w:t xml:space="preserve"> k predmetnej stavbe</w:t>
      </w:r>
      <w:r w:rsidR="00F154B1">
        <w:t xml:space="preserve">. </w:t>
      </w:r>
    </w:p>
    <w:p w14:paraId="737CF3EE" w14:textId="650EBD70" w:rsidR="00BF7E7A" w:rsidRDefault="006D5210" w:rsidP="00C0153A">
      <w:pPr>
        <w:jc w:val="both"/>
      </w:pPr>
      <w:r w:rsidRPr="00BC3E96">
        <w:t>V Projekte monitoringu bude navrhnutý racionálny rozsah monitoringu</w:t>
      </w:r>
      <w:r w:rsidR="00BF7E7A">
        <w:t xml:space="preserve"> zložiek životného prostredia</w:t>
      </w:r>
      <w:r w:rsidRPr="00BC3E96">
        <w:t xml:space="preserve">, na základe ktorého bude možné preukázať vplyvy stavby na životné prostredie a účinnosť zmierňujúcich opatrení. V každej oblasti budú uvedené zložky, prvky, parametre, ktoré sa zisťujú, limity platných predpisov, frekvencie </w:t>
      </w:r>
      <w:r>
        <w:t xml:space="preserve">sledovania (periodicita), dĺžka </w:t>
      </w:r>
      <w:r w:rsidRPr="00BC3E96">
        <w:t>merania, návrh monitorovacích bodov, GPS súradnice navrhnutých monitorovacích bodov, účel navrhnutých monitorovacích bodov, metodika merania, spôsob vyhodnocovania, atď. Projekt monitoringu bude obsahovať sumarizačnú tabuľku pre všetky navrhované zložky, s uvedením počtov meraní pre jednotlivé merné jednotky a výsledným súčtom meraní. Navrhované monitorovacie lokality budú zakreslené do situácie v M 1:10</w:t>
      </w:r>
      <w:r w:rsidR="00F154B1">
        <w:t xml:space="preserve"> </w:t>
      </w:r>
      <w:r w:rsidRPr="00BC3E96">
        <w:t>000 (1:5</w:t>
      </w:r>
      <w:r w:rsidR="00064AF4">
        <w:t xml:space="preserve"> </w:t>
      </w:r>
      <w:r w:rsidRPr="00BC3E96">
        <w:t>000</w:t>
      </w:r>
      <w:r>
        <w:t xml:space="preserve">, </w:t>
      </w:r>
      <w:r w:rsidRPr="00C0153A">
        <w:t>resp. v primeranej mierke</w:t>
      </w:r>
      <w:r w:rsidRPr="00BC3E96">
        <w:t xml:space="preserve">). Monitoring bude navrhnutý pre nasledujúce obdobia: rok pred začiatkom </w:t>
      </w:r>
      <w:r w:rsidR="00CD7310">
        <w:t>vý</w:t>
      </w:r>
      <w:r w:rsidRPr="00BC3E96">
        <w:t>stavby, počas trvania</w:t>
      </w:r>
      <w:r w:rsidR="00CD7310">
        <w:t xml:space="preserve"> celého obdobia</w:t>
      </w:r>
      <w:r w:rsidRPr="00BC3E96">
        <w:t xml:space="preserve"> výstavby a </w:t>
      </w:r>
      <w:r>
        <w:t xml:space="preserve">po uvedení stavby do prevádzky. </w:t>
      </w:r>
    </w:p>
    <w:p w14:paraId="6C6151A5" w14:textId="77777777" w:rsidR="00BF7E7A" w:rsidRDefault="00BF7E7A" w:rsidP="00C0153A">
      <w:pPr>
        <w:jc w:val="both"/>
      </w:pPr>
    </w:p>
    <w:p w14:paraId="7139AC87" w14:textId="1BA70234" w:rsidR="00BF7E7A" w:rsidRDefault="006D5210" w:rsidP="00C0153A">
      <w:pPr>
        <w:jc w:val="both"/>
      </w:pPr>
      <w:r>
        <w:t xml:space="preserve">Požaduje sa, aby pri návrhu monitoringu boli zohľadnené </w:t>
      </w:r>
      <w:r w:rsidR="00EC2A60">
        <w:t xml:space="preserve">relevantné </w:t>
      </w:r>
      <w:r>
        <w:t>štúdie</w:t>
      </w:r>
      <w:r w:rsidR="00A97935">
        <w:t>,</w:t>
      </w:r>
      <w:r>
        <w:t xml:space="preserve"> prieskumy</w:t>
      </w:r>
      <w:r w:rsidR="00EC2A60">
        <w:t xml:space="preserve"> a ich priebežné výsledky, ktoré budú k dispozícii v priebehu vypracovania </w:t>
      </w:r>
      <w:r w:rsidR="00A97935">
        <w:t xml:space="preserve">projektovej </w:t>
      </w:r>
      <w:r w:rsidR="00EC2A60">
        <w:t>dokumentácie, a súčasne budú zhotoviteľom monitoringu zohľadnené</w:t>
      </w:r>
      <w:r>
        <w:t xml:space="preserve"> rozhodnutia, stanoviská a pod.</w:t>
      </w:r>
      <w:r w:rsidR="00EC2A60">
        <w:t>, ktoré budú vydané počas vypracovania diela.</w:t>
      </w:r>
      <w:r w:rsidR="000467A4">
        <w:t xml:space="preserve"> </w:t>
      </w:r>
    </w:p>
    <w:p w14:paraId="3299445C" w14:textId="77777777" w:rsidR="00BF7E7A" w:rsidRDefault="00BF7E7A" w:rsidP="00C0153A">
      <w:pPr>
        <w:jc w:val="both"/>
        <w:rPr>
          <w:rFonts w:eastAsiaTheme="minorHAnsi"/>
          <w:lang w:eastAsia="en-US"/>
        </w:rPr>
      </w:pPr>
    </w:p>
    <w:p w14:paraId="3852A1B2" w14:textId="710C4BC5" w:rsidR="006D5210" w:rsidRDefault="000467A4" w:rsidP="00C0153A">
      <w:pPr>
        <w:jc w:val="both"/>
      </w:pPr>
      <w:r w:rsidRPr="00BC3E96">
        <w:rPr>
          <w:rFonts w:eastAsiaTheme="minorHAnsi"/>
          <w:lang w:eastAsia="en-US"/>
        </w:rPr>
        <w:t xml:space="preserve">Súčasťou </w:t>
      </w:r>
      <w:r w:rsidR="00A97935">
        <w:rPr>
          <w:rFonts w:eastAsiaTheme="minorHAnsi"/>
          <w:lang w:eastAsia="en-US"/>
        </w:rPr>
        <w:t>P</w:t>
      </w:r>
      <w:r w:rsidRPr="00BC3E96">
        <w:rPr>
          <w:rFonts w:eastAsiaTheme="minorHAnsi"/>
          <w:lang w:eastAsia="en-US"/>
        </w:rPr>
        <w:t>rojektu monitoringu bude aj návrh operatívneho monitoringu vybraných zložiek</w:t>
      </w:r>
      <w:r>
        <w:rPr>
          <w:rFonts w:eastAsiaTheme="minorHAnsi"/>
          <w:lang w:eastAsia="en-US"/>
        </w:rPr>
        <w:t xml:space="preserve"> životného prostredia.</w:t>
      </w:r>
    </w:p>
    <w:p w14:paraId="3C54B00E" w14:textId="77777777" w:rsidR="00C0153A" w:rsidRPr="00D321EF" w:rsidRDefault="00C0153A" w:rsidP="00867E64">
      <w:pPr>
        <w:pStyle w:val="075-1250"/>
        <w:rPr>
          <w:color w:val="000000"/>
          <w:lang w:eastAsia="sk-SK"/>
        </w:rPr>
      </w:pPr>
    </w:p>
    <w:p w14:paraId="17F2ECD1" w14:textId="28E08A0A" w:rsidR="001E5390" w:rsidRPr="001E5390" w:rsidRDefault="00A151C8" w:rsidP="009977DC">
      <w:pPr>
        <w:keepNext/>
        <w:adjustRightInd w:val="0"/>
        <w:spacing w:before="0" w:after="120" w:line="240" w:lineRule="auto"/>
        <w:rPr>
          <w:b/>
          <w:color w:val="000000"/>
          <w:lang w:eastAsia="sk-SK"/>
        </w:rPr>
      </w:pPr>
      <w:r>
        <w:rPr>
          <w:b/>
          <w:color w:val="000000"/>
          <w:lang w:eastAsia="sk-SK"/>
        </w:rPr>
        <w:t>6</w:t>
      </w:r>
      <w:r w:rsidR="001E5390" w:rsidRPr="001E5390">
        <w:rPr>
          <w:b/>
          <w:color w:val="000000"/>
          <w:lang w:eastAsia="sk-SK"/>
        </w:rPr>
        <w:t>.</w:t>
      </w:r>
      <w:r w:rsidR="00867E64">
        <w:rPr>
          <w:b/>
          <w:color w:val="000000"/>
          <w:lang w:eastAsia="sk-SK"/>
        </w:rPr>
        <w:t>2</w:t>
      </w:r>
      <w:r w:rsidR="00867E64" w:rsidRPr="001E5390">
        <w:rPr>
          <w:b/>
          <w:color w:val="000000"/>
          <w:lang w:eastAsia="sk-SK"/>
        </w:rPr>
        <w:t xml:space="preserve"> </w:t>
      </w:r>
      <w:r w:rsidR="001E5390" w:rsidRPr="001E5390">
        <w:rPr>
          <w:b/>
          <w:color w:val="000000"/>
          <w:lang w:eastAsia="sk-SK"/>
        </w:rPr>
        <w:tab/>
        <w:t>Projekt</w:t>
      </w:r>
      <w:r w:rsidR="0012343A">
        <w:rPr>
          <w:b/>
          <w:color w:val="000000"/>
          <w:lang w:eastAsia="sk-SK"/>
        </w:rPr>
        <w:t>y</w:t>
      </w:r>
      <w:r w:rsidR="001E5390" w:rsidRPr="001E5390">
        <w:rPr>
          <w:b/>
          <w:color w:val="000000"/>
          <w:lang w:eastAsia="sk-SK"/>
        </w:rPr>
        <w:t xml:space="preserve"> geotechnického monitoringu</w:t>
      </w:r>
      <w:r w:rsidR="001D2611">
        <w:rPr>
          <w:b/>
          <w:color w:val="000000"/>
          <w:lang w:eastAsia="sk-SK"/>
        </w:rPr>
        <w:t xml:space="preserve"> (trasa</w:t>
      </w:r>
      <w:r w:rsidR="0098104B">
        <w:rPr>
          <w:b/>
          <w:color w:val="000000"/>
          <w:lang w:eastAsia="sk-SK"/>
        </w:rPr>
        <w:t>)</w:t>
      </w:r>
    </w:p>
    <w:p w14:paraId="5D73DEB2" w14:textId="675A0A84" w:rsidR="0012343A" w:rsidRDefault="001E5390" w:rsidP="009977DC">
      <w:pPr>
        <w:keepNext/>
        <w:adjustRightInd w:val="0"/>
        <w:spacing w:before="0" w:after="120" w:line="240" w:lineRule="auto"/>
        <w:jc w:val="both"/>
        <w:rPr>
          <w:color w:val="000000"/>
          <w:lang w:eastAsia="sk-SK"/>
        </w:rPr>
      </w:pPr>
      <w:r>
        <w:rPr>
          <w:color w:val="000000"/>
          <w:lang w:eastAsia="sk-SK"/>
        </w:rPr>
        <w:tab/>
      </w:r>
      <w:r w:rsidRPr="001E5390">
        <w:rPr>
          <w:color w:val="000000"/>
          <w:lang w:eastAsia="sk-SK"/>
        </w:rPr>
        <w:t xml:space="preserve">Projekt </w:t>
      </w:r>
      <w:r w:rsidR="0012343A">
        <w:rPr>
          <w:color w:val="000000"/>
          <w:lang w:eastAsia="sk-SK"/>
        </w:rPr>
        <w:t xml:space="preserve">pre trasu </w:t>
      </w:r>
      <w:r w:rsidRPr="001E5390">
        <w:rPr>
          <w:color w:val="000000"/>
          <w:lang w:eastAsia="sk-SK"/>
        </w:rPr>
        <w:t xml:space="preserve">bude vypracovaný podľa TKP časť 35/2016 Geotechnický monitoring pre objekty líniových častí pozemných komunikácií. </w:t>
      </w:r>
    </w:p>
    <w:p w14:paraId="26AE9611" w14:textId="68800717" w:rsidR="001E5390" w:rsidRPr="001E5390" w:rsidRDefault="00FC7873" w:rsidP="007B4C63">
      <w:pPr>
        <w:adjustRightInd w:val="0"/>
        <w:spacing w:before="0" w:after="120" w:line="240" w:lineRule="auto"/>
        <w:jc w:val="both"/>
        <w:rPr>
          <w:color w:val="000000"/>
          <w:lang w:eastAsia="sk-SK"/>
        </w:rPr>
      </w:pPr>
      <w:r>
        <w:rPr>
          <w:color w:val="000000"/>
          <w:lang w:eastAsia="sk-SK"/>
        </w:rPr>
        <w:t>Vypracovaný</w:t>
      </w:r>
      <w:r w:rsidRPr="001E5390">
        <w:rPr>
          <w:color w:val="000000"/>
          <w:lang w:eastAsia="sk-SK"/>
        </w:rPr>
        <w:t xml:space="preserve"> projek</w:t>
      </w:r>
      <w:r>
        <w:rPr>
          <w:color w:val="000000"/>
          <w:lang w:eastAsia="sk-SK"/>
        </w:rPr>
        <w:t xml:space="preserve">t </w:t>
      </w:r>
      <w:r w:rsidR="0012343A">
        <w:rPr>
          <w:color w:val="000000"/>
          <w:lang w:eastAsia="sk-SK"/>
        </w:rPr>
        <w:t xml:space="preserve">GTM </w:t>
      </w:r>
      <w:r>
        <w:rPr>
          <w:color w:val="000000"/>
          <w:lang w:eastAsia="sk-SK"/>
        </w:rPr>
        <w:t>bude</w:t>
      </w:r>
      <w:r w:rsidRPr="001E5390">
        <w:rPr>
          <w:color w:val="000000"/>
          <w:lang w:eastAsia="sk-SK"/>
        </w:rPr>
        <w:t xml:space="preserve"> </w:t>
      </w:r>
      <w:r w:rsidR="001E5390" w:rsidRPr="001E5390">
        <w:rPr>
          <w:color w:val="000000"/>
          <w:lang w:eastAsia="sk-SK"/>
        </w:rPr>
        <w:t>jednoznačne definovať ciele monitoringu, jeho prostriedky, spôsob vykonávania, hodnotenia výsledkov a prijímania opatrení.</w:t>
      </w:r>
    </w:p>
    <w:p w14:paraId="12BFD5C8" w14:textId="3248B8BF" w:rsidR="001E5390" w:rsidRPr="001E5390" w:rsidRDefault="001E5390" w:rsidP="007B4C63">
      <w:pPr>
        <w:adjustRightInd w:val="0"/>
        <w:spacing w:before="0" w:after="120" w:line="240" w:lineRule="auto"/>
        <w:jc w:val="both"/>
        <w:rPr>
          <w:color w:val="000000"/>
          <w:lang w:eastAsia="sk-SK"/>
        </w:rPr>
      </w:pPr>
      <w:r w:rsidRPr="001E5390">
        <w:rPr>
          <w:color w:val="000000"/>
          <w:lang w:eastAsia="sk-SK"/>
        </w:rPr>
        <w:t>V </w:t>
      </w:r>
      <w:r w:rsidR="00FC7873" w:rsidRPr="001E5390">
        <w:rPr>
          <w:color w:val="000000"/>
          <w:lang w:eastAsia="sk-SK"/>
        </w:rPr>
        <w:t>projekt</w:t>
      </w:r>
      <w:r w:rsidR="00FC7873">
        <w:rPr>
          <w:color w:val="000000"/>
          <w:lang w:eastAsia="sk-SK"/>
        </w:rPr>
        <w:t>e</w:t>
      </w:r>
      <w:r w:rsidR="00FC7873" w:rsidRPr="001E5390">
        <w:rPr>
          <w:color w:val="000000"/>
          <w:lang w:eastAsia="sk-SK"/>
        </w:rPr>
        <w:t xml:space="preserve"> </w:t>
      </w:r>
      <w:r w:rsidRPr="001E5390">
        <w:rPr>
          <w:color w:val="000000"/>
          <w:lang w:eastAsia="sk-SK"/>
        </w:rPr>
        <w:t>budú uvedené všetky monitorované objekty, metódy monitoringu, parametre, ktoré sa zisťujú, limity, frekvencie sledovania (periodicita), dĺžka merania, návrh monitorovacích objektov, súradnice navrhnutých monitorovacích objektov, situácie s navrhnutými objektmi, účel navrhnutých monitorovacích objektov, metodika merania, spôsob vyhodnocovania, atď.</w:t>
      </w:r>
    </w:p>
    <w:p w14:paraId="647917B2" w14:textId="3DA9FACD" w:rsidR="001E5390" w:rsidRPr="001E5390" w:rsidRDefault="001E5390" w:rsidP="007B4C63">
      <w:pPr>
        <w:adjustRightInd w:val="0"/>
        <w:spacing w:before="0" w:after="120" w:line="240" w:lineRule="auto"/>
        <w:jc w:val="both"/>
        <w:rPr>
          <w:color w:val="000000"/>
          <w:lang w:eastAsia="sk-SK"/>
        </w:rPr>
      </w:pPr>
      <w:r w:rsidRPr="001E5390">
        <w:rPr>
          <w:color w:val="000000"/>
          <w:lang w:eastAsia="sk-SK"/>
        </w:rPr>
        <w:t xml:space="preserve">Projekt monitoringu </w:t>
      </w:r>
      <w:r w:rsidR="00FC7873" w:rsidRPr="001E5390">
        <w:rPr>
          <w:color w:val="000000"/>
          <w:lang w:eastAsia="sk-SK"/>
        </w:rPr>
        <w:t>bud</w:t>
      </w:r>
      <w:r w:rsidR="00FC7873">
        <w:rPr>
          <w:color w:val="000000"/>
          <w:lang w:eastAsia="sk-SK"/>
        </w:rPr>
        <w:t>e</w:t>
      </w:r>
      <w:r w:rsidR="00FC7873" w:rsidRPr="001E5390">
        <w:rPr>
          <w:color w:val="000000"/>
          <w:lang w:eastAsia="sk-SK"/>
        </w:rPr>
        <w:t xml:space="preserve"> </w:t>
      </w:r>
      <w:r w:rsidRPr="001E5390">
        <w:rPr>
          <w:color w:val="000000"/>
          <w:lang w:eastAsia="sk-SK"/>
        </w:rPr>
        <w:t xml:space="preserve">obsahovať sumarizačnú tabuľku pre všetky objekty monitoringu s uvedením počtom meraní pre jednotlivé merné jednotky a výsledným súčtom meraní. Navrhované monitorovacie objekty budú zakreslené do situácie v požadovanej mierke. </w:t>
      </w:r>
    </w:p>
    <w:p w14:paraId="148EF0CB" w14:textId="7F56436C" w:rsidR="001E5390" w:rsidRPr="001E5390" w:rsidRDefault="001E5390" w:rsidP="007B4C63">
      <w:pPr>
        <w:adjustRightInd w:val="0"/>
        <w:spacing w:before="0" w:after="120" w:line="240" w:lineRule="auto"/>
        <w:jc w:val="both"/>
        <w:rPr>
          <w:color w:val="000000"/>
          <w:lang w:eastAsia="sk-SK"/>
        </w:rPr>
      </w:pPr>
      <w:r w:rsidRPr="001E5390">
        <w:rPr>
          <w:color w:val="000000"/>
          <w:lang w:eastAsia="sk-SK"/>
        </w:rPr>
        <w:t>Monitoring bude navrhnutý pre nasledujúce obdobia: obdobie pred začiatkom stavebných prác, počas trvania výstavby a rok po uvedení stavby do prevádzky.</w:t>
      </w:r>
    </w:p>
    <w:p w14:paraId="4AB84927" w14:textId="6EFA0BED" w:rsidR="001E5390" w:rsidRDefault="001E5390" w:rsidP="007B4C63">
      <w:pPr>
        <w:adjustRightInd w:val="0"/>
        <w:spacing w:before="0" w:after="120" w:line="240" w:lineRule="auto"/>
        <w:jc w:val="both"/>
        <w:rPr>
          <w:color w:val="000000"/>
          <w:lang w:eastAsia="sk-SK"/>
        </w:rPr>
      </w:pPr>
      <w:r w:rsidRPr="001E5390">
        <w:rPr>
          <w:color w:val="000000"/>
          <w:lang w:eastAsia="sk-SK"/>
        </w:rPr>
        <w:t>Projekt</w:t>
      </w:r>
      <w:r w:rsidR="0012343A">
        <w:rPr>
          <w:color w:val="000000"/>
          <w:lang w:eastAsia="sk-SK"/>
        </w:rPr>
        <w:t xml:space="preserve"> monitoringu </w:t>
      </w:r>
      <w:r w:rsidR="00FC7873">
        <w:rPr>
          <w:color w:val="000000"/>
          <w:lang w:eastAsia="sk-SK"/>
        </w:rPr>
        <w:t>bude vypracovaný</w:t>
      </w:r>
      <w:r w:rsidR="00FC7873" w:rsidRPr="001E5390">
        <w:rPr>
          <w:color w:val="000000"/>
          <w:lang w:eastAsia="sk-SK"/>
        </w:rPr>
        <w:t xml:space="preserve"> </w:t>
      </w:r>
      <w:r w:rsidRPr="001E5390">
        <w:rPr>
          <w:color w:val="000000"/>
          <w:lang w:eastAsia="sk-SK"/>
        </w:rPr>
        <w:t>odborne spôsobilými osobami.</w:t>
      </w:r>
    </w:p>
    <w:p w14:paraId="1ADB39DB" w14:textId="77777777" w:rsidR="00A32AF9" w:rsidRPr="00AC4CB7" w:rsidRDefault="00A32AF9" w:rsidP="001E5390">
      <w:pPr>
        <w:adjustRightInd w:val="0"/>
        <w:spacing w:before="0" w:after="120" w:line="240" w:lineRule="auto"/>
        <w:rPr>
          <w:lang w:eastAsia="sk-SK"/>
        </w:rPr>
      </w:pPr>
    </w:p>
    <w:p w14:paraId="6747547B" w14:textId="09A870B9" w:rsidR="00A32AF9" w:rsidRPr="00AC4CB7" w:rsidRDefault="00A32AF9" w:rsidP="002579D8">
      <w:pPr>
        <w:adjustRightInd w:val="0"/>
        <w:spacing w:before="0" w:after="120" w:line="240" w:lineRule="auto"/>
        <w:jc w:val="both"/>
        <w:rPr>
          <w:b/>
          <w:lang w:eastAsia="sk-SK"/>
        </w:rPr>
      </w:pPr>
      <w:r w:rsidRPr="00AC4CB7">
        <w:rPr>
          <w:b/>
          <w:lang w:eastAsia="sk-SK"/>
        </w:rPr>
        <w:t>6.</w:t>
      </w:r>
      <w:r w:rsidR="00601B33">
        <w:rPr>
          <w:b/>
          <w:lang w:eastAsia="sk-SK"/>
        </w:rPr>
        <w:t>3</w:t>
      </w:r>
      <w:r w:rsidR="00601B33" w:rsidRPr="00AC4CB7">
        <w:rPr>
          <w:b/>
          <w:lang w:eastAsia="sk-SK"/>
        </w:rPr>
        <w:t xml:space="preserve"> </w:t>
      </w:r>
      <w:r w:rsidRPr="00AC4CB7">
        <w:rPr>
          <w:b/>
          <w:lang w:eastAsia="sk-SK"/>
        </w:rPr>
        <w:tab/>
      </w:r>
      <w:r w:rsidRPr="00AC4CB7">
        <w:rPr>
          <w:b/>
          <w:bCs/>
        </w:rPr>
        <w:t>Ochranné opatrenia pre obmedzenie vplyvu bludných prúdov</w:t>
      </w:r>
    </w:p>
    <w:p w14:paraId="3680EF4A" w14:textId="77777777" w:rsidR="00A32AF9" w:rsidRPr="00AC4CB7" w:rsidRDefault="00A32AF9" w:rsidP="002579D8">
      <w:pPr>
        <w:adjustRightInd w:val="0"/>
        <w:spacing w:before="0" w:after="0" w:line="240" w:lineRule="auto"/>
        <w:jc w:val="both"/>
        <w:rPr>
          <w:lang w:eastAsia="sk-SK"/>
        </w:rPr>
      </w:pPr>
      <w:r w:rsidRPr="00AC4CB7">
        <w:rPr>
          <w:lang w:eastAsia="sk-SK"/>
        </w:rPr>
        <w:t xml:space="preserve">Na základe výsledkov </w:t>
      </w:r>
      <w:proofErr w:type="spellStart"/>
      <w:r w:rsidRPr="00AC4CB7">
        <w:rPr>
          <w:lang w:eastAsia="sk-SK"/>
        </w:rPr>
        <w:t>korózného</w:t>
      </w:r>
      <w:proofErr w:type="spellEnd"/>
      <w:r w:rsidRPr="00AC4CB7">
        <w:rPr>
          <w:lang w:eastAsia="sk-SK"/>
        </w:rPr>
        <w:t xml:space="preserve"> a </w:t>
      </w:r>
      <w:proofErr w:type="spellStart"/>
      <w:r w:rsidRPr="00AC4CB7">
        <w:rPr>
          <w:lang w:eastAsia="sk-SK"/>
        </w:rPr>
        <w:t>geoelektrického</w:t>
      </w:r>
      <w:proofErr w:type="spellEnd"/>
      <w:r w:rsidRPr="00AC4CB7">
        <w:rPr>
          <w:lang w:eastAsia="sk-SK"/>
        </w:rPr>
        <w:t xml:space="preserve"> prieskumu podľa TP 081 a dokumentu Základné ochranné opatrenia pre obmedzenie vplyvu bludných prúdov na mostné objekty pozemných komunikácií, časť I. Sprievodná správa, časť II. Návrh metodiky, [Rozborová úloha SSC, 2009]  bude určený stupeň ochranných opatrení a podľa záverov bude vypracovaná samostatná dokumentácia v rozsahu podľa TP 081. </w:t>
      </w:r>
    </w:p>
    <w:p w14:paraId="0B68C659" w14:textId="77777777" w:rsidR="00A32AF9" w:rsidRPr="00AC4CB7" w:rsidRDefault="00A32AF9" w:rsidP="002579D8">
      <w:pPr>
        <w:adjustRightInd w:val="0"/>
        <w:spacing w:before="0" w:after="0" w:line="240" w:lineRule="auto"/>
        <w:jc w:val="both"/>
        <w:rPr>
          <w:lang w:eastAsia="sk-SK"/>
        </w:rPr>
      </w:pPr>
      <w:r w:rsidRPr="00AC4CB7">
        <w:rPr>
          <w:lang w:eastAsia="sk-SK"/>
        </w:rPr>
        <w:lastRenderedPageBreak/>
        <w:t xml:space="preserve">Určia sa požiadavky koordinácie ochranných opatrení s nadväzujúcimi profesiami: </w:t>
      </w:r>
    </w:p>
    <w:p w14:paraId="4D8DFD5A" w14:textId="77777777" w:rsidR="00A32AF9" w:rsidRPr="00AC4CB7" w:rsidRDefault="00A32AF9" w:rsidP="007B4C63">
      <w:pPr>
        <w:pStyle w:val="Odsekzoznamu"/>
        <w:numPr>
          <w:ilvl w:val="0"/>
          <w:numId w:val="125"/>
        </w:numPr>
        <w:adjustRightInd w:val="0"/>
        <w:spacing w:before="0" w:after="25" w:line="240" w:lineRule="auto"/>
        <w:jc w:val="both"/>
        <w:rPr>
          <w:lang w:eastAsia="sk-SK"/>
        </w:rPr>
      </w:pPr>
      <w:r w:rsidRPr="00AC4CB7">
        <w:rPr>
          <w:lang w:eastAsia="sk-SK"/>
        </w:rPr>
        <w:t xml:space="preserve">špeciálne požiadavky na elektrickú inštaláciu a elektrozariadenia silnoprúdové, slaboprúdové, riadiace systémy, uzemnenie, </w:t>
      </w:r>
      <w:proofErr w:type="spellStart"/>
      <w:r w:rsidRPr="00AC4CB7">
        <w:rPr>
          <w:lang w:eastAsia="sk-SK"/>
        </w:rPr>
        <w:t>pospojovanie</w:t>
      </w:r>
      <w:proofErr w:type="spellEnd"/>
      <w:r w:rsidRPr="00AC4CB7">
        <w:rPr>
          <w:lang w:eastAsia="sk-SK"/>
        </w:rPr>
        <w:t xml:space="preserve">, </w:t>
      </w:r>
    </w:p>
    <w:p w14:paraId="5B3D484D" w14:textId="77777777" w:rsidR="00A32AF9" w:rsidRPr="00AC4CB7" w:rsidRDefault="00A32AF9" w:rsidP="007B4C63">
      <w:pPr>
        <w:pStyle w:val="Odsekzoznamu"/>
        <w:numPr>
          <w:ilvl w:val="0"/>
          <w:numId w:val="125"/>
        </w:numPr>
        <w:adjustRightInd w:val="0"/>
        <w:spacing w:before="0" w:after="25" w:line="240" w:lineRule="auto"/>
        <w:jc w:val="both"/>
        <w:rPr>
          <w:lang w:eastAsia="sk-SK"/>
        </w:rPr>
      </w:pPr>
      <w:r w:rsidRPr="00AC4CB7">
        <w:rPr>
          <w:lang w:eastAsia="sk-SK"/>
        </w:rPr>
        <w:t xml:space="preserve">súbeh so železnicami - </w:t>
      </w:r>
      <w:proofErr w:type="spellStart"/>
      <w:r w:rsidRPr="00AC4CB7">
        <w:rPr>
          <w:lang w:eastAsia="sk-SK"/>
        </w:rPr>
        <w:t>ukoľajnenie</w:t>
      </w:r>
      <w:proofErr w:type="spellEnd"/>
      <w:r w:rsidRPr="00AC4CB7">
        <w:rPr>
          <w:lang w:eastAsia="sk-SK"/>
        </w:rPr>
        <w:t xml:space="preserve">, </w:t>
      </w:r>
    </w:p>
    <w:p w14:paraId="590B8D4F" w14:textId="77777777" w:rsidR="00A32AF9" w:rsidRPr="00AC4CB7" w:rsidRDefault="00A32AF9" w:rsidP="007B4C63">
      <w:pPr>
        <w:pStyle w:val="Odsekzoznamu"/>
        <w:numPr>
          <w:ilvl w:val="0"/>
          <w:numId w:val="125"/>
        </w:numPr>
        <w:adjustRightInd w:val="0"/>
        <w:spacing w:before="0" w:after="25" w:line="240" w:lineRule="auto"/>
        <w:jc w:val="both"/>
        <w:rPr>
          <w:lang w:eastAsia="sk-SK"/>
        </w:rPr>
      </w:pPr>
      <w:r w:rsidRPr="00AC4CB7">
        <w:rPr>
          <w:lang w:eastAsia="sk-SK"/>
        </w:rPr>
        <w:t xml:space="preserve">spôsob prevedenia ochranného korózneho systému (aktívna, pasívna ochrana), </w:t>
      </w:r>
    </w:p>
    <w:p w14:paraId="2B38F9A6" w14:textId="77777777" w:rsidR="00A32AF9" w:rsidRPr="00AC4CB7" w:rsidRDefault="00A32AF9" w:rsidP="007B4C63">
      <w:pPr>
        <w:pStyle w:val="Odsekzoznamu"/>
        <w:numPr>
          <w:ilvl w:val="0"/>
          <w:numId w:val="125"/>
        </w:numPr>
        <w:adjustRightInd w:val="0"/>
        <w:spacing w:before="0" w:after="0" w:line="240" w:lineRule="auto"/>
        <w:jc w:val="both"/>
        <w:rPr>
          <w:lang w:eastAsia="sk-SK"/>
        </w:rPr>
      </w:pPr>
      <w:r w:rsidRPr="00AC4CB7">
        <w:rPr>
          <w:lang w:eastAsia="sk-SK"/>
        </w:rPr>
        <w:t xml:space="preserve">určenie systému diagnostiky korózneho stavu výstuže, </w:t>
      </w:r>
    </w:p>
    <w:p w14:paraId="43CE2900" w14:textId="77777777" w:rsidR="00A32AF9" w:rsidRPr="00AC4CB7" w:rsidRDefault="00A32AF9" w:rsidP="007B4C63">
      <w:pPr>
        <w:pStyle w:val="Odsekzoznamu"/>
        <w:numPr>
          <w:ilvl w:val="0"/>
          <w:numId w:val="125"/>
        </w:numPr>
        <w:adjustRightInd w:val="0"/>
        <w:spacing w:before="0" w:after="0" w:line="240" w:lineRule="auto"/>
        <w:jc w:val="both"/>
        <w:rPr>
          <w:lang w:eastAsia="sk-SK"/>
        </w:rPr>
      </w:pPr>
      <w:r w:rsidRPr="00AC4CB7">
        <w:rPr>
          <w:lang w:eastAsia="sk-SK"/>
        </w:rPr>
        <w:t xml:space="preserve">požiadavky na stavebné objekty (prevarenie výstuže, vyvedenie výstuže na povrch pre napojenie uzemnenia a pod.), </w:t>
      </w:r>
    </w:p>
    <w:p w14:paraId="5707BAB8" w14:textId="77777777" w:rsidR="00A32AF9" w:rsidRPr="00AC4CB7" w:rsidRDefault="00A32AF9" w:rsidP="002579D8">
      <w:pPr>
        <w:adjustRightInd w:val="0"/>
        <w:spacing w:before="0" w:after="0" w:line="240" w:lineRule="auto"/>
        <w:jc w:val="both"/>
        <w:rPr>
          <w:lang w:eastAsia="sk-SK"/>
        </w:rPr>
      </w:pPr>
      <w:r w:rsidRPr="00AC4CB7">
        <w:rPr>
          <w:lang w:eastAsia="sk-SK"/>
        </w:rPr>
        <w:t xml:space="preserve">Uvedú sa aj prípadné požiadavky na doplnenie ďalšieho prieskumu. Postup a rozsah dokumentácie je podrobne riešený v TP 081 a v dokumente Základné ochranné opatrenia pre obmedzenie vplyvu bludných prúdov na mostné objekty pozemných komunikácií, časť I. Sprievodná správa, časť II. Návrh metodiky, [Rozborová úloha SSC, 2009]. </w:t>
      </w:r>
    </w:p>
    <w:p w14:paraId="5E92F6E4" w14:textId="77777777" w:rsidR="00A32AF9" w:rsidRPr="00AC4CB7" w:rsidRDefault="00A32AF9" w:rsidP="002579D8">
      <w:pPr>
        <w:adjustRightInd w:val="0"/>
        <w:spacing w:before="0" w:after="0" w:line="240" w:lineRule="auto"/>
        <w:jc w:val="both"/>
        <w:rPr>
          <w:lang w:eastAsia="sk-SK"/>
        </w:rPr>
      </w:pPr>
      <w:r w:rsidRPr="00AC4CB7">
        <w:rPr>
          <w:lang w:eastAsia="sk-SK"/>
        </w:rPr>
        <w:t xml:space="preserve">Dokumentácia opatrení, proti agresívnemu vplyvu korozívnych účinkov bludných prúdov na železo sa vypracuje ako samostatná dokumentácia návrhu opatrení na ochranu nosných kovových a železobetónových prvkov, ktoré sú súčasťou konštrukcií projektovaného úseku komunikácie ako napr.: </w:t>
      </w:r>
    </w:p>
    <w:p w14:paraId="47165EB2" w14:textId="77777777" w:rsidR="00A32AF9" w:rsidRPr="00AC4CB7" w:rsidRDefault="00A32AF9" w:rsidP="007B4C63">
      <w:pPr>
        <w:pStyle w:val="Odsekzoznamu"/>
        <w:numPr>
          <w:ilvl w:val="0"/>
          <w:numId w:val="125"/>
        </w:numPr>
        <w:adjustRightInd w:val="0"/>
        <w:spacing w:before="0" w:after="24" w:line="240" w:lineRule="auto"/>
        <w:jc w:val="both"/>
        <w:rPr>
          <w:lang w:eastAsia="sk-SK"/>
        </w:rPr>
      </w:pPr>
      <w:r w:rsidRPr="00AC4CB7">
        <w:rPr>
          <w:lang w:eastAsia="sk-SK"/>
        </w:rPr>
        <w:t xml:space="preserve">mosty, </w:t>
      </w:r>
    </w:p>
    <w:p w14:paraId="403BB2A6" w14:textId="77777777" w:rsidR="00A32AF9" w:rsidRPr="00AC4CB7" w:rsidRDefault="00A32AF9" w:rsidP="007B4C63">
      <w:pPr>
        <w:pStyle w:val="Odsekzoznamu"/>
        <w:numPr>
          <w:ilvl w:val="0"/>
          <w:numId w:val="125"/>
        </w:numPr>
        <w:adjustRightInd w:val="0"/>
        <w:spacing w:before="0" w:after="24" w:line="240" w:lineRule="auto"/>
        <w:jc w:val="both"/>
        <w:rPr>
          <w:lang w:eastAsia="sk-SK"/>
        </w:rPr>
      </w:pPr>
      <w:r w:rsidRPr="00AC4CB7">
        <w:rPr>
          <w:lang w:eastAsia="sk-SK"/>
        </w:rPr>
        <w:t xml:space="preserve">tunely, </w:t>
      </w:r>
    </w:p>
    <w:p w14:paraId="4D4157EE" w14:textId="77777777" w:rsidR="00A32AF9" w:rsidRPr="00AC4CB7" w:rsidRDefault="00A32AF9" w:rsidP="007B4C63">
      <w:pPr>
        <w:pStyle w:val="Odsekzoznamu"/>
        <w:numPr>
          <w:ilvl w:val="0"/>
          <w:numId w:val="125"/>
        </w:numPr>
        <w:adjustRightInd w:val="0"/>
        <w:spacing w:before="0" w:after="24" w:line="240" w:lineRule="auto"/>
        <w:jc w:val="both"/>
        <w:rPr>
          <w:lang w:eastAsia="sk-SK"/>
        </w:rPr>
      </w:pPr>
      <w:r w:rsidRPr="00AC4CB7">
        <w:rPr>
          <w:lang w:eastAsia="sk-SK"/>
        </w:rPr>
        <w:t xml:space="preserve">prevádzkové budovy, </w:t>
      </w:r>
    </w:p>
    <w:p w14:paraId="5ED72631" w14:textId="77777777" w:rsidR="00A32AF9" w:rsidRPr="00AC4CB7" w:rsidRDefault="00A32AF9" w:rsidP="007B4C63">
      <w:pPr>
        <w:pStyle w:val="Odsekzoznamu"/>
        <w:numPr>
          <w:ilvl w:val="0"/>
          <w:numId w:val="125"/>
        </w:numPr>
        <w:adjustRightInd w:val="0"/>
        <w:spacing w:before="0" w:after="24" w:line="240" w:lineRule="auto"/>
        <w:jc w:val="both"/>
        <w:rPr>
          <w:lang w:eastAsia="sk-SK"/>
        </w:rPr>
      </w:pPr>
      <w:proofErr w:type="spellStart"/>
      <w:r w:rsidRPr="00AC4CB7">
        <w:rPr>
          <w:lang w:eastAsia="sk-SK"/>
        </w:rPr>
        <w:t>gabióny</w:t>
      </w:r>
      <w:proofErr w:type="spellEnd"/>
      <w:r w:rsidRPr="00AC4CB7">
        <w:rPr>
          <w:lang w:eastAsia="sk-SK"/>
        </w:rPr>
        <w:t xml:space="preserve">, </w:t>
      </w:r>
    </w:p>
    <w:p w14:paraId="58B8D2D5" w14:textId="2401E87E" w:rsidR="00D321EF" w:rsidRPr="00E56CEE" w:rsidRDefault="00A32AF9" w:rsidP="00E56CEE">
      <w:pPr>
        <w:pStyle w:val="Odsekzoznamu"/>
        <w:numPr>
          <w:ilvl w:val="0"/>
          <w:numId w:val="125"/>
        </w:numPr>
        <w:adjustRightInd w:val="0"/>
        <w:spacing w:before="0" w:after="0" w:line="240" w:lineRule="auto"/>
        <w:jc w:val="both"/>
        <w:rPr>
          <w:b/>
          <w:bCs/>
          <w:sz w:val="22"/>
          <w:szCs w:val="22"/>
        </w:rPr>
      </w:pPr>
      <w:r w:rsidRPr="00AC4CB7">
        <w:rPr>
          <w:lang w:eastAsia="sk-SK"/>
        </w:rPr>
        <w:t xml:space="preserve">atď. </w:t>
      </w:r>
    </w:p>
    <w:p w14:paraId="7840F346" w14:textId="77777777" w:rsidR="00E56CEE" w:rsidRDefault="00E56CEE" w:rsidP="00E56CEE">
      <w:pPr>
        <w:pStyle w:val="Odsekzoznamu"/>
        <w:adjustRightInd w:val="0"/>
        <w:spacing w:before="0" w:after="0" w:line="240" w:lineRule="auto"/>
        <w:ind w:left="720"/>
        <w:jc w:val="both"/>
        <w:rPr>
          <w:b/>
          <w:bCs/>
          <w:sz w:val="22"/>
          <w:szCs w:val="22"/>
        </w:rPr>
      </w:pPr>
    </w:p>
    <w:p w14:paraId="457D1D61" w14:textId="1B45BBAC" w:rsidR="0073520A" w:rsidRDefault="00A151C8" w:rsidP="00633037">
      <w:pPr>
        <w:pStyle w:val="Hlavika"/>
        <w:tabs>
          <w:tab w:val="clear" w:pos="4819"/>
          <w:tab w:val="clear" w:pos="9071"/>
          <w:tab w:val="left" w:pos="-3261"/>
        </w:tabs>
        <w:spacing w:after="120"/>
        <w:jc w:val="both"/>
        <w:rPr>
          <w:b/>
          <w:bCs/>
          <w:sz w:val="22"/>
          <w:szCs w:val="22"/>
        </w:rPr>
      </w:pPr>
      <w:r>
        <w:rPr>
          <w:b/>
          <w:bCs/>
          <w:sz w:val="22"/>
          <w:szCs w:val="22"/>
        </w:rPr>
        <w:t>7</w:t>
      </w:r>
      <w:r w:rsidR="00A144DB" w:rsidRPr="00633037">
        <w:rPr>
          <w:b/>
          <w:bCs/>
          <w:sz w:val="22"/>
          <w:szCs w:val="22"/>
        </w:rPr>
        <w:t xml:space="preserve"> </w:t>
      </w:r>
      <w:r w:rsidR="00A144DB" w:rsidRPr="00633037">
        <w:rPr>
          <w:b/>
          <w:bCs/>
          <w:sz w:val="22"/>
          <w:szCs w:val="22"/>
        </w:rPr>
        <w:tab/>
      </w:r>
      <w:r w:rsidR="000A2D7B" w:rsidRPr="00A776F2">
        <w:rPr>
          <w:b/>
          <w:bCs/>
          <w:sz w:val="22"/>
          <w:szCs w:val="22"/>
        </w:rPr>
        <w:t>Projekt</w:t>
      </w:r>
      <w:r w:rsidR="00633037" w:rsidRPr="00A776F2">
        <w:rPr>
          <w:b/>
          <w:bCs/>
          <w:sz w:val="22"/>
          <w:szCs w:val="22"/>
        </w:rPr>
        <w:t xml:space="preserve"> organizácie výstavby</w:t>
      </w:r>
    </w:p>
    <w:p w14:paraId="280C3ECC" w14:textId="5D3D73AC" w:rsidR="0024482A" w:rsidRPr="00E23C05" w:rsidRDefault="0024482A" w:rsidP="00AC4CB7">
      <w:pPr>
        <w:pStyle w:val="Hlavika"/>
        <w:tabs>
          <w:tab w:val="clear" w:pos="4819"/>
          <w:tab w:val="clear" w:pos="9071"/>
          <w:tab w:val="left" w:pos="-3261"/>
        </w:tabs>
        <w:spacing w:after="120"/>
        <w:jc w:val="both"/>
        <w:rPr>
          <w:bCs/>
        </w:rPr>
      </w:pPr>
      <w:r>
        <w:rPr>
          <w:bCs/>
        </w:rPr>
        <w:tab/>
      </w:r>
      <w:r w:rsidRPr="00915C95">
        <w:rPr>
          <w:bCs/>
        </w:rPr>
        <w:t xml:space="preserve">Zhotoviteľ </w:t>
      </w:r>
      <w:r w:rsidR="004A3284">
        <w:rPr>
          <w:bCs/>
        </w:rPr>
        <w:t xml:space="preserve">na základe schváleného harmonogramu stavebných prác </w:t>
      </w:r>
      <w:r w:rsidRPr="00915C95">
        <w:rPr>
          <w:bCs/>
        </w:rPr>
        <w:t xml:space="preserve">spracuje </w:t>
      </w:r>
      <w:r w:rsidR="004A3284">
        <w:rPr>
          <w:bCs/>
        </w:rPr>
        <w:t>projekt</w:t>
      </w:r>
      <w:r w:rsidR="004A3284" w:rsidRPr="00915C95">
        <w:rPr>
          <w:bCs/>
        </w:rPr>
        <w:t xml:space="preserve"> </w:t>
      </w:r>
      <w:r w:rsidRPr="00915C95">
        <w:rPr>
          <w:bCs/>
        </w:rPr>
        <w:t xml:space="preserve">organizácie výstavby a prerokuje s dotknutými obcami a ostatnými organizáciami. </w:t>
      </w:r>
    </w:p>
    <w:p w14:paraId="3AAF64A8" w14:textId="5C991B37" w:rsidR="0024482A" w:rsidRDefault="0024482A" w:rsidP="0024482A">
      <w:pPr>
        <w:pStyle w:val="Hlavika"/>
        <w:tabs>
          <w:tab w:val="clear" w:pos="4819"/>
          <w:tab w:val="clear" w:pos="9071"/>
          <w:tab w:val="left" w:pos="-3261"/>
        </w:tabs>
        <w:jc w:val="both"/>
        <w:rPr>
          <w:bCs/>
        </w:rPr>
      </w:pPr>
      <w:r>
        <w:rPr>
          <w:bCs/>
        </w:rPr>
        <w:tab/>
      </w:r>
      <w:r w:rsidRPr="00854FA1">
        <w:rPr>
          <w:bCs/>
        </w:rPr>
        <w:t>Zhotoviteľ vypracuje podrobný projekt organizácie výstavby (POV), ktorý bude obsahovať samostatné prílohy, grafický harmonogram výstavby (HMG) – časovú postupnosť realizácie pri zhotovovaní jednotlivých stavebných objektov (SO) a prevádzkových súborov (PS), kumulatívnu krivku nákladov, ktorá bude vychádzať z odhadovaných nákladov na každý SO a PS a stanovených technologických míľnikov na stavebných objektoch, prípadne stavebných technológiách,  nachádzajúcich sa na kritickej ceste.</w:t>
      </w:r>
    </w:p>
    <w:p w14:paraId="30D6C983" w14:textId="77777777" w:rsidR="0024482A" w:rsidRPr="00854FA1" w:rsidRDefault="0024482A" w:rsidP="0024482A">
      <w:pPr>
        <w:pStyle w:val="Hlavika"/>
        <w:tabs>
          <w:tab w:val="clear" w:pos="4819"/>
          <w:tab w:val="clear" w:pos="9071"/>
          <w:tab w:val="left" w:pos="-3261"/>
        </w:tabs>
        <w:jc w:val="both"/>
        <w:rPr>
          <w:bCs/>
        </w:rPr>
      </w:pPr>
    </w:p>
    <w:p w14:paraId="0DEC132D" w14:textId="653214FA" w:rsidR="0073520A" w:rsidRPr="00854FA1" w:rsidRDefault="00A151C8" w:rsidP="009977DC">
      <w:pPr>
        <w:keepNext/>
        <w:spacing w:after="120"/>
        <w:ind w:left="680" w:hanging="680"/>
      </w:pPr>
      <w:r>
        <w:rPr>
          <w:b/>
          <w:bCs/>
        </w:rPr>
        <w:t>7</w:t>
      </w:r>
      <w:r w:rsidR="00633037">
        <w:rPr>
          <w:b/>
          <w:bCs/>
        </w:rPr>
        <w:t>.1</w:t>
      </w:r>
      <w:r w:rsidR="00633037">
        <w:rPr>
          <w:b/>
          <w:bCs/>
        </w:rPr>
        <w:tab/>
      </w:r>
      <w:r w:rsidR="0073520A" w:rsidRPr="00854FA1">
        <w:rPr>
          <w:b/>
          <w:bCs/>
        </w:rPr>
        <w:t xml:space="preserve"> Technická správa k postupu stavebných prác </w:t>
      </w:r>
      <w:r w:rsidR="0024482A" w:rsidRPr="0024482A">
        <w:rPr>
          <w:b/>
          <w:bCs/>
        </w:rPr>
        <w:t>vrátane opisu nadväznosti jednotlivých SO a PS.</w:t>
      </w:r>
      <w:r w:rsidR="00633037">
        <w:rPr>
          <w:bCs/>
        </w:rPr>
        <w:tab/>
      </w:r>
    </w:p>
    <w:p w14:paraId="73EDC844" w14:textId="42BE46E4" w:rsidR="0073520A" w:rsidRPr="00854FA1" w:rsidRDefault="0024482A" w:rsidP="009977DC">
      <w:pPr>
        <w:pStyle w:val="00-05"/>
        <w:keepNext/>
        <w:spacing w:after="120"/>
        <w:ind w:left="0" w:firstLine="0"/>
        <w:rPr>
          <w:rFonts w:cs="Arial"/>
          <w:bCs/>
          <w:sz w:val="20"/>
          <w:lang w:eastAsia="cs-CZ"/>
        </w:rPr>
      </w:pPr>
      <w:r>
        <w:rPr>
          <w:bCs/>
        </w:rPr>
        <w:tab/>
      </w:r>
      <w:r w:rsidR="0073520A" w:rsidRPr="00854FA1">
        <w:rPr>
          <w:rFonts w:cs="Arial"/>
          <w:bCs/>
          <w:sz w:val="20"/>
          <w:lang w:eastAsia="cs-CZ"/>
        </w:rPr>
        <w:t xml:space="preserve">Doporučený postup výstavby jednotlivých stavebných objektov musí byť spracovaný v podrobnostiach, ktoré jasne definujú doporučený postup ich realizácie a musí byť členený na jednotlivé technologické časti objektu. </w:t>
      </w:r>
    </w:p>
    <w:p w14:paraId="0428E0B4" w14:textId="77777777" w:rsidR="0073520A" w:rsidRPr="00854FA1" w:rsidRDefault="0073520A" w:rsidP="0073520A">
      <w:pPr>
        <w:jc w:val="both"/>
        <w:rPr>
          <w:bCs/>
        </w:rPr>
      </w:pPr>
      <w:r w:rsidRPr="00854FA1">
        <w:rPr>
          <w:bCs/>
        </w:rPr>
        <w:t xml:space="preserve">V TS k postupu stavebných prác je Zhotoviteľ povinný okrem iného určiť a zadefinovať </w:t>
      </w:r>
    </w:p>
    <w:p w14:paraId="2F410094"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obmedzenia týkajúce sa navrhovaných prístupových komunikácií vo vzťahu na projektantom navrhovanej technológii realizovania objektov</w:t>
      </w:r>
    </w:p>
    <w:p w14:paraId="6BC00787"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 xml:space="preserve">únosnosť existujúcich prístupových komunikácií a obmedzenia v prejazdných profiloch, ktoré majú vplyv na dovoz materiálov a technologických zariadení potrebných na realizáciu diela </w:t>
      </w:r>
    </w:p>
    <w:p w14:paraId="40EDB71C"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spôsob riešenia obmedzeného prístupu</w:t>
      </w:r>
    </w:p>
    <w:p w14:paraId="7A968AC1"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pozemky a jestvujúce budovy vhodné na zariadenie staveniska</w:t>
      </w:r>
    </w:p>
    <w:p w14:paraId="7C56094B"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zdroje a miesta napojenia pre prívod vody a energie k stavenisku</w:t>
      </w:r>
    </w:p>
    <w:p w14:paraId="0BAF73C4"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zásady odvodnenia staveniska</w:t>
      </w:r>
    </w:p>
    <w:p w14:paraId="64F8E0DF"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 xml:space="preserve">možné a odporučené zdroje hlavných materiálov, </w:t>
      </w:r>
      <w:proofErr w:type="spellStart"/>
      <w:r w:rsidRPr="00854FA1">
        <w:rPr>
          <w:bCs/>
        </w:rPr>
        <w:t>zemníkov</w:t>
      </w:r>
      <w:proofErr w:type="spellEnd"/>
      <w:r w:rsidRPr="00854FA1">
        <w:rPr>
          <w:bCs/>
        </w:rPr>
        <w:t xml:space="preserve"> a skládok</w:t>
      </w:r>
    </w:p>
    <w:p w14:paraId="3AD7AD78"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možnosti prístupu na stavenisko</w:t>
      </w:r>
    </w:p>
    <w:p w14:paraId="7F26A1FE"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 xml:space="preserve">v prípade, že pozemky pod navrhnutými prístupovými cestami na stavenisko nie sú vo vlastníctve mesta alebo obce treba prístup riešiť samostatnými objektmi </w:t>
      </w:r>
    </w:p>
    <w:p w14:paraId="08217F78" w14:textId="219B6C4B"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 xml:space="preserve">pri veľkých presunoch hmôt vhodné dopravné trasy a údaje o potrebných opareniach alebo úpravách </w:t>
      </w:r>
      <w:r w:rsidR="00320A5D">
        <w:rPr>
          <w:bCs/>
        </w:rPr>
        <w:br/>
      </w:r>
      <w:r w:rsidRPr="00854FA1">
        <w:rPr>
          <w:bCs/>
        </w:rPr>
        <w:t>na dopravných trasách</w:t>
      </w:r>
    </w:p>
    <w:p w14:paraId="0823CB2E"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zvláštne podmienky a požiadavky na realizáciu stavby</w:t>
      </w:r>
    </w:p>
    <w:p w14:paraId="60365A1B"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postup stavebných prác, harmonogram – doporučený postup výstavby jednotlivých stavebných objektov</w:t>
      </w:r>
    </w:p>
    <w:p w14:paraId="202BB911"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umiestnenie nevhodného materiálu, odpadového materiálu, humusu (zakreslenie do situácie)</w:t>
      </w:r>
    </w:p>
    <w:p w14:paraId="4867934C"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hlavné zásady bezpečnosti a ochrany zdravia pri práci</w:t>
      </w:r>
    </w:p>
    <w:p w14:paraId="488AA772" w14:textId="77777777" w:rsidR="0073520A" w:rsidRPr="00854FA1" w:rsidRDefault="00A151C8" w:rsidP="0073520A">
      <w:pPr>
        <w:pStyle w:val="Odsekzoznamu"/>
        <w:tabs>
          <w:tab w:val="left" w:pos="284"/>
        </w:tabs>
        <w:spacing w:before="240" w:after="120" w:line="240" w:lineRule="auto"/>
        <w:ind w:left="0"/>
        <w:jc w:val="both"/>
        <w:rPr>
          <w:b/>
          <w:bCs/>
        </w:rPr>
      </w:pPr>
      <w:r>
        <w:rPr>
          <w:b/>
          <w:bCs/>
        </w:rPr>
        <w:t>7</w:t>
      </w:r>
      <w:r w:rsidR="00CC3194">
        <w:rPr>
          <w:b/>
          <w:bCs/>
        </w:rPr>
        <w:t>.</w:t>
      </w:r>
      <w:r w:rsidR="0073520A" w:rsidRPr="00854FA1">
        <w:rPr>
          <w:b/>
          <w:bCs/>
        </w:rPr>
        <w:t>2</w:t>
      </w:r>
      <w:r w:rsidR="00CC3194">
        <w:rPr>
          <w:b/>
          <w:bCs/>
        </w:rPr>
        <w:tab/>
      </w:r>
      <w:r w:rsidR="00CC3194">
        <w:rPr>
          <w:b/>
          <w:bCs/>
        </w:rPr>
        <w:tab/>
      </w:r>
      <w:r w:rsidR="0073520A" w:rsidRPr="00854FA1">
        <w:rPr>
          <w:b/>
          <w:bCs/>
        </w:rPr>
        <w:t xml:space="preserve"> Prílohy</w:t>
      </w:r>
    </w:p>
    <w:p w14:paraId="0A469C48" w14:textId="77777777" w:rsidR="0073520A" w:rsidRPr="00854FA1" w:rsidRDefault="0073520A" w:rsidP="00240DBE">
      <w:pPr>
        <w:pStyle w:val="Odsekzoznamu"/>
        <w:numPr>
          <w:ilvl w:val="4"/>
          <w:numId w:val="21"/>
        </w:numPr>
        <w:tabs>
          <w:tab w:val="left" w:pos="284"/>
        </w:tabs>
        <w:spacing w:before="120" w:after="120" w:line="240" w:lineRule="auto"/>
        <w:ind w:left="284" w:hanging="142"/>
        <w:jc w:val="both"/>
        <w:rPr>
          <w:b/>
          <w:bCs/>
        </w:rPr>
      </w:pPr>
      <w:r w:rsidRPr="00854FA1">
        <w:rPr>
          <w:b/>
          <w:bCs/>
        </w:rPr>
        <w:lastRenderedPageBreak/>
        <w:t>Situácie</w:t>
      </w:r>
    </w:p>
    <w:p w14:paraId="51E61DCB"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so zakreslením navrhovaných SD a prístupových ciest</w:t>
      </w:r>
    </w:p>
    <w:p w14:paraId="0411D1F6" w14:textId="77777777" w:rsidR="0073520A" w:rsidRPr="00854FA1" w:rsidRDefault="0073520A" w:rsidP="00240DBE">
      <w:pPr>
        <w:pStyle w:val="Odsekzoznamu"/>
        <w:numPr>
          <w:ilvl w:val="4"/>
          <w:numId w:val="21"/>
        </w:numPr>
        <w:tabs>
          <w:tab w:val="left" w:pos="284"/>
        </w:tabs>
        <w:spacing w:before="120" w:after="120" w:line="240" w:lineRule="auto"/>
        <w:ind w:left="284" w:hanging="142"/>
        <w:jc w:val="both"/>
        <w:rPr>
          <w:b/>
          <w:bCs/>
        </w:rPr>
      </w:pPr>
      <w:r w:rsidRPr="00854FA1">
        <w:rPr>
          <w:b/>
          <w:bCs/>
        </w:rPr>
        <w:t xml:space="preserve">Grafický harmonogram výstavby (HMG) </w:t>
      </w:r>
    </w:p>
    <w:p w14:paraId="3AB07C58"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bude obsahovať časovú postupnosť výstavy pri realizácii jednotlivých stavebných objektov (SO) a prevádzkových súborov (PS)</w:t>
      </w:r>
    </w:p>
    <w:p w14:paraId="1F9F1BBB"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bude vo forme </w:t>
      </w:r>
      <w:proofErr w:type="spellStart"/>
      <w:r w:rsidRPr="00854FA1">
        <w:rPr>
          <w:bCs/>
        </w:rPr>
        <w:t>Ganttovho</w:t>
      </w:r>
      <w:proofErr w:type="spellEnd"/>
      <w:r w:rsidRPr="00854FA1">
        <w:rPr>
          <w:bCs/>
        </w:rPr>
        <w:t xml:space="preserve"> diagramu vypracovaného v softvéri Microsoft Project ( formát </w:t>
      </w:r>
      <w:proofErr w:type="spellStart"/>
      <w:r w:rsidRPr="00854FA1">
        <w:rPr>
          <w:bCs/>
        </w:rPr>
        <w:t>mpp</w:t>
      </w:r>
      <w:proofErr w:type="spellEnd"/>
      <w:r w:rsidRPr="00854FA1">
        <w:rPr>
          <w:bCs/>
        </w:rPr>
        <w:t>), s jasne vyznačenou kritickou cestou, ktorú budú vytvárať príslušné technologické míľniky  SO a/alebo PS</w:t>
      </w:r>
    </w:p>
    <w:p w14:paraId="35F78DA8"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pri mostných objektoch je členenie min. na špeciálne zakladanie, spodná stavba, vodorovná nosná konštrukcia, príslušenstvo </w:t>
      </w:r>
    </w:p>
    <w:p w14:paraId="75022CC3"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pri monolitických mostoch musí byť jasne identifikovaná </w:t>
      </w:r>
      <w:proofErr w:type="spellStart"/>
      <w:r w:rsidRPr="00854FA1">
        <w:rPr>
          <w:bCs/>
        </w:rPr>
        <w:t>etapizácia</w:t>
      </w:r>
      <w:proofErr w:type="spellEnd"/>
      <w:r w:rsidRPr="00854FA1">
        <w:rPr>
          <w:bCs/>
        </w:rPr>
        <w:t xml:space="preserve"> výstavby, so zapracovanými nutnými technologickými prestávkami </w:t>
      </w:r>
    </w:p>
    <w:p w14:paraId="6F7C20A9"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pri komunikácii musí byť členenie min. na výkopy, násypy, vylepšovanie – sanácia podložia násypov, definovanie doby konsolidácie násypov, konštrukčné vrstvy vozovky a príslušenstvo </w:t>
      </w:r>
    </w:p>
    <w:p w14:paraId="07FDDBEC" w14:textId="77777777" w:rsidR="0073520A" w:rsidRPr="0073520A" w:rsidRDefault="0073520A" w:rsidP="00240DBE">
      <w:pPr>
        <w:pStyle w:val="Odsekzoznamu"/>
        <w:numPr>
          <w:ilvl w:val="4"/>
          <w:numId w:val="21"/>
        </w:numPr>
        <w:tabs>
          <w:tab w:val="left" w:pos="284"/>
        </w:tabs>
        <w:spacing w:before="120" w:after="120" w:line="240" w:lineRule="auto"/>
        <w:ind w:left="284" w:hanging="142"/>
        <w:jc w:val="both"/>
        <w:rPr>
          <w:bCs/>
        </w:rPr>
      </w:pPr>
      <w:r w:rsidRPr="00854FA1">
        <w:rPr>
          <w:b/>
          <w:bCs/>
        </w:rPr>
        <w:t>Stanovenie technologických míľnikov.</w:t>
      </w:r>
    </w:p>
    <w:p w14:paraId="30EAAF32"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Zhotoviteľ DP na základe navrhovaných postupov výstavby a stanovenej kritickej cesty výstavby navrhne minimálne 5 technologických míľnikov pre objekty na kritickej ceste. V technologickom míľniku Zhotoviteľ zadefinuje termín kedy musí byť ukončená niektorá časť objektu a/alebo technológie tak, aby postup výstavby mohol plynule pokračovať.       </w:t>
      </w:r>
    </w:p>
    <w:p w14:paraId="364FEF6D"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Napríklad: </w:t>
      </w:r>
    </w:p>
    <w:p w14:paraId="33A0EF68"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stanoviť termín ukončenia prekládok inžinierskych sietí na kritickej ceste</w:t>
      </w:r>
    </w:p>
    <w:p w14:paraId="400D3535"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stanoviť termín ukončenia zakladania a spodnej stavby mostného objektu na kritickej ceste</w:t>
      </w:r>
    </w:p>
    <w:p w14:paraId="55BF1695"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stanoviť termíny ukončenia vysokých násypov, aby bola dodržaná navrhovaná doba konsolidácie.</w:t>
      </w:r>
    </w:p>
    <w:p w14:paraId="1ED2344A"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prípadne iné dôležité termíny ktorých dodržanie je nutné na kvalitné zhotovenie diela.      </w:t>
      </w:r>
    </w:p>
    <w:p w14:paraId="012CAC6A" w14:textId="77777777" w:rsidR="0073520A" w:rsidRDefault="0073520A" w:rsidP="0073520A">
      <w:pPr>
        <w:pStyle w:val="Hlavika"/>
        <w:tabs>
          <w:tab w:val="clear" w:pos="4819"/>
          <w:tab w:val="clear" w:pos="9071"/>
          <w:tab w:val="left" w:pos="-3261"/>
        </w:tabs>
        <w:jc w:val="both"/>
        <w:rPr>
          <w:bCs/>
          <w:sz w:val="22"/>
          <w:szCs w:val="22"/>
        </w:rPr>
      </w:pPr>
    </w:p>
    <w:p w14:paraId="29DF1475" w14:textId="77777777" w:rsidR="0073520A" w:rsidRPr="00854FA1" w:rsidRDefault="0073520A" w:rsidP="00240DBE">
      <w:pPr>
        <w:pStyle w:val="Hlavika"/>
        <w:numPr>
          <w:ilvl w:val="4"/>
          <w:numId w:val="21"/>
        </w:numPr>
        <w:tabs>
          <w:tab w:val="clear" w:pos="4819"/>
          <w:tab w:val="clear" w:pos="9071"/>
          <w:tab w:val="left" w:pos="-3261"/>
        </w:tabs>
        <w:ind w:left="284" w:hanging="142"/>
        <w:jc w:val="both"/>
        <w:rPr>
          <w:b/>
          <w:bCs/>
        </w:rPr>
      </w:pPr>
      <w:r w:rsidRPr="00854FA1">
        <w:rPr>
          <w:b/>
          <w:bCs/>
        </w:rPr>
        <w:t>Kumulatívna krivka nákladov</w:t>
      </w:r>
    </w:p>
    <w:p w14:paraId="6E209DF3" w14:textId="4B421388" w:rsidR="0073520A" w:rsidRPr="00854FA1" w:rsidRDefault="0073520A" w:rsidP="00854FA1">
      <w:pPr>
        <w:pStyle w:val="Odsekzoznamu"/>
        <w:tabs>
          <w:tab w:val="left" w:pos="567"/>
        </w:tabs>
        <w:ind w:left="567"/>
        <w:jc w:val="both"/>
        <w:rPr>
          <w:bCs/>
        </w:rPr>
      </w:pPr>
      <w:r w:rsidRPr="00854FA1">
        <w:rPr>
          <w:bCs/>
        </w:rPr>
        <w:t xml:space="preserve">(S-krivka) v eur, bude vychádzať z časového sledu zhotovenia jednotlivých SO a PS (tak ako budú plánované v grafickom harmonograme výstavby) a ním prislúchajúcim odhadovaným nákladom. </w:t>
      </w:r>
      <w:r w:rsidR="00320A5D">
        <w:rPr>
          <w:bCs/>
        </w:rPr>
        <w:br/>
      </w:r>
      <w:r w:rsidRPr="00854FA1">
        <w:rPr>
          <w:bCs/>
        </w:rPr>
        <w:t xml:space="preserve">Na horizontálnej osi S-krivky bude zhotoviteľom navrhnutá Lehota výstavby Diela (v mesiacoch) a </w:t>
      </w:r>
      <w:r w:rsidR="00320A5D">
        <w:rPr>
          <w:bCs/>
        </w:rPr>
        <w:br/>
      </w:r>
      <w:r w:rsidRPr="00854FA1">
        <w:rPr>
          <w:bCs/>
        </w:rPr>
        <w:t>na vertikálnej osi budú odpovedajúce odhadované kumulované náklady za príslušný mesiac.</w:t>
      </w:r>
    </w:p>
    <w:p w14:paraId="745869A0" w14:textId="77777777" w:rsidR="0073520A" w:rsidRPr="00854FA1" w:rsidRDefault="0073520A" w:rsidP="00854FA1">
      <w:pPr>
        <w:pStyle w:val="Odsekzoznamu"/>
        <w:tabs>
          <w:tab w:val="left" w:pos="567"/>
        </w:tabs>
        <w:ind w:left="567"/>
        <w:jc w:val="both"/>
        <w:rPr>
          <w:bCs/>
        </w:rPr>
      </w:pPr>
      <w:r w:rsidRPr="00854FA1">
        <w:rPr>
          <w:bCs/>
        </w:rPr>
        <w:t>Zhotoviteľa upozorňujeme na dôkladné a precízne spracovanie S-krivky na základe reálnosti postupu výstavby Diela, nakoľko od Zhotoviteľa Diela sa bude požadovať dodržanie S-krivky nákladov.</w:t>
      </w:r>
    </w:p>
    <w:p w14:paraId="7ED90865" w14:textId="77777777" w:rsidR="0073520A" w:rsidRPr="00854FA1" w:rsidRDefault="0073520A" w:rsidP="00854FA1">
      <w:pPr>
        <w:pStyle w:val="Odsekzoznamu"/>
        <w:tabs>
          <w:tab w:val="left" w:pos="567"/>
        </w:tabs>
        <w:ind w:left="567"/>
        <w:jc w:val="both"/>
        <w:rPr>
          <w:bCs/>
        </w:rPr>
      </w:pPr>
    </w:p>
    <w:p w14:paraId="672412D6" w14:textId="77777777" w:rsidR="008F76C5" w:rsidRPr="00D321EF" w:rsidRDefault="00A151C8" w:rsidP="00D321EF">
      <w:pPr>
        <w:pStyle w:val="Hlavika"/>
        <w:tabs>
          <w:tab w:val="clear" w:pos="4819"/>
          <w:tab w:val="clear" w:pos="9071"/>
          <w:tab w:val="left" w:pos="-3261"/>
        </w:tabs>
        <w:spacing w:after="120"/>
        <w:jc w:val="both"/>
        <w:rPr>
          <w:b/>
          <w:bCs/>
        </w:rPr>
      </w:pPr>
      <w:r>
        <w:rPr>
          <w:b/>
          <w:bCs/>
        </w:rPr>
        <w:t>7</w:t>
      </w:r>
      <w:r w:rsidR="008D1AD7">
        <w:rPr>
          <w:b/>
          <w:bCs/>
        </w:rPr>
        <w:t>.</w:t>
      </w:r>
      <w:r w:rsidR="0073520A">
        <w:rPr>
          <w:b/>
          <w:bCs/>
        </w:rPr>
        <w:t xml:space="preserve">3. </w:t>
      </w:r>
      <w:r w:rsidR="008D1AD7">
        <w:rPr>
          <w:b/>
          <w:bCs/>
        </w:rPr>
        <w:tab/>
      </w:r>
      <w:r w:rsidR="00686458" w:rsidRPr="008965BC">
        <w:rPr>
          <w:b/>
          <w:bCs/>
        </w:rPr>
        <w:t>Súčasťou budú situácie M 1:10 000, 1:1 000, doklady o prerokovaní.</w:t>
      </w:r>
    </w:p>
    <w:p w14:paraId="3031E3F5" w14:textId="77777777" w:rsidR="007E156B" w:rsidRDefault="007E156B" w:rsidP="00DB3CE5">
      <w:pPr>
        <w:pStyle w:val="Hlavika"/>
        <w:tabs>
          <w:tab w:val="clear" w:pos="4819"/>
          <w:tab w:val="clear" w:pos="9071"/>
          <w:tab w:val="left" w:pos="-3261"/>
          <w:tab w:val="left" w:pos="540"/>
          <w:tab w:val="left" w:pos="2160"/>
        </w:tabs>
        <w:spacing w:after="120"/>
        <w:jc w:val="both"/>
        <w:rPr>
          <w:bCs/>
        </w:rPr>
      </w:pPr>
    </w:p>
    <w:p w14:paraId="55595FED" w14:textId="412B0F51" w:rsidR="0093070F" w:rsidRDefault="00A151C8" w:rsidP="007B4C63">
      <w:pPr>
        <w:pStyle w:val="Hlavika"/>
        <w:tabs>
          <w:tab w:val="clear" w:pos="4819"/>
          <w:tab w:val="clear" w:pos="9071"/>
          <w:tab w:val="left" w:pos="-3261"/>
        </w:tabs>
        <w:spacing w:after="120"/>
        <w:jc w:val="both"/>
        <w:rPr>
          <w:bCs/>
        </w:rPr>
      </w:pPr>
      <w:r>
        <w:rPr>
          <w:b/>
          <w:bCs/>
          <w:sz w:val="22"/>
          <w:szCs w:val="22"/>
        </w:rPr>
        <w:t>8</w:t>
      </w:r>
      <w:r w:rsidR="00DD71C8" w:rsidRPr="00633037">
        <w:rPr>
          <w:b/>
          <w:bCs/>
          <w:sz w:val="22"/>
          <w:szCs w:val="22"/>
        </w:rPr>
        <w:t xml:space="preserve"> </w:t>
      </w:r>
      <w:r w:rsidR="00DD71C8" w:rsidRPr="00633037">
        <w:rPr>
          <w:b/>
          <w:bCs/>
          <w:sz w:val="22"/>
          <w:szCs w:val="22"/>
        </w:rPr>
        <w:tab/>
      </w:r>
      <w:r w:rsidR="00C97280">
        <w:rPr>
          <w:b/>
          <w:bCs/>
          <w:sz w:val="22"/>
          <w:szCs w:val="22"/>
        </w:rPr>
        <w:t xml:space="preserve">Dokumentácia pre ŽSR </w:t>
      </w:r>
    </w:p>
    <w:p w14:paraId="727F6BE5" w14:textId="145FF82A" w:rsidR="0024482A" w:rsidRDefault="00C97280" w:rsidP="00F93FE2">
      <w:pPr>
        <w:pStyle w:val="Hlavika"/>
        <w:tabs>
          <w:tab w:val="clear" w:pos="4819"/>
          <w:tab w:val="clear" w:pos="9071"/>
          <w:tab w:val="left" w:pos="-3261"/>
          <w:tab w:val="left" w:pos="709"/>
          <w:tab w:val="left" w:pos="2160"/>
        </w:tabs>
        <w:spacing w:after="120"/>
        <w:jc w:val="both"/>
        <w:rPr>
          <w:bCs/>
        </w:rPr>
      </w:pPr>
      <w:r>
        <w:rPr>
          <w:bCs/>
        </w:rPr>
        <w:tab/>
        <w:t>V prípade potreby sa vypracuje dokumentácia v rozsahu:</w:t>
      </w:r>
    </w:p>
    <w:p w14:paraId="40C02F4F" w14:textId="6B8DCB98" w:rsidR="00C97280" w:rsidRDefault="00C97280" w:rsidP="00091BB0">
      <w:pPr>
        <w:pStyle w:val="Hlavika"/>
        <w:numPr>
          <w:ilvl w:val="0"/>
          <w:numId w:val="189"/>
        </w:numPr>
        <w:tabs>
          <w:tab w:val="clear" w:pos="4819"/>
          <w:tab w:val="clear" w:pos="9071"/>
          <w:tab w:val="left" w:pos="-3261"/>
          <w:tab w:val="left" w:pos="357"/>
          <w:tab w:val="left" w:pos="2160"/>
        </w:tabs>
        <w:ind w:left="714" w:hanging="357"/>
        <w:jc w:val="both"/>
        <w:rPr>
          <w:bCs/>
        </w:rPr>
      </w:pPr>
      <w:r>
        <w:rPr>
          <w:bCs/>
        </w:rPr>
        <w:t xml:space="preserve">Situácia podľa rozsahu a charakteru stavby, s vyznačením presnej </w:t>
      </w:r>
      <w:proofErr w:type="spellStart"/>
      <w:r>
        <w:rPr>
          <w:bCs/>
        </w:rPr>
        <w:t>kilometrickej</w:t>
      </w:r>
      <w:proofErr w:type="spellEnd"/>
      <w:r>
        <w:rPr>
          <w:bCs/>
        </w:rPr>
        <w:t xml:space="preserve"> polohy stavby </w:t>
      </w:r>
      <w:r w:rsidR="00320A5D">
        <w:rPr>
          <w:bCs/>
        </w:rPr>
        <w:br/>
      </w:r>
      <w:r>
        <w:rPr>
          <w:bCs/>
        </w:rPr>
        <w:t xml:space="preserve">vo vzťahu ku </w:t>
      </w:r>
      <w:proofErr w:type="spellStart"/>
      <w:r>
        <w:rPr>
          <w:bCs/>
        </w:rPr>
        <w:t>staničeniu</w:t>
      </w:r>
      <w:proofErr w:type="spellEnd"/>
      <w:r>
        <w:rPr>
          <w:bCs/>
        </w:rPr>
        <w:t xml:space="preserve"> dráhy, s vyznačením ochranného pásma dráhy, s vyznačením najmenšej vzdialenosti stavby od osi krajnej koľaje, </w:t>
      </w:r>
    </w:p>
    <w:p w14:paraId="38B90902" w14:textId="1F8D454C" w:rsidR="00C97280" w:rsidRDefault="00C97280" w:rsidP="00091BB0">
      <w:pPr>
        <w:pStyle w:val="Hlavika"/>
        <w:numPr>
          <w:ilvl w:val="0"/>
          <w:numId w:val="189"/>
        </w:numPr>
        <w:tabs>
          <w:tab w:val="clear" w:pos="4819"/>
          <w:tab w:val="clear" w:pos="9071"/>
          <w:tab w:val="left" w:pos="-3261"/>
          <w:tab w:val="left" w:pos="357"/>
          <w:tab w:val="left" w:pos="2160"/>
        </w:tabs>
        <w:ind w:left="714" w:hanging="357"/>
        <w:jc w:val="both"/>
        <w:rPr>
          <w:bCs/>
        </w:rPr>
      </w:pPr>
      <w:r>
        <w:rPr>
          <w:bCs/>
        </w:rPr>
        <w:t xml:space="preserve">Priečny rez stavby aj so zakreslením terénu vo vzťahu ku koľaji, </w:t>
      </w:r>
    </w:p>
    <w:p w14:paraId="1F4DF171" w14:textId="77777777" w:rsidR="00F93FE2" w:rsidRDefault="00C97280" w:rsidP="00091BB0">
      <w:pPr>
        <w:pStyle w:val="Hlavika"/>
        <w:numPr>
          <w:ilvl w:val="0"/>
          <w:numId w:val="189"/>
        </w:numPr>
        <w:tabs>
          <w:tab w:val="clear" w:pos="4819"/>
          <w:tab w:val="clear" w:pos="9071"/>
          <w:tab w:val="left" w:pos="-3261"/>
          <w:tab w:val="left" w:pos="357"/>
          <w:tab w:val="left" w:pos="2160"/>
        </w:tabs>
        <w:ind w:left="714" w:hanging="357"/>
        <w:jc w:val="both"/>
        <w:rPr>
          <w:bCs/>
        </w:rPr>
      </w:pPr>
      <w:r>
        <w:rPr>
          <w:bCs/>
        </w:rPr>
        <w:t>Technická a sprievodná správa s údajmi o vplyve stavby na dráhu, o zabezpečení bezpečnosti dopravy na dráhe a o účinkoch prevádzky dráhy na stavbu</w:t>
      </w:r>
      <w:r w:rsidR="00F93FE2">
        <w:rPr>
          <w:bCs/>
        </w:rPr>
        <w:t>,</w:t>
      </w:r>
    </w:p>
    <w:p w14:paraId="36BCD7AD" w14:textId="77777777" w:rsidR="00F93FE2" w:rsidRDefault="00F93FE2" w:rsidP="00091BB0">
      <w:pPr>
        <w:pStyle w:val="Hlavika"/>
        <w:numPr>
          <w:ilvl w:val="0"/>
          <w:numId w:val="189"/>
        </w:numPr>
        <w:tabs>
          <w:tab w:val="clear" w:pos="4819"/>
          <w:tab w:val="clear" w:pos="9071"/>
          <w:tab w:val="left" w:pos="-3261"/>
          <w:tab w:val="left" w:pos="357"/>
          <w:tab w:val="left" w:pos="2160"/>
        </w:tabs>
        <w:ind w:left="714" w:hanging="357"/>
        <w:jc w:val="both"/>
        <w:rPr>
          <w:bCs/>
        </w:rPr>
      </w:pPr>
      <w:r>
        <w:rPr>
          <w:bCs/>
        </w:rPr>
        <w:t xml:space="preserve">List vlastníctva a snímka z katastra nehnuteľností dotknutého pozemku, </w:t>
      </w:r>
    </w:p>
    <w:p w14:paraId="09A836C6" w14:textId="7DC8E208" w:rsidR="00C97280" w:rsidRDefault="00F93FE2" w:rsidP="00091BB0">
      <w:pPr>
        <w:pStyle w:val="Hlavika"/>
        <w:numPr>
          <w:ilvl w:val="0"/>
          <w:numId w:val="189"/>
        </w:numPr>
        <w:tabs>
          <w:tab w:val="clear" w:pos="4819"/>
          <w:tab w:val="clear" w:pos="9071"/>
          <w:tab w:val="left" w:pos="-3261"/>
          <w:tab w:val="left" w:pos="357"/>
          <w:tab w:val="left" w:pos="2160"/>
        </w:tabs>
        <w:ind w:left="714" w:hanging="357"/>
        <w:jc w:val="both"/>
        <w:rPr>
          <w:bCs/>
        </w:rPr>
      </w:pPr>
      <w:r>
        <w:rPr>
          <w:bCs/>
        </w:rPr>
        <w:t>Vyjadrenie správcov inžinierskych sieti a zariadení ŽSR, podľa miesta stavby.</w:t>
      </w:r>
      <w:r w:rsidR="00C97280">
        <w:rPr>
          <w:bCs/>
        </w:rPr>
        <w:t xml:space="preserve"> </w:t>
      </w:r>
    </w:p>
    <w:p w14:paraId="1E94385B" w14:textId="77777777" w:rsidR="00F93FE2" w:rsidRDefault="00F93FE2" w:rsidP="00091BB0">
      <w:pPr>
        <w:pStyle w:val="Hlavika"/>
        <w:tabs>
          <w:tab w:val="clear" w:pos="4819"/>
          <w:tab w:val="clear" w:pos="9071"/>
          <w:tab w:val="left" w:pos="-3261"/>
          <w:tab w:val="left" w:pos="357"/>
          <w:tab w:val="left" w:pos="2160"/>
        </w:tabs>
        <w:ind w:left="714"/>
        <w:jc w:val="both"/>
        <w:rPr>
          <w:bCs/>
        </w:rPr>
      </w:pPr>
    </w:p>
    <w:p w14:paraId="60C1F6D0" w14:textId="77777777" w:rsidR="0093070F" w:rsidRDefault="00A151C8" w:rsidP="0093070F">
      <w:pPr>
        <w:pStyle w:val="Hlavika"/>
        <w:tabs>
          <w:tab w:val="clear" w:pos="4819"/>
          <w:tab w:val="clear" w:pos="9071"/>
          <w:tab w:val="left" w:pos="-3261"/>
        </w:tabs>
        <w:spacing w:after="120"/>
        <w:jc w:val="both"/>
        <w:rPr>
          <w:b/>
          <w:bCs/>
          <w:sz w:val="22"/>
          <w:szCs w:val="22"/>
        </w:rPr>
      </w:pPr>
      <w:r>
        <w:rPr>
          <w:b/>
          <w:bCs/>
          <w:sz w:val="22"/>
          <w:szCs w:val="22"/>
        </w:rPr>
        <w:t>9</w:t>
      </w:r>
      <w:r w:rsidR="0093070F" w:rsidRPr="00633037">
        <w:rPr>
          <w:b/>
          <w:bCs/>
          <w:sz w:val="22"/>
          <w:szCs w:val="22"/>
        </w:rPr>
        <w:t xml:space="preserve"> </w:t>
      </w:r>
      <w:r w:rsidR="0093070F" w:rsidRPr="00633037">
        <w:rPr>
          <w:b/>
          <w:bCs/>
          <w:sz w:val="22"/>
          <w:szCs w:val="22"/>
        </w:rPr>
        <w:tab/>
      </w:r>
      <w:r w:rsidR="0093070F">
        <w:rPr>
          <w:b/>
          <w:bCs/>
          <w:sz w:val="22"/>
          <w:szCs w:val="22"/>
        </w:rPr>
        <w:t>Podklady k žiadosti o usporiadanie cestnej siete</w:t>
      </w:r>
    </w:p>
    <w:p w14:paraId="0C26831A" w14:textId="77777777" w:rsidR="0093070F" w:rsidRPr="00997987" w:rsidRDefault="0093070F" w:rsidP="0093070F">
      <w:pPr>
        <w:pStyle w:val="Hlavika"/>
        <w:tabs>
          <w:tab w:val="clear" w:pos="4819"/>
          <w:tab w:val="clear" w:pos="9071"/>
          <w:tab w:val="left" w:pos="-3261"/>
        </w:tabs>
        <w:spacing w:after="120"/>
        <w:jc w:val="both"/>
        <w:rPr>
          <w:bCs/>
        </w:rPr>
      </w:pPr>
      <w:r>
        <w:rPr>
          <w:b/>
          <w:bCs/>
          <w:sz w:val="22"/>
          <w:szCs w:val="22"/>
        </w:rPr>
        <w:tab/>
      </w:r>
      <w:r w:rsidRPr="00997987">
        <w:rPr>
          <w:bCs/>
        </w:rPr>
        <w:t xml:space="preserve">Vypracujú sa podľa </w:t>
      </w:r>
      <w:r w:rsidR="00997987" w:rsidRPr="00997987">
        <w:rPr>
          <w:bCs/>
        </w:rPr>
        <w:t>TP 078</w:t>
      </w:r>
    </w:p>
    <w:p w14:paraId="3C802163" w14:textId="77777777" w:rsidR="0093070F" w:rsidRPr="0093070F" w:rsidRDefault="0093070F" w:rsidP="0093070F">
      <w:pPr>
        <w:pStyle w:val="Hlavika"/>
        <w:tabs>
          <w:tab w:val="clear" w:pos="4819"/>
          <w:tab w:val="clear" w:pos="9071"/>
          <w:tab w:val="left" w:pos="-3261"/>
          <w:tab w:val="left" w:pos="540"/>
          <w:tab w:val="left" w:pos="2160"/>
        </w:tabs>
        <w:spacing w:after="120"/>
        <w:jc w:val="both"/>
        <w:rPr>
          <w:bCs/>
        </w:rPr>
      </w:pPr>
    </w:p>
    <w:p w14:paraId="1A8D9B7F" w14:textId="77777777" w:rsidR="0093070F" w:rsidRDefault="0093070F" w:rsidP="0093070F">
      <w:pPr>
        <w:pStyle w:val="Hlavika"/>
        <w:tabs>
          <w:tab w:val="clear" w:pos="4819"/>
          <w:tab w:val="clear" w:pos="9071"/>
          <w:tab w:val="left" w:pos="-3261"/>
          <w:tab w:val="left" w:pos="540"/>
          <w:tab w:val="left" w:pos="2160"/>
        </w:tabs>
        <w:spacing w:after="120"/>
        <w:jc w:val="both"/>
        <w:rPr>
          <w:bCs/>
        </w:rPr>
      </w:pPr>
    </w:p>
    <w:p w14:paraId="6B29D853" w14:textId="77777777" w:rsidR="00DD71C8" w:rsidRDefault="00DD71C8" w:rsidP="00DB3CE5">
      <w:pPr>
        <w:pStyle w:val="Hlavika"/>
        <w:tabs>
          <w:tab w:val="clear" w:pos="4819"/>
          <w:tab w:val="clear" w:pos="9071"/>
          <w:tab w:val="left" w:pos="-3261"/>
          <w:tab w:val="left" w:pos="540"/>
          <w:tab w:val="left" w:pos="2160"/>
        </w:tabs>
        <w:spacing w:after="120"/>
        <w:jc w:val="both"/>
        <w:rPr>
          <w:bCs/>
        </w:rPr>
      </w:pPr>
    </w:p>
    <w:sectPr w:rsidR="00DD71C8" w:rsidSect="003B7924">
      <w:pgSz w:w="11906" w:h="16838" w:code="9"/>
      <w:pgMar w:top="1418" w:right="1134" w:bottom="1134"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49942A" w16cid:durableId="33D3BFD5"/>
  <w16cid:commentId w16cid:paraId="6C4A67E7" w16cid:durableId="27E36973"/>
  <w16cid:commentId w16cid:paraId="5CAB35B2" w16cid:durableId="11DF7E0F"/>
  <w16cid:commentId w16cid:paraId="17CCA2E4" w16cid:durableId="62870418"/>
  <w16cid:commentId w16cid:paraId="11FE13F8" w16cid:durableId="3288C25F"/>
  <w16cid:commentId w16cid:paraId="001998B1" w16cid:durableId="75B3AAE6"/>
  <w16cid:commentId w16cid:paraId="17CB99F2" w16cid:durableId="26756D4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1BBD99" w14:textId="77777777" w:rsidR="00C57C8C" w:rsidRDefault="00C57C8C">
      <w:r>
        <w:separator/>
      </w:r>
    </w:p>
  </w:endnote>
  <w:endnote w:type="continuationSeparator" w:id="0">
    <w:p w14:paraId="6778621B" w14:textId="77777777" w:rsidR="00C57C8C" w:rsidRDefault="00C57C8C">
      <w:r>
        <w:continuationSeparator/>
      </w:r>
    </w:p>
  </w:endnote>
  <w:endnote w:type="continuationNotice" w:id="1">
    <w:p w14:paraId="2FBB22BE" w14:textId="77777777" w:rsidR="00C57C8C" w:rsidRDefault="00C57C8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TimesNewRoman">
    <w:altName w:val="MS Gothic"/>
    <w:panose1 w:val="00000000000000000000"/>
    <w:charset w:val="00"/>
    <w:family w:val="roman"/>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682AD" w14:textId="715BA49E" w:rsidR="00C24623" w:rsidRDefault="00C24623" w:rsidP="00D93012">
    <w:pPr>
      <w:pStyle w:val="Pta"/>
      <w:tabs>
        <w:tab w:val="clear" w:pos="9072"/>
        <w:tab w:val="right" w:pos="9639"/>
      </w:tabs>
    </w:pPr>
    <w:r>
      <w:rPr>
        <w:bCs/>
        <w:sz w:val="16"/>
        <w:szCs w:val="16"/>
      </w:rPr>
      <w:tab/>
    </w:r>
    <w:r>
      <w:rPr>
        <w:bCs/>
        <w:sz w:val="16"/>
        <w:szCs w:val="16"/>
      </w:rPr>
      <w:tab/>
    </w:r>
    <w:r>
      <w:rPr>
        <w:bCs/>
        <w:sz w:val="16"/>
        <w:szCs w:val="16"/>
      </w:rPr>
      <w:tab/>
    </w:r>
    <w:r>
      <w:fldChar w:fldCharType="begin"/>
    </w:r>
    <w:r>
      <w:instrText xml:space="preserve"> PAGE   \* MERGEFORMAT </w:instrText>
    </w:r>
    <w:r>
      <w:fldChar w:fldCharType="separate"/>
    </w:r>
    <w:r w:rsidR="00102A43">
      <w:rPr>
        <w:noProof/>
      </w:rPr>
      <w:t>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56F98" w14:textId="77777777" w:rsidR="00C24623" w:rsidRPr="00D93012" w:rsidRDefault="00C24623" w:rsidP="00D93012">
    <w:pPr>
      <w:pStyle w:val="Hlavika"/>
      <w:tabs>
        <w:tab w:val="clear" w:pos="4819"/>
        <w:tab w:val="clear" w:pos="9071"/>
        <w:tab w:val="left" w:pos="-3261"/>
        <w:tab w:val="left" w:pos="2160"/>
        <w:tab w:val="right" w:pos="9639"/>
      </w:tabs>
      <w:ind w:right="-1"/>
    </w:pPr>
    <w:r w:rsidRPr="00D93012">
      <w:rPr>
        <w:bCs/>
      </w:rPr>
      <w:t>Základné náležitosti DSP</w:t>
    </w:r>
    <w:r w:rsidRPr="00D93012">
      <w:rPr>
        <w:bCs/>
      </w:rPr>
      <w:tab/>
    </w:r>
    <w:r w:rsidRPr="00D93012">
      <w:rPr>
        <w:bCs/>
      </w:rP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EF58E" w14:textId="77777777" w:rsidR="00C57C8C" w:rsidRDefault="00C57C8C">
      <w:r>
        <w:separator/>
      </w:r>
    </w:p>
  </w:footnote>
  <w:footnote w:type="continuationSeparator" w:id="0">
    <w:p w14:paraId="6FE56555" w14:textId="77777777" w:rsidR="00C57C8C" w:rsidRDefault="00C57C8C">
      <w:r>
        <w:continuationSeparator/>
      </w:r>
    </w:p>
  </w:footnote>
  <w:footnote w:type="continuationNotice" w:id="1">
    <w:p w14:paraId="55E8BB9A" w14:textId="77777777" w:rsidR="00C57C8C" w:rsidRDefault="00C57C8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C0C1D" w14:textId="7A919514" w:rsidR="00C24623" w:rsidRPr="0078236B" w:rsidRDefault="00C24623" w:rsidP="00160158">
    <w:pPr>
      <w:pStyle w:val="Hlavika"/>
      <w:tabs>
        <w:tab w:val="clear" w:pos="9071"/>
        <w:tab w:val="right" w:pos="9356"/>
      </w:tabs>
      <w:jc w:val="both"/>
      <w:rPr>
        <w:bCs/>
        <w:sz w:val="18"/>
        <w:szCs w:val="18"/>
      </w:rPr>
    </w:pPr>
    <w:bookmarkStart w:id="0" w:name="_Hlk168928895"/>
    <w:bookmarkStart w:id="1" w:name="_Hlk168928896"/>
    <w:bookmarkStart w:id="2" w:name="_Hlk168928897"/>
    <w:bookmarkStart w:id="3" w:name="_Hlk168928898"/>
    <w:r w:rsidRPr="0078236B">
      <w:rPr>
        <w:bCs/>
        <w:sz w:val="18"/>
        <w:szCs w:val="18"/>
      </w:rPr>
      <w:t xml:space="preserve">Súťažné podklady: </w:t>
    </w:r>
    <w:r>
      <w:rPr>
        <w:bCs/>
        <w:sz w:val="18"/>
        <w:szCs w:val="18"/>
      </w:rPr>
      <w:t xml:space="preserve">R2 Križovatka Bánovce </w:t>
    </w:r>
    <w:r w:rsidRPr="0078236B">
      <w:rPr>
        <w:bCs/>
        <w:sz w:val="18"/>
        <w:szCs w:val="18"/>
      </w:rPr>
      <w:t>–</w:t>
    </w:r>
    <w:r>
      <w:rPr>
        <w:bCs/>
        <w:sz w:val="18"/>
        <w:szCs w:val="18"/>
      </w:rPr>
      <w:t xml:space="preserve"> východ</w:t>
    </w:r>
    <w:r w:rsidRPr="0078236B">
      <w:rPr>
        <w:bCs/>
        <w:sz w:val="18"/>
        <w:szCs w:val="18"/>
      </w:rPr>
      <w:tab/>
    </w:r>
    <w:r w:rsidRPr="0078236B">
      <w:rPr>
        <w:bCs/>
        <w:sz w:val="18"/>
        <w:szCs w:val="18"/>
      </w:rPr>
      <w:tab/>
      <w:t xml:space="preserve">       </w:t>
    </w:r>
    <w:r>
      <w:rPr>
        <w:bCs/>
        <w:sz w:val="18"/>
        <w:szCs w:val="18"/>
      </w:rPr>
      <w:t xml:space="preserve">        </w:t>
    </w:r>
    <w:r w:rsidRPr="0078236B">
      <w:rPr>
        <w:bCs/>
        <w:sz w:val="18"/>
        <w:szCs w:val="18"/>
      </w:rPr>
      <w:t xml:space="preserve">Národná diaľničná spoločnosť, </w:t>
    </w:r>
    <w:proofErr w:type="spellStart"/>
    <w:r w:rsidRPr="0078236B">
      <w:rPr>
        <w:bCs/>
        <w:sz w:val="18"/>
        <w:szCs w:val="18"/>
      </w:rPr>
      <w:t>a.s</w:t>
    </w:r>
    <w:proofErr w:type="spellEnd"/>
    <w:r w:rsidRPr="0078236B">
      <w:rPr>
        <w:bCs/>
        <w:sz w:val="18"/>
        <w:szCs w:val="18"/>
      </w:rPr>
      <w:t>.</w:t>
    </w:r>
  </w:p>
  <w:p w14:paraId="18EF8269" w14:textId="2C0F818B" w:rsidR="00C24623" w:rsidRPr="0078236B" w:rsidRDefault="00C24623">
    <w:pPr>
      <w:pStyle w:val="Hlavika"/>
      <w:rPr>
        <w:sz w:val="18"/>
        <w:szCs w:val="18"/>
      </w:rPr>
    </w:pPr>
    <w:r w:rsidRPr="0078236B">
      <w:rPr>
        <w:bCs/>
        <w:sz w:val="18"/>
        <w:szCs w:val="18"/>
      </w:rPr>
      <w:t xml:space="preserve">Zadávanie </w:t>
    </w:r>
    <w:r w:rsidR="00102A43">
      <w:rPr>
        <w:bCs/>
        <w:sz w:val="18"/>
        <w:szCs w:val="18"/>
      </w:rPr>
      <w:t>nadlimitnej</w:t>
    </w:r>
    <w:r w:rsidRPr="0078236B">
      <w:rPr>
        <w:bCs/>
        <w:sz w:val="18"/>
        <w:szCs w:val="18"/>
      </w:rPr>
      <w:t xml:space="preserve"> zákazky – práce „FIDIC – žltá kniha“ </w:t>
    </w:r>
    <w:r w:rsidRPr="0078236B">
      <w:rPr>
        <w:bCs/>
        <w:sz w:val="18"/>
        <w:szCs w:val="18"/>
      </w:rPr>
      <w:tab/>
      <w:t xml:space="preserve">                               Dúbravská cesta 14, 841 04 Bratislava</w:t>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68FDF" w14:textId="77777777" w:rsidR="00C24623" w:rsidRPr="00BC066C" w:rsidRDefault="00C24623" w:rsidP="007D4CFC">
    <w:pPr>
      <w:pStyle w:val="Hlavika"/>
      <w:tabs>
        <w:tab w:val="clear" w:pos="9071"/>
        <w:tab w:val="right" w:pos="9540"/>
      </w:tabs>
      <w:rPr>
        <w:b/>
        <w:sz w:val="16"/>
        <w:szCs w:val="16"/>
      </w:rPr>
    </w:pPr>
    <w:r w:rsidRPr="00B1628C">
      <w:rPr>
        <w:bCs/>
      </w:rPr>
      <w:t>D</w:t>
    </w:r>
    <w:r>
      <w:rPr>
        <w:bCs/>
      </w:rPr>
      <w:t>2 Lamač, Dúbravka – Protihlukové zariadenie</w:t>
    </w:r>
    <w:r w:rsidRPr="00BC066C">
      <w:rPr>
        <w:sz w:val="16"/>
        <w:szCs w:val="16"/>
      </w:rPr>
      <w:tab/>
    </w:r>
    <w:r w:rsidRPr="00BC066C">
      <w:rPr>
        <w:sz w:val="16"/>
        <w:szCs w:val="16"/>
      </w:rPr>
      <w:tab/>
    </w:r>
    <w:r w:rsidRPr="00BC066C">
      <w:rPr>
        <w:b/>
        <w:sz w:val="16"/>
        <w:szCs w:val="16"/>
      </w:rPr>
      <w:t xml:space="preserve">Príloha č. </w:t>
    </w:r>
    <w:r>
      <w:rPr>
        <w:b/>
        <w:sz w:val="16"/>
        <w:szCs w:val="16"/>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4AFD"/>
    <w:multiLevelType w:val="hybridMultilevel"/>
    <w:tmpl w:val="68CCED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0CC3922"/>
    <w:multiLevelType w:val="hybridMultilevel"/>
    <w:tmpl w:val="214CD9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2592F4A"/>
    <w:multiLevelType w:val="hybridMultilevel"/>
    <w:tmpl w:val="BE6A798C"/>
    <w:lvl w:ilvl="0" w:tplc="B810DD74">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26C051C"/>
    <w:multiLevelType w:val="multilevel"/>
    <w:tmpl w:val="041B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2716370"/>
    <w:multiLevelType w:val="multilevel"/>
    <w:tmpl w:val="D1EE2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3"/>
      <w:numFmt w:val="decimal"/>
      <w:lvlText w:val="3.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4696DA6"/>
    <w:multiLevelType w:val="hybridMultilevel"/>
    <w:tmpl w:val="B52E5C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4863F2A"/>
    <w:multiLevelType w:val="hybridMultilevel"/>
    <w:tmpl w:val="09A66F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5A2488F"/>
    <w:multiLevelType w:val="hybridMultilevel"/>
    <w:tmpl w:val="A816E9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5CB7A3B"/>
    <w:multiLevelType w:val="hybridMultilevel"/>
    <w:tmpl w:val="E7B234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6A92EAA"/>
    <w:multiLevelType w:val="hybridMultilevel"/>
    <w:tmpl w:val="DD824D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80141D1"/>
    <w:multiLevelType w:val="hybridMultilevel"/>
    <w:tmpl w:val="6778E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8472CB9"/>
    <w:multiLevelType w:val="hybridMultilevel"/>
    <w:tmpl w:val="CD22131C"/>
    <w:lvl w:ilvl="0" w:tplc="938E3D34">
      <w:numFmt w:val="bullet"/>
      <w:lvlText w:val="-"/>
      <w:lvlJc w:val="left"/>
      <w:pPr>
        <w:ind w:left="1004" w:hanging="360"/>
      </w:pPr>
      <w:rPr>
        <w:rFonts w:ascii="Times New Roman" w:eastAsia="SimSun" w:hAnsi="Times New Roman" w:cs="Times New Roman"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 w15:restartNumberingAfterBreak="0">
    <w:nsid w:val="0887638C"/>
    <w:multiLevelType w:val="hybridMultilevel"/>
    <w:tmpl w:val="E2A676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1404" w:hanging="360"/>
      </w:pPr>
      <w:rPr>
        <w:rFonts w:ascii="Symbol" w:hAnsi="Symbo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9182160"/>
    <w:multiLevelType w:val="hybridMultilevel"/>
    <w:tmpl w:val="0FEC27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0D31485D"/>
    <w:multiLevelType w:val="hybridMultilevel"/>
    <w:tmpl w:val="D6980A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DBF11C6"/>
    <w:multiLevelType w:val="hybridMultilevel"/>
    <w:tmpl w:val="76341A9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0FD2300E"/>
    <w:multiLevelType w:val="multilevel"/>
    <w:tmpl w:val="2A7EA62A"/>
    <w:lvl w:ilvl="0">
      <w:start w:val="1"/>
      <w:numFmt w:val="decimal"/>
      <w:lvlText w:val="%1"/>
      <w:lvlJc w:val="left"/>
      <w:pPr>
        <w:ind w:left="540" w:hanging="540"/>
      </w:pPr>
      <w:rPr>
        <w:rFonts w:hint="default"/>
      </w:rPr>
    </w:lvl>
    <w:lvl w:ilvl="1">
      <w:start w:val="4"/>
      <w:numFmt w:val="decimal"/>
      <w:lvlRestart w:val="0"/>
      <w:lvlText w:val="%1.%2"/>
      <w:lvlJc w:val="left"/>
      <w:pPr>
        <w:ind w:left="682" w:hanging="540"/>
      </w:pPr>
      <w:rPr>
        <w:rFonts w:hint="default"/>
      </w:rPr>
    </w:lvl>
    <w:lvl w:ilvl="2">
      <w:start w:val="1"/>
      <w:numFmt w:val="none"/>
      <w:lvlText w:val="1.5.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032030D"/>
    <w:multiLevelType w:val="multilevel"/>
    <w:tmpl w:val="6940257E"/>
    <w:lvl w:ilvl="0">
      <w:start w:val="2"/>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0331C88"/>
    <w:multiLevelType w:val="hybridMultilevel"/>
    <w:tmpl w:val="AB8480B8"/>
    <w:lvl w:ilvl="0" w:tplc="F580D4E2">
      <w:numFmt w:val="bullet"/>
      <w:lvlText w:val="-"/>
      <w:lvlJc w:val="left"/>
      <w:pPr>
        <w:ind w:left="1440" w:hanging="360"/>
      </w:pPr>
      <w:rPr>
        <w:rFonts w:ascii="Times New Roman" w:eastAsiaTheme="minorHAnsi" w:hAnsi="Times New Roman" w:cs="Times New Roman" w:hint="default"/>
      </w:rPr>
    </w:lvl>
    <w:lvl w:ilvl="1" w:tplc="041B0003">
      <w:start w:val="1"/>
      <w:numFmt w:val="bullet"/>
      <w:lvlText w:val="o"/>
      <w:lvlJc w:val="left"/>
      <w:pPr>
        <w:ind w:left="2204"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15:restartNumberingAfterBreak="0">
    <w:nsid w:val="104F6232"/>
    <w:multiLevelType w:val="hybridMultilevel"/>
    <w:tmpl w:val="E71A6E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088735B"/>
    <w:multiLevelType w:val="hybridMultilevel"/>
    <w:tmpl w:val="5D726378"/>
    <w:lvl w:ilvl="0" w:tplc="041B0001">
      <w:start w:val="1"/>
      <w:numFmt w:val="bullet"/>
      <w:lvlText w:val=""/>
      <w:lvlJc w:val="left"/>
      <w:pPr>
        <w:ind w:left="1744" w:hanging="360"/>
      </w:pPr>
      <w:rPr>
        <w:rFonts w:ascii="Symbol" w:hAnsi="Symbol" w:hint="default"/>
      </w:rPr>
    </w:lvl>
    <w:lvl w:ilvl="1" w:tplc="041B0003" w:tentative="1">
      <w:start w:val="1"/>
      <w:numFmt w:val="bullet"/>
      <w:lvlText w:val="o"/>
      <w:lvlJc w:val="left"/>
      <w:pPr>
        <w:ind w:left="2464" w:hanging="360"/>
      </w:pPr>
      <w:rPr>
        <w:rFonts w:ascii="Courier New" w:hAnsi="Courier New" w:cs="Courier New" w:hint="default"/>
      </w:rPr>
    </w:lvl>
    <w:lvl w:ilvl="2" w:tplc="041B0005" w:tentative="1">
      <w:start w:val="1"/>
      <w:numFmt w:val="bullet"/>
      <w:lvlText w:val=""/>
      <w:lvlJc w:val="left"/>
      <w:pPr>
        <w:ind w:left="3184" w:hanging="360"/>
      </w:pPr>
      <w:rPr>
        <w:rFonts w:ascii="Wingdings" w:hAnsi="Wingdings" w:hint="default"/>
      </w:rPr>
    </w:lvl>
    <w:lvl w:ilvl="3" w:tplc="041B0001" w:tentative="1">
      <w:start w:val="1"/>
      <w:numFmt w:val="bullet"/>
      <w:lvlText w:val=""/>
      <w:lvlJc w:val="left"/>
      <w:pPr>
        <w:ind w:left="3904" w:hanging="360"/>
      </w:pPr>
      <w:rPr>
        <w:rFonts w:ascii="Symbol" w:hAnsi="Symbol" w:hint="default"/>
      </w:rPr>
    </w:lvl>
    <w:lvl w:ilvl="4" w:tplc="041B0003" w:tentative="1">
      <w:start w:val="1"/>
      <w:numFmt w:val="bullet"/>
      <w:lvlText w:val="o"/>
      <w:lvlJc w:val="left"/>
      <w:pPr>
        <w:ind w:left="4624" w:hanging="360"/>
      </w:pPr>
      <w:rPr>
        <w:rFonts w:ascii="Courier New" w:hAnsi="Courier New" w:cs="Courier New" w:hint="default"/>
      </w:rPr>
    </w:lvl>
    <w:lvl w:ilvl="5" w:tplc="041B0005" w:tentative="1">
      <w:start w:val="1"/>
      <w:numFmt w:val="bullet"/>
      <w:lvlText w:val=""/>
      <w:lvlJc w:val="left"/>
      <w:pPr>
        <w:ind w:left="5344" w:hanging="360"/>
      </w:pPr>
      <w:rPr>
        <w:rFonts w:ascii="Wingdings" w:hAnsi="Wingdings" w:hint="default"/>
      </w:rPr>
    </w:lvl>
    <w:lvl w:ilvl="6" w:tplc="041B0001" w:tentative="1">
      <w:start w:val="1"/>
      <w:numFmt w:val="bullet"/>
      <w:lvlText w:val=""/>
      <w:lvlJc w:val="left"/>
      <w:pPr>
        <w:ind w:left="6064" w:hanging="360"/>
      </w:pPr>
      <w:rPr>
        <w:rFonts w:ascii="Symbol" w:hAnsi="Symbol" w:hint="default"/>
      </w:rPr>
    </w:lvl>
    <w:lvl w:ilvl="7" w:tplc="041B0003" w:tentative="1">
      <w:start w:val="1"/>
      <w:numFmt w:val="bullet"/>
      <w:lvlText w:val="o"/>
      <w:lvlJc w:val="left"/>
      <w:pPr>
        <w:ind w:left="6784" w:hanging="360"/>
      </w:pPr>
      <w:rPr>
        <w:rFonts w:ascii="Courier New" w:hAnsi="Courier New" w:cs="Courier New" w:hint="default"/>
      </w:rPr>
    </w:lvl>
    <w:lvl w:ilvl="8" w:tplc="041B0005" w:tentative="1">
      <w:start w:val="1"/>
      <w:numFmt w:val="bullet"/>
      <w:lvlText w:val=""/>
      <w:lvlJc w:val="left"/>
      <w:pPr>
        <w:ind w:left="7504" w:hanging="360"/>
      </w:pPr>
      <w:rPr>
        <w:rFonts w:ascii="Wingdings" w:hAnsi="Wingdings" w:hint="default"/>
      </w:rPr>
    </w:lvl>
  </w:abstractNum>
  <w:abstractNum w:abstractNumId="21" w15:restartNumberingAfterBreak="0">
    <w:nsid w:val="10AB1729"/>
    <w:multiLevelType w:val="hybridMultilevel"/>
    <w:tmpl w:val="C1BA90D0"/>
    <w:lvl w:ilvl="0" w:tplc="041B0001">
      <w:start w:val="1"/>
      <w:numFmt w:val="bullet"/>
      <w:lvlText w:val=""/>
      <w:lvlJc w:val="left"/>
      <w:pPr>
        <w:ind w:left="872" w:hanging="360"/>
      </w:pPr>
      <w:rPr>
        <w:rFonts w:ascii="Symbol" w:hAnsi="Symbol" w:hint="default"/>
      </w:rPr>
    </w:lvl>
    <w:lvl w:ilvl="1" w:tplc="041B0003" w:tentative="1">
      <w:start w:val="1"/>
      <w:numFmt w:val="bullet"/>
      <w:lvlText w:val="o"/>
      <w:lvlJc w:val="left"/>
      <w:pPr>
        <w:ind w:left="1592" w:hanging="360"/>
      </w:pPr>
      <w:rPr>
        <w:rFonts w:ascii="Courier New" w:hAnsi="Courier New" w:cs="Courier New" w:hint="default"/>
      </w:rPr>
    </w:lvl>
    <w:lvl w:ilvl="2" w:tplc="041B0005" w:tentative="1">
      <w:start w:val="1"/>
      <w:numFmt w:val="bullet"/>
      <w:lvlText w:val=""/>
      <w:lvlJc w:val="left"/>
      <w:pPr>
        <w:ind w:left="2312" w:hanging="360"/>
      </w:pPr>
      <w:rPr>
        <w:rFonts w:ascii="Wingdings" w:hAnsi="Wingdings" w:hint="default"/>
      </w:rPr>
    </w:lvl>
    <w:lvl w:ilvl="3" w:tplc="041B0001" w:tentative="1">
      <w:start w:val="1"/>
      <w:numFmt w:val="bullet"/>
      <w:lvlText w:val=""/>
      <w:lvlJc w:val="left"/>
      <w:pPr>
        <w:ind w:left="3032" w:hanging="360"/>
      </w:pPr>
      <w:rPr>
        <w:rFonts w:ascii="Symbol" w:hAnsi="Symbol" w:hint="default"/>
      </w:rPr>
    </w:lvl>
    <w:lvl w:ilvl="4" w:tplc="041B0003" w:tentative="1">
      <w:start w:val="1"/>
      <w:numFmt w:val="bullet"/>
      <w:lvlText w:val="o"/>
      <w:lvlJc w:val="left"/>
      <w:pPr>
        <w:ind w:left="3752" w:hanging="360"/>
      </w:pPr>
      <w:rPr>
        <w:rFonts w:ascii="Courier New" w:hAnsi="Courier New" w:cs="Courier New" w:hint="default"/>
      </w:rPr>
    </w:lvl>
    <w:lvl w:ilvl="5" w:tplc="041B0005" w:tentative="1">
      <w:start w:val="1"/>
      <w:numFmt w:val="bullet"/>
      <w:lvlText w:val=""/>
      <w:lvlJc w:val="left"/>
      <w:pPr>
        <w:ind w:left="4472" w:hanging="360"/>
      </w:pPr>
      <w:rPr>
        <w:rFonts w:ascii="Wingdings" w:hAnsi="Wingdings" w:hint="default"/>
      </w:rPr>
    </w:lvl>
    <w:lvl w:ilvl="6" w:tplc="041B0001" w:tentative="1">
      <w:start w:val="1"/>
      <w:numFmt w:val="bullet"/>
      <w:lvlText w:val=""/>
      <w:lvlJc w:val="left"/>
      <w:pPr>
        <w:ind w:left="5192" w:hanging="360"/>
      </w:pPr>
      <w:rPr>
        <w:rFonts w:ascii="Symbol" w:hAnsi="Symbol" w:hint="default"/>
      </w:rPr>
    </w:lvl>
    <w:lvl w:ilvl="7" w:tplc="041B0003" w:tentative="1">
      <w:start w:val="1"/>
      <w:numFmt w:val="bullet"/>
      <w:lvlText w:val="o"/>
      <w:lvlJc w:val="left"/>
      <w:pPr>
        <w:ind w:left="5912" w:hanging="360"/>
      </w:pPr>
      <w:rPr>
        <w:rFonts w:ascii="Courier New" w:hAnsi="Courier New" w:cs="Courier New" w:hint="default"/>
      </w:rPr>
    </w:lvl>
    <w:lvl w:ilvl="8" w:tplc="041B0005" w:tentative="1">
      <w:start w:val="1"/>
      <w:numFmt w:val="bullet"/>
      <w:lvlText w:val=""/>
      <w:lvlJc w:val="left"/>
      <w:pPr>
        <w:ind w:left="6632" w:hanging="360"/>
      </w:pPr>
      <w:rPr>
        <w:rFonts w:ascii="Wingdings" w:hAnsi="Wingdings" w:hint="default"/>
      </w:rPr>
    </w:lvl>
  </w:abstractNum>
  <w:abstractNum w:abstractNumId="22" w15:restartNumberingAfterBreak="0">
    <w:nsid w:val="10D85E11"/>
    <w:multiLevelType w:val="hybridMultilevel"/>
    <w:tmpl w:val="F56A6C8E"/>
    <w:lvl w:ilvl="0" w:tplc="85E40C4C">
      <w:start w:val="2"/>
      <w:numFmt w:val="decimal"/>
      <w:lvlText w:val="%1.3"/>
      <w:lvlJc w:val="left"/>
      <w:pPr>
        <w:ind w:left="1146"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1F0486A"/>
    <w:multiLevelType w:val="hybridMultilevel"/>
    <w:tmpl w:val="B1466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126E3328"/>
    <w:multiLevelType w:val="multilevel"/>
    <w:tmpl w:val="19925FA4"/>
    <w:numStyleLink w:val="WWNum21"/>
  </w:abstractNum>
  <w:abstractNum w:abstractNumId="25" w15:restartNumberingAfterBreak="0">
    <w:nsid w:val="12E50D82"/>
    <w:multiLevelType w:val="hybridMultilevel"/>
    <w:tmpl w:val="C6927E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3BE07BA"/>
    <w:multiLevelType w:val="hybridMultilevel"/>
    <w:tmpl w:val="5FCEC090"/>
    <w:lvl w:ilvl="0" w:tplc="2E8E4698">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7" w15:restartNumberingAfterBreak="0">
    <w:nsid w:val="14C6157C"/>
    <w:multiLevelType w:val="hybridMultilevel"/>
    <w:tmpl w:val="3F562A26"/>
    <w:name w:val="List Bullet 1"/>
    <w:lvl w:ilvl="0" w:tplc="FFFFFFFF">
      <w:start w:val="6"/>
      <w:numFmt w:val="bullet"/>
      <w:lvlText w:val="-"/>
      <w:lvlJc w:val="left"/>
      <w:pPr>
        <w:ind w:left="720" w:hanging="360"/>
      </w:pPr>
      <w:rPr>
        <w:rFonts w:ascii="Calibri" w:eastAsia="Times New Roman" w:hAnsi="Calibri"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15CA1D5A"/>
    <w:multiLevelType w:val="multilevel"/>
    <w:tmpl w:val="698A5370"/>
    <w:numStyleLink w:val="tl1"/>
  </w:abstractNum>
  <w:abstractNum w:abstractNumId="29" w15:restartNumberingAfterBreak="0">
    <w:nsid w:val="16090094"/>
    <w:multiLevelType w:val="hybridMultilevel"/>
    <w:tmpl w:val="9E8025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16E505C0"/>
    <w:multiLevelType w:val="multilevel"/>
    <w:tmpl w:val="7A4666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17246B4D"/>
    <w:multiLevelType w:val="hybridMultilevel"/>
    <w:tmpl w:val="630AFE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184424A5"/>
    <w:multiLevelType w:val="hybridMultilevel"/>
    <w:tmpl w:val="ED3A8F94"/>
    <w:lvl w:ilvl="0" w:tplc="041B0003">
      <w:start w:val="1"/>
      <w:numFmt w:val="bullet"/>
      <w:lvlText w:val="o"/>
      <w:lvlJc w:val="left"/>
      <w:pPr>
        <w:ind w:left="1146" w:hanging="360"/>
      </w:pPr>
      <w:rPr>
        <w:rFonts w:ascii="Courier New" w:hAnsi="Courier New" w:cs="Courier New"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3" w15:restartNumberingAfterBreak="0">
    <w:nsid w:val="18DF670B"/>
    <w:multiLevelType w:val="hybridMultilevel"/>
    <w:tmpl w:val="B350A518"/>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18F2336E"/>
    <w:multiLevelType w:val="hybridMultilevel"/>
    <w:tmpl w:val="930E1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19BD13F9"/>
    <w:multiLevelType w:val="hybridMultilevel"/>
    <w:tmpl w:val="CC02F9E8"/>
    <w:lvl w:ilvl="0" w:tplc="2E8E4698">
      <w:start w:val="1"/>
      <w:numFmt w:val="bullet"/>
      <w:lvlText w:val=""/>
      <w:lvlJc w:val="left"/>
      <w:pPr>
        <w:tabs>
          <w:tab w:val="num" w:pos="747"/>
        </w:tabs>
        <w:ind w:left="747" w:hanging="567"/>
      </w:pPr>
      <w:rPr>
        <w:rFonts w:ascii="Symbol" w:hAnsi="Symbol" w:hint="default"/>
      </w:rPr>
    </w:lvl>
    <w:lvl w:ilvl="1" w:tplc="041B0003">
      <w:start w:val="1"/>
      <w:numFmt w:val="bullet"/>
      <w:lvlText w:val="o"/>
      <w:lvlJc w:val="left"/>
      <w:pPr>
        <w:tabs>
          <w:tab w:val="num" w:pos="1620"/>
        </w:tabs>
        <w:ind w:left="1620" w:hanging="360"/>
      </w:pPr>
      <w:rPr>
        <w:rFonts w:ascii="Courier New" w:hAnsi="Courier New" w:cs="Courier New" w:hint="default"/>
      </w:rPr>
    </w:lvl>
    <w:lvl w:ilvl="2" w:tplc="041B0005" w:tentative="1">
      <w:start w:val="1"/>
      <w:numFmt w:val="bullet"/>
      <w:lvlText w:val=""/>
      <w:lvlJc w:val="left"/>
      <w:pPr>
        <w:tabs>
          <w:tab w:val="num" w:pos="2340"/>
        </w:tabs>
        <w:ind w:left="2340" w:hanging="360"/>
      </w:pPr>
      <w:rPr>
        <w:rFonts w:ascii="Wingdings" w:hAnsi="Wingdings" w:hint="default"/>
      </w:rPr>
    </w:lvl>
    <w:lvl w:ilvl="3" w:tplc="041B0001" w:tentative="1">
      <w:start w:val="1"/>
      <w:numFmt w:val="bullet"/>
      <w:lvlText w:val=""/>
      <w:lvlJc w:val="left"/>
      <w:pPr>
        <w:tabs>
          <w:tab w:val="num" w:pos="3060"/>
        </w:tabs>
        <w:ind w:left="3060" w:hanging="360"/>
      </w:pPr>
      <w:rPr>
        <w:rFonts w:ascii="Symbol" w:hAnsi="Symbol" w:hint="default"/>
      </w:rPr>
    </w:lvl>
    <w:lvl w:ilvl="4" w:tplc="041B0003" w:tentative="1">
      <w:start w:val="1"/>
      <w:numFmt w:val="bullet"/>
      <w:lvlText w:val="o"/>
      <w:lvlJc w:val="left"/>
      <w:pPr>
        <w:tabs>
          <w:tab w:val="num" w:pos="3780"/>
        </w:tabs>
        <w:ind w:left="3780" w:hanging="360"/>
      </w:pPr>
      <w:rPr>
        <w:rFonts w:ascii="Courier New" w:hAnsi="Courier New" w:cs="Courier New" w:hint="default"/>
      </w:rPr>
    </w:lvl>
    <w:lvl w:ilvl="5" w:tplc="041B0005" w:tentative="1">
      <w:start w:val="1"/>
      <w:numFmt w:val="bullet"/>
      <w:lvlText w:val=""/>
      <w:lvlJc w:val="left"/>
      <w:pPr>
        <w:tabs>
          <w:tab w:val="num" w:pos="4500"/>
        </w:tabs>
        <w:ind w:left="4500" w:hanging="360"/>
      </w:pPr>
      <w:rPr>
        <w:rFonts w:ascii="Wingdings" w:hAnsi="Wingdings" w:hint="default"/>
      </w:rPr>
    </w:lvl>
    <w:lvl w:ilvl="6" w:tplc="041B0001" w:tentative="1">
      <w:start w:val="1"/>
      <w:numFmt w:val="bullet"/>
      <w:lvlText w:val=""/>
      <w:lvlJc w:val="left"/>
      <w:pPr>
        <w:tabs>
          <w:tab w:val="num" w:pos="5220"/>
        </w:tabs>
        <w:ind w:left="5220" w:hanging="360"/>
      </w:pPr>
      <w:rPr>
        <w:rFonts w:ascii="Symbol" w:hAnsi="Symbol" w:hint="default"/>
      </w:rPr>
    </w:lvl>
    <w:lvl w:ilvl="7" w:tplc="041B0003" w:tentative="1">
      <w:start w:val="1"/>
      <w:numFmt w:val="bullet"/>
      <w:lvlText w:val="o"/>
      <w:lvlJc w:val="left"/>
      <w:pPr>
        <w:tabs>
          <w:tab w:val="num" w:pos="5940"/>
        </w:tabs>
        <w:ind w:left="5940" w:hanging="360"/>
      </w:pPr>
      <w:rPr>
        <w:rFonts w:ascii="Courier New" w:hAnsi="Courier New" w:cs="Courier New" w:hint="default"/>
      </w:rPr>
    </w:lvl>
    <w:lvl w:ilvl="8" w:tplc="041B0005" w:tentative="1">
      <w:start w:val="1"/>
      <w:numFmt w:val="bullet"/>
      <w:lvlText w:val=""/>
      <w:lvlJc w:val="left"/>
      <w:pPr>
        <w:tabs>
          <w:tab w:val="num" w:pos="6660"/>
        </w:tabs>
        <w:ind w:left="6660" w:hanging="360"/>
      </w:pPr>
      <w:rPr>
        <w:rFonts w:ascii="Wingdings" w:hAnsi="Wingdings" w:hint="default"/>
      </w:rPr>
    </w:lvl>
  </w:abstractNum>
  <w:abstractNum w:abstractNumId="36" w15:restartNumberingAfterBreak="0">
    <w:nsid w:val="1B067332"/>
    <w:multiLevelType w:val="hybridMultilevel"/>
    <w:tmpl w:val="3D14B8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1B094CD0"/>
    <w:multiLevelType w:val="hybridMultilevel"/>
    <w:tmpl w:val="D4463366"/>
    <w:lvl w:ilvl="0" w:tplc="041B0001">
      <w:start w:val="1"/>
      <w:numFmt w:val="bullet"/>
      <w:lvlText w:val=""/>
      <w:lvlJc w:val="left"/>
      <w:pPr>
        <w:ind w:left="1404" w:hanging="360"/>
      </w:pPr>
      <w:rPr>
        <w:rFonts w:ascii="Symbol" w:hAnsi="Symbol" w:hint="default"/>
      </w:rPr>
    </w:lvl>
    <w:lvl w:ilvl="1" w:tplc="041B0003">
      <w:start w:val="1"/>
      <w:numFmt w:val="bullet"/>
      <w:lvlText w:val="o"/>
      <w:lvlJc w:val="left"/>
      <w:pPr>
        <w:ind w:left="2124" w:hanging="360"/>
      </w:pPr>
      <w:rPr>
        <w:rFonts w:ascii="Courier New" w:hAnsi="Courier New" w:cs="Courier New" w:hint="default"/>
      </w:rPr>
    </w:lvl>
    <w:lvl w:ilvl="2" w:tplc="041B0005">
      <w:start w:val="1"/>
      <w:numFmt w:val="bullet"/>
      <w:lvlText w:val=""/>
      <w:lvlJc w:val="left"/>
      <w:pPr>
        <w:ind w:left="2844" w:hanging="360"/>
      </w:pPr>
      <w:rPr>
        <w:rFonts w:ascii="Wingdings" w:hAnsi="Wingdings" w:hint="default"/>
      </w:rPr>
    </w:lvl>
    <w:lvl w:ilvl="3" w:tplc="041B0001" w:tentative="1">
      <w:start w:val="1"/>
      <w:numFmt w:val="bullet"/>
      <w:lvlText w:val=""/>
      <w:lvlJc w:val="left"/>
      <w:pPr>
        <w:ind w:left="3564" w:hanging="360"/>
      </w:pPr>
      <w:rPr>
        <w:rFonts w:ascii="Symbol" w:hAnsi="Symbol" w:hint="default"/>
      </w:rPr>
    </w:lvl>
    <w:lvl w:ilvl="4" w:tplc="041B0003" w:tentative="1">
      <w:start w:val="1"/>
      <w:numFmt w:val="bullet"/>
      <w:lvlText w:val="o"/>
      <w:lvlJc w:val="left"/>
      <w:pPr>
        <w:ind w:left="4284" w:hanging="360"/>
      </w:pPr>
      <w:rPr>
        <w:rFonts w:ascii="Courier New" w:hAnsi="Courier New" w:cs="Courier New" w:hint="default"/>
      </w:rPr>
    </w:lvl>
    <w:lvl w:ilvl="5" w:tplc="041B0005" w:tentative="1">
      <w:start w:val="1"/>
      <w:numFmt w:val="bullet"/>
      <w:lvlText w:val=""/>
      <w:lvlJc w:val="left"/>
      <w:pPr>
        <w:ind w:left="5004" w:hanging="360"/>
      </w:pPr>
      <w:rPr>
        <w:rFonts w:ascii="Wingdings" w:hAnsi="Wingdings" w:hint="default"/>
      </w:rPr>
    </w:lvl>
    <w:lvl w:ilvl="6" w:tplc="041B0001" w:tentative="1">
      <w:start w:val="1"/>
      <w:numFmt w:val="bullet"/>
      <w:lvlText w:val=""/>
      <w:lvlJc w:val="left"/>
      <w:pPr>
        <w:ind w:left="5724" w:hanging="360"/>
      </w:pPr>
      <w:rPr>
        <w:rFonts w:ascii="Symbol" w:hAnsi="Symbol" w:hint="default"/>
      </w:rPr>
    </w:lvl>
    <w:lvl w:ilvl="7" w:tplc="041B0003" w:tentative="1">
      <w:start w:val="1"/>
      <w:numFmt w:val="bullet"/>
      <w:lvlText w:val="o"/>
      <w:lvlJc w:val="left"/>
      <w:pPr>
        <w:ind w:left="6444" w:hanging="360"/>
      </w:pPr>
      <w:rPr>
        <w:rFonts w:ascii="Courier New" w:hAnsi="Courier New" w:cs="Courier New" w:hint="default"/>
      </w:rPr>
    </w:lvl>
    <w:lvl w:ilvl="8" w:tplc="041B0005" w:tentative="1">
      <w:start w:val="1"/>
      <w:numFmt w:val="bullet"/>
      <w:lvlText w:val=""/>
      <w:lvlJc w:val="left"/>
      <w:pPr>
        <w:ind w:left="7164" w:hanging="360"/>
      </w:pPr>
      <w:rPr>
        <w:rFonts w:ascii="Wingdings" w:hAnsi="Wingdings" w:hint="default"/>
      </w:rPr>
    </w:lvl>
  </w:abstractNum>
  <w:abstractNum w:abstractNumId="38" w15:restartNumberingAfterBreak="0">
    <w:nsid w:val="1B6A7634"/>
    <w:multiLevelType w:val="multilevel"/>
    <w:tmpl w:val="0B1473B0"/>
    <w:styleLink w:val="WWNum1"/>
    <w:lvl w:ilvl="0">
      <w:start w:val="1"/>
      <w:numFmt w:val="decimal"/>
      <w:lvlText w:val="%1"/>
      <w:lvlJc w:val="left"/>
      <w:pPr>
        <w:ind w:left="540" w:hanging="540"/>
      </w:pPr>
    </w:lvl>
    <w:lvl w:ilvl="1">
      <w:start w:val="2"/>
      <w:numFmt w:val="decimal"/>
      <w:lvlText w:val="%1.%2"/>
      <w:lvlJc w:val="left"/>
      <w:pPr>
        <w:ind w:left="682"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15:restartNumberingAfterBreak="0">
    <w:nsid w:val="1D366039"/>
    <w:multiLevelType w:val="hybridMultilevel"/>
    <w:tmpl w:val="5688008E"/>
    <w:lvl w:ilvl="0" w:tplc="F580D4E2">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1D3E0882"/>
    <w:multiLevelType w:val="multilevel"/>
    <w:tmpl w:val="FB241936"/>
    <w:lvl w:ilvl="0">
      <w:start w:val="1"/>
      <w:numFmt w:val="bullet"/>
      <w:lvlText w:val=""/>
      <w:lvlJc w:val="left"/>
      <w:pPr>
        <w:ind w:left="567" w:hanging="567"/>
      </w:pPr>
      <w:rPr>
        <w:rFonts w:ascii="Symbol" w:hAnsi="Symbol" w:hint="default"/>
      </w:rPr>
    </w:lvl>
    <w:lvl w:ilvl="1">
      <w:start w:val="1"/>
      <w:numFmt w:val="none"/>
      <w:lvlText w:val="2.1"/>
      <w:lvlJc w:val="left"/>
      <w:pPr>
        <w:ind w:left="567" w:hanging="567"/>
      </w:pPr>
      <w:rPr>
        <w:rFonts w:hint="default"/>
      </w:rPr>
    </w:lvl>
    <w:lvl w:ilvl="2">
      <w:start w:val="1"/>
      <w:numFmt w:val="decimal"/>
      <w:lvlText w:val="%3."/>
      <w:lvlJc w:val="left"/>
      <w:pPr>
        <w:ind w:left="0" w:firstLine="0"/>
      </w:pPr>
      <w:rPr>
        <w:rFonts w:hint="default"/>
      </w:rPr>
    </w:lvl>
    <w:lvl w:ilvl="3">
      <w:start w:val="1"/>
      <w:numFmt w:val="none"/>
      <w:lvlText w:val="2.1.1.1"/>
      <w:lvlJc w:val="left"/>
      <w:pPr>
        <w:ind w:left="0" w:firstLine="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41" w15:restartNumberingAfterBreak="0">
    <w:nsid w:val="1D42225D"/>
    <w:multiLevelType w:val="hybridMultilevel"/>
    <w:tmpl w:val="04FA6388"/>
    <w:lvl w:ilvl="0" w:tplc="0D8651D8">
      <w:start w:val="2"/>
      <w:numFmt w:val="decimal"/>
      <w:lvlText w:val="%1.4"/>
      <w:lvlJc w:val="left"/>
      <w:pPr>
        <w:ind w:left="1146"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1D4A4886"/>
    <w:multiLevelType w:val="hybridMultilevel"/>
    <w:tmpl w:val="E86C3130"/>
    <w:lvl w:ilvl="0" w:tplc="8BB29116">
      <w:start w:val="5"/>
      <w:numFmt w:val="bullet"/>
      <w:lvlText w:val="-"/>
      <w:lvlJc w:val="left"/>
      <w:pPr>
        <w:ind w:left="1440" w:hanging="360"/>
      </w:pPr>
      <w:rPr>
        <w:rFonts w:ascii="Arial" w:eastAsia="Times New Roman" w:hAnsi="Arial"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3" w15:restartNumberingAfterBreak="0">
    <w:nsid w:val="1DC715A3"/>
    <w:multiLevelType w:val="multilevel"/>
    <w:tmpl w:val="DD78D030"/>
    <w:lvl w:ilvl="0">
      <w:start w:val="1"/>
      <w:numFmt w:val="none"/>
      <w:lvlText w:val="2"/>
      <w:lvlJc w:val="left"/>
      <w:pPr>
        <w:ind w:left="567" w:hanging="567"/>
      </w:pPr>
      <w:rPr>
        <w:rFonts w:hint="default"/>
      </w:rPr>
    </w:lvl>
    <w:lvl w:ilvl="1">
      <w:start w:val="1"/>
      <w:numFmt w:val="decimal"/>
      <w:lvlText w:val="%2.4"/>
      <w:lvlJc w:val="left"/>
      <w:pPr>
        <w:ind w:left="567" w:hanging="567"/>
      </w:pPr>
      <w:rPr>
        <w:rFonts w:hint="default"/>
      </w:rPr>
    </w:lvl>
    <w:lvl w:ilvl="2">
      <w:start w:val="1"/>
      <w:numFmt w:val="none"/>
      <w:lvlRestart w:val="0"/>
      <w:lvlText w:val="2.1.2"/>
      <w:lvlJc w:val="left"/>
      <w:pPr>
        <w:ind w:left="0" w:firstLine="0"/>
      </w:pPr>
      <w:rPr>
        <w:rFonts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44" w15:restartNumberingAfterBreak="0">
    <w:nsid w:val="1FFF2A7E"/>
    <w:multiLevelType w:val="hybridMultilevel"/>
    <w:tmpl w:val="80DCE9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204B0442"/>
    <w:multiLevelType w:val="hybridMultilevel"/>
    <w:tmpl w:val="FF5646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20A107F3"/>
    <w:multiLevelType w:val="hybridMultilevel"/>
    <w:tmpl w:val="F22C40A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21B26F66"/>
    <w:multiLevelType w:val="hybridMultilevel"/>
    <w:tmpl w:val="EF961390"/>
    <w:lvl w:ilvl="0" w:tplc="BAEEB0E0">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21CD7250"/>
    <w:multiLevelType w:val="hybridMultilevel"/>
    <w:tmpl w:val="89A05E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21E7468A"/>
    <w:multiLevelType w:val="hybridMultilevel"/>
    <w:tmpl w:val="A09878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230A6FF2"/>
    <w:multiLevelType w:val="hybridMultilevel"/>
    <w:tmpl w:val="E042E5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244937A9"/>
    <w:multiLevelType w:val="hybridMultilevel"/>
    <w:tmpl w:val="07C2F6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246C0E39"/>
    <w:multiLevelType w:val="hybridMultilevel"/>
    <w:tmpl w:val="A462B8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248C360E"/>
    <w:multiLevelType w:val="hybridMultilevel"/>
    <w:tmpl w:val="00EE13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27983A36"/>
    <w:multiLevelType w:val="hybridMultilevel"/>
    <w:tmpl w:val="CFB849D4"/>
    <w:lvl w:ilvl="0" w:tplc="3C5CE160">
      <w:start w:val="1"/>
      <w:numFmt w:val="bullet"/>
      <w:lvlText w:val=""/>
      <w:lvlJc w:val="left"/>
      <w:pPr>
        <w:ind w:left="540" w:hanging="37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27E53C00"/>
    <w:multiLevelType w:val="hybridMultilevel"/>
    <w:tmpl w:val="32B00B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27FF20EA"/>
    <w:multiLevelType w:val="hybridMultilevel"/>
    <w:tmpl w:val="8B40A574"/>
    <w:lvl w:ilvl="0" w:tplc="EF7C2C6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28BF5961"/>
    <w:multiLevelType w:val="hybridMultilevel"/>
    <w:tmpl w:val="41F4A1A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28FF70C8"/>
    <w:multiLevelType w:val="hybridMultilevel"/>
    <w:tmpl w:val="1758FDB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29740BF3"/>
    <w:multiLevelType w:val="hybridMultilevel"/>
    <w:tmpl w:val="550C26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29DE6370"/>
    <w:multiLevelType w:val="hybridMultilevel"/>
    <w:tmpl w:val="1A0C9A4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2A1E755A"/>
    <w:multiLevelType w:val="hybridMultilevel"/>
    <w:tmpl w:val="99D60C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2A9E2A4B"/>
    <w:multiLevelType w:val="hybridMultilevel"/>
    <w:tmpl w:val="9BE089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2C55687E"/>
    <w:multiLevelType w:val="hybridMultilevel"/>
    <w:tmpl w:val="F45C2F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2C6672EA"/>
    <w:multiLevelType w:val="hybridMultilevel"/>
    <w:tmpl w:val="A1F49DFA"/>
    <w:name w:val="TP222"/>
    <w:lvl w:ilvl="0" w:tplc="041B0003">
      <w:start w:val="1"/>
      <w:numFmt w:val="bullet"/>
      <w:lvlText w:val="o"/>
      <w:lvlJc w:val="left"/>
      <w:pPr>
        <w:ind w:left="1400" w:hanging="360"/>
      </w:pPr>
      <w:rPr>
        <w:rFonts w:ascii="Courier New" w:hAnsi="Courier New" w:cs="Courier New" w:hint="default"/>
      </w:rPr>
    </w:lvl>
    <w:lvl w:ilvl="1" w:tplc="041B0003" w:tentative="1">
      <w:start w:val="1"/>
      <w:numFmt w:val="bullet"/>
      <w:lvlText w:val="o"/>
      <w:lvlJc w:val="left"/>
      <w:pPr>
        <w:ind w:left="2120" w:hanging="360"/>
      </w:pPr>
      <w:rPr>
        <w:rFonts w:ascii="Courier New" w:hAnsi="Courier New" w:cs="Courier New" w:hint="default"/>
      </w:rPr>
    </w:lvl>
    <w:lvl w:ilvl="2" w:tplc="041B0005" w:tentative="1">
      <w:start w:val="1"/>
      <w:numFmt w:val="bullet"/>
      <w:lvlText w:val=""/>
      <w:lvlJc w:val="left"/>
      <w:pPr>
        <w:ind w:left="2840" w:hanging="360"/>
      </w:pPr>
      <w:rPr>
        <w:rFonts w:ascii="Wingdings" w:hAnsi="Wingdings" w:hint="default"/>
      </w:rPr>
    </w:lvl>
    <w:lvl w:ilvl="3" w:tplc="041B0001" w:tentative="1">
      <w:start w:val="1"/>
      <w:numFmt w:val="bullet"/>
      <w:lvlText w:val=""/>
      <w:lvlJc w:val="left"/>
      <w:pPr>
        <w:ind w:left="3560" w:hanging="360"/>
      </w:pPr>
      <w:rPr>
        <w:rFonts w:ascii="Symbol" w:hAnsi="Symbol" w:hint="default"/>
      </w:rPr>
    </w:lvl>
    <w:lvl w:ilvl="4" w:tplc="041B0003" w:tentative="1">
      <w:start w:val="1"/>
      <w:numFmt w:val="bullet"/>
      <w:lvlText w:val="o"/>
      <w:lvlJc w:val="left"/>
      <w:pPr>
        <w:ind w:left="4280" w:hanging="360"/>
      </w:pPr>
      <w:rPr>
        <w:rFonts w:ascii="Courier New" w:hAnsi="Courier New" w:cs="Courier New" w:hint="default"/>
      </w:rPr>
    </w:lvl>
    <w:lvl w:ilvl="5" w:tplc="041B0005" w:tentative="1">
      <w:start w:val="1"/>
      <w:numFmt w:val="bullet"/>
      <w:lvlText w:val=""/>
      <w:lvlJc w:val="left"/>
      <w:pPr>
        <w:ind w:left="5000" w:hanging="360"/>
      </w:pPr>
      <w:rPr>
        <w:rFonts w:ascii="Wingdings" w:hAnsi="Wingdings" w:hint="default"/>
      </w:rPr>
    </w:lvl>
    <w:lvl w:ilvl="6" w:tplc="041B0001" w:tentative="1">
      <w:start w:val="1"/>
      <w:numFmt w:val="bullet"/>
      <w:lvlText w:val=""/>
      <w:lvlJc w:val="left"/>
      <w:pPr>
        <w:ind w:left="5720" w:hanging="360"/>
      </w:pPr>
      <w:rPr>
        <w:rFonts w:ascii="Symbol" w:hAnsi="Symbol" w:hint="default"/>
      </w:rPr>
    </w:lvl>
    <w:lvl w:ilvl="7" w:tplc="041B0003" w:tentative="1">
      <w:start w:val="1"/>
      <w:numFmt w:val="bullet"/>
      <w:lvlText w:val="o"/>
      <w:lvlJc w:val="left"/>
      <w:pPr>
        <w:ind w:left="6440" w:hanging="360"/>
      </w:pPr>
      <w:rPr>
        <w:rFonts w:ascii="Courier New" w:hAnsi="Courier New" w:cs="Courier New" w:hint="default"/>
      </w:rPr>
    </w:lvl>
    <w:lvl w:ilvl="8" w:tplc="041B0005" w:tentative="1">
      <w:start w:val="1"/>
      <w:numFmt w:val="bullet"/>
      <w:lvlText w:val=""/>
      <w:lvlJc w:val="left"/>
      <w:pPr>
        <w:ind w:left="7160" w:hanging="360"/>
      </w:pPr>
      <w:rPr>
        <w:rFonts w:ascii="Wingdings" w:hAnsi="Wingdings" w:hint="default"/>
      </w:rPr>
    </w:lvl>
  </w:abstractNum>
  <w:abstractNum w:abstractNumId="65" w15:restartNumberingAfterBreak="0">
    <w:nsid w:val="2D317BAC"/>
    <w:multiLevelType w:val="hybridMultilevel"/>
    <w:tmpl w:val="964667E8"/>
    <w:lvl w:ilvl="0" w:tplc="041B0001">
      <w:start w:val="1"/>
      <w:numFmt w:val="bullet"/>
      <w:lvlText w:val=""/>
      <w:lvlJc w:val="left"/>
      <w:pPr>
        <w:ind w:left="644" w:hanging="360"/>
      </w:pPr>
      <w:rPr>
        <w:rFonts w:ascii="Symbol" w:hAnsi="Symbol" w:hint="default"/>
      </w:rPr>
    </w:lvl>
    <w:lvl w:ilvl="1" w:tplc="F580D4E2">
      <w:numFmt w:val="bullet"/>
      <w:lvlText w:val="-"/>
      <w:lvlJc w:val="left"/>
      <w:pPr>
        <w:ind w:left="1440" w:hanging="360"/>
      </w:pPr>
      <w:rPr>
        <w:rFonts w:ascii="Times New Roman" w:eastAsiaTheme="minorHAnsi" w:hAnsi="Times New Roman" w:cs="Times New Roman" w:hint="default"/>
      </w:rPr>
    </w:lvl>
    <w:lvl w:ilvl="2" w:tplc="041B0003">
      <w:start w:val="1"/>
      <w:numFmt w:val="bullet"/>
      <w:lvlText w:val="o"/>
      <w:lvlJc w:val="left"/>
      <w:pPr>
        <w:ind w:left="2160" w:hanging="360"/>
      </w:pPr>
      <w:rPr>
        <w:rFonts w:ascii="Courier New" w:hAnsi="Courier New" w:cs="Courier New"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2D4C7746"/>
    <w:multiLevelType w:val="hybridMultilevel"/>
    <w:tmpl w:val="16200EB0"/>
    <w:lvl w:ilvl="0" w:tplc="C1BA7BC2">
      <w:start w:val="2"/>
      <w:numFmt w:val="decimal"/>
      <w:lvlText w:val="%1.5"/>
      <w:lvlJc w:val="left"/>
      <w:pPr>
        <w:ind w:left="1572"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2DFF5810"/>
    <w:multiLevelType w:val="hybridMultilevel"/>
    <w:tmpl w:val="5306A4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2EF40B06"/>
    <w:multiLevelType w:val="hybridMultilevel"/>
    <w:tmpl w:val="2312D5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2F3673DC"/>
    <w:multiLevelType w:val="multilevel"/>
    <w:tmpl w:val="1B6A0594"/>
    <w:styleLink w:val="WWNum19"/>
    <w:lvl w:ilvl="0">
      <w:numFmt w:val="bullet"/>
      <w:lvlText w:val=""/>
      <w:lvlJc w:val="left"/>
      <w:pPr>
        <w:ind w:left="502"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0" w15:restartNumberingAfterBreak="0">
    <w:nsid w:val="2FC441B8"/>
    <w:multiLevelType w:val="hybridMultilevel"/>
    <w:tmpl w:val="672C7B4C"/>
    <w:lvl w:ilvl="0" w:tplc="041B0001">
      <w:start w:val="1"/>
      <w:numFmt w:val="bullet"/>
      <w:lvlText w:val=""/>
      <w:lvlJc w:val="left"/>
      <w:pPr>
        <w:ind w:left="720" w:hanging="360"/>
      </w:pPr>
      <w:rPr>
        <w:rFonts w:ascii="Symbol" w:hAnsi="Symbol" w:hint="default"/>
        <w:sz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30392E38"/>
    <w:multiLevelType w:val="hybridMultilevel"/>
    <w:tmpl w:val="B8D8E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31607DA8"/>
    <w:multiLevelType w:val="hybridMultilevel"/>
    <w:tmpl w:val="F8C071C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3" w15:restartNumberingAfterBreak="0">
    <w:nsid w:val="31862430"/>
    <w:multiLevelType w:val="hybridMultilevel"/>
    <w:tmpl w:val="E05A72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31BB128A"/>
    <w:multiLevelType w:val="hybridMultilevel"/>
    <w:tmpl w:val="F64ECD9C"/>
    <w:lvl w:ilvl="0" w:tplc="618EDB7A">
      <w:start w:val="1"/>
      <w:numFmt w:val="bullet"/>
      <w:lvlText w:val=""/>
      <w:lvlJc w:val="left"/>
      <w:pPr>
        <w:tabs>
          <w:tab w:val="num" w:pos="720"/>
        </w:tabs>
        <w:ind w:left="720" w:hanging="360"/>
      </w:pPr>
      <w:rPr>
        <w:rFonts w:ascii="Symbol" w:hAnsi="Symbol" w:hint="default"/>
        <w:sz w:val="20"/>
        <w:szCs w:val="20"/>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31EF48BD"/>
    <w:multiLevelType w:val="hybridMultilevel"/>
    <w:tmpl w:val="6FA204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32C73A9B"/>
    <w:multiLevelType w:val="hybridMultilevel"/>
    <w:tmpl w:val="357C3B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34671CC3"/>
    <w:multiLevelType w:val="hybridMultilevel"/>
    <w:tmpl w:val="4D008D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373E7C27"/>
    <w:multiLevelType w:val="multilevel"/>
    <w:tmpl w:val="1A84AA94"/>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9" w15:restartNumberingAfterBreak="0">
    <w:nsid w:val="37520518"/>
    <w:multiLevelType w:val="hybridMultilevel"/>
    <w:tmpl w:val="434C20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38025C3D"/>
    <w:multiLevelType w:val="hybridMultilevel"/>
    <w:tmpl w:val="CB38E058"/>
    <w:lvl w:ilvl="0" w:tplc="B810DD74">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3807310F"/>
    <w:multiLevelType w:val="hybridMultilevel"/>
    <w:tmpl w:val="8DD0FE16"/>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38EC720D"/>
    <w:multiLevelType w:val="hybridMultilevel"/>
    <w:tmpl w:val="434AB9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391E7681"/>
    <w:multiLevelType w:val="hybridMultilevel"/>
    <w:tmpl w:val="E5A6A102"/>
    <w:lvl w:ilvl="0" w:tplc="2E8E4698">
      <w:start w:val="1"/>
      <w:numFmt w:val="bullet"/>
      <w:lvlText w:val=""/>
      <w:lvlJc w:val="left"/>
      <w:pPr>
        <w:tabs>
          <w:tab w:val="num" w:pos="567"/>
        </w:tabs>
        <w:ind w:left="567" w:hanging="567"/>
      </w:pPr>
      <w:rPr>
        <w:rFonts w:ascii="Symbol" w:hAnsi="Symbol" w:hint="default"/>
      </w:rPr>
    </w:lvl>
    <w:lvl w:ilvl="1" w:tplc="041B0015">
      <w:start w:val="1"/>
      <w:numFmt w:val="upperLetter"/>
      <w:lvlText w:val="%2."/>
      <w:lvlJc w:val="left"/>
      <w:pPr>
        <w:tabs>
          <w:tab w:val="num" w:pos="1440"/>
        </w:tabs>
        <w:ind w:left="1440" w:hanging="360"/>
      </w:pPr>
      <w:rPr>
        <w:rFonts w:hint="default"/>
      </w:rPr>
    </w:lvl>
    <w:lvl w:ilvl="2" w:tplc="04A2FA6E">
      <w:start w:val="3"/>
      <w:numFmt w:val="decimal"/>
      <w:lvlText w:val="%3"/>
      <w:lvlJc w:val="left"/>
      <w:pPr>
        <w:tabs>
          <w:tab w:val="num" w:pos="2160"/>
        </w:tabs>
        <w:ind w:left="2160" w:hanging="360"/>
      </w:pPr>
      <w:rPr>
        <w:rFont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399D765F"/>
    <w:multiLevelType w:val="hybridMultilevel"/>
    <w:tmpl w:val="6A5A98AC"/>
    <w:lvl w:ilvl="0" w:tplc="041B000F">
      <w:start w:val="1"/>
      <w:numFmt w:val="decimal"/>
      <w:lvlText w:val="%1."/>
      <w:lvlJc w:val="left"/>
      <w:pPr>
        <w:ind w:left="2629" w:hanging="360"/>
      </w:pPr>
    </w:lvl>
    <w:lvl w:ilvl="1" w:tplc="041B0019" w:tentative="1">
      <w:start w:val="1"/>
      <w:numFmt w:val="lowerLetter"/>
      <w:lvlText w:val="%2."/>
      <w:lvlJc w:val="left"/>
      <w:pPr>
        <w:ind w:left="3349" w:hanging="360"/>
      </w:pPr>
    </w:lvl>
    <w:lvl w:ilvl="2" w:tplc="041B001B" w:tentative="1">
      <w:start w:val="1"/>
      <w:numFmt w:val="lowerRoman"/>
      <w:lvlText w:val="%3."/>
      <w:lvlJc w:val="right"/>
      <w:pPr>
        <w:ind w:left="4069" w:hanging="180"/>
      </w:pPr>
    </w:lvl>
    <w:lvl w:ilvl="3" w:tplc="041B000F" w:tentative="1">
      <w:start w:val="1"/>
      <w:numFmt w:val="decimal"/>
      <w:lvlText w:val="%4."/>
      <w:lvlJc w:val="left"/>
      <w:pPr>
        <w:ind w:left="4789" w:hanging="360"/>
      </w:pPr>
    </w:lvl>
    <w:lvl w:ilvl="4" w:tplc="041B0019" w:tentative="1">
      <w:start w:val="1"/>
      <w:numFmt w:val="lowerLetter"/>
      <w:lvlText w:val="%5."/>
      <w:lvlJc w:val="left"/>
      <w:pPr>
        <w:ind w:left="5509" w:hanging="360"/>
      </w:pPr>
    </w:lvl>
    <w:lvl w:ilvl="5" w:tplc="041B001B" w:tentative="1">
      <w:start w:val="1"/>
      <w:numFmt w:val="lowerRoman"/>
      <w:lvlText w:val="%6."/>
      <w:lvlJc w:val="right"/>
      <w:pPr>
        <w:ind w:left="6229" w:hanging="180"/>
      </w:pPr>
    </w:lvl>
    <w:lvl w:ilvl="6" w:tplc="041B000F" w:tentative="1">
      <w:start w:val="1"/>
      <w:numFmt w:val="decimal"/>
      <w:lvlText w:val="%7."/>
      <w:lvlJc w:val="left"/>
      <w:pPr>
        <w:ind w:left="6949" w:hanging="360"/>
      </w:pPr>
    </w:lvl>
    <w:lvl w:ilvl="7" w:tplc="041B0019" w:tentative="1">
      <w:start w:val="1"/>
      <w:numFmt w:val="lowerLetter"/>
      <w:lvlText w:val="%8."/>
      <w:lvlJc w:val="left"/>
      <w:pPr>
        <w:ind w:left="7669" w:hanging="360"/>
      </w:pPr>
    </w:lvl>
    <w:lvl w:ilvl="8" w:tplc="041B001B" w:tentative="1">
      <w:start w:val="1"/>
      <w:numFmt w:val="lowerRoman"/>
      <w:lvlText w:val="%9."/>
      <w:lvlJc w:val="right"/>
      <w:pPr>
        <w:ind w:left="8389" w:hanging="180"/>
      </w:pPr>
    </w:lvl>
  </w:abstractNum>
  <w:abstractNum w:abstractNumId="85" w15:restartNumberingAfterBreak="0">
    <w:nsid w:val="39C03F00"/>
    <w:multiLevelType w:val="singleLevel"/>
    <w:tmpl w:val="A52AC320"/>
    <w:lvl w:ilvl="0">
      <w:start w:val="1"/>
      <w:numFmt w:val="bullet"/>
      <w:pStyle w:val="bododstavec"/>
      <w:lvlText w:val=""/>
      <w:legacy w:legacy="1" w:legacySpace="0" w:legacyIndent="283"/>
      <w:lvlJc w:val="left"/>
      <w:pPr>
        <w:ind w:left="283" w:hanging="283"/>
      </w:pPr>
      <w:rPr>
        <w:rFonts w:ascii="Symbol" w:hAnsi="Symbol" w:hint="default"/>
      </w:rPr>
    </w:lvl>
  </w:abstractNum>
  <w:abstractNum w:abstractNumId="86" w15:restartNumberingAfterBreak="0">
    <w:nsid w:val="3D244217"/>
    <w:multiLevelType w:val="hybridMultilevel"/>
    <w:tmpl w:val="6FB8517A"/>
    <w:lvl w:ilvl="0" w:tplc="EC54D1C4">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3FAB5776"/>
    <w:multiLevelType w:val="hybridMultilevel"/>
    <w:tmpl w:val="CCFEC6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40246FEF"/>
    <w:multiLevelType w:val="hybridMultilevel"/>
    <w:tmpl w:val="E530197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41494DB2"/>
    <w:multiLevelType w:val="hybridMultilevel"/>
    <w:tmpl w:val="18F00638"/>
    <w:lvl w:ilvl="0" w:tplc="ED94F726">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0" w15:restartNumberingAfterBreak="0">
    <w:nsid w:val="41C558CF"/>
    <w:multiLevelType w:val="hybridMultilevel"/>
    <w:tmpl w:val="93DCC2FE"/>
    <w:lvl w:ilvl="0" w:tplc="927AEA12">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42C82BFC"/>
    <w:multiLevelType w:val="hybridMultilevel"/>
    <w:tmpl w:val="CBECB09E"/>
    <w:lvl w:ilvl="0" w:tplc="041B0017">
      <w:start w:val="1"/>
      <w:numFmt w:val="lowerLetter"/>
      <w:lvlText w:val="%1)"/>
      <w:lvlJc w:val="left"/>
      <w:pPr>
        <w:ind w:left="1069" w:hanging="360"/>
      </w:p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92" w15:restartNumberingAfterBreak="0">
    <w:nsid w:val="432B1675"/>
    <w:multiLevelType w:val="hybridMultilevel"/>
    <w:tmpl w:val="50CAE2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15:restartNumberingAfterBreak="0">
    <w:nsid w:val="44CC15DD"/>
    <w:multiLevelType w:val="hybridMultilevel"/>
    <w:tmpl w:val="D44C12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45F62173"/>
    <w:multiLevelType w:val="hybridMultilevel"/>
    <w:tmpl w:val="3B127826"/>
    <w:lvl w:ilvl="0" w:tplc="0ABE9A2A">
      <w:start w:val="2"/>
      <w:numFmt w:val="decimal"/>
      <w:lvlText w:val="%1.9"/>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464C171D"/>
    <w:multiLevelType w:val="hybridMultilevel"/>
    <w:tmpl w:val="C5B8D36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15:restartNumberingAfterBreak="0">
    <w:nsid w:val="46EE6F17"/>
    <w:multiLevelType w:val="hybridMultilevel"/>
    <w:tmpl w:val="B2A888E8"/>
    <w:lvl w:ilvl="0" w:tplc="8BB29116">
      <w:start w:val="5"/>
      <w:numFmt w:val="bullet"/>
      <w:lvlText w:val="-"/>
      <w:lvlJc w:val="left"/>
      <w:pPr>
        <w:ind w:left="1004" w:hanging="360"/>
      </w:pPr>
      <w:rPr>
        <w:rFonts w:ascii="Arial" w:eastAsia="Times New Roman" w:hAnsi="Arial" w:cs="Arial" w:hint="default"/>
      </w:rPr>
    </w:lvl>
    <w:lvl w:ilvl="1" w:tplc="A678F3B6">
      <w:numFmt w:val="bullet"/>
      <w:lvlText w:val="•"/>
      <w:lvlJc w:val="left"/>
      <w:pPr>
        <w:ind w:left="1724" w:hanging="360"/>
      </w:pPr>
      <w:rPr>
        <w:rFonts w:ascii="Arial" w:eastAsia="Times New Roman" w:hAnsi="Arial" w:cs="Aria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7" w15:restartNumberingAfterBreak="0">
    <w:nsid w:val="47D328B9"/>
    <w:multiLevelType w:val="hybridMultilevel"/>
    <w:tmpl w:val="F7A651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15:restartNumberingAfterBreak="0">
    <w:nsid w:val="48801414"/>
    <w:multiLevelType w:val="hybridMultilevel"/>
    <w:tmpl w:val="1488F3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48DF651F"/>
    <w:multiLevelType w:val="multilevel"/>
    <w:tmpl w:val="A81CAE2C"/>
    <w:lvl w:ilvl="0">
      <w:start w:val="1"/>
      <w:numFmt w:val="decimal"/>
      <w:lvlText w:val="%1"/>
      <w:lvlJc w:val="left"/>
      <w:pPr>
        <w:ind w:left="540" w:hanging="540"/>
      </w:pPr>
      <w:rPr>
        <w:rFonts w:hint="default"/>
      </w:rPr>
    </w:lvl>
    <w:lvl w:ilvl="1">
      <w:start w:val="5"/>
      <w:numFmt w:val="decimal"/>
      <w:lvlRestart w:val="0"/>
      <w:lvlText w:val="%1.%2"/>
      <w:lvlJc w:val="left"/>
      <w:pPr>
        <w:ind w:left="682"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490B0084"/>
    <w:multiLevelType w:val="hybridMultilevel"/>
    <w:tmpl w:val="E24E88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15:restartNumberingAfterBreak="0">
    <w:nsid w:val="491A3804"/>
    <w:multiLevelType w:val="hybridMultilevel"/>
    <w:tmpl w:val="4A26ED30"/>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4A881001"/>
    <w:multiLevelType w:val="hybridMultilevel"/>
    <w:tmpl w:val="4AA2B0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4B7D322A"/>
    <w:multiLevelType w:val="hybridMultilevel"/>
    <w:tmpl w:val="693EF19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15:restartNumberingAfterBreak="0">
    <w:nsid w:val="4B8B65CC"/>
    <w:multiLevelType w:val="hybridMultilevel"/>
    <w:tmpl w:val="40CC3A74"/>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4BE54F05"/>
    <w:multiLevelType w:val="hybridMultilevel"/>
    <w:tmpl w:val="77A09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4CDB2579"/>
    <w:multiLevelType w:val="hybridMultilevel"/>
    <w:tmpl w:val="74D0F3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15:restartNumberingAfterBreak="0">
    <w:nsid w:val="4D22483C"/>
    <w:multiLevelType w:val="hybridMultilevel"/>
    <w:tmpl w:val="F81AB8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15:restartNumberingAfterBreak="0">
    <w:nsid w:val="4DC30127"/>
    <w:multiLevelType w:val="multilevel"/>
    <w:tmpl w:val="5F48E9AA"/>
    <w:lvl w:ilvl="0">
      <w:start w:val="1"/>
      <w:numFmt w:val="none"/>
      <w:lvlText w:val="2"/>
      <w:lvlJc w:val="left"/>
      <w:pPr>
        <w:ind w:left="567" w:hanging="567"/>
      </w:pPr>
      <w:rPr>
        <w:rFonts w:hint="default"/>
      </w:rPr>
    </w:lvl>
    <w:lvl w:ilvl="1">
      <w:start w:val="1"/>
      <w:numFmt w:val="decimal"/>
      <w:lvlText w:val="%2.3"/>
      <w:lvlJc w:val="left"/>
      <w:pPr>
        <w:ind w:left="567" w:hanging="567"/>
      </w:pPr>
      <w:rPr>
        <w:rFonts w:hint="default"/>
      </w:rPr>
    </w:lvl>
    <w:lvl w:ilvl="2">
      <w:start w:val="1"/>
      <w:numFmt w:val="none"/>
      <w:lvlRestart w:val="0"/>
      <w:lvlText w:val="2.1.2"/>
      <w:lvlJc w:val="left"/>
      <w:pPr>
        <w:ind w:left="0" w:firstLine="0"/>
      </w:pPr>
      <w:rPr>
        <w:rFonts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109" w15:restartNumberingAfterBreak="0">
    <w:nsid w:val="4E142456"/>
    <w:multiLevelType w:val="hybridMultilevel"/>
    <w:tmpl w:val="D8FAAB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4F1C1B21"/>
    <w:multiLevelType w:val="hybridMultilevel"/>
    <w:tmpl w:val="4F5830F0"/>
    <w:lvl w:ilvl="0" w:tplc="D250E6F8">
      <w:start w:val="1"/>
      <w:numFmt w:val="decimal"/>
      <w:lvlText w:val="%1.2"/>
      <w:lvlJc w:val="left"/>
      <w:pPr>
        <w:ind w:left="947" w:hanging="360"/>
      </w:pPr>
      <w:rPr>
        <w:rFonts w:hint="default"/>
        <w:b/>
      </w:rPr>
    </w:lvl>
    <w:lvl w:ilvl="1" w:tplc="041B0019" w:tentative="1">
      <w:start w:val="1"/>
      <w:numFmt w:val="lowerLetter"/>
      <w:lvlText w:val="%2."/>
      <w:lvlJc w:val="left"/>
      <w:pPr>
        <w:ind w:left="1667" w:hanging="360"/>
      </w:pPr>
    </w:lvl>
    <w:lvl w:ilvl="2" w:tplc="041B001B" w:tentative="1">
      <w:start w:val="1"/>
      <w:numFmt w:val="lowerRoman"/>
      <w:lvlText w:val="%3."/>
      <w:lvlJc w:val="right"/>
      <w:pPr>
        <w:ind w:left="2387" w:hanging="180"/>
      </w:pPr>
    </w:lvl>
    <w:lvl w:ilvl="3" w:tplc="041B000F" w:tentative="1">
      <w:start w:val="1"/>
      <w:numFmt w:val="decimal"/>
      <w:lvlText w:val="%4."/>
      <w:lvlJc w:val="left"/>
      <w:pPr>
        <w:ind w:left="3107" w:hanging="360"/>
      </w:pPr>
    </w:lvl>
    <w:lvl w:ilvl="4" w:tplc="041B0019" w:tentative="1">
      <w:start w:val="1"/>
      <w:numFmt w:val="lowerLetter"/>
      <w:lvlText w:val="%5."/>
      <w:lvlJc w:val="left"/>
      <w:pPr>
        <w:ind w:left="3827" w:hanging="360"/>
      </w:pPr>
    </w:lvl>
    <w:lvl w:ilvl="5" w:tplc="041B001B" w:tentative="1">
      <w:start w:val="1"/>
      <w:numFmt w:val="lowerRoman"/>
      <w:lvlText w:val="%6."/>
      <w:lvlJc w:val="right"/>
      <w:pPr>
        <w:ind w:left="4547" w:hanging="180"/>
      </w:pPr>
    </w:lvl>
    <w:lvl w:ilvl="6" w:tplc="041B000F" w:tentative="1">
      <w:start w:val="1"/>
      <w:numFmt w:val="decimal"/>
      <w:lvlText w:val="%7."/>
      <w:lvlJc w:val="left"/>
      <w:pPr>
        <w:ind w:left="5267" w:hanging="360"/>
      </w:pPr>
    </w:lvl>
    <w:lvl w:ilvl="7" w:tplc="041B0019" w:tentative="1">
      <w:start w:val="1"/>
      <w:numFmt w:val="lowerLetter"/>
      <w:lvlText w:val="%8."/>
      <w:lvlJc w:val="left"/>
      <w:pPr>
        <w:ind w:left="5987" w:hanging="360"/>
      </w:pPr>
    </w:lvl>
    <w:lvl w:ilvl="8" w:tplc="041B001B" w:tentative="1">
      <w:start w:val="1"/>
      <w:numFmt w:val="lowerRoman"/>
      <w:lvlText w:val="%9."/>
      <w:lvlJc w:val="right"/>
      <w:pPr>
        <w:ind w:left="6707" w:hanging="180"/>
      </w:pPr>
    </w:lvl>
  </w:abstractNum>
  <w:abstractNum w:abstractNumId="111" w15:restartNumberingAfterBreak="0">
    <w:nsid w:val="4F8439F8"/>
    <w:multiLevelType w:val="hybridMultilevel"/>
    <w:tmpl w:val="EC5639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52292CA8"/>
    <w:multiLevelType w:val="hybridMultilevel"/>
    <w:tmpl w:val="D8A496AE"/>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13" w15:restartNumberingAfterBreak="0">
    <w:nsid w:val="522C2D9D"/>
    <w:multiLevelType w:val="hybridMultilevel"/>
    <w:tmpl w:val="5DFAC676"/>
    <w:lvl w:ilvl="0" w:tplc="041B000B">
      <w:start w:val="1"/>
      <w:numFmt w:val="bullet"/>
      <w:lvlText w:val=""/>
      <w:lvlJc w:val="left"/>
      <w:pPr>
        <w:ind w:left="1400" w:hanging="360"/>
      </w:pPr>
      <w:rPr>
        <w:rFonts w:ascii="Wingdings" w:hAnsi="Wingdings" w:hint="default"/>
      </w:rPr>
    </w:lvl>
    <w:lvl w:ilvl="1" w:tplc="041B0003" w:tentative="1">
      <w:start w:val="1"/>
      <w:numFmt w:val="bullet"/>
      <w:lvlText w:val="o"/>
      <w:lvlJc w:val="left"/>
      <w:pPr>
        <w:ind w:left="2120" w:hanging="360"/>
      </w:pPr>
      <w:rPr>
        <w:rFonts w:ascii="Courier New" w:hAnsi="Courier New" w:cs="Courier New" w:hint="default"/>
      </w:rPr>
    </w:lvl>
    <w:lvl w:ilvl="2" w:tplc="041B0005" w:tentative="1">
      <w:start w:val="1"/>
      <w:numFmt w:val="bullet"/>
      <w:lvlText w:val=""/>
      <w:lvlJc w:val="left"/>
      <w:pPr>
        <w:ind w:left="2840" w:hanging="360"/>
      </w:pPr>
      <w:rPr>
        <w:rFonts w:ascii="Wingdings" w:hAnsi="Wingdings" w:hint="default"/>
      </w:rPr>
    </w:lvl>
    <w:lvl w:ilvl="3" w:tplc="041B0001" w:tentative="1">
      <w:start w:val="1"/>
      <w:numFmt w:val="bullet"/>
      <w:lvlText w:val=""/>
      <w:lvlJc w:val="left"/>
      <w:pPr>
        <w:ind w:left="3560" w:hanging="360"/>
      </w:pPr>
      <w:rPr>
        <w:rFonts w:ascii="Symbol" w:hAnsi="Symbol" w:hint="default"/>
      </w:rPr>
    </w:lvl>
    <w:lvl w:ilvl="4" w:tplc="041B0003" w:tentative="1">
      <w:start w:val="1"/>
      <w:numFmt w:val="bullet"/>
      <w:lvlText w:val="o"/>
      <w:lvlJc w:val="left"/>
      <w:pPr>
        <w:ind w:left="4280" w:hanging="360"/>
      </w:pPr>
      <w:rPr>
        <w:rFonts w:ascii="Courier New" w:hAnsi="Courier New" w:cs="Courier New" w:hint="default"/>
      </w:rPr>
    </w:lvl>
    <w:lvl w:ilvl="5" w:tplc="041B0005" w:tentative="1">
      <w:start w:val="1"/>
      <w:numFmt w:val="bullet"/>
      <w:lvlText w:val=""/>
      <w:lvlJc w:val="left"/>
      <w:pPr>
        <w:ind w:left="5000" w:hanging="360"/>
      </w:pPr>
      <w:rPr>
        <w:rFonts w:ascii="Wingdings" w:hAnsi="Wingdings" w:hint="default"/>
      </w:rPr>
    </w:lvl>
    <w:lvl w:ilvl="6" w:tplc="041B0001" w:tentative="1">
      <w:start w:val="1"/>
      <w:numFmt w:val="bullet"/>
      <w:lvlText w:val=""/>
      <w:lvlJc w:val="left"/>
      <w:pPr>
        <w:ind w:left="5720" w:hanging="360"/>
      </w:pPr>
      <w:rPr>
        <w:rFonts w:ascii="Symbol" w:hAnsi="Symbol" w:hint="default"/>
      </w:rPr>
    </w:lvl>
    <w:lvl w:ilvl="7" w:tplc="041B0003" w:tentative="1">
      <w:start w:val="1"/>
      <w:numFmt w:val="bullet"/>
      <w:lvlText w:val="o"/>
      <w:lvlJc w:val="left"/>
      <w:pPr>
        <w:ind w:left="6440" w:hanging="360"/>
      </w:pPr>
      <w:rPr>
        <w:rFonts w:ascii="Courier New" w:hAnsi="Courier New" w:cs="Courier New" w:hint="default"/>
      </w:rPr>
    </w:lvl>
    <w:lvl w:ilvl="8" w:tplc="041B0005" w:tentative="1">
      <w:start w:val="1"/>
      <w:numFmt w:val="bullet"/>
      <w:lvlText w:val=""/>
      <w:lvlJc w:val="left"/>
      <w:pPr>
        <w:ind w:left="7160" w:hanging="360"/>
      </w:pPr>
      <w:rPr>
        <w:rFonts w:ascii="Wingdings" w:hAnsi="Wingdings" w:hint="default"/>
      </w:rPr>
    </w:lvl>
  </w:abstractNum>
  <w:abstractNum w:abstractNumId="114" w15:restartNumberingAfterBreak="0">
    <w:nsid w:val="54DB1A58"/>
    <w:multiLevelType w:val="hybridMultilevel"/>
    <w:tmpl w:val="AC70C6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15:restartNumberingAfterBreak="0">
    <w:nsid w:val="56902BE2"/>
    <w:multiLevelType w:val="hybridMultilevel"/>
    <w:tmpl w:val="1408BD02"/>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15:restartNumberingAfterBreak="0">
    <w:nsid w:val="56DB5691"/>
    <w:multiLevelType w:val="hybridMultilevel"/>
    <w:tmpl w:val="91C8097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15:restartNumberingAfterBreak="0">
    <w:nsid w:val="57227B26"/>
    <w:multiLevelType w:val="hybridMultilevel"/>
    <w:tmpl w:val="9D0083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15:restartNumberingAfterBreak="0">
    <w:nsid w:val="58266A0E"/>
    <w:multiLevelType w:val="hybridMultilevel"/>
    <w:tmpl w:val="CE52D2D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58667F1E"/>
    <w:multiLevelType w:val="hybridMultilevel"/>
    <w:tmpl w:val="FBE2C6FA"/>
    <w:lvl w:ilvl="0" w:tplc="FC3055FA">
      <w:start w:val="1"/>
      <w:numFmt w:val="decimal"/>
      <w:lvlText w:val="%1.3"/>
      <w:lvlJc w:val="left"/>
      <w:pPr>
        <w:ind w:left="117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0" w15:restartNumberingAfterBreak="0">
    <w:nsid w:val="59543ABD"/>
    <w:multiLevelType w:val="hybridMultilevel"/>
    <w:tmpl w:val="4C468858"/>
    <w:lvl w:ilvl="0" w:tplc="041B0001">
      <w:start w:val="1"/>
      <w:numFmt w:val="bullet"/>
      <w:lvlText w:val=""/>
      <w:lvlJc w:val="left"/>
      <w:pPr>
        <w:ind w:left="1404" w:hanging="360"/>
      </w:pPr>
      <w:rPr>
        <w:rFonts w:ascii="Symbol" w:hAnsi="Symbol" w:hint="default"/>
      </w:rPr>
    </w:lvl>
    <w:lvl w:ilvl="1" w:tplc="041B0003">
      <w:start w:val="1"/>
      <w:numFmt w:val="bullet"/>
      <w:lvlText w:val="o"/>
      <w:lvlJc w:val="left"/>
      <w:pPr>
        <w:ind w:left="2124" w:hanging="360"/>
      </w:pPr>
      <w:rPr>
        <w:rFonts w:ascii="Courier New" w:hAnsi="Courier New" w:cs="Courier New" w:hint="default"/>
      </w:rPr>
    </w:lvl>
    <w:lvl w:ilvl="2" w:tplc="041B0005" w:tentative="1">
      <w:start w:val="1"/>
      <w:numFmt w:val="bullet"/>
      <w:lvlText w:val=""/>
      <w:lvlJc w:val="left"/>
      <w:pPr>
        <w:ind w:left="2844" w:hanging="360"/>
      </w:pPr>
      <w:rPr>
        <w:rFonts w:ascii="Wingdings" w:hAnsi="Wingdings" w:hint="default"/>
      </w:rPr>
    </w:lvl>
    <w:lvl w:ilvl="3" w:tplc="041B0001" w:tentative="1">
      <w:start w:val="1"/>
      <w:numFmt w:val="bullet"/>
      <w:lvlText w:val=""/>
      <w:lvlJc w:val="left"/>
      <w:pPr>
        <w:ind w:left="3564" w:hanging="360"/>
      </w:pPr>
      <w:rPr>
        <w:rFonts w:ascii="Symbol" w:hAnsi="Symbol" w:hint="default"/>
      </w:rPr>
    </w:lvl>
    <w:lvl w:ilvl="4" w:tplc="041B0003" w:tentative="1">
      <w:start w:val="1"/>
      <w:numFmt w:val="bullet"/>
      <w:lvlText w:val="o"/>
      <w:lvlJc w:val="left"/>
      <w:pPr>
        <w:ind w:left="4284" w:hanging="360"/>
      </w:pPr>
      <w:rPr>
        <w:rFonts w:ascii="Courier New" w:hAnsi="Courier New" w:cs="Courier New" w:hint="default"/>
      </w:rPr>
    </w:lvl>
    <w:lvl w:ilvl="5" w:tplc="041B0005" w:tentative="1">
      <w:start w:val="1"/>
      <w:numFmt w:val="bullet"/>
      <w:lvlText w:val=""/>
      <w:lvlJc w:val="left"/>
      <w:pPr>
        <w:ind w:left="5004" w:hanging="360"/>
      </w:pPr>
      <w:rPr>
        <w:rFonts w:ascii="Wingdings" w:hAnsi="Wingdings" w:hint="default"/>
      </w:rPr>
    </w:lvl>
    <w:lvl w:ilvl="6" w:tplc="041B0001" w:tentative="1">
      <w:start w:val="1"/>
      <w:numFmt w:val="bullet"/>
      <w:lvlText w:val=""/>
      <w:lvlJc w:val="left"/>
      <w:pPr>
        <w:ind w:left="5724" w:hanging="360"/>
      </w:pPr>
      <w:rPr>
        <w:rFonts w:ascii="Symbol" w:hAnsi="Symbol" w:hint="default"/>
      </w:rPr>
    </w:lvl>
    <w:lvl w:ilvl="7" w:tplc="041B0003" w:tentative="1">
      <w:start w:val="1"/>
      <w:numFmt w:val="bullet"/>
      <w:lvlText w:val="o"/>
      <w:lvlJc w:val="left"/>
      <w:pPr>
        <w:ind w:left="6444" w:hanging="360"/>
      </w:pPr>
      <w:rPr>
        <w:rFonts w:ascii="Courier New" w:hAnsi="Courier New" w:cs="Courier New" w:hint="default"/>
      </w:rPr>
    </w:lvl>
    <w:lvl w:ilvl="8" w:tplc="041B0005" w:tentative="1">
      <w:start w:val="1"/>
      <w:numFmt w:val="bullet"/>
      <w:lvlText w:val=""/>
      <w:lvlJc w:val="left"/>
      <w:pPr>
        <w:ind w:left="7164" w:hanging="360"/>
      </w:pPr>
      <w:rPr>
        <w:rFonts w:ascii="Wingdings" w:hAnsi="Wingdings" w:hint="default"/>
      </w:rPr>
    </w:lvl>
  </w:abstractNum>
  <w:abstractNum w:abstractNumId="121" w15:restartNumberingAfterBreak="0">
    <w:nsid w:val="59625800"/>
    <w:multiLevelType w:val="hybridMultilevel"/>
    <w:tmpl w:val="9AE842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15:restartNumberingAfterBreak="0">
    <w:nsid w:val="597943ED"/>
    <w:multiLevelType w:val="hybridMultilevel"/>
    <w:tmpl w:val="D1368F5A"/>
    <w:lvl w:ilvl="0" w:tplc="F0A69738">
      <w:start w:val="2"/>
      <w:numFmt w:val="decimal"/>
      <w:lvlText w:val="%1.6"/>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15:restartNumberingAfterBreak="0">
    <w:nsid w:val="5B1D2AAB"/>
    <w:multiLevelType w:val="hybridMultilevel"/>
    <w:tmpl w:val="26C6BD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5B575649"/>
    <w:multiLevelType w:val="hybridMultilevel"/>
    <w:tmpl w:val="E3BE84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5B837CC9"/>
    <w:multiLevelType w:val="hybridMultilevel"/>
    <w:tmpl w:val="F19690B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5BFB6977"/>
    <w:multiLevelType w:val="hybridMultilevel"/>
    <w:tmpl w:val="7AFEDDEA"/>
    <w:lvl w:ilvl="0" w:tplc="927AEA12">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5C446428"/>
    <w:multiLevelType w:val="hybridMultilevel"/>
    <w:tmpl w:val="63AAD8F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15:restartNumberingAfterBreak="0">
    <w:nsid w:val="5CFC7861"/>
    <w:multiLevelType w:val="multilevel"/>
    <w:tmpl w:val="C3B2346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5E14676C"/>
    <w:multiLevelType w:val="hybridMultilevel"/>
    <w:tmpl w:val="6E202F98"/>
    <w:lvl w:ilvl="0" w:tplc="F580D4E2">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0" w15:restartNumberingAfterBreak="0">
    <w:nsid w:val="5E5B11F3"/>
    <w:multiLevelType w:val="hybridMultilevel"/>
    <w:tmpl w:val="9440C9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5F057C41"/>
    <w:multiLevelType w:val="hybridMultilevel"/>
    <w:tmpl w:val="3E2ECE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2" w15:restartNumberingAfterBreak="0">
    <w:nsid w:val="5F627F67"/>
    <w:multiLevelType w:val="hybridMultilevel"/>
    <w:tmpl w:val="F28C98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60BB3057"/>
    <w:multiLevelType w:val="hybridMultilevel"/>
    <w:tmpl w:val="780E286A"/>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34" w15:restartNumberingAfterBreak="0">
    <w:nsid w:val="611C45C9"/>
    <w:multiLevelType w:val="hybridMultilevel"/>
    <w:tmpl w:val="C450E1B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15:restartNumberingAfterBreak="0">
    <w:nsid w:val="614F5881"/>
    <w:multiLevelType w:val="hybridMultilevel"/>
    <w:tmpl w:val="2E724074"/>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61902E2C"/>
    <w:multiLevelType w:val="hybridMultilevel"/>
    <w:tmpl w:val="22D0E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6195523B"/>
    <w:multiLevelType w:val="multilevel"/>
    <w:tmpl w:val="698A5370"/>
    <w:styleLink w:val="tl1"/>
    <w:lvl w:ilvl="0">
      <w:start w:val="1"/>
      <w:numFmt w:val="decimal"/>
      <w:lvlText w:val="%1"/>
      <w:lvlJc w:val="left"/>
      <w:pPr>
        <w:ind w:left="540" w:hanging="540"/>
      </w:pPr>
      <w:rPr>
        <w:rFonts w:ascii="Arial" w:hAnsi="Arial" w:hint="default"/>
        <w:b/>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8" w15:restartNumberingAfterBreak="0">
    <w:nsid w:val="61D61FC1"/>
    <w:multiLevelType w:val="hybridMultilevel"/>
    <w:tmpl w:val="0E58C484"/>
    <w:lvl w:ilvl="0" w:tplc="F580D4E2">
      <w:numFmt w:val="bullet"/>
      <w:lvlText w:val="-"/>
      <w:lvlJc w:val="left"/>
      <w:pPr>
        <w:ind w:left="1440" w:hanging="360"/>
      </w:pPr>
      <w:rPr>
        <w:rFonts w:ascii="Times New Roman" w:eastAsiaTheme="minorHAnsi" w:hAnsi="Times New Roman" w:cs="Times New Roman" w:hint="default"/>
      </w:rPr>
    </w:lvl>
    <w:lvl w:ilvl="1" w:tplc="041B0011">
      <w:start w:val="1"/>
      <w:numFmt w:val="decimal"/>
      <w:lvlText w:val="%2)"/>
      <w:lvlJc w:val="left"/>
      <w:pPr>
        <w:ind w:left="2204" w:hanging="360"/>
      </w:pPr>
      <w:rPr>
        <w:rFonts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9" w15:restartNumberingAfterBreak="0">
    <w:nsid w:val="622020A9"/>
    <w:multiLevelType w:val="hybridMultilevel"/>
    <w:tmpl w:val="F9D4D2FE"/>
    <w:lvl w:ilvl="0" w:tplc="34E6A4B4">
      <w:start w:val="2"/>
      <w:numFmt w:val="decimal"/>
      <w:lvlText w:val="%1.10"/>
      <w:lvlJc w:val="left"/>
      <w:pPr>
        <w:ind w:left="4122" w:hanging="360"/>
      </w:pPr>
      <w:rPr>
        <w:rFonts w:hint="default"/>
      </w:rPr>
    </w:lvl>
    <w:lvl w:ilvl="1" w:tplc="041B0019" w:tentative="1">
      <w:start w:val="1"/>
      <w:numFmt w:val="lowerLetter"/>
      <w:lvlText w:val="%2."/>
      <w:lvlJc w:val="left"/>
      <w:pPr>
        <w:ind w:left="3990" w:hanging="360"/>
      </w:pPr>
    </w:lvl>
    <w:lvl w:ilvl="2" w:tplc="041B001B" w:tentative="1">
      <w:start w:val="1"/>
      <w:numFmt w:val="lowerRoman"/>
      <w:lvlText w:val="%3."/>
      <w:lvlJc w:val="right"/>
      <w:pPr>
        <w:ind w:left="4710" w:hanging="180"/>
      </w:pPr>
    </w:lvl>
    <w:lvl w:ilvl="3" w:tplc="041B000F" w:tentative="1">
      <w:start w:val="1"/>
      <w:numFmt w:val="decimal"/>
      <w:lvlText w:val="%4."/>
      <w:lvlJc w:val="left"/>
      <w:pPr>
        <w:ind w:left="5430" w:hanging="360"/>
      </w:pPr>
    </w:lvl>
    <w:lvl w:ilvl="4" w:tplc="041B0019" w:tentative="1">
      <w:start w:val="1"/>
      <w:numFmt w:val="lowerLetter"/>
      <w:lvlText w:val="%5."/>
      <w:lvlJc w:val="left"/>
      <w:pPr>
        <w:ind w:left="6150" w:hanging="360"/>
      </w:pPr>
    </w:lvl>
    <w:lvl w:ilvl="5" w:tplc="041B001B" w:tentative="1">
      <w:start w:val="1"/>
      <w:numFmt w:val="lowerRoman"/>
      <w:lvlText w:val="%6."/>
      <w:lvlJc w:val="right"/>
      <w:pPr>
        <w:ind w:left="6870" w:hanging="180"/>
      </w:pPr>
    </w:lvl>
    <w:lvl w:ilvl="6" w:tplc="041B000F" w:tentative="1">
      <w:start w:val="1"/>
      <w:numFmt w:val="decimal"/>
      <w:lvlText w:val="%7."/>
      <w:lvlJc w:val="left"/>
      <w:pPr>
        <w:ind w:left="7590" w:hanging="360"/>
      </w:pPr>
    </w:lvl>
    <w:lvl w:ilvl="7" w:tplc="041B0019" w:tentative="1">
      <w:start w:val="1"/>
      <w:numFmt w:val="lowerLetter"/>
      <w:lvlText w:val="%8."/>
      <w:lvlJc w:val="left"/>
      <w:pPr>
        <w:ind w:left="8310" w:hanging="360"/>
      </w:pPr>
    </w:lvl>
    <w:lvl w:ilvl="8" w:tplc="041B001B" w:tentative="1">
      <w:start w:val="1"/>
      <w:numFmt w:val="lowerRoman"/>
      <w:lvlText w:val="%9."/>
      <w:lvlJc w:val="right"/>
      <w:pPr>
        <w:ind w:left="9030" w:hanging="180"/>
      </w:pPr>
    </w:lvl>
  </w:abstractNum>
  <w:abstractNum w:abstractNumId="140" w15:restartNumberingAfterBreak="0">
    <w:nsid w:val="62830CB2"/>
    <w:multiLevelType w:val="multilevel"/>
    <w:tmpl w:val="54A012FE"/>
    <w:lvl w:ilvl="0">
      <w:start w:val="1"/>
      <w:numFmt w:val="none"/>
      <w:lvlText w:val="2"/>
      <w:lvlJc w:val="left"/>
      <w:pPr>
        <w:ind w:left="567" w:hanging="567"/>
      </w:pPr>
      <w:rPr>
        <w:rFonts w:hint="default"/>
      </w:rPr>
    </w:lvl>
    <w:lvl w:ilvl="1">
      <w:start w:val="1"/>
      <w:numFmt w:val="decimal"/>
      <w:lvlText w:val="%2.2"/>
      <w:lvlJc w:val="left"/>
      <w:pPr>
        <w:ind w:left="567" w:hanging="567"/>
      </w:pPr>
      <w:rPr>
        <w:rFonts w:hint="default"/>
      </w:rPr>
    </w:lvl>
    <w:lvl w:ilvl="2">
      <w:start w:val="1"/>
      <w:numFmt w:val="none"/>
      <w:lvlRestart w:val="0"/>
      <w:lvlText w:val="2.1.2"/>
      <w:lvlJc w:val="left"/>
      <w:pPr>
        <w:ind w:left="0" w:firstLine="0"/>
      </w:pPr>
      <w:rPr>
        <w:rFonts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141" w15:restartNumberingAfterBreak="0">
    <w:nsid w:val="640720A6"/>
    <w:multiLevelType w:val="hybridMultilevel"/>
    <w:tmpl w:val="748C8924"/>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2" w15:restartNumberingAfterBreak="0">
    <w:nsid w:val="649A3568"/>
    <w:multiLevelType w:val="multilevel"/>
    <w:tmpl w:val="E5962862"/>
    <w:lvl w:ilvl="0">
      <w:start w:val="1"/>
      <w:numFmt w:val="decimal"/>
      <w:lvlText w:val="%1"/>
      <w:lvlJc w:val="left"/>
      <w:pPr>
        <w:ind w:left="540" w:hanging="540"/>
      </w:pPr>
      <w:rPr>
        <w:rFonts w:hint="default"/>
        <w:b/>
      </w:rPr>
    </w:lvl>
    <w:lvl w:ilvl="1">
      <w:start w:val="4"/>
      <w:numFmt w:val="decimal"/>
      <w:lvlRestart w:val="0"/>
      <w:lvlText w:val="%1.%2"/>
      <w:lvlJc w:val="left"/>
      <w:pPr>
        <w:ind w:left="682"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15:restartNumberingAfterBreak="0">
    <w:nsid w:val="64E3175C"/>
    <w:multiLevelType w:val="hybridMultilevel"/>
    <w:tmpl w:val="EABE0EBC"/>
    <w:lvl w:ilvl="0" w:tplc="21261B76">
      <w:start w:val="2"/>
      <w:numFmt w:val="decimal"/>
      <w:lvlText w:val="%1.8"/>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65BF3044"/>
    <w:multiLevelType w:val="hybridMultilevel"/>
    <w:tmpl w:val="C73CCE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66F4615C"/>
    <w:multiLevelType w:val="hybridMultilevel"/>
    <w:tmpl w:val="7DC2E5EC"/>
    <w:name w:val="TP22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6" w15:restartNumberingAfterBreak="0">
    <w:nsid w:val="67090E25"/>
    <w:multiLevelType w:val="hybridMultilevel"/>
    <w:tmpl w:val="83E0AA3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15:restartNumberingAfterBreak="0">
    <w:nsid w:val="67672E5F"/>
    <w:multiLevelType w:val="hybridMultilevel"/>
    <w:tmpl w:val="3A74FD6A"/>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8" w15:restartNumberingAfterBreak="0">
    <w:nsid w:val="676A1BAF"/>
    <w:multiLevelType w:val="hybridMultilevel"/>
    <w:tmpl w:val="6666CD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679E5646"/>
    <w:multiLevelType w:val="multilevel"/>
    <w:tmpl w:val="19925FA4"/>
    <w:styleLink w:val="WWNum21"/>
    <w:lvl w:ilvl="0">
      <w:numFmt w:val="bullet"/>
      <w:lvlText w:val="•"/>
      <w:lvlJc w:val="left"/>
      <w:pPr>
        <w:ind w:left="786" w:hanging="360"/>
      </w:pPr>
      <w:rPr>
        <w:rFonts w:ascii="Arial" w:eastAsia="Times New Roman" w:hAnsi="Aria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0" w15:restartNumberingAfterBreak="0">
    <w:nsid w:val="68281E32"/>
    <w:multiLevelType w:val="hybridMultilevel"/>
    <w:tmpl w:val="20F80EE4"/>
    <w:lvl w:ilvl="0" w:tplc="2E8E4698">
      <w:start w:val="1"/>
      <w:numFmt w:val="bullet"/>
      <w:lvlText w:val=""/>
      <w:lvlJc w:val="left"/>
      <w:pPr>
        <w:tabs>
          <w:tab w:val="num" w:pos="927"/>
        </w:tabs>
        <w:ind w:left="927" w:hanging="567"/>
      </w:pPr>
      <w:rPr>
        <w:rFonts w:ascii="Symbol" w:hAnsi="Symbol" w:hint="default"/>
      </w:rPr>
    </w:lvl>
    <w:lvl w:ilvl="1" w:tplc="041B0003" w:tentative="1">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151" w15:restartNumberingAfterBreak="0">
    <w:nsid w:val="69202BAF"/>
    <w:multiLevelType w:val="hybridMultilevel"/>
    <w:tmpl w:val="455ADBFC"/>
    <w:name w:val="TP22"/>
    <w:lvl w:ilvl="0" w:tplc="041B0003">
      <w:start w:val="1"/>
      <w:numFmt w:val="bullet"/>
      <w:lvlText w:val="o"/>
      <w:lvlJc w:val="left"/>
      <w:pPr>
        <w:ind w:left="1720" w:hanging="360"/>
      </w:pPr>
      <w:rPr>
        <w:rFonts w:ascii="Courier New" w:hAnsi="Courier New" w:cs="Courier New" w:hint="default"/>
      </w:rPr>
    </w:lvl>
    <w:lvl w:ilvl="1" w:tplc="041B0003" w:tentative="1">
      <w:start w:val="1"/>
      <w:numFmt w:val="bullet"/>
      <w:lvlText w:val="o"/>
      <w:lvlJc w:val="left"/>
      <w:pPr>
        <w:ind w:left="2440" w:hanging="360"/>
      </w:pPr>
      <w:rPr>
        <w:rFonts w:ascii="Courier New" w:hAnsi="Courier New" w:cs="Courier New" w:hint="default"/>
      </w:rPr>
    </w:lvl>
    <w:lvl w:ilvl="2" w:tplc="041B0005" w:tentative="1">
      <w:start w:val="1"/>
      <w:numFmt w:val="bullet"/>
      <w:lvlText w:val=""/>
      <w:lvlJc w:val="left"/>
      <w:pPr>
        <w:ind w:left="3160" w:hanging="360"/>
      </w:pPr>
      <w:rPr>
        <w:rFonts w:ascii="Wingdings" w:hAnsi="Wingdings" w:hint="default"/>
      </w:rPr>
    </w:lvl>
    <w:lvl w:ilvl="3" w:tplc="041B0001" w:tentative="1">
      <w:start w:val="1"/>
      <w:numFmt w:val="bullet"/>
      <w:lvlText w:val=""/>
      <w:lvlJc w:val="left"/>
      <w:pPr>
        <w:ind w:left="3880" w:hanging="360"/>
      </w:pPr>
      <w:rPr>
        <w:rFonts w:ascii="Symbol" w:hAnsi="Symbol" w:hint="default"/>
      </w:rPr>
    </w:lvl>
    <w:lvl w:ilvl="4" w:tplc="041B0003" w:tentative="1">
      <w:start w:val="1"/>
      <w:numFmt w:val="bullet"/>
      <w:lvlText w:val="o"/>
      <w:lvlJc w:val="left"/>
      <w:pPr>
        <w:ind w:left="4600" w:hanging="360"/>
      </w:pPr>
      <w:rPr>
        <w:rFonts w:ascii="Courier New" w:hAnsi="Courier New" w:cs="Courier New" w:hint="default"/>
      </w:rPr>
    </w:lvl>
    <w:lvl w:ilvl="5" w:tplc="041B0005" w:tentative="1">
      <w:start w:val="1"/>
      <w:numFmt w:val="bullet"/>
      <w:lvlText w:val=""/>
      <w:lvlJc w:val="left"/>
      <w:pPr>
        <w:ind w:left="5320" w:hanging="360"/>
      </w:pPr>
      <w:rPr>
        <w:rFonts w:ascii="Wingdings" w:hAnsi="Wingdings" w:hint="default"/>
      </w:rPr>
    </w:lvl>
    <w:lvl w:ilvl="6" w:tplc="041B0001" w:tentative="1">
      <w:start w:val="1"/>
      <w:numFmt w:val="bullet"/>
      <w:lvlText w:val=""/>
      <w:lvlJc w:val="left"/>
      <w:pPr>
        <w:ind w:left="6040" w:hanging="360"/>
      </w:pPr>
      <w:rPr>
        <w:rFonts w:ascii="Symbol" w:hAnsi="Symbol" w:hint="default"/>
      </w:rPr>
    </w:lvl>
    <w:lvl w:ilvl="7" w:tplc="041B0003" w:tentative="1">
      <w:start w:val="1"/>
      <w:numFmt w:val="bullet"/>
      <w:lvlText w:val="o"/>
      <w:lvlJc w:val="left"/>
      <w:pPr>
        <w:ind w:left="6760" w:hanging="360"/>
      </w:pPr>
      <w:rPr>
        <w:rFonts w:ascii="Courier New" w:hAnsi="Courier New" w:cs="Courier New" w:hint="default"/>
      </w:rPr>
    </w:lvl>
    <w:lvl w:ilvl="8" w:tplc="041B0005" w:tentative="1">
      <w:start w:val="1"/>
      <w:numFmt w:val="bullet"/>
      <w:lvlText w:val=""/>
      <w:lvlJc w:val="left"/>
      <w:pPr>
        <w:ind w:left="7480" w:hanging="360"/>
      </w:pPr>
      <w:rPr>
        <w:rFonts w:ascii="Wingdings" w:hAnsi="Wingdings" w:hint="default"/>
      </w:rPr>
    </w:lvl>
  </w:abstractNum>
  <w:abstractNum w:abstractNumId="152" w15:restartNumberingAfterBreak="0">
    <w:nsid w:val="6B5A3A3F"/>
    <w:multiLevelType w:val="hybridMultilevel"/>
    <w:tmpl w:val="DEC4C54C"/>
    <w:lvl w:ilvl="0" w:tplc="B462874E">
      <w:numFmt w:val="bullet"/>
      <w:lvlText w:val="•"/>
      <w:lvlJc w:val="left"/>
      <w:pPr>
        <w:ind w:left="1040" w:hanging="360"/>
      </w:pPr>
      <w:rPr>
        <w:rFonts w:ascii="Arial" w:eastAsia="Times New Roman" w:hAnsi="Arial" w:cs="Arial" w:hint="default"/>
        <w:color w:val="auto"/>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153" w15:restartNumberingAfterBreak="0">
    <w:nsid w:val="6B6F56C0"/>
    <w:multiLevelType w:val="hybridMultilevel"/>
    <w:tmpl w:val="AC549BC2"/>
    <w:lvl w:ilvl="0" w:tplc="65887840">
      <w:start w:val="2"/>
      <w:numFmt w:val="decimal"/>
      <w:lvlText w:val="%1.11"/>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6BD770D0"/>
    <w:multiLevelType w:val="hybridMultilevel"/>
    <w:tmpl w:val="77F0B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6C195016"/>
    <w:multiLevelType w:val="hybridMultilevel"/>
    <w:tmpl w:val="2B8605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15:restartNumberingAfterBreak="0">
    <w:nsid w:val="6C9D0AFD"/>
    <w:multiLevelType w:val="hybridMultilevel"/>
    <w:tmpl w:val="6E6ED3E6"/>
    <w:lvl w:ilvl="0" w:tplc="E1F4F346">
      <w:start w:val="2"/>
      <w:numFmt w:val="decimal"/>
      <w:lvlText w:val="%1.7"/>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7" w15:restartNumberingAfterBreak="0">
    <w:nsid w:val="6D314AE1"/>
    <w:multiLevelType w:val="hybridMultilevel"/>
    <w:tmpl w:val="BE58D73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6D552B73"/>
    <w:multiLevelType w:val="hybridMultilevel"/>
    <w:tmpl w:val="15C231B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9" w15:restartNumberingAfterBreak="0">
    <w:nsid w:val="6D56413D"/>
    <w:multiLevelType w:val="hybridMultilevel"/>
    <w:tmpl w:val="DFDE0CA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6DA34F3D"/>
    <w:multiLevelType w:val="hybridMultilevel"/>
    <w:tmpl w:val="3C062D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6DBE6479"/>
    <w:multiLevelType w:val="hybridMultilevel"/>
    <w:tmpl w:val="8A08F5F4"/>
    <w:lvl w:ilvl="0" w:tplc="041B0001">
      <w:start w:val="1"/>
      <w:numFmt w:val="bullet"/>
      <w:lvlText w:val=""/>
      <w:lvlJc w:val="left"/>
      <w:pPr>
        <w:ind w:left="720" w:hanging="360"/>
      </w:pPr>
      <w:rPr>
        <w:rFonts w:ascii="Symbol" w:hAnsi="Symbol" w:hint="default"/>
      </w:rPr>
    </w:lvl>
    <w:lvl w:ilvl="1" w:tplc="793C8EB2">
      <w:numFmt w:val="bullet"/>
      <w:lvlText w:val="-"/>
      <w:lvlJc w:val="left"/>
      <w:pPr>
        <w:ind w:left="1785" w:hanging="705"/>
      </w:pPr>
      <w:rPr>
        <w:rFonts w:ascii="Arial" w:eastAsia="Times New Roman" w:hAnsi="Arial" w:cs="Arial" w:hint="default"/>
      </w:rPr>
    </w:lvl>
    <w:lvl w:ilvl="2" w:tplc="441E88D6">
      <w:start w:val="2"/>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6E713844"/>
    <w:multiLevelType w:val="hybridMultilevel"/>
    <w:tmpl w:val="84C4C6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6EA2047C"/>
    <w:multiLevelType w:val="hybridMultilevel"/>
    <w:tmpl w:val="4B323744"/>
    <w:lvl w:ilvl="0" w:tplc="041B0001">
      <w:start w:val="1"/>
      <w:numFmt w:val="bullet"/>
      <w:lvlText w:val=""/>
      <w:lvlJc w:val="left"/>
      <w:pPr>
        <w:ind w:left="644" w:hanging="360"/>
      </w:pPr>
      <w:rPr>
        <w:rFonts w:ascii="Symbol" w:hAnsi="Symbol" w:hint="default"/>
      </w:rPr>
    </w:lvl>
    <w:lvl w:ilvl="1" w:tplc="041B0003">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64" w15:restartNumberingAfterBreak="0">
    <w:nsid w:val="6EA45E81"/>
    <w:multiLevelType w:val="hybridMultilevel"/>
    <w:tmpl w:val="B69274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5" w15:restartNumberingAfterBreak="0">
    <w:nsid w:val="6F7A58DA"/>
    <w:multiLevelType w:val="hybridMultilevel"/>
    <w:tmpl w:val="EA60EA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70A35D4C"/>
    <w:multiLevelType w:val="hybridMultilevel"/>
    <w:tmpl w:val="E160C5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7" w15:restartNumberingAfterBreak="0">
    <w:nsid w:val="71CC6AA7"/>
    <w:multiLevelType w:val="hybridMultilevel"/>
    <w:tmpl w:val="24D0CB62"/>
    <w:lvl w:ilvl="0" w:tplc="BA9EC136">
      <w:start w:val="1"/>
      <w:numFmt w:val="bullet"/>
      <w:lvlText w:val=""/>
      <w:lvlJc w:val="left"/>
      <w:pPr>
        <w:tabs>
          <w:tab w:val="num" w:pos="1580"/>
        </w:tabs>
        <w:ind w:left="862" w:hanging="567"/>
      </w:pPr>
      <w:rPr>
        <w:rFonts w:ascii="Symbol" w:hAnsi="Symbol" w:hint="default"/>
      </w:rPr>
    </w:lvl>
    <w:lvl w:ilvl="1" w:tplc="041B0003" w:tentative="1">
      <w:start w:val="1"/>
      <w:numFmt w:val="bullet"/>
      <w:lvlText w:val="o"/>
      <w:lvlJc w:val="left"/>
      <w:pPr>
        <w:tabs>
          <w:tab w:val="num" w:pos="1554"/>
        </w:tabs>
        <w:ind w:left="1554" w:hanging="360"/>
      </w:pPr>
      <w:rPr>
        <w:rFonts w:ascii="Courier New" w:hAnsi="Courier New" w:cs="Courier New" w:hint="default"/>
      </w:rPr>
    </w:lvl>
    <w:lvl w:ilvl="2" w:tplc="041B0005" w:tentative="1">
      <w:start w:val="1"/>
      <w:numFmt w:val="bullet"/>
      <w:lvlText w:val=""/>
      <w:lvlJc w:val="left"/>
      <w:pPr>
        <w:tabs>
          <w:tab w:val="num" w:pos="2274"/>
        </w:tabs>
        <w:ind w:left="2274" w:hanging="360"/>
      </w:pPr>
      <w:rPr>
        <w:rFonts w:ascii="Wingdings" w:hAnsi="Wingdings" w:hint="default"/>
      </w:rPr>
    </w:lvl>
    <w:lvl w:ilvl="3" w:tplc="041B0001" w:tentative="1">
      <w:start w:val="1"/>
      <w:numFmt w:val="bullet"/>
      <w:lvlText w:val=""/>
      <w:lvlJc w:val="left"/>
      <w:pPr>
        <w:tabs>
          <w:tab w:val="num" w:pos="2994"/>
        </w:tabs>
        <w:ind w:left="2994" w:hanging="360"/>
      </w:pPr>
      <w:rPr>
        <w:rFonts w:ascii="Symbol" w:hAnsi="Symbol" w:hint="default"/>
      </w:rPr>
    </w:lvl>
    <w:lvl w:ilvl="4" w:tplc="041B0003" w:tentative="1">
      <w:start w:val="1"/>
      <w:numFmt w:val="bullet"/>
      <w:lvlText w:val="o"/>
      <w:lvlJc w:val="left"/>
      <w:pPr>
        <w:tabs>
          <w:tab w:val="num" w:pos="3714"/>
        </w:tabs>
        <w:ind w:left="3714" w:hanging="360"/>
      </w:pPr>
      <w:rPr>
        <w:rFonts w:ascii="Courier New" w:hAnsi="Courier New" w:cs="Courier New" w:hint="default"/>
      </w:rPr>
    </w:lvl>
    <w:lvl w:ilvl="5" w:tplc="041B0005" w:tentative="1">
      <w:start w:val="1"/>
      <w:numFmt w:val="bullet"/>
      <w:lvlText w:val=""/>
      <w:lvlJc w:val="left"/>
      <w:pPr>
        <w:tabs>
          <w:tab w:val="num" w:pos="4434"/>
        </w:tabs>
        <w:ind w:left="4434" w:hanging="360"/>
      </w:pPr>
      <w:rPr>
        <w:rFonts w:ascii="Wingdings" w:hAnsi="Wingdings" w:hint="default"/>
      </w:rPr>
    </w:lvl>
    <w:lvl w:ilvl="6" w:tplc="041B0001" w:tentative="1">
      <w:start w:val="1"/>
      <w:numFmt w:val="bullet"/>
      <w:lvlText w:val=""/>
      <w:lvlJc w:val="left"/>
      <w:pPr>
        <w:tabs>
          <w:tab w:val="num" w:pos="5154"/>
        </w:tabs>
        <w:ind w:left="5154" w:hanging="360"/>
      </w:pPr>
      <w:rPr>
        <w:rFonts w:ascii="Symbol" w:hAnsi="Symbol" w:hint="default"/>
      </w:rPr>
    </w:lvl>
    <w:lvl w:ilvl="7" w:tplc="041B0003" w:tentative="1">
      <w:start w:val="1"/>
      <w:numFmt w:val="bullet"/>
      <w:lvlText w:val="o"/>
      <w:lvlJc w:val="left"/>
      <w:pPr>
        <w:tabs>
          <w:tab w:val="num" w:pos="5874"/>
        </w:tabs>
        <w:ind w:left="5874" w:hanging="360"/>
      </w:pPr>
      <w:rPr>
        <w:rFonts w:ascii="Courier New" w:hAnsi="Courier New" w:cs="Courier New" w:hint="default"/>
      </w:rPr>
    </w:lvl>
    <w:lvl w:ilvl="8" w:tplc="041B0005" w:tentative="1">
      <w:start w:val="1"/>
      <w:numFmt w:val="bullet"/>
      <w:lvlText w:val=""/>
      <w:lvlJc w:val="left"/>
      <w:pPr>
        <w:tabs>
          <w:tab w:val="num" w:pos="6594"/>
        </w:tabs>
        <w:ind w:left="6594" w:hanging="360"/>
      </w:pPr>
      <w:rPr>
        <w:rFonts w:ascii="Wingdings" w:hAnsi="Wingdings" w:hint="default"/>
      </w:rPr>
    </w:lvl>
  </w:abstractNum>
  <w:abstractNum w:abstractNumId="168" w15:restartNumberingAfterBreak="0">
    <w:nsid w:val="722F45BB"/>
    <w:multiLevelType w:val="hybridMultilevel"/>
    <w:tmpl w:val="BB6E0F52"/>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7297568C"/>
    <w:multiLevelType w:val="multilevel"/>
    <w:tmpl w:val="8B44323C"/>
    <w:lvl w:ilvl="0">
      <w:start w:val="1"/>
      <w:numFmt w:val="bullet"/>
      <w:lvlText w:val=""/>
      <w:lvlJc w:val="left"/>
      <w:pPr>
        <w:ind w:left="567" w:hanging="567"/>
      </w:pPr>
      <w:rPr>
        <w:rFonts w:ascii="Symbol" w:hAnsi="Symbol" w:hint="default"/>
      </w:rPr>
    </w:lvl>
    <w:lvl w:ilvl="1">
      <w:start w:val="1"/>
      <w:numFmt w:val="none"/>
      <w:lvlText w:val="2.1"/>
      <w:lvlJc w:val="left"/>
      <w:pPr>
        <w:ind w:left="567" w:hanging="567"/>
      </w:pPr>
      <w:rPr>
        <w:rFonts w:hint="default"/>
      </w:rPr>
    </w:lvl>
    <w:lvl w:ilvl="2">
      <w:start w:val="1"/>
      <w:numFmt w:val="decimal"/>
      <w:lvlText w:val="%3."/>
      <w:lvlJc w:val="left"/>
      <w:pPr>
        <w:ind w:left="0" w:firstLine="0"/>
      </w:pPr>
      <w:rPr>
        <w:rFonts w:hint="default"/>
      </w:rPr>
    </w:lvl>
    <w:lvl w:ilvl="3">
      <w:start w:val="1"/>
      <w:numFmt w:val="none"/>
      <w:lvlText w:val="2.1.1.1"/>
      <w:lvlJc w:val="left"/>
      <w:pPr>
        <w:ind w:left="0" w:firstLine="0"/>
      </w:pPr>
      <w:rPr>
        <w:rFonts w:hint="default"/>
      </w:rPr>
    </w:lvl>
    <w:lvl w:ilvl="4">
      <w:start w:val="1"/>
      <w:numFmt w:val="lowerLetter"/>
      <w:lvlText w:val="%5."/>
      <w:lvlJc w:val="left"/>
      <w:pPr>
        <w:ind w:left="4140" w:hanging="360"/>
      </w:pPr>
      <w:rPr>
        <w:rFonts w:hint="default"/>
        <w:b/>
        <w:sz w:val="22"/>
        <w:szCs w:val="22"/>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170" w15:restartNumberingAfterBreak="0">
    <w:nsid w:val="7363609A"/>
    <w:multiLevelType w:val="hybridMultilevel"/>
    <w:tmpl w:val="6292F2A2"/>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15:restartNumberingAfterBreak="0">
    <w:nsid w:val="74A52475"/>
    <w:multiLevelType w:val="hybridMultilevel"/>
    <w:tmpl w:val="BD88AFA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7566294B"/>
    <w:multiLevelType w:val="multilevel"/>
    <w:tmpl w:val="C472DDA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3" w15:restartNumberingAfterBreak="0">
    <w:nsid w:val="75813816"/>
    <w:multiLevelType w:val="hybridMultilevel"/>
    <w:tmpl w:val="E5F80F28"/>
    <w:lvl w:ilvl="0" w:tplc="49025E6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15:restartNumberingAfterBreak="0">
    <w:nsid w:val="75C60BC5"/>
    <w:multiLevelType w:val="multilevel"/>
    <w:tmpl w:val="E864DA58"/>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5" w15:restartNumberingAfterBreak="0">
    <w:nsid w:val="760A3B64"/>
    <w:multiLevelType w:val="hybridMultilevel"/>
    <w:tmpl w:val="74FC6FDE"/>
    <w:lvl w:ilvl="0" w:tplc="8BB29116">
      <w:start w:val="5"/>
      <w:numFmt w:val="bullet"/>
      <w:lvlText w:val="-"/>
      <w:lvlJc w:val="left"/>
      <w:pPr>
        <w:ind w:left="1004" w:hanging="360"/>
      </w:pPr>
      <w:rPr>
        <w:rFonts w:ascii="Arial" w:eastAsia="Times New Roman"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76" w15:restartNumberingAfterBreak="0">
    <w:nsid w:val="77CA6087"/>
    <w:multiLevelType w:val="hybridMultilevel"/>
    <w:tmpl w:val="B64E4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7" w15:restartNumberingAfterBreak="0">
    <w:nsid w:val="78954C34"/>
    <w:multiLevelType w:val="hybridMultilevel"/>
    <w:tmpl w:val="26CCA38E"/>
    <w:lvl w:ilvl="0" w:tplc="B462874E">
      <w:numFmt w:val="bullet"/>
      <w:lvlText w:val="•"/>
      <w:lvlJc w:val="left"/>
      <w:pPr>
        <w:ind w:left="720" w:hanging="360"/>
      </w:pPr>
      <w:rPr>
        <w:rFonts w:ascii="Arial" w:eastAsia="Times New Roman" w:hAnsi="Arial" w:cs="Aria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8" w15:restartNumberingAfterBreak="0">
    <w:nsid w:val="78BC167A"/>
    <w:multiLevelType w:val="hybridMultilevel"/>
    <w:tmpl w:val="9B826EE2"/>
    <w:lvl w:ilvl="0" w:tplc="63A04EFC">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79" w15:restartNumberingAfterBreak="0">
    <w:nsid w:val="78BE50A7"/>
    <w:multiLevelType w:val="hybridMultilevel"/>
    <w:tmpl w:val="A20A0302"/>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78ED019A"/>
    <w:multiLevelType w:val="hybridMultilevel"/>
    <w:tmpl w:val="E5A813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796C692A"/>
    <w:multiLevelType w:val="hybridMultilevel"/>
    <w:tmpl w:val="7E2AA8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2" w15:restartNumberingAfterBreak="0">
    <w:nsid w:val="796E3854"/>
    <w:multiLevelType w:val="hybridMultilevel"/>
    <w:tmpl w:val="A0183C08"/>
    <w:lvl w:ilvl="0" w:tplc="041B0001">
      <w:start w:val="1"/>
      <w:numFmt w:val="bullet"/>
      <w:lvlText w:val=""/>
      <w:lvlJc w:val="left"/>
      <w:pPr>
        <w:ind w:left="1260" w:hanging="360"/>
      </w:pPr>
      <w:rPr>
        <w:rFonts w:ascii="Symbol" w:hAnsi="Symbol" w:hint="default"/>
      </w:rPr>
    </w:lvl>
    <w:lvl w:ilvl="1" w:tplc="041B0003">
      <w:start w:val="1"/>
      <w:numFmt w:val="bullet"/>
      <w:lvlText w:val="o"/>
      <w:lvlJc w:val="left"/>
      <w:pPr>
        <w:ind w:left="1980" w:hanging="360"/>
      </w:pPr>
      <w:rPr>
        <w:rFonts w:ascii="Courier New" w:hAnsi="Courier New" w:cs="Courier New" w:hint="default"/>
      </w:rPr>
    </w:lvl>
    <w:lvl w:ilvl="2" w:tplc="041B0005" w:tentative="1">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183" w15:restartNumberingAfterBreak="0">
    <w:nsid w:val="797607EE"/>
    <w:multiLevelType w:val="hybridMultilevel"/>
    <w:tmpl w:val="C2DE69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15:restartNumberingAfterBreak="0">
    <w:nsid w:val="7BA07180"/>
    <w:multiLevelType w:val="hybridMultilevel"/>
    <w:tmpl w:val="21540EA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5" w15:restartNumberingAfterBreak="0">
    <w:nsid w:val="7C1929BF"/>
    <w:multiLevelType w:val="hybridMultilevel"/>
    <w:tmpl w:val="A22851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7C230CDC"/>
    <w:multiLevelType w:val="hybridMultilevel"/>
    <w:tmpl w:val="EC5654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7" w15:restartNumberingAfterBreak="0">
    <w:nsid w:val="7E886E14"/>
    <w:multiLevelType w:val="multilevel"/>
    <w:tmpl w:val="859A069C"/>
    <w:styleLink w:val="WWNum4"/>
    <w:lvl w:ilvl="0">
      <w:numFmt w:val="bullet"/>
      <w:lvlText w:val=""/>
      <w:lvlJc w:val="left"/>
      <w:pPr>
        <w:ind w:left="747" w:hanging="567"/>
      </w:pPr>
      <w:rPr>
        <w:rFonts w:ascii="Symbol" w:hAnsi="Symbol"/>
      </w:rPr>
    </w:lvl>
    <w:lvl w:ilvl="1">
      <w:numFmt w:val="bullet"/>
      <w:lvlText w:val="o"/>
      <w:lvlJc w:val="left"/>
      <w:pPr>
        <w:ind w:left="1620" w:hanging="360"/>
      </w:pPr>
      <w:rPr>
        <w:rFonts w:ascii="Courier New" w:hAnsi="Courier New" w:cs="Courier New"/>
      </w:rPr>
    </w:lvl>
    <w:lvl w:ilvl="2">
      <w:numFmt w:val="bullet"/>
      <w:lvlText w:val=""/>
      <w:lvlJc w:val="left"/>
      <w:pPr>
        <w:ind w:left="2340" w:hanging="360"/>
      </w:pPr>
      <w:rPr>
        <w:rFonts w:ascii="Wingdings" w:hAnsi="Wingdings"/>
      </w:rPr>
    </w:lvl>
    <w:lvl w:ilvl="3">
      <w:numFmt w:val="bullet"/>
      <w:lvlText w:val=""/>
      <w:lvlJc w:val="left"/>
      <w:pPr>
        <w:ind w:left="3060" w:hanging="360"/>
      </w:pPr>
      <w:rPr>
        <w:rFonts w:ascii="Symbol" w:hAnsi="Symbol"/>
      </w:rPr>
    </w:lvl>
    <w:lvl w:ilvl="4">
      <w:numFmt w:val="bullet"/>
      <w:lvlText w:val="o"/>
      <w:lvlJc w:val="left"/>
      <w:pPr>
        <w:ind w:left="3780" w:hanging="360"/>
      </w:pPr>
      <w:rPr>
        <w:rFonts w:ascii="Courier New" w:hAnsi="Courier New" w:cs="Courier New"/>
      </w:rPr>
    </w:lvl>
    <w:lvl w:ilvl="5">
      <w:numFmt w:val="bullet"/>
      <w:lvlText w:val=""/>
      <w:lvlJc w:val="left"/>
      <w:pPr>
        <w:ind w:left="4500" w:hanging="360"/>
      </w:pPr>
      <w:rPr>
        <w:rFonts w:ascii="Wingdings" w:hAnsi="Wingdings"/>
      </w:rPr>
    </w:lvl>
    <w:lvl w:ilvl="6">
      <w:numFmt w:val="bullet"/>
      <w:lvlText w:val=""/>
      <w:lvlJc w:val="left"/>
      <w:pPr>
        <w:ind w:left="5220" w:hanging="360"/>
      </w:pPr>
      <w:rPr>
        <w:rFonts w:ascii="Symbol" w:hAnsi="Symbol"/>
      </w:rPr>
    </w:lvl>
    <w:lvl w:ilvl="7">
      <w:numFmt w:val="bullet"/>
      <w:lvlText w:val="o"/>
      <w:lvlJc w:val="left"/>
      <w:pPr>
        <w:ind w:left="5940" w:hanging="360"/>
      </w:pPr>
      <w:rPr>
        <w:rFonts w:ascii="Courier New" w:hAnsi="Courier New" w:cs="Courier New"/>
      </w:rPr>
    </w:lvl>
    <w:lvl w:ilvl="8">
      <w:numFmt w:val="bullet"/>
      <w:lvlText w:val=""/>
      <w:lvlJc w:val="left"/>
      <w:pPr>
        <w:ind w:left="6660" w:hanging="360"/>
      </w:pPr>
      <w:rPr>
        <w:rFonts w:ascii="Wingdings" w:hAnsi="Wingdings"/>
      </w:rPr>
    </w:lvl>
  </w:abstractNum>
  <w:abstractNum w:abstractNumId="188" w15:restartNumberingAfterBreak="0">
    <w:nsid w:val="7E8B5BE6"/>
    <w:multiLevelType w:val="hybridMultilevel"/>
    <w:tmpl w:val="184EA5FE"/>
    <w:lvl w:ilvl="0" w:tplc="041B0011">
      <w:start w:val="1"/>
      <w:numFmt w:val="decimal"/>
      <w:lvlText w:val="%1)"/>
      <w:lvlJc w:val="left"/>
      <w:pPr>
        <w:ind w:left="2880" w:hanging="360"/>
      </w:pPr>
      <w:rPr>
        <w:rFonts w:hint="default"/>
      </w:rPr>
    </w:lvl>
    <w:lvl w:ilvl="1" w:tplc="041B0019">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189" w15:restartNumberingAfterBreak="0">
    <w:nsid w:val="7F012165"/>
    <w:multiLevelType w:val="hybridMultilevel"/>
    <w:tmpl w:val="FF3AE8A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42"/>
  </w:num>
  <w:num w:numId="2">
    <w:abstractNumId w:val="150"/>
  </w:num>
  <w:num w:numId="3">
    <w:abstractNumId w:val="83"/>
  </w:num>
  <w:num w:numId="4">
    <w:abstractNumId w:val="35"/>
  </w:num>
  <w:num w:numId="5">
    <w:abstractNumId w:val="182"/>
  </w:num>
  <w:num w:numId="6">
    <w:abstractNumId w:val="123"/>
  </w:num>
  <w:num w:numId="7">
    <w:abstractNumId w:val="79"/>
  </w:num>
  <w:num w:numId="8">
    <w:abstractNumId w:val="13"/>
  </w:num>
  <w:num w:numId="9">
    <w:abstractNumId w:val="6"/>
  </w:num>
  <w:num w:numId="10">
    <w:abstractNumId w:val="128"/>
  </w:num>
  <w:num w:numId="11">
    <w:abstractNumId w:val="137"/>
  </w:num>
  <w:num w:numId="12">
    <w:abstractNumId w:val="140"/>
  </w:num>
  <w:num w:numId="13">
    <w:abstractNumId w:val="3"/>
  </w:num>
  <w:num w:numId="14">
    <w:abstractNumId w:val="40"/>
  </w:num>
  <w:num w:numId="15">
    <w:abstractNumId w:val="148"/>
  </w:num>
  <w:num w:numId="16">
    <w:abstractNumId w:val="85"/>
  </w:num>
  <w:num w:numId="17">
    <w:abstractNumId w:val="167"/>
  </w:num>
  <w:num w:numId="18">
    <w:abstractNumId w:val="180"/>
  </w:num>
  <w:num w:numId="19">
    <w:abstractNumId w:val="89"/>
  </w:num>
  <w:num w:numId="20">
    <w:abstractNumId w:val="47"/>
  </w:num>
  <w:num w:numId="21">
    <w:abstractNumId w:val="169"/>
  </w:num>
  <w:num w:numId="22">
    <w:abstractNumId w:val="38"/>
  </w:num>
  <w:num w:numId="23">
    <w:abstractNumId w:val="187"/>
  </w:num>
  <w:num w:numId="24">
    <w:abstractNumId w:val="69"/>
  </w:num>
  <w:num w:numId="25">
    <w:abstractNumId w:val="189"/>
  </w:num>
  <w:num w:numId="26">
    <w:abstractNumId w:val="178"/>
  </w:num>
  <w:num w:numId="27">
    <w:abstractNumId w:val="110"/>
  </w:num>
  <w:num w:numId="28">
    <w:abstractNumId w:val="119"/>
  </w:num>
  <w:num w:numId="29">
    <w:abstractNumId w:val="54"/>
  </w:num>
  <w:num w:numId="30">
    <w:abstractNumId w:val="16"/>
  </w:num>
  <w:num w:numId="31">
    <w:abstractNumId w:val="99"/>
  </w:num>
  <w:num w:numId="32">
    <w:abstractNumId w:val="26"/>
  </w:num>
  <w:num w:numId="33">
    <w:abstractNumId w:val="108"/>
  </w:num>
  <w:num w:numId="34">
    <w:abstractNumId w:val="43"/>
  </w:num>
  <w:num w:numId="35">
    <w:abstractNumId w:val="174"/>
  </w:num>
  <w:num w:numId="36">
    <w:abstractNumId w:val="22"/>
  </w:num>
  <w:num w:numId="37">
    <w:abstractNumId w:val="41"/>
  </w:num>
  <w:num w:numId="38">
    <w:abstractNumId w:val="66"/>
  </w:num>
  <w:num w:numId="39">
    <w:abstractNumId w:val="122"/>
  </w:num>
  <w:num w:numId="40">
    <w:abstractNumId w:val="156"/>
  </w:num>
  <w:num w:numId="41">
    <w:abstractNumId w:val="143"/>
  </w:num>
  <w:num w:numId="42">
    <w:abstractNumId w:val="94"/>
  </w:num>
  <w:num w:numId="43">
    <w:abstractNumId w:val="139"/>
  </w:num>
  <w:num w:numId="44">
    <w:abstractNumId w:val="153"/>
  </w:num>
  <w:num w:numId="45">
    <w:abstractNumId w:val="76"/>
  </w:num>
  <w:num w:numId="46">
    <w:abstractNumId w:val="63"/>
  </w:num>
  <w:num w:numId="47">
    <w:abstractNumId w:val="67"/>
  </w:num>
  <w:num w:numId="48">
    <w:abstractNumId w:val="51"/>
  </w:num>
  <w:num w:numId="49">
    <w:abstractNumId w:val="20"/>
  </w:num>
  <w:num w:numId="50">
    <w:abstractNumId w:val="124"/>
  </w:num>
  <w:num w:numId="51">
    <w:abstractNumId w:val="111"/>
  </w:num>
  <w:num w:numId="52">
    <w:abstractNumId w:val="10"/>
  </w:num>
  <w:num w:numId="53">
    <w:abstractNumId w:val="36"/>
  </w:num>
  <w:num w:numId="54">
    <w:abstractNumId w:val="68"/>
  </w:num>
  <w:num w:numId="55">
    <w:abstractNumId w:val="106"/>
  </w:num>
  <w:num w:numId="56">
    <w:abstractNumId w:val="98"/>
  </w:num>
  <w:num w:numId="57">
    <w:abstractNumId w:val="7"/>
  </w:num>
  <w:num w:numId="58">
    <w:abstractNumId w:val="34"/>
  </w:num>
  <w:num w:numId="59">
    <w:abstractNumId w:val="160"/>
  </w:num>
  <w:num w:numId="60">
    <w:abstractNumId w:val="50"/>
  </w:num>
  <w:num w:numId="61">
    <w:abstractNumId w:val="146"/>
  </w:num>
  <w:num w:numId="62">
    <w:abstractNumId w:val="21"/>
  </w:num>
  <w:num w:numId="63">
    <w:abstractNumId w:val="168"/>
  </w:num>
  <w:num w:numId="64">
    <w:abstractNumId w:val="32"/>
  </w:num>
  <w:num w:numId="65">
    <w:abstractNumId w:val="95"/>
  </w:num>
  <w:num w:numId="66">
    <w:abstractNumId w:val="5"/>
  </w:num>
  <w:num w:numId="67">
    <w:abstractNumId w:val="154"/>
  </w:num>
  <w:num w:numId="68">
    <w:abstractNumId w:val="164"/>
  </w:num>
  <w:num w:numId="69">
    <w:abstractNumId w:val="59"/>
  </w:num>
  <w:num w:numId="70">
    <w:abstractNumId w:val="53"/>
  </w:num>
  <w:num w:numId="71">
    <w:abstractNumId w:val="75"/>
  </w:num>
  <w:num w:numId="72">
    <w:abstractNumId w:val="93"/>
  </w:num>
  <w:num w:numId="73">
    <w:abstractNumId w:val="181"/>
  </w:num>
  <w:num w:numId="74">
    <w:abstractNumId w:val="9"/>
  </w:num>
  <w:num w:numId="75">
    <w:abstractNumId w:val="114"/>
  </w:num>
  <w:num w:numId="76">
    <w:abstractNumId w:val="102"/>
  </w:num>
  <w:num w:numId="77">
    <w:abstractNumId w:val="166"/>
  </w:num>
  <w:num w:numId="78">
    <w:abstractNumId w:val="165"/>
  </w:num>
  <w:num w:numId="79">
    <w:abstractNumId w:val="77"/>
  </w:num>
  <w:num w:numId="80">
    <w:abstractNumId w:val="23"/>
  </w:num>
  <w:num w:numId="81">
    <w:abstractNumId w:val="100"/>
  </w:num>
  <w:num w:numId="82">
    <w:abstractNumId w:val="135"/>
  </w:num>
  <w:num w:numId="83">
    <w:abstractNumId w:val="130"/>
  </w:num>
  <w:num w:numId="84">
    <w:abstractNumId w:val="14"/>
  </w:num>
  <w:num w:numId="85">
    <w:abstractNumId w:val="48"/>
  </w:num>
  <w:num w:numId="86">
    <w:abstractNumId w:val="92"/>
  </w:num>
  <w:num w:numId="87">
    <w:abstractNumId w:val="73"/>
  </w:num>
  <w:num w:numId="88">
    <w:abstractNumId w:val="176"/>
  </w:num>
  <w:num w:numId="89">
    <w:abstractNumId w:val="8"/>
  </w:num>
  <w:num w:numId="90">
    <w:abstractNumId w:val="1"/>
  </w:num>
  <w:num w:numId="91">
    <w:abstractNumId w:val="144"/>
  </w:num>
  <w:num w:numId="92">
    <w:abstractNumId w:val="155"/>
  </w:num>
  <w:num w:numId="93">
    <w:abstractNumId w:val="186"/>
  </w:num>
  <w:num w:numId="94">
    <w:abstractNumId w:val="19"/>
  </w:num>
  <w:num w:numId="95">
    <w:abstractNumId w:val="82"/>
  </w:num>
  <w:num w:numId="96">
    <w:abstractNumId w:val="31"/>
  </w:num>
  <w:num w:numId="97">
    <w:abstractNumId w:val="132"/>
  </w:num>
  <w:num w:numId="98">
    <w:abstractNumId w:val="136"/>
  </w:num>
  <w:num w:numId="99">
    <w:abstractNumId w:val="52"/>
  </w:num>
  <w:num w:numId="100">
    <w:abstractNumId w:val="44"/>
  </w:num>
  <w:num w:numId="101">
    <w:abstractNumId w:val="72"/>
  </w:num>
  <w:num w:numId="102">
    <w:abstractNumId w:val="17"/>
  </w:num>
  <w:num w:numId="103">
    <w:abstractNumId w:val="172"/>
  </w:num>
  <w:num w:numId="104">
    <w:abstractNumId w:val="173"/>
  </w:num>
  <w:num w:numId="105">
    <w:abstractNumId w:val="74"/>
  </w:num>
  <w:num w:numId="106">
    <w:abstractNumId w:val="56"/>
  </w:num>
  <w:num w:numId="107">
    <w:abstractNumId w:val="162"/>
  </w:num>
  <w:num w:numId="108">
    <w:abstractNumId w:val="4"/>
  </w:num>
  <w:num w:numId="109">
    <w:abstractNumId w:val="158"/>
  </w:num>
  <w:num w:numId="110">
    <w:abstractNumId w:val="11"/>
  </w:num>
  <w:num w:numId="111">
    <w:abstractNumId w:val="183"/>
  </w:num>
  <w:num w:numId="112">
    <w:abstractNumId w:val="97"/>
  </w:num>
  <w:num w:numId="113">
    <w:abstractNumId w:val="175"/>
  </w:num>
  <w:num w:numId="114">
    <w:abstractNumId w:val="185"/>
  </w:num>
  <w:num w:numId="115">
    <w:abstractNumId w:val="61"/>
  </w:num>
  <w:num w:numId="116">
    <w:abstractNumId w:val="96"/>
  </w:num>
  <w:num w:numId="117">
    <w:abstractNumId w:val="57"/>
  </w:num>
  <w:num w:numId="118">
    <w:abstractNumId w:val="42"/>
  </w:num>
  <w:num w:numId="119">
    <w:abstractNumId w:val="149"/>
    <w:lvlOverride w:ilvl="0">
      <w:lvl w:ilvl="0">
        <w:numFmt w:val="bullet"/>
        <w:lvlText w:val="•"/>
        <w:lvlJc w:val="left"/>
        <w:pPr>
          <w:ind w:left="360" w:hanging="360"/>
        </w:pPr>
        <w:rPr>
          <w:rFonts w:ascii="Arial" w:eastAsia="Times New Roman" w:hAnsi="Arial"/>
        </w:rPr>
      </w:lvl>
    </w:lvlOverride>
  </w:num>
  <w:num w:numId="120">
    <w:abstractNumId w:val="149"/>
  </w:num>
  <w:num w:numId="121">
    <w:abstractNumId w:val="24"/>
  </w:num>
  <w:num w:numId="122">
    <w:abstractNumId w:val="147"/>
  </w:num>
  <w:num w:numId="123">
    <w:abstractNumId w:val="101"/>
  </w:num>
  <w:num w:numId="124">
    <w:abstractNumId w:val="81"/>
  </w:num>
  <w:num w:numId="125">
    <w:abstractNumId w:val="86"/>
  </w:num>
  <w:num w:numId="126">
    <w:abstractNumId w:val="62"/>
  </w:num>
  <w:num w:numId="127">
    <w:abstractNumId w:val="112"/>
  </w:num>
  <w:num w:numId="128">
    <w:abstractNumId w:val="37"/>
  </w:num>
  <w:num w:numId="129">
    <w:abstractNumId w:val="120"/>
  </w:num>
  <w:num w:numId="130">
    <w:abstractNumId w:val="152"/>
  </w:num>
  <w:num w:numId="131">
    <w:abstractNumId w:val="109"/>
  </w:num>
  <w:num w:numId="132">
    <w:abstractNumId w:val="163"/>
  </w:num>
  <w:num w:numId="133">
    <w:abstractNumId w:val="91"/>
  </w:num>
  <w:num w:numId="134">
    <w:abstractNumId w:val="55"/>
  </w:num>
  <w:num w:numId="135">
    <w:abstractNumId w:val="71"/>
  </w:num>
  <w:num w:numId="136">
    <w:abstractNumId w:val="121"/>
  </w:num>
  <w:num w:numId="137">
    <w:abstractNumId w:val="70"/>
  </w:num>
  <w:num w:numId="138">
    <w:abstractNumId w:val="133"/>
  </w:num>
  <w:num w:numId="139">
    <w:abstractNumId w:val="39"/>
  </w:num>
  <w:num w:numId="140">
    <w:abstractNumId w:val="129"/>
  </w:num>
  <w:num w:numId="141">
    <w:abstractNumId w:val="65"/>
  </w:num>
  <w:num w:numId="142">
    <w:abstractNumId w:val="138"/>
  </w:num>
  <w:num w:numId="143">
    <w:abstractNumId w:val="18"/>
  </w:num>
  <w:num w:numId="144">
    <w:abstractNumId w:val="45"/>
  </w:num>
  <w:num w:numId="145">
    <w:abstractNumId w:val="188"/>
  </w:num>
  <w:num w:numId="146">
    <w:abstractNumId w:val="30"/>
  </w:num>
  <w:num w:numId="1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15"/>
  </w:num>
  <w:num w:numId="182">
    <w:abstractNumId w:val="84"/>
  </w:num>
  <w:num w:numId="183">
    <w:abstractNumId w:val="104"/>
  </w:num>
  <w:num w:numId="184">
    <w:abstractNumId w:val="0"/>
  </w:num>
  <w:num w:numId="185">
    <w:abstractNumId w:val="125"/>
  </w:num>
  <w:num w:numId="186">
    <w:abstractNumId w:val="177"/>
  </w:num>
  <w:num w:numId="187">
    <w:abstractNumId w:val="141"/>
  </w:num>
  <w:num w:numId="188">
    <w:abstractNumId w:val="105"/>
  </w:num>
  <w:num w:numId="189">
    <w:abstractNumId w:val="131"/>
  </w:num>
  <w:num w:numId="190">
    <w:abstractNumId w:val="28"/>
  </w:num>
  <w:num w:numId="191">
    <w:abstractNumId w:val="179"/>
  </w:num>
  <w:num w:numId="192">
    <w:abstractNumId w:val="170"/>
  </w:num>
  <w:num w:numId="193">
    <w:abstractNumId w:val="127"/>
  </w:num>
  <w:num w:numId="194">
    <w:abstractNumId w:val="151"/>
  </w:num>
  <w:num w:numId="195">
    <w:abstractNumId w:val="64"/>
  </w:num>
  <w:num w:numId="196">
    <w:abstractNumId w:val="118"/>
  </w:num>
  <w:num w:numId="197">
    <w:abstractNumId w:val="145"/>
  </w:num>
  <w:num w:numId="198">
    <w:abstractNumId w:val="107"/>
  </w:num>
  <w:num w:numId="199">
    <w:abstractNumId w:val="171"/>
  </w:num>
  <w:num w:numId="200">
    <w:abstractNumId w:val="117"/>
  </w:num>
  <w:num w:numId="201">
    <w:abstractNumId w:val="88"/>
  </w:num>
  <w:num w:numId="202">
    <w:abstractNumId w:val="103"/>
  </w:num>
  <w:num w:numId="203">
    <w:abstractNumId w:val="25"/>
  </w:num>
  <w:num w:numId="204">
    <w:abstractNumId w:val="184"/>
  </w:num>
  <w:num w:numId="205">
    <w:abstractNumId w:val="157"/>
  </w:num>
  <w:num w:numId="206">
    <w:abstractNumId w:val="161"/>
  </w:num>
  <w:num w:numId="207">
    <w:abstractNumId w:val="29"/>
  </w:num>
  <w:num w:numId="208">
    <w:abstractNumId w:val="33"/>
  </w:num>
  <w:num w:numId="209">
    <w:abstractNumId w:val="58"/>
  </w:num>
  <w:num w:numId="210">
    <w:abstractNumId w:val="159"/>
  </w:num>
  <w:num w:numId="211">
    <w:abstractNumId w:val="116"/>
  </w:num>
  <w:num w:numId="212">
    <w:abstractNumId w:val="12"/>
  </w:num>
  <w:num w:numId="213">
    <w:abstractNumId w:val="46"/>
  </w:num>
  <w:num w:numId="214">
    <w:abstractNumId w:val="49"/>
  </w:num>
  <w:num w:numId="215">
    <w:abstractNumId w:val="87"/>
  </w:num>
  <w:num w:numId="216">
    <w:abstractNumId w:val="2"/>
  </w:num>
  <w:num w:numId="217">
    <w:abstractNumId w:val="113"/>
  </w:num>
  <w:num w:numId="218">
    <w:abstractNumId w:val="80"/>
  </w:num>
  <w:num w:numId="219">
    <w:abstractNumId w:val="60"/>
  </w:num>
  <w:num w:numId="220">
    <w:abstractNumId w:val="115"/>
  </w:num>
  <w:num w:numId="221">
    <w:abstractNumId w:val="134"/>
  </w:num>
  <w:num w:numId="222">
    <w:abstractNumId w:val="90"/>
  </w:num>
  <w:num w:numId="223">
    <w:abstractNumId w:val="78"/>
  </w:num>
  <w:num w:numId="224">
    <w:abstractNumId w:val="126"/>
  </w:num>
  <w:numIdMacAtCleanup w:val="2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rawingGridHorizontalSpacing w:val="10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523"/>
    <w:rsid w:val="000001D6"/>
    <w:rsid w:val="0000566D"/>
    <w:rsid w:val="0000604F"/>
    <w:rsid w:val="000068E2"/>
    <w:rsid w:val="00006DAA"/>
    <w:rsid w:val="00006FAD"/>
    <w:rsid w:val="000121E2"/>
    <w:rsid w:val="00014007"/>
    <w:rsid w:val="000146E0"/>
    <w:rsid w:val="00014B32"/>
    <w:rsid w:val="00014ED5"/>
    <w:rsid w:val="00017824"/>
    <w:rsid w:val="00020AAA"/>
    <w:rsid w:val="00020DF6"/>
    <w:rsid w:val="00020F2E"/>
    <w:rsid w:val="00021993"/>
    <w:rsid w:val="000229B8"/>
    <w:rsid w:val="00023163"/>
    <w:rsid w:val="00023C92"/>
    <w:rsid w:val="00025D0B"/>
    <w:rsid w:val="00030D86"/>
    <w:rsid w:val="000311C8"/>
    <w:rsid w:val="000325D1"/>
    <w:rsid w:val="000326B5"/>
    <w:rsid w:val="00032903"/>
    <w:rsid w:val="00034BA5"/>
    <w:rsid w:val="000355B5"/>
    <w:rsid w:val="00036D63"/>
    <w:rsid w:val="00037500"/>
    <w:rsid w:val="0004018F"/>
    <w:rsid w:val="00040C7A"/>
    <w:rsid w:val="00043DD6"/>
    <w:rsid w:val="00044F1A"/>
    <w:rsid w:val="00045630"/>
    <w:rsid w:val="00046697"/>
    <w:rsid w:val="000467A4"/>
    <w:rsid w:val="000470E1"/>
    <w:rsid w:val="0005023A"/>
    <w:rsid w:val="0005083D"/>
    <w:rsid w:val="000512A3"/>
    <w:rsid w:val="000519C9"/>
    <w:rsid w:val="00055D65"/>
    <w:rsid w:val="00055E60"/>
    <w:rsid w:val="000568C5"/>
    <w:rsid w:val="00057481"/>
    <w:rsid w:val="00062836"/>
    <w:rsid w:val="00064AF4"/>
    <w:rsid w:val="00064CCC"/>
    <w:rsid w:val="0006519B"/>
    <w:rsid w:val="00066335"/>
    <w:rsid w:val="00067765"/>
    <w:rsid w:val="00070537"/>
    <w:rsid w:val="000722D5"/>
    <w:rsid w:val="0007262C"/>
    <w:rsid w:val="00075544"/>
    <w:rsid w:val="000765B3"/>
    <w:rsid w:val="00081172"/>
    <w:rsid w:val="00081638"/>
    <w:rsid w:val="00081C0D"/>
    <w:rsid w:val="00081E23"/>
    <w:rsid w:val="00082240"/>
    <w:rsid w:val="00084D66"/>
    <w:rsid w:val="00084F46"/>
    <w:rsid w:val="000855D9"/>
    <w:rsid w:val="00085CB1"/>
    <w:rsid w:val="0008629D"/>
    <w:rsid w:val="0008798A"/>
    <w:rsid w:val="00087FCC"/>
    <w:rsid w:val="000909BB"/>
    <w:rsid w:val="00090B6D"/>
    <w:rsid w:val="00090ED1"/>
    <w:rsid w:val="00091BB0"/>
    <w:rsid w:val="00091D70"/>
    <w:rsid w:val="00091F91"/>
    <w:rsid w:val="00092683"/>
    <w:rsid w:val="00093455"/>
    <w:rsid w:val="0009372C"/>
    <w:rsid w:val="00094E28"/>
    <w:rsid w:val="00096837"/>
    <w:rsid w:val="00097847"/>
    <w:rsid w:val="000A163A"/>
    <w:rsid w:val="000A1BCC"/>
    <w:rsid w:val="000A2908"/>
    <w:rsid w:val="000A2D7B"/>
    <w:rsid w:val="000A439F"/>
    <w:rsid w:val="000A4BC7"/>
    <w:rsid w:val="000A7784"/>
    <w:rsid w:val="000A7A09"/>
    <w:rsid w:val="000B01CD"/>
    <w:rsid w:val="000B021D"/>
    <w:rsid w:val="000B22E1"/>
    <w:rsid w:val="000B3836"/>
    <w:rsid w:val="000B3B88"/>
    <w:rsid w:val="000B3E82"/>
    <w:rsid w:val="000C08FD"/>
    <w:rsid w:val="000C10E8"/>
    <w:rsid w:val="000C1762"/>
    <w:rsid w:val="000C1905"/>
    <w:rsid w:val="000C29D8"/>
    <w:rsid w:val="000C377D"/>
    <w:rsid w:val="000C3828"/>
    <w:rsid w:val="000C4D10"/>
    <w:rsid w:val="000C5213"/>
    <w:rsid w:val="000C55EA"/>
    <w:rsid w:val="000C6B2C"/>
    <w:rsid w:val="000C723A"/>
    <w:rsid w:val="000D134F"/>
    <w:rsid w:val="000D3165"/>
    <w:rsid w:val="000D373F"/>
    <w:rsid w:val="000D376F"/>
    <w:rsid w:val="000E1758"/>
    <w:rsid w:val="000E1A6B"/>
    <w:rsid w:val="000E250C"/>
    <w:rsid w:val="000E2932"/>
    <w:rsid w:val="000E364D"/>
    <w:rsid w:val="000E4A3B"/>
    <w:rsid w:val="000E4E95"/>
    <w:rsid w:val="000E51C4"/>
    <w:rsid w:val="000E547A"/>
    <w:rsid w:val="000E5ADC"/>
    <w:rsid w:val="000E7299"/>
    <w:rsid w:val="000E7794"/>
    <w:rsid w:val="000F022C"/>
    <w:rsid w:val="000F0AE4"/>
    <w:rsid w:val="000F0E09"/>
    <w:rsid w:val="000F1F58"/>
    <w:rsid w:val="000F3BEB"/>
    <w:rsid w:val="000F5339"/>
    <w:rsid w:val="000F568C"/>
    <w:rsid w:val="000F5BE9"/>
    <w:rsid w:val="001003AB"/>
    <w:rsid w:val="001013A3"/>
    <w:rsid w:val="00102483"/>
    <w:rsid w:val="001028B3"/>
    <w:rsid w:val="0010299F"/>
    <w:rsid w:val="00102A43"/>
    <w:rsid w:val="00103134"/>
    <w:rsid w:val="0010407E"/>
    <w:rsid w:val="001040D0"/>
    <w:rsid w:val="00104D42"/>
    <w:rsid w:val="0010732C"/>
    <w:rsid w:val="00107647"/>
    <w:rsid w:val="001076EE"/>
    <w:rsid w:val="001112A8"/>
    <w:rsid w:val="001112C7"/>
    <w:rsid w:val="001113DE"/>
    <w:rsid w:val="00114064"/>
    <w:rsid w:val="00115D33"/>
    <w:rsid w:val="00121A57"/>
    <w:rsid w:val="00121DD4"/>
    <w:rsid w:val="00122C48"/>
    <w:rsid w:val="0012343A"/>
    <w:rsid w:val="0012409D"/>
    <w:rsid w:val="0012419F"/>
    <w:rsid w:val="00126BDB"/>
    <w:rsid w:val="00126D07"/>
    <w:rsid w:val="001301F0"/>
    <w:rsid w:val="001313B5"/>
    <w:rsid w:val="00131479"/>
    <w:rsid w:val="00131A2C"/>
    <w:rsid w:val="00131B07"/>
    <w:rsid w:val="00131E8A"/>
    <w:rsid w:val="00132EFB"/>
    <w:rsid w:val="001335FD"/>
    <w:rsid w:val="00134225"/>
    <w:rsid w:val="00134B11"/>
    <w:rsid w:val="00134DFB"/>
    <w:rsid w:val="00135048"/>
    <w:rsid w:val="00137812"/>
    <w:rsid w:val="0014142E"/>
    <w:rsid w:val="0014215B"/>
    <w:rsid w:val="00144D42"/>
    <w:rsid w:val="00145088"/>
    <w:rsid w:val="001454C9"/>
    <w:rsid w:val="00146305"/>
    <w:rsid w:val="001467A5"/>
    <w:rsid w:val="00146B4A"/>
    <w:rsid w:val="00146E61"/>
    <w:rsid w:val="00146F64"/>
    <w:rsid w:val="0015020D"/>
    <w:rsid w:val="001504DE"/>
    <w:rsid w:val="00151AE0"/>
    <w:rsid w:val="00155460"/>
    <w:rsid w:val="00156669"/>
    <w:rsid w:val="00156687"/>
    <w:rsid w:val="00156918"/>
    <w:rsid w:val="00156B33"/>
    <w:rsid w:val="00157FD3"/>
    <w:rsid w:val="00160158"/>
    <w:rsid w:val="001638D5"/>
    <w:rsid w:val="00163F2B"/>
    <w:rsid w:val="001649AF"/>
    <w:rsid w:val="00165078"/>
    <w:rsid w:val="00165BD7"/>
    <w:rsid w:val="00165F5C"/>
    <w:rsid w:val="00166DFD"/>
    <w:rsid w:val="001710E3"/>
    <w:rsid w:val="00171180"/>
    <w:rsid w:val="001716CD"/>
    <w:rsid w:val="00171AC4"/>
    <w:rsid w:val="00171BB5"/>
    <w:rsid w:val="00173548"/>
    <w:rsid w:val="00176893"/>
    <w:rsid w:val="00176F28"/>
    <w:rsid w:val="00180D6E"/>
    <w:rsid w:val="00181608"/>
    <w:rsid w:val="00183227"/>
    <w:rsid w:val="001839C9"/>
    <w:rsid w:val="001847C2"/>
    <w:rsid w:val="00184E17"/>
    <w:rsid w:val="0018563C"/>
    <w:rsid w:val="00187607"/>
    <w:rsid w:val="00187E87"/>
    <w:rsid w:val="001918C8"/>
    <w:rsid w:val="00193773"/>
    <w:rsid w:val="00195FC0"/>
    <w:rsid w:val="00196D23"/>
    <w:rsid w:val="001A0F8F"/>
    <w:rsid w:val="001A200C"/>
    <w:rsid w:val="001A26F7"/>
    <w:rsid w:val="001A2B88"/>
    <w:rsid w:val="001A2F16"/>
    <w:rsid w:val="001A432E"/>
    <w:rsid w:val="001A464C"/>
    <w:rsid w:val="001A49A5"/>
    <w:rsid w:val="001A6AA2"/>
    <w:rsid w:val="001B449F"/>
    <w:rsid w:val="001B45C8"/>
    <w:rsid w:val="001B4DEA"/>
    <w:rsid w:val="001B5026"/>
    <w:rsid w:val="001B601B"/>
    <w:rsid w:val="001B645D"/>
    <w:rsid w:val="001B657C"/>
    <w:rsid w:val="001C19C9"/>
    <w:rsid w:val="001C1FEE"/>
    <w:rsid w:val="001C35B1"/>
    <w:rsid w:val="001C40D0"/>
    <w:rsid w:val="001C58BB"/>
    <w:rsid w:val="001C6600"/>
    <w:rsid w:val="001C6C87"/>
    <w:rsid w:val="001C7B92"/>
    <w:rsid w:val="001D07EC"/>
    <w:rsid w:val="001D112E"/>
    <w:rsid w:val="001D134D"/>
    <w:rsid w:val="001D2611"/>
    <w:rsid w:val="001D2A32"/>
    <w:rsid w:val="001D4237"/>
    <w:rsid w:val="001D49E6"/>
    <w:rsid w:val="001D6B10"/>
    <w:rsid w:val="001D7735"/>
    <w:rsid w:val="001E0D1F"/>
    <w:rsid w:val="001E1F66"/>
    <w:rsid w:val="001E1FE8"/>
    <w:rsid w:val="001E3165"/>
    <w:rsid w:val="001E4E98"/>
    <w:rsid w:val="001E5390"/>
    <w:rsid w:val="001E579F"/>
    <w:rsid w:val="001E5BD7"/>
    <w:rsid w:val="001E5F2A"/>
    <w:rsid w:val="001E60BF"/>
    <w:rsid w:val="001E6D40"/>
    <w:rsid w:val="001E76CE"/>
    <w:rsid w:val="001E79BC"/>
    <w:rsid w:val="001F1385"/>
    <w:rsid w:val="001F14E2"/>
    <w:rsid w:val="001F1F85"/>
    <w:rsid w:val="001F291E"/>
    <w:rsid w:val="001F298D"/>
    <w:rsid w:val="001F2E92"/>
    <w:rsid w:val="001F2F8F"/>
    <w:rsid w:val="001F3427"/>
    <w:rsid w:val="001F363F"/>
    <w:rsid w:val="001F38D2"/>
    <w:rsid w:val="001F3E36"/>
    <w:rsid w:val="001F640D"/>
    <w:rsid w:val="001F67B0"/>
    <w:rsid w:val="001F701C"/>
    <w:rsid w:val="001F7270"/>
    <w:rsid w:val="001F7533"/>
    <w:rsid w:val="001F76C0"/>
    <w:rsid w:val="002054EC"/>
    <w:rsid w:val="00205D1A"/>
    <w:rsid w:val="00207DB3"/>
    <w:rsid w:val="00207F2C"/>
    <w:rsid w:val="0021005A"/>
    <w:rsid w:val="00211DC3"/>
    <w:rsid w:val="002127D6"/>
    <w:rsid w:val="00212996"/>
    <w:rsid w:val="00212A34"/>
    <w:rsid w:val="00213C67"/>
    <w:rsid w:val="00215565"/>
    <w:rsid w:val="002157EE"/>
    <w:rsid w:val="002167BF"/>
    <w:rsid w:val="00216DFE"/>
    <w:rsid w:val="00217FB2"/>
    <w:rsid w:val="002219AD"/>
    <w:rsid w:val="00221D82"/>
    <w:rsid w:val="00223F56"/>
    <w:rsid w:val="0022429E"/>
    <w:rsid w:val="002242CB"/>
    <w:rsid w:val="002249C9"/>
    <w:rsid w:val="0022677B"/>
    <w:rsid w:val="00231FA5"/>
    <w:rsid w:val="00235649"/>
    <w:rsid w:val="00235ACF"/>
    <w:rsid w:val="00236B97"/>
    <w:rsid w:val="002372DC"/>
    <w:rsid w:val="00237774"/>
    <w:rsid w:val="002406BF"/>
    <w:rsid w:val="00240DBE"/>
    <w:rsid w:val="00241778"/>
    <w:rsid w:val="00242158"/>
    <w:rsid w:val="002429FA"/>
    <w:rsid w:val="002440BD"/>
    <w:rsid w:val="002447E0"/>
    <w:rsid w:val="0024482A"/>
    <w:rsid w:val="00244F76"/>
    <w:rsid w:val="00245644"/>
    <w:rsid w:val="0024668E"/>
    <w:rsid w:val="00247ADC"/>
    <w:rsid w:val="00247F30"/>
    <w:rsid w:val="0025052C"/>
    <w:rsid w:val="00251D90"/>
    <w:rsid w:val="0025288E"/>
    <w:rsid w:val="00252B56"/>
    <w:rsid w:val="00252C0C"/>
    <w:rsid w:val="00252E29"/>
    <w:rsid w:val="00253603"/>
    <w:rsid w:val="00255687"/>
    <w:rsid w:val="002558A2"/>
    <w:rsid w:val="00255A4D"/>
    <w:rsid w:val="002579D8"/>
    <w:rsid w:val="00257CFE"/>
    <w:rsid w:val="00260BA5"/>
    <w:rsid w:val="00261BC8"/>
    <w:rsid w:val="00264305"/>
    <w:rsid w:val="0026450D"/>
    <w:rsid w:val="00264C39"/>
    <w:rsid w:val="00264F1C"/>
    <w:rsid w:val="002654A5"/>
    <w:rsid w:val="00265F97"/>
    <w:rsid w:val="00266AE7"/>
    <w:rsid w:val="00267C09"/>
    <w:rsid w:val="00270F80"/>
    <w:rsid w:val="002715CB"/>
    <w:rsid w:val="00271A20"/>
    <w:rsid w:val="0027384D"/>
    <w:rsid w:val="002738B2"/>
    <w:rsid w:val="00273A74"/>
    <w:rsid w:val="00273E2E"/>
    <w:rsid w:val="0027500F"/>
    <w:rsid w:val="00275264"/>
    <w:rsid w:val="00277232"/>
    <w:rsid w:val="00277D20"/>
    <w:rsid w:val="0028103D"/>
    <w:rsid w:val="00283067"/>
    <w:rsid w:val="00284CAE"/>
    <w:rsid w:val="002857ED"/>
    <w:rsid w:val="002858A2"/>
    <w:rsid w:val="00285A65"/>
    <w:rsid w:val="00286099"/>
    <w:rsid w:val="002907CD"/>
    <w:rsid w:val="00290CE4"/>
    <w:rsid w:val="00291033"/>
    <w:rsid w:val="00292B22"/>
    <w:rsid w:val="00293159"/>
    <w:rsid w:val="00293E4A"/>
    <w:rsid w:val="00295049"/>
    <w:rsid w:val="00296A5F"/>
    <w:rsid w:val="0029709F"/>
    <w:rsid w:val="0029745F"/>
    <w:rsid w:val="00297793"/>
    <w:rsid w:val="00297B9B"/>
    <w:rsid w:val="002A179F"/>
    <w:rsid w:val="002A31B2"/>
    <w:rsid w:val="002A3C5F"/>
    <w:rsid w:val="002A4243"/>
    <w:rsid w:val="002A4B49"/>
    <w:rsid w:val="002A552D"/>
    <w:rsid w:val="002A6364"/>
    <w:rsid w:val="002A6376"/>
    <w:rsid w:val="002B026A"/>
    <w:rsid w:val="002B0B87"/>
    <w:rsid w:val="002B2379"/>
    <w:rsid w:val="002B2E87"/>
    <w:rsid w:val="002B47FA"/>
    <w:rsid w:val="002B7237"/>
    <w:rsid w:val="002C157C"/>
    <w:rsid w:val="002C1FE4"/>
    <w:rsid w:val="002C2CAF"/>
    <w:rsid w:val="002C3B91"/>
    <w:rsid w:val="002C3FB3"/>
    <w:rsid w:val="002C62CD"/>
    <w:rsid w:val="002D0135"/>
    <w:rsid w:val="002D0F20"/>
    <w:rsid w:val="002D1C2C"/>
    <w:rsid w:val="002D2BE2"/>
    <w:rsid w:val="002D4097"/>
    <w:rsid w:val="002D4A07"/>
    <w:rsid w:val="002D5897"/>
    <w:rsid w:val="002D651E"/>
    <w:rsid w:val="002D7C09"/>
    <w:rsid w:val="002E01E1"/>
    <w:rsid w:val="002E08A3"/>
    <w:rsid w:val="002E09FC"/>
    <w:rsid w:val="002E1CC5"/>
    <w:rsid w:val="002E2225"/>
    <w:rsid w:val="002E2BAA"/>
    <w:rsid w:val="002E3A43"/>
    <w:rsid w:val="002E4BE2"/>
    <w:rsid w:val="002E5884"/>
    <w:rsid w:val="002E5D7A"/>
    <w:rsid w:val="002E6A1E"/>
    <w:rsid w:val="002E6D40"/>
    <w:rsid w:val="002E7D1E"/>
    <w:rsid w:val="002F01A1"/>
    <w:rsid w:val="002F01DD"/>
    <w:rsid w:val="002F22C5"/>
    <w:rsid w:val="002F28F7"/>
    <w:rsid w:val="002F373D"/>
    <w:rsid w:val="002F457D"/>
    <w:rsid w:val="002F4C7A"/>
    <w:rsid w:val="002F501A"/>
    <w:rsid w:val="002F5134"/>
    <w:rsid w:val="002F5F3C"/>
    <w:rsid w:val="002F6436"/>
    <w:rsid w:val="002F6499"/>
    <w:rsid w:val="002F6501"/>
    <w:rsid w:val="002F676F"/>
    <w:rsid w:val="002F7072"/>
    <w:rsid w:val="002F7C21"/>
    <w:rsid w:val="00300A32"/>
    <w:rsid w:val="00301888"/>
    <w:rsid w:val="00301F34"/>
    <w:rsid w:val="0030294E"/>
    <w:rsid w:val="003052DD"/>
    <w:rsid w:val="003061F5"/>
    <w:rsid w:val="003063A0"/>
    <w:rsid w:val="00306876"/>
    <w:rsid w:val="00306B0B"/>
    <w:rsid w:val="00307853"/>
    <w:rsid w:val="00307974"/>
    <w:rsid w:val="00307BA0"/>
    <w:rsid w:val="003108BF"/>
    <w:rsid w:val="00311BCB"/>
    <w:rsid w:val="00313A4E"/>
    <w:rsid w:val="00314FEF"/>
    <w:rsid w:val="003155A2"/>
    <w:rsid w:val="003172CB"/>
    <w:rsid w:val="0032055C"/>
    <w:rsid w:val="00320A5D"/>
    <w:rsid w:val="00320D6F"/>
    <w:rsid w:val="003219B5"/>
    <w:rsid w:val="00321F64"/>
    <w:rsid w:val="00321FFC"/>
    <w:rsid w:val="003232B4"/>
    <w:rsid w:val="00324538"/>
    <w:rsid w:val="00325031"/>
    <w:rsid w:val="0032507F"/>
    <w:rsid w:val="00330890"/>
    <w:rsid w:val="00330A63"/>
    <w:rsid w:val="003313DF"/>
    <w:rsid w:val="00332F84"/>
    <w:rsid w:val="0033445C"/>
    <w:rsid w:val="00334B8E"/>
    <w:rsid w:val="00335BE2"/>
    <w:rsid w:val="003375D4"/>
    <w:rsid w:val="00337B74"/>
    <w:rsid w:val="00337C5C"/>
    <w:rsid w:val="00340352"/>
    <w:rsid w:val="003404FA"/>
    <w:rsid w:val="003453F6"/>
    <w:rsid w:val="00345AD5"/>
    <w:rsid w:val="00345C53"/>
    <w:rsid w:val="00346100"/>
    <w:rsid w:val="00347213"/>
    <w:rsid w:val="00347BCB"/>
    <w:rsid w:val="00347E6D"/>
    <w:rsid w:val="0035018F"/>
    <w:rsid w:val="00350523"/>
    <w:rsid w:val="003511DF"/>
    <w:rsid w:val="00352B46"/>
    <w:rsid w:val="0035319B"/>
    <w:rsid w:val="00354675"/>
    <w:rsid w:val="00355E60"/>
    <w:rsid w:val="00356B0F"/>
    <w:rsid w:val="00356EDB"/>
    <w:rsid w:val="00357209"/>
    <w:rsid w:val="00357824"/>
    <w:rsid w:val="003609F5"/>
    <w:rsid w:val="0036201A"/>
    <w:rsid w:val="0036255C"/>
    <w:rsid w:val="00362939"/>
    <w:rsid w:val="00362BD5"/>
    <w:rsid w:val="00364B61"/>
    <w:rsid w:val="00365A50"/>
    <w:rsid w:val="0037063E"/>
    <w:rsid w:val="003712BA"/>
    <w:rsid w:val="00373A74"/>
    <w:rsid w:val="003749F8"/>
    <w:rsid w:val="00375E4F"/>
    <w:rsid w:val="00376A03"/>
    <w:rsid w:val="003774DC"/>
    <w:rsid w:val="003801D4"/>
    <w:rsid w:val="003805A9"/>
    <w:rsid w:val="00381366"/>
    <w:rsid w:val="00381CC4"/>
    <w:rsid w:val="00382123"/>
    <w:rsid w:val="003824DA"/>
    <w:rsid w:val="003832C2"/>
    <w:rsid w:val="00383B3F"/>
    <w:rsid w:val="00386A58"/>
    <w:rsid w:val="00386CA0"/>
    <w:rsid w:val="00387D4F"/>
    <w:rsid w:val="0039105E"/>
    <w:rsid w:val="003910B5"/>
    <w:rsid w:val="00392261"/>
    <w:rsid w:val="0039269B"/>
    <w:rsid w:val="003929A6"/>
    <w:rsid w:val="00393186"/>
    <w:rsid w:val="003937F7"/>
    <w:rsid w:val="00394355"/>
    <w:rsid w:val="00394D5A"/>
    <w:rsid w:val="00396C24"/>
    <w:rsid w:val="003A09BD"/>
    <w:rsid w:val="003A0D99"/>
    <w:rsid w:val="003A175C"/>
    <w:rsid w:val="003A179F"/>
    <w:rsid w:val="003A325A"/>
    <w:rsid w:val="003A3F8D"/>
    <w:rsid w:val="003A4A4A"/>
    <w:rsid w:val="003A4DB2"/>
    <w:rsid w:val="003A5465"/>
    <w:rsid w:val="003A5E01"/>
    <w:rsid w:val="003A6AFC"/>
    <w:rsid w:val="003B1317"/>
    <w:rsid w:val="003B1CDF"/>
    <w:rsid w:val="003B4521"/>
    <w:rsid w:val="003B50F2"/>
    <w:rsid w:val="003B7655"/>
    <w:rsid w:val="003B7898"/>
    <w:rsid w:val="003B7924"/>
    <w:rsid w:val="003B7D6A"/>
    <w:rsid w:val="003B7F74"/>
    <w:rsid w:val="003C0958"/>
    <w:rsid w:val="003C2B1A"/>
    <w:rsid w:val="003C4322"/>
    <w:rsid w:val="003C4345"/>
    <w:rsid w:val="003C5B27"/>
    <w:rsid w:val="003C6AF9"/>
    <w:rsid w:val="003C6D90"/>
    <w:rsid w:val="003C6FDC"/>
    <w:rsid w:val="003C7084"/>
    <w:rsid w:val="003C7C16"/>
    <w:rsid w:val="003D03ED"/>
    <w:rsid w:val="003D12EC"/>
    <w:rsid w:val="003D195C"/>
    <w:rsid w:val="003D2FF7"/>
    <w:rsid w:val="003D35A0"/>
    <w:rsid w:val="003D3B45"/>
    <w:rsid w:val="003D3CA4"/>
    <w:rsid w:val="003D4832"/>
    <w:rsid w:val="003D5A1C"/>
    <w:rsid w:val="003E08F9"/>
    <w:rsid w:val="003E0CEC"/>
    <w:rsid w:val="003E1052"/>
    <w:rsid w:val="003E3D07"/>
    <w:rsid w:val="003E414B"/>
    <w:rsid w:val="003E4682"/>
    <w:rsid w:val="003E57F7"/>
    <w:rsid w:val="003E69CA"/>
    <w:rsid w:val="003E74F0"/>
    <w:rsid w:val="003E7D33"/>
    <w:rsid w:val="003F1998"/>
    <w:rsid w:val="003F1A74"/>
    <w:rsid w:val="003F524B"/>
    <w:rsid w:val="003F6551"/>
    <w:rsid w:val="003F75C4"/>
    <w:rsid w:val="003F7C19"/>
    <w:rsid w:val="004006A6"/>
    <w:rsid w:val="00401994"/>
    <w:rsid w:val="0040234B"/>
    <w:rsid w:val="0040252B"/>
    <w:rsid w:val="004039B4"/>
    <w:rsid w:val="004054ED"/>
    <w:rsid w:val="00410D70"/>
    <w:rsid w:val="004112B2"/>
    <w:rsid w:val="004118D6"/>
    <w:rsid w:val="00412399"/>
    <w:rsid w:val="00413812"/>
    <w:rsid w:val="004142A0"/>
    <w:rsid w:val="004142EC"/>
    <w:rsid w:val="00414508"/>
    <w:rsid w:val="004154DD"/>
    <w:rsid w:val="0041749C"/>
    <w:rsid w:val="004177D2"/>
    <w:rsid w:val="004203DF"/>
    <w:rsid w:val="00423B54"/>
    <w:rsid w:val="00424B56"/>
    <w:rsid w:val="004264E8"/>
    <w:rsid w:val="00426520"/>
    <w:rsid w:val="004267A5"/>
    <w:rsid w:val="00426FA0"/>
    <w:rsid w:val="0042750A"/>
    <w:rsid w:val="00430C39"/>
    <w:rsid w:val="00433BA4"/>
    <w:rsid w:val="0043408B"/>
    <w:rsid w:val="004347FA"/>
    <w:rsid w:val="0043578B"/>
    <w:rsid w:val="00435BD3"/>
    <w:rsid w:val="00436045"/>
    <w:rsid w:val="004364D6"/>
    <w:rsid w:val="004364E5"/>
    <w:rsid w:val="004367A3"/>
    <w:rsid w:val="004403B3"/>
    <w:rsid w:val="00440EBF"/>
    <w:rsid w:val="004431A6"/>
    <w:rsid w:val="0044336F"/>
    <w:rsid w:val="00443568"/>
    <w:rsid w:val="00444B54"/>
    <w:rsid w:val="004453DE"/>
    <w:rsid w:val="00445546"/>
    <w:rsid w:val="00445DDA"/>
    <w:rsid w:val="004513FB"/>
    <w:rsid w:val="004520CA"/>
    <w:rsid w:val="00452597"/>
    <w:rsid w:val="004539BF"/>
    <w:rsid w:val="0045472E"/>
    <w:rsid w:val="00455DEA"/>
    <w:rsid w:val="0045657D"/>
    <w:rsid w:val="0045721D"/>
    <w:rsid w:val="00462ABA"/>
    <w:rsid w:val="00462F86"/>
    <w:rsid w:val="00463368"/>
    <w:rsid w:val="00463552"/>
    <w:rsid w:val="00464A25"/>
    <w:rsid w:val="00465031"/>
    <w:rsid w:val="00465361"/>
    <w:rsid w:val="00465378"/>
    <w:rsid w:val="004666A6"/>
    <w:rsid w:val="00466827"/>
    <w:rsid w:val="00471FA6"/>
    <w:rsid w:val="004722E1"/>
    <w:rsid w:val="004729DA"/>
    <w:rsid w:val="00473881"/>
    <w:rsid w:val="00474E05"/>
    <w:rsid w:val="00475160"/>
    <w:rsid w:val="004761F4"/>
    <w:rsid w:val="00476316"/>
    <w:rsid w:val="00476BC1"/>
    <w:rsid w:val="00476CE8"/>
    <w:rsid w:val="00476DAA"/>
    <w:rsid w:val="00476FF8"/>
    <w:rsid w:val="00482845"/>
    <w:rsid w:val="00482C66"/>
    <w:rsid w:val="00485086"/>
    <w:rsid w:val="0048579E"/>
    <w:rsid w:val="00486A42"/>
    <w:rsid w:val="0049004B"/>
    <w:rsid w:val="004904EE"/>
    <w:rsid w:val="00490910"/>
    <w:rsid w:val="004916BA"/>
    <w:rsid w:val="00493238"/>
    <w:rsid w:val="0049330A"/>
    <w:rsid w:val="004A0A0A"/>
    <w:rsid w:val="004A129D"/>
    <w:rsid w:val="004A1482"/>
    <w:rsid w:val="004A191C"/>
    <w:rsid w:val="004A3284"/>
    <w:rsid w:val="004A363C"/>
    <w:rsid w:val="004A3EE6"/>
    <w:rsid w:val="004A431D"/>
    <w:rsid w:val="004A554E"/>
    <w:rsid w:val="004A72D6"/>
    <w:rsid w:val="004B0A7B"/>
    <w:rsid w:val="004B0FE4"/>
    <w:rsid w:val="004B495C"/>
    <w:rsid w:val="004B661A"/>
    <w:rsid w:val="004B6E19"/>
    <w:rsid w:val="004C0E82"/>
    <w:rsid w:val="004C1972"/>
    <w:rsid w:val="004C3513"/>
    <w:rsid w:val="004C5244"/>
    <w:rsid w:val="004C5488"/>
    <w:rsid w:val="004C66BB"/>
    <w:rsid w:val="004C77A9"/>
    <w:rsid w:val="004C7AB8"/>
    <w:rsid w:val="004D1434"/>
    <w:rsid w:val="004D2F8B"/>
    <w:rsid w:val="004D36CF"/>
    <w:rsid w:val="004D4A3F"/>
    <w:rsid w:val="004D7874"/>
    <w:rsid w:val="004E156B"/>
    <w:rsid w:val="004E1AA3"/>
    <w:rsid w:val="004E4188"/>
    <w:rsid w:val="004E442A"/>
    <w:rsid w:val="004E44F8"/>
    <w:rsid w:val="004E47AE"/>
    <w:rsid w:val="004E5F8A"/>
    <w:rsid w:val="004E6065"/>
    <w:rsid w:val="004F1D0F"/>
    <w:rsid w:val="004F4099"/>
    <w:rsid w:val="004F4101"/>
    <w:rsid w:val="004F446B"/>
    <w:rsid w:val="004F7D19"/>
    <w:rsid w:val="004F7ECE"/>
    <w:rsid w:val="00501454"/>
    <w:rsid w:val="00502014"/>
    <w:rsid w:val="005057D9"/>
    <w:rsid w:val="005073AA"/>
    <w:rsid w:val="0050764F"/>
    <w:rsid w:val="00507AAD"/>
    <w:rsid w:val="00507D10"/>
    <w:rsid w:val="0051243E"/>
    <w:rsid w:val="005127D5"/>
    <w:rsid w:val="0051356C"/>
    <w:rsid w:val="00513A43"/>
    <w:rsid w:val="00513A76"/>
    <w:rsid w:val="00513BF6"/>
    <w:rsid w:val="00514983"/>
    <w:rsid w:val="0051681E"/>
    <w:rsid w:val="00517E28"/>
    <w:rsid w:val="005208D5"/>
    <w:rsid w:val="005218D1"/>
    <w:rsid w:val="00522FF1"/>
    <w:rsid w:val="00523389"/>
    <w:rsid w:val="005241B0"/>
    <w:rsid w:val="00526171"/>
    <w:rsid w:val="00526D7F"/>
    <w:rsid w:val="0052737E"/>
    <w:rsid w:val="00527BC6"/>
    <w:rsid w:val="0053085E"/>
    <w:rsid w:val="005314E9"/>
    <w:rsid w:val="00533549"/>
    <w:rsid w:val="005336C1"/>
    <w:rsid w:val="005339CC"/>
    <w:rsid w:val="00537289"/>
    <w:rsid w:val="0054041D"/>
    <w:rsid w:val="00540558"/>
    <w:rsid w:val="005405DA"/>
    <w:rsid w:val="00541569"/>
    <w:rsid w:val="00541A9F"/>
    <w:rsid w:val="00542B5F"/>
    <w:rsid w:val="00542CA9"/>
    <w:rsid w:val="005432E1"/>
    <w:rsid w:val="00544195"/>
    <w:rsid w:val="0054602B"/>
    <w:rsid w:val="00546916"/>
    <w:rsid w:val="00550CA3"/>
    <w:rsid w:val="00551577"/>
    <w:rsid w:val="005540DD"/>
    <w:rsid w:val="00554E6F"/>
    <w:rsid w:val="00554E9D"/>
    <w:rsid w:val="00557F0C"/>
    <w:rsid w:val="005601F8"/>
    <w:rsid w:val="005602C1"/>
    <w:rsid w:val="005622D7"/>
    <w:rsid w:val="005624F3"/>
    <w:rsid w:val="0056503E"/>
    <w:rsid w:val="00565055"/>
    <w:rsid w:val="00565401"/>
    <w:rsid w:val="00565F7F"/>
    <w:rsid w:val="00570B98"/>
    <w:rsid w:val="005727DC"/>
    <w:rsid w:val="00572C94"/>
    <w:rsid w:val="00574A5B"/>
    <w:rsid w:val="00574D22"/>
    <w:rsid w:val="00576BC1"/>
    <w:rsid w:val="005771B8"/>
    <w:rsid w:val="00577DE9"/>
    <w:rsid w:val="005800A0"/>
    <w:rsid w:val="00580AD1"/>
    <w:rsid w:val="00581DC1"/>
    <w:rsid w:val="005823E6"/>
    <w:rsid w:val="005855CD"/>
    <w:rsid w:val="00586335"/>
    <w:rsid w:val="00592C74"/>
    <w:rsid w:val="005933D5"/>
    <w:rsid w:val="005933F8"/>
    <w:rsid w:val="005A0E7D"/>
    <w:rsid w:val="005A2A1F"/>
    <w:rsid w:val="005A38FF"/>
    <w:rsid w:val="005A59AD"/>
    <w:rsid w:val="005A5ECE"/>
    <w:rsid w:val="005B037B"/>
    <w:rsid w:val="005B0AED"/>
    <w:rsid w:val="005B0B50"/>
    <w:rsid w:val="005B2184"/>
    <w:rsid w:val="005B4BF3"/>
    <w:rsid w:val="005B6B98"/>
    <w:rsid w:val="005B70CB"/>
    <w:rsid w:val="005B7619"/>
    <w:rsid w:val="005B775F"/>
    <w:rsid w:val="005C2031"/>
    <w:rsid w:val="005C2122"/>
    <w:rsid w:val="005C2CA5"/>
    <w:rsid w:val="005C2CC2"/>
    <w:rsid w:val="005C3A6F"/>
    <w:rsid w:val="005C5D51"/>
    <w:rsid w:val="005C5EAC"/>
    <w:rsid w:val="005C6666"/>
    <w:rsid w:val="005C6DD4"/>
    <w:rsid w:val="005D10C9"/>
    <w:rsid w:val="005D18B1"/>
    <w:rsid w:val="005D1C22"/>
    <w:rsid w:val="005D3C21"/>
    <w:rsid w:val="005D535F"/>
    <w:rsid w:val="005D5634"/>
    <w:rsid w:val="005D5C1C"/>
    <w:rsid w:val="005D5C4B"/>
    <w:rsid w:val="005E07D6"/>
    <w:rsid w:val="005E1CAC"/>
    <w:rsid w:val="005E2DC0"/>
    <w:rsid w:val="005E394E"/>
    <w:rsid w:val="005E5125"/>
    <w:rsid w:val="005E521C"/>
    <w:rsid w:val="005E6469"/>
    <w:rsid w:val="005E675E"/>
    <w:rsid w:val="005E6886"/>
    <w:rsid w:val="005E6C9F"/>
    <w:rsid w:val="005F09EF"/>
    <w:rsid w:val="005F0FEA"/>
    <w:rsid w:val="005F1325"/>
    <w:rsid w:val="005F27E1"/>
    <w:rsid w:val="005F29E3"/>
    <w:rsid w:val="005F2B24"/>
    <w:rsid w:val="005F3171"/>
    <w:rsid w:val="005F3D1E"/>
    <w:rsid w:val="005F3ED7"/>
    <w:rsid w:val="005F46E2"/>
    <w:rsid w:val="005F4B95"/>
    <w:rsid w:val="005F5499"/>
    <w:rsid w:val="005F672C"/>
    <w:rsid w:val="005F7CB5"/>
    <w:rsid w:val="006019AE"/>
    <w:rsid w:val="00601B33"/>
    <w:rsid w:val="006044BC"/>
    <w:rsid w:val="00604781"/>
    <w:rsid w:val="00604F3C"/>
    <w:rsid w:val="006059E2"/>
    <w:rsid w:val="00605BDF"/>
    <w:rsid w:val="00607838"/>
    <w:rsid w:val="00607A4A"/>
    <w:rsid w:val="006101EC"/>
    <w:rsid w:val="006108BD"/>
    <w:rsid w:val="00610A54"/>
    <w:rsid w:val="00610CA0"/>
    <w:rsid w:val="0061111C"/>
    <w:rsid w:val="00612453"/>
    <w:rsid w:val="00613D31"/>
    <w:rsid w:val="006144A1"/>
    <w:rsid w:val="006166D7"/>
    <w:rsid w:val="00620F11"/>
    <w:rsid w:val="0062105B"/>
    <w:rsid w:val="006216C9"/>
    <w:rsid w:val="00623E43"/>
    <w:rsid w:val="00624492"/>
    <w:rsid w:val="00625FB6"/>
    <w:rsid w:val="0062613F"/>
    <w:rsid w:val="0062638E"/>
    <w:rsid w:val="00627551"/>
    <w:rsid w:val="006309ED"/>
    <w:rsid w:val="00631448"/>
    <w:rsid w:val="00632189"/>
    <w:rsid w:val="00633037"/>
    <w:rsid w:val="00634581"/>
    <w:rsid w:val="006346C4"/>
    <w:rsid w:val="00635AEC"/>
    <w:rsid w:val="00640074"/>
    <w:rsid w:val="00640951"/>
    <w:rsid w:val="00640C9B"/>
    <w:rsid w:val="00640CCD"/>
    <w:rsid w:val="0064124A"/>
    <w:rsid w:val="00641C69"/>
    <w:rsid w:val="00643265"/>
    <w:rsid w:val="006439AF"/>
    <w:rsid w:val="0064722F"/>
    <w:rsid w:val="00647675"/>
    <w:rsid w:val="00647903"/>
    <w:rsid w:val="00647FC2"/>
    <w:rsid w:val="00650D8F"/>
    <w:rsid w:val="00651DD2"/>
    <w:rsid w:val="0065290B"/>
    <w:rsid w:val="00652DB4"/>
    <w:rsid w:val="00655594"/>
    <w:rsid w:val="00657219"/>
    <w:rsid w:val="0065727B"/>
    <w:rsid w:val="00657986"/>
    <w:rsid w:val="00660BCB"/>
    <w:rsid w:val="00660DC9"/>
    <w:rsid w:val="0066144E"/>
    <w:rsid w:val="006614C6"/>
    <w:rsid w:val="006614D6"/>
    <w:rsid w:val="00661B41"/>
    <w:rsid w:val="00661E55"/>
    <w:rsid w:val="00662918"/>
    <w:rsid w:val="00666900"/>
    <w:rsid w:val="006671D9"/>
    <w:rsid w:val="006678C7"/>
    <w:rsid w:val="00667E16"/>
    <w:rsid w:val="0067131C"/>
    <w:rsid w:val="0067135C"/>
    <w:rsid w:val="006730D2"/>
    <w:rsid w:val="00674342"/>
    <w:rsid w:val="00675075"/>
    <w:rsid w:val="00675080"/>
    <w:rsid w:val="00676140"/>
    <w:rsid w:val="006835D6"/>
    <w:rsid w:val="006841E6"/>
    <w:rsid w:val="0068550E"/>
    <w:rsid w:val="00685BAE"/>
    <w:rsid w:val="0068616D"/>
    <w:rsid w:val="00686458"/>
    <w:rsid w:val="00686DC9"/>
    <w:rsid w:val="00686EE4"/>
    <w:rsid w:val="0068753D"/>
    <w:rsid w:val="00687E89"/>
    <w:rsid w:val="006904D3"/>
    <w:rsid w:val="00690836"/>
    <w:rsid w:val="006924E4"/>
    <w:rsid w:val="0069587C"/>
    <w:rsid w:val="00696D16"/>
    <w:rsid w:val="00697A35"/>
    <w:rsid w:val="006A0E03"/>
    <w:rsid w:val="006A0EDF"/>
    <w:rsid w:val="006A116F"/>
    <w:rsid w:val="006A1A07"/>
    <w:rsid w:val="006A334B"/>
    <w:rsid w:val="006A353F"/>
    <w:rsid w:val="006A45F2"/>
    <w:rsid w:val="006B1F9C"/>
    <w:rsid w:val="006B352B"/>
    <w:rsid w:val="006B50C6"/>
    <w:rsid w:val="006B6BDC"/>
    <w:rsid w:val="006B78CF"/>
    <w:rsid w:val="006B793F"/>
    <w:rsid w:val="006C097F"/>
    <w:rsid w:val="006C172C"/>
    <w:rsid w:val="006C250F"/>
    <w:rsid w:val="006C4B01"/>
    <w:rsid w:val="006C4E56"/>
    <w:rsid w:val="006C544E"/>
    <w:rsid w:val="006C7E31"/>
    <w:rsid w:val="006D0D79"/>
    <w:rsid w:val="006D0F58"/>
    <w:rsid w:val="006D1185"/>
    <w:rsid w:val="006D1A51"/>
    <w:rsid w:val="006D28E0"/>
    <w:rsid w:val="006D3581"/>
    <w:rsid w:val="006D3D74"/>
    <w:rsid w:val="006D42F1"/>
    <w:rsid w:val="006D5210"/>
    <w:rsid w:val="006D53A4"/>
    <w:rsid w:val="006D53E7"/>
    <w:rsid w:val="006D5D05"/>
    <w:rsid w:val="006D64E4"/>
    <w:rsid w:val="006D68F7"/>
    <w:rsid w:val="006D690B"/>
    <w:rsid w:val="006D7642"/>
    <w:rsid w:val="006E0201"/>
    <w:rsid w:val="006E0DA5"/>
    <w:rsid w:val="006E114F"/>
    <w:rsid w:val="006E137F"/>
    <w:rsid w:val="006E1933"/>
    <w:rsid w:val="006E1B75"/>
    <w:rsid w:val="006E1BC8"/>
    <w:rsid w:val="006E2749"/>
    <w:rsid w:val="006E5632"/>
    <w:rsid w:val="006E5802"/>
    <w:rsid w:val="006F0181"/>
    <w:rsid w:val="006F0DA6"/>
    <w:rsid w:val="006F1CB3"/>
    <w:rsid w:val="006F4AA7"/>
    <w:rsid w:val="006F60C9"/>
    <w:rsid w:val="006F6E6A"/>
    <w:rsid w:val="00700E9E"/>
    <w:rsid w:val="00703549"/>
    <w:rsid w:val="0070359E"/>
    <w:rsid w:val="0070629D"/>
    <w:rsid w:val="00706C48"/>
    <w:rsid w:val="00706D8B"/>
    <w:rsid w:val="007103BB"/>
    <w:rsid w:val="007119D7"/>
    <w:rsid w:val="00714E22"/>
    <w:rsid w:val="00717D80"/>
    <w:rsid w:val="00720124"/>
    <w:rsid w:val="00720268"/>
    <w:rsid w:val="007206AB"/>
    <w:rsid w:val="00721286"/>
    <w:rsid w:val="00721E47"/>
    <w:rsid w:val="00723073"/>
    <w:rsid w:val="00723CE3"/>
    <w:rsid w:val="0072432A"/>
    <w:rsid w:val="00730C8B"/>
    <w:rsid w:val="00731398"/>
    <w:rsid w:val="0073364B"/>
    <w:rsid w:val="0073520A"/>
    <w:rsid w:val="007359A5"/>
    <w:rsid w:val="00736058"/>
    <w:rsid w:val="0073613D"/>
    <w:rsid w:val="00746621"/>
    <w:rsid w:val="00746897"/>
    <w:rsid w:val="0074733C"/>
    <w:rsid w:val="00750587"/>
    <w:rsid w:val="007509DF"/>
    <w:rsid w:val="00751131"/>
    <w:rsid w:val="00751AE8"/>
    <w:rsid w:val="00751FF2"/>
    <w:rsid w:val="00756D8C"/>
    <w:rsid w:val="00762070"/>
    <w:rsid w:val="00763033"/>
    <w:rsid w:val="007633DC"/>
    <w:rsid w:val="0076389B"/>
    <w:rsid w:val="007648F0"/>
    <w:rsid w:val="00765AEC"/>
    <w:rsid w:val="007662CA"/>
    <w:rsid w:val="00767319"/>
    <w:rsid w:val="00770533"/>
    <w:rsid w:val="00771003"/>
    <w:rsid w:val="00771B4F"/>
    <w:rsid w:val="00771C84"/>
    <w:rsid w:val="0077203E"/>
    <w:rsid w:val="00772D37"/>
    <w:rsid w:val="00772E7F"/>
    <w:rsid w:val="00773791"/>
    <w:rsid w:val="00773CAC"/>
    <w:rsid w:val="007750F6"/>
    <w:rsid w:val="00775694"/>
    <w:rsid w:val="00776CAF"/>
    <w:rsid w:val="00777394"/>
    <w:rsid w:val="007815C1"/>
    <w:rsid w:val="0078236B"/>
    <w:rsid w:val="007832D9"/>
    <w:rsid w:val="0078517B"/>
    <w:rsid w:val="00785AF2"/>
    <w:rsid w:val="00787135"/>
    <w:rsid w:val="00791A8E"/>
    <w:rsid w:val="00792B47"/>
    <w:rsid w:val="00792E2E"/>
    <w:rsid w:val="007956A3"/>
    <w:rsid w:val="00796316"/>
    <w:rsid w:val="00796608"/>
    <w:rsid w:val="007A06E8"/>
    <w:rsid w:val="007A327E"/>
    <w:rsid w:val="007A4D9D"/>
    <w:rsid w:val="007A4DB5"/>
    <w:rsid w:val="007A4E94"/>
    <w:rsid w:val="007A5FDA"/>
    <w:rsid w:val="007A6D60"/>
    <w:rsid w:val="007A6DA5"/>
    <w:rsid w:val="007A739E"/>
    <w:rsid w:val="007A79F9"/>
    <w:rsid w:val="007B2673"/>
    <w:rsid w:val="007B37A3"/>
    <w:rsid w:val="007B4602"/>
    <w:rsid w:val="007B475B"/>
    <w:rsid w:val="007B4C63"/>
    <w:rsid w:val="007B6261"/>
    <w:rsid w:val="007B7DDC"/>
    <w:rsid w:val="007B7F1D"/>
    <w:rsid w:val="007C0378"/>
    <w:rsid w:val="007C2692"/>
    <w:rsid w:val="007C284D"/>
    <w:rsid w:val="007C5013"/>
    <w:rsid w:val="007C58DE"/>
    <w:rsid w:val="007C5945"/>
    <w:rsid w:val="007C6556"/>
    <w:rsid w:val="007C6E15"/>
    <w:rsid w:val="007D033F"/>
    <w:rsid w:val="007D046C"/>
    <w:rsid w:val="007D0633"/>
    <w:rsid w:val="007D1266"/>
    <w:rsid w:val="007D20D1"/>
    <w:rsid w:val="007D2D1C"/>
    <w:rsid w:val="007D41EB"/>
    <w:rsid w:val="007D44AD"/>
    <w:rsid w:val="007D45B1"/>
    <w:rsid w:val="007D4CFC"/>
    <w:rsid w:val="007E03D4"/>
    <w:rsid w:val="007E0CD0"/>
    <w:rsid w:val="007E13CB"/>
    <w:rsid w:val="007E14D6"/>
    <w:rsid w:val="007E156B"/>
    <w:rsid w:val="007E21DB"/>
    <w:rsid w:val="007E3969"/>
    <w:rsid w:val="007E520B"/>
    <w:rsid w:val="007E5EE5"/>
    <w:rsid w:val="007E6245"/>
    <w:rsid w:val="007E7749"/>
    <w:rsid w:val="007F0A25"/>
    <w:rsid w:val="007F0DA7"/>
    <w:rsid w:val="007F1AAB"/>
    <w:rsid w:val="007F1F13"/>
    <w:rsid w:val="007F220B"/>
    <w:rsid w:val="007F3435"/>
    <w:rsid w:val="007F37BA"/>
    <w:rsid w:val="007F391F"/>
    <w:rsid w:val="007F3D20"/>
    <w:rsid w:val="007F4D54"/>
    <w:rsid w:val="007F5130"/>
    <w:rsid w:val="007F7BFC"/>
    <w:rsid w:val="008027C7"/>
    <w:rsid w:val="008031BD"/>
    <w:rsid w:val="00803EF1"/>
    <w:rsid w:val="0080446E"/>
    <w:rsid w:val="00804C0A"/>
    <w:rsid w:val="00805D5C"/>
    <w:rsid w:val="00807227"/>
    <w:rsid w:val="00807534"/>
    <w:rsid w:val="00807934"/>
    <w:rsid w:val="008101F5"/>
    <w:rsid w:val="00811144"/>
    <w:rsid w:val="008130AF"/>
    <w:rsid w:val="00814B92"/>
    <w:rsid w:val="00814E1E"/>
    <w:rsid w:val="00815D76"/>
    <w:rsid w:val="00816261"/>
    <w:rsid w:val="00817263"/>
    <w:rsid w:val="008203BF"/>
    <w:rsid w:val="00820628"/>
    <w:rsid w:val="0082106E"/>
    <w:rsid w:val="00822165"/>
    <w:rsid w:val="00823481"/>
    <w:rsid w:val="00826697"/>
    <w:rsid w:val="00830111"/>
    <w:rsid w:val="008301CA"/>
    <w:rsid w:val="00831794"/>
    <w:rsid w:val="00833104"/>
    <w:rsid w:val="008332EF"/>
    <w:rsid w:val="008339A1"/>
    <w:rsid w:val="00834AED"/>
    <w:rsid w:val="00834F2D"/>
    <w:rsid w:val="008352AF"/>
    <w:rsid w:val="00835E9E"/>
    <w:rsid w:val="00836EAA"/>
    <w:rsid w:val="00837293"/>
    <w:rsid w:val="00837695"/>
    <w:rsid w:val="0084061C"/>
    <w:rsid w:val="008421B8"/>
    <w:rsid w:val="00843CAA"/>
    <w:rsid w:val="0084507F"/>
    <w:rsid w:val="008451C7"/>
    <w:rsid w:val="008458B1"/>
    <w:rsid w:val="00846AD3"/>
    <w:rsid w:val="00846CA6"/>
    <w:rsid w:val="0085148E"/>
    <w:rsid w:val="00851EEB"/>
    <w:rsid w:val="008526FC"/>
    <w:rsid w:val="008548A9"/>
    <w:rsid w:val="00854FA1"/>
    <w:rsid w:val="008556A2"/>
    <w:rsid w:val="00856E45"/>
    <w:rsid w:val="00857064"/>
    <w:rsid w:val="0085759F"/>
    <w:rsid w:val="00860BA5"/>
    <w:rsid w:val="008616D4"/>
    <w:rsid w:val="00861D41"/>
    <w:rsid w:val="00861E0D"/>
    <w:rsid w:val="00863663"/>
    <w:rsid w:val="008638F0"/>
    <w:rsid w:val="008640E9"/>
    <w:rsid w:val="00864CEF"/>
    <w:rsid w:val="00865499"/>
    <w:rsid w:val="00866B70"/>
    <w:rsid w:val="00866DF4"/>
    <w:rsid w:val="00867E64"/>
    <w:rsid w:val="00871FEC"/>
    <w:rsid w:val="00872557"/>
    <w:rsid w:val="00875FF9"/>
    <w:rsid w:val="008768F9"/>
    <w:rsid w:val="00876D4C"/>
    <w:rsid w:val="00876FAA"/>
    <w:rsid w:val="00877048"/>
    <w:rsid w:val="0087755E"/>
    <w:rsid w:val="008777F1"/>
    <w:rsid w:val="00881B13"/>
    <w:rsid w:val="008828E5"/>
    <w:rsid w:val="00882F74"/>
    <w:rsid w:val="0088302A"/>
    <w:rsid w:val="00883C0F"/>
    <w:rsid w:val="008840D8"/>
    <w:rsid w:val="00885387"/>
    <w:rsid w:val="00887D31"/>
    <w:rsid w:val="00892A12"/>
    <w:rsid w:val="00893AA4"/>
    <w:rsid w:val="00895FFF"/>
    <w:rsid w:val="00897901"/>
    <w:rsid w:val="00897FB8"/>
    <w:rsid w:val="008A02FC"/>
    <w:rsid w:val="008A1AB8"/>
    <w:rsid w:val="008A3EFB"/>
    <w:rsid w:val="008A41B5"/>
    <w:rsid w:val="008A55C6"/>
    <w:rsid w:val="008A6E30"/>
    <w:rsid w:val="008B1D69"/>
    <w:rsid w:val="008B4713"/>
    <w:rsid w:val="008B69CA"/>
    <w:rsid w:val="008C0A57"/>
    <w:rsid w:val="008C253D"/>
    <w:rsid w:val="008C2564"/>
    <w:rsid w:val="008C4026"/>
    <w:rsid w:val="008C4F33"/>
    <w:rsid w:val="008C4FE9"/>
    <w:rsid w:val="008C599C"/>
    <w:rsid w:val="008C6738"/>
    <w:rsid w:val="008C76E1"/>
    <w:rsid w:val="008C7AF6"/>
    <w:rsid w:val="008C7E39"/>
    <w:rsid w:val="008D0384"/>
    <w:rsid w:val="008D0C30"/>
    <w:rsid w:val="008D13B8"/>
    <w:rsid w:val="008D19A5"/>
    <w:rsid w:val="008D1AD7"/>
    <w:rsid w:val="008D459B"/>
    <w:rsid w:val="008D4D28"/>
    <w:rsid w:val="008D5AB7"/>
    <w:rsid w:val="008D5FBC"/>
    <w:rsid w:val="008D67F5"/>
    <w:rsid w:val="008D772C"/>
    <w:rsid w:val="008D7882"/>
    <w:rsid w:val="008D7F6C"/>
    <w:rsid w:val="008E0228"/>
    <w:rsid w:val="008E04E4"/>
    <w:rsid w:val="008E10D4"/>
    <w:rsid w:val="008E15CD"/>
    <w:rsid w:val="008E19E8"/>
    <w:rsid w:val="008E2257"/>
    <w:rsid w:val="008E2922"/>
    <w:rsid w:val="008E436B"/>
    <w:rsid w:val="008E5974"/>
    <w:rsid w:val="008E604C"/>
    <w:rsid w:val="008E7778"/>
    <w:rsid w:val="008E7C08"/>
    <w:rsid w:val="008F0A92"/>
    <w:rsid w:val="008F2641"/>
    <w:rsid w:val="008F2E9B"/>
    <w:rsid w:val="008F3179"/>
    <w:rsid w:val="008F4FB1"/>
    <w:rsid w:val="008F6E5E"/>
    <w:rsid w:val="008F7326"/>
    <w:rsid w:val="008F76C5"/>
    <w:rsid w:val="00900490"/>
    <w:rsid w:val="00901EEF"/>
    <w:rsid w:val="00905652"/>
    <w:rsid w:val="009060EB"/>
    <w:rsid w:val="00906700"/>
    <w:rsid w:val="00906E66"/>
    <w:rsid w:val="009079FC"/>
    <w:rsid w:val="00913487"/>
    <w:rsid w:val="00915BC3"/>
    <w:rsid w:val="009177B8"/>
    <w:rsid w:val="00917FF4"/>
    <w:rsid w:val="0092081B"/>
    <w:rsid w:val="009217D4"/>
    <w:rsid w:val="00921E6F"/>
    <w:rsid w:val="0092451A"/>
    <w:rsid w:val="00925FBF"/>
    <w:rsid w:val="009303A3"/>
    <w:rsid w:val="00930532"/>
    <w:rsid w:val="0093070F"/>
    <w:rsid w:val="009309DC"/>
    <w:rsid w:val="00931286"/>
    <w:rsid w:val="00932364"/>
    <w:rsid w:val="00932620"/>
    <w:rsid w:val="00932B4C"/>
    <w:rsid w:val="00933E4D"/>
    <w:rsid w:val="00935E13"/>
    <w:rsid w:val="009365B8"/>
    <w:rsid w:val="009377E7"/>
    <w:rsid w:val="00937A89"/>
    <w:rsid w:val="00941853"/>
    <w:rsid w:val="009420EB"/>
    <w:rsid w:val="00942262"/>
    <w:rsid w:val="00944CC2"/>
    <w:rsid w:val="00946194"/>
    <w:rsid w:val="00947E07"/>
    <w:rsid w:val="0095011C"/>
    <w:rsid w:val="00950777"/>
    <w:rsid w:val="00952177"/>
    <w:rsid w:val="009526D8"/>
    <w:rsid w:val="00953C83"/>
    <w:rsid w:val="0095450F"/>
    <w:rsid w:val="00954927"/>
    <w:rsid w:val="00954B3E"/>
    <w:rsid w:val="0095540E"/>
    <w:rsid w:val="009569CE"/>
    <w:rsid w:val="0096028D"/>
    <w:rsid w:val="00960662"/>
    <w:rsid w:val="00960D53"/>
    <w:rsid w:val="00960DD8"/>
    <w:rsid w:val="00962C40"/>
    <w:rsid w:val="00971792"/>
    <w:rsid w:val="0097214D"/>
    <w:rsid w:val="009722C5"/>
    <w:rsid w:val="00973195"/>
    <w:rsid w:val="009737DD"/>
    <w:rsid w:val="00976044"/>
    <w:rsid w:val="00976D09"/>
    <w:rsid w:val="00976F45"/>
    <w:rsid w:val="009777D9"/>
    <w:rsid w:val="009779C7"/>
    <w:rsid w:val="00980E7C"/>
    <w:rsid w:val="0098104B"/>
    <w:rsid w:val="00981C33"/>
    <w:rsid w:val="009824C9"/>
    <w:rsid w:val="00983ACA"/>
    <w:rsid w:val="009846AC"/>
    <w:rsid w:val="00990219"/>
    <w:rsid w:val="00991AAB"/>
    <w:rsid w:val="00991D9A"/>
    <w:rsid w:val="009928EE"/>
    <w:rsid w:val="0099314C"/>
    <w:rsid w:val="009938E4"/>
    <w:rsid w:val="00993995"/>
    <w:rsid w:val="00993DF4"/>
    <w:rsid w:val="00993E78"/>
    <w:rsid w:val="00994AE4"/>
    <w:rsid w:val="00995542"/>
    <w:rsid w:val="00995D4D"/>
    <w:rsid w:val="00995DFE"/>
    <w:rsid w:val="00996DCF"/>
    <w:rsid w:val="00997480"/>
    <w:rsid w:val="009977DC"/>
    <w:rsid w:val="00997987"/>
    <w:rsid w:val="009A02E0"/>
    <w:rsid w:val="009A0597"/>
    <w:rsid w:val="009A12D8"/>
    <w:rsid w:val="009A2AEE"/>
    <w:rsid w:val="009A311E"/>
    <w:rsid w:val="009A3652"/>
    <w:rsid w:val="009A39EB"/>
    <w:rsid w:val="009A4531"/>
    <w:rsid w:val="009A4B8F"/>
    <w:rsid w:val="009A4E0D"/>
    <w:rsid w:val="009A4E23"/>
    <w:rsid w:val="009A536C"/>
    <w:rsid w:val="009A58ED"/>
    <w:rsid w:val="009A74A8"/>
    <w:rsid w:val="009B00B9"/>
    <w:rsid w:val="009B29A7"/>
    <w:rsid w:val="009B2EAC"/>
    <w:rsid w:val="009B3160"/>
    <w:rsid w:val="009B4193"/>
    <w:rsid w:val="009B52AD"/>
    <w:rsid w:val="009B5BEE"/>
    <w:rsid w:val="009B7031"/>
    <w:rsid w:val="009B711E"/>
    <w:rsid w:val="009B7EA1"/>
    <w:rsid w:val="009C0FED"/>
    <w:rsid w:val="009C12C3"/>
    <w:rsid w:val="009C3357"/>
    <w:rsid w:val="009C6B9A"/>
    <w:rsid w:val="009C71C9"/>
    <w:rsid w:val="009D1AFF"/>
    <w:rsid w:val="009D44AF"/>
    <w:rsid w:val="009D53F6"/>
    <w:rsid w:val="009D59B2"/>
    <w:rsid w:val="009D7E3E"/>
    <w:rsid w:val="009E20A0"/>
    <w:rsid w:val="009E2BE1"/>
    <w:rsid w:val="009E325F"/>
    <w:rsid w:val="009E38D9"/>
    <w:rsid w:val="009E3BF7"/>
    <w:rsid w:val="009E54CC"/>
    <w:rsid w:val="009E5D03"/>
    <w:rsid w:val="009E7552"/>
    <w:rsid w:val="009F04C0"/>
    <w:rsid w:val="009F0EFA"/>
    <w:rsid w:val="009F14EF"/>
    <w:rsid w:val="009F616A"/>
    <w:rsid w:val="009F658E"/>
    <w:rsid w:val="009F6E18"/>
    <w:rsid w:val="009F76A1"/>
    <w:rsid w:val="00A016F3"/>
    <w:rsid w:val="00A01AD7"/>
    <w:rsid w:val="00A01BDC"/>
    <w:rsid w:val="00A02C8B"/>
    <w:rsid w:val="00A02C8C"/>
    <w:rsid w:val="00A04113"/>
    <w:rsid w:val="00A0663A"/>
    <w:rsid w:val="00A106F1"/>
    <w:rsid w:val="00A10997"/>
    <w:rsid w:val="00A12525"/>
    <w:rsid w:val="00A12DA8"/>
    <w:rsid w:val="00A13291"/>
    <w:rsid w:val="00A13797"/>
    <w:rsid w:val="00A13FE3"/>
    <w:rsid w:val="00A144DB"/>
    <w:rsid w:val="00A14AC6"/>
    <w:rsid w:val="00A14CDE"/>
    <w:rsid w:val="00A1512E"/>
    <w:rsid w:val="00A151C8"/>
    <w:rsid w:val="00A15310"/>
    <w:rsid w:val="00A15970"/>
    <w:rsid w:val="00A15F41"/>
    <w:rsid w:val="00A164B2"/>
    <w:rsid w:val="00A175F6"/>
    <w:rsid w:val="00A17AA9"/>
    <w:rsid w:val="00A2241A"/>
    <w:rsid w:val="00A264C4"/>
    <w:rsid w:val="00A27049"/>
    <w:rsid w:val="00A301DF"/>
    <w:rsid w:val="00A3103A"/>
    <w:rsid w:val="00A32054"/>
    <w:rsid w:val="00A3234B"/>
    <w:rsid w:val="00A32AF9"/>
    <w:rsid w:val="00A4041D"/>
    <w:rsid w:val="00A417C9"/>
    <w:rsid w:val="00A44010"/>
    <w:rsid w:val="00A44B1A"/>
    <w:rsid w:val="00A45C38"/>
    <w:rsid w:val="00A45DB4"/>
    <w:rsid w:val="00A46320"/>
    <w:rsid w:val="00A47F91"/>
    <w:rsid w:val="00A50889"/>
    <w:rsid w:val="00A51A0C"/>
    <w:rsid w:val="00A52AC4"/>
    <w:rsid w:val="00A53625"/>
    <w:rsid w:val="00A54082"/>
    <w:rsid w:val="00A5442D"/>
    <w:rsid w:val="00A54546"/>
    <w:rsid w:val="00A54839"/>
    <w:rsid w:val="00A56E87"/>
    <w:rsid w:val="00A5734F"/>
    <w:rsid w:val="00A60E6D"/>
    <w:rsid w:val="00A6183E"/>
    <w:rsid w:val="00A618D6"/>
    <w:rsid w:val="00A636BD"/>
    <w:rsid w:val="00A63978"/>
    <w:rsid w:val="00A639FF"/>
    <w:rsid w:val="00A63CA9"/>
    <w:rsid w:val="00A6411B"/>
    <w:rsid w:val="00A64D35"/>
    <w:rsid w:val="00A651B9"/>
    <w:rsid w:val="00A664FB"/>
    <w:rsid w:val="00A67AB3"/>
    <w:rsid w:val="00A732F6"/>
    <w:rsid w:val="00A746F6"/>
    <w:rsid w:val="00A75C16"/>
    <w:rsid w:val="00A776F2"/>
    <w:rsid w:val="00A81362"/>
    <w:rsid w:val="00A825E1"/>
    <w:rsid w:val="00A8405B"/>
    <w:rsid w:val="00A8408C"/>
    <w:rsid w:val="00A84DA3"/>
    <w:rsid w:val="00A85163"/>
    <w:rsid w:val="00A863E5"/>
    <w:rsid w:val="00A8643B"/>
    <w:rsid w:val="00A866B3"/>
    <w:rsid w:val="00A86A6A"/>
    <w:rsid w:val="00A8728C"/>
    <w:rsid w:val="00A9056D"/>
    <w:rsid w:val="00A94BB1"/>
    <w:rsid w:val="00A9611E"/>
    <w:rsid w:val="00A96EB2"/>
    <w:rsid w:val="00A96F14"/>
    <w:rsid w:val="00A977DB"/>
    <w:rsid w:val="00A97935"/>
    <w:rsid w:val="00A97FA1"/>
    <w:rsid w:val="00AA1143"/>
    <w:rsid w:val="00AA1DC7"/>
    <w:rsid w:val="00AA3AE3"/>
    <w:rsid w:val="00AA51A1"/>
    <w:rsid w:val="00AA5F1D"/>
    <w:rsid w:val="00AA7A19"/>
    <w:rsid w:val="00AA7BEE"/>
    <w:rsid w:val="00AB131B"/>
    <w:rsid w:val="00AB2881"/>
    <w:rsid w:val="00AB33F9"/>
    <w:rsid w:val="00AB4264"/>
    <w:rsid w:val="00AB5020"/>
    <w:rsid w:val="00AB6842"/>
    <w:rsid w:val="00AB7A95"/>
    <w:rsid w:val="00AC1FD2"/>
    <w:rsid w:val="00AC2FF7"/>
    <w:rsid w:val="00AC3491"/>
    <w:rsid w:val="00AC48A4"/>
    <w:rsid w:val="00AC4CB7"/>
    <w:rsid w:val="00AC6123"/>
    <w:rsid w:val="00AC7583"/>
    <w:rsid w:val="00AD1976"/>
    <w:rsid w:val="00AD3719"/>
    <w:rsid w:val="00AD3EE9"/>
    <w:rsid w:val="00AD48D1"/>
    <w:rsid w:val="00AD5A55"/>
    <w:rsid w:val="00AD5AD0"/>
    <w:rsid w:val="00AD68D5"/>
    <w:rsid w:val="00AE0516"/>
    <w:rsid w:val="00AE0E5F"/>
    <w:rsid w:val="00AE1A05"/>
    <w:rsid w:val="00AE1A15"/>
    <w:rsid w:val="00AE2C55"/>
    <w:rsid w:val="00AE3D9A"/>
    <w:rsid w:val="00AE451A"/>
    <w:rsid w:val="00AE5B49"/>
    <w:rsid w:val="00AE5B63"/>
    <w:rsid w:val="00AE5F3E"/>
    <w:rsid w:val="00AE7D94"/>
    <w:rsid w:val="00AE7ECC"/>
    <w:rsid w:val="00AF285E"/>
    <w:rsid w:val="00AF2BA5"/>
    <w:rsid w:val="00AF380A"/>
    <w:rsid w:val="00AF3BDC"/>
    <w:rsid w:val="00AF476E"/>
    <w:rsid w:val="00AF5C1C"/>
    <w:rsid w:val="00AF7609"/>
    <w:rsid w:val="00B014FE"/>
    <w:rsid w:val="00B01962"/>
    <w:rsid w:val="00B06903"/>
    <w:rsid w:val="00B07361"/>
    <w:rsid w:val="00B07B8B"/>
    <w:rsid w:val="00B10884"/>
    <w:rsid w:val="00B10D7F"/>
    <w:rsid w:val="00B11880"/>
    <w:rsid w:val="00B12F93"/>
    <w:rsid w:val="00B132B6"/>
    <w:rsid w:val="00B14E89"/>
    <w:rsid w:val="00B17213"/>
    <w:rsid w:val="00B17759"/>
    <w:rsid w:val="00B22B75"/>
    <w:rsid w:val="00B2309E"/>
    <w:rsid w:val="00B23F21"/>
    <w:rsid w:val="00B241EF"/>
    <w:rsid w:val="00B2522C"/>
    <w:rsid w:val="00B269C3"/>
    <w:rsid w:val="00B26C76"/>
    <w:rsid w:val="00B26E25"/>
    <w:rsid w:val="00B26EE9"/>
    <w:rsid w:val="00B3045A"/>
    <w:rsid w:val="00B31C22"/>
    <w:rsid w:val="00B321BD"/>
    <w:rsid w:val="00B324BF"/>
    <w:rsid w:val="00B32B61"/>
    <w:rsid w:val="00B33911"/>
    <w:rsid w:val="00B33C08"/>
    <w:rsid w:val="00B341A4"/>
    <w:rsid w:val="00B34495"/>
    <w:rsid w:val="00B3585A"/>
    <w:rsid w:val="00B35C31"/>
    <w:rsid w:val="00B35C9B"/>
    <w:rsid w:val="00B36BA3"/>
    <w:rsid w:val="00B36D37"/>
    <w:rsid w:val="00B36DDF"/>
    <w:rsid w:val="00B36E02"/>
    <w:rsid w:val="00B414FD"/>
    <w:rsid w:val="00B43323"/>
    <w:rsid w:val="00B43413"/>
    <w:rsid w:val="00B43FD7"/>
    <w:rsid w:val="00B44061"/>
    <w:rsid w:val="00B449AD"/>
    <w:rsid w:val="00B45111"/>
    <w:rsid w:val="00B46A6E"/>
    <w:rsid w:val="00B473CA"/>
    <w:rsid w:val="00B50551"/>
    <w:rsid w:val="00B51AAE"/>
    <w:rsid w:val="00B51E71"/>
    <w:rsid w:val="00B5240D"/>
    <w:rsid w:val="00B53A14"/>
    <w:rsid w:val="00B54100"/>
    <w:rsid w:val="00B54169"/>
    <w:rsid w:val="00B567F9"/>
    <w:rsid w:val="00B57C89"/>
    <w:rsid w:val="00B60AA2"/>
    <w:rsid w:val="00B6289C"/>
    <w:rsid w:val="00B63293"/>
    <w:rsid w:val="00B639BB"/>
    <w:rsid w:val="00B64E6F"/>
    <w:rsid w:val="00B65697"/>
    <w:rsid w:val="00B65A7B"/>
    <w:rsid w:val="00B65DBE"/>
    <w:rsid w:val="00B67E14"/>
    <w:rsid w:val="00B67E68"/>
    <w:rsid w:val="00B71E88"/>
    <w:rsid w:val="00B72062"/>
    <w:rsid w:val="00B75567"/>
    <w:rsid w:val="00B75A3C"/>
    <w:rsid w:val="00B76C0F"/>
    <w:rsid w:val="00B803B9"/>
    <w:rsid w:val="00B80F80"/>
    <w:rsid w:val="00B81094"/>
    <w:rsid w:val="00B81994"/>
    <w:rsid w:val="00B83A4B"/>
    <w:rsid w:val="00B8544C"/>
    <w:rsid w:val="00B85B0F"/>
    <w:rsid w:val="00B86896"/>
    <w:rsid w:val="00B86BD3"/>
    <w:rsid w:val="00B87F55"/>
    <w:rsid w:val="00B90A8B"/>
    <w:rsid w:val="00B91B36"/>
    <w:rsid w:val="00B96567"/>
    <w:rsid w:val="00B96B98"/>
    <w:rsid w:val="00B97C55"/>
    <w:rsid w:val="00BA0184"/>
    <w:rsid w:val="00BA0743"/>
    <w:rsid w:val="00BA11B6"/>
    <w:rsid w:val="00BA15AF"/>
    <w:rsid w:val="00BA2AC4"/>
    <w:rsid w:val="00BA3006"/>
    <w:rsid w:val="00BA30EE"/>
    <w:rsid w:val="00BA3A43"/>
    <w:rsid w:val="00BA420E"/>
    <w:rsid w:val="00BA470E"/>
    <w:rsid w:val="00BA51A1"/>
    <w:rsid w:val="00BA5581"/>
    <w:rsid w:val="00BA5E5C"/>
    <w:rsid w:val="00BA6B7F"/>
    <w:rsid w:val="00BA7E5E"/>
    <w:rsid w:val="00BB114D"/>
    <w:rsid w:val="00BB1245"/>
    <w:rsid w:val="00BB33A7"/>
    <w:rsid w:val="00BB4557"/>
    <w:rsid w:val="00BB57F0"/>
    <w:rsid w:val="00BB6968"/>
    <w:rsid w:val="00BC066C"/>
    <w:rsid w:val="00BC068C"/>
    <w:rsid w:val="00BC0733"/>
    <w:rsid w:val="00BC0BEE"/>
    <w:rsid w:val="00BC0F02"/>
    <w:rsid w:val="00BC1DD0"/>
    <w:rsid w:val="00BC1E46"/>
    <w:rsid w:val="00BC20FC"/>
    <w:rsid w:val="00BC2165"/>
    <w:rsid w:val="00BC2C54"/>
    <w:rsid w:val="00BC428A"/>
    <w:rsid w:val="00BC4A19"/>
    <w:rsid w:val="00BC4DE6"/>
    <w:rsid w:val="00BC5DDF"/>
    <w:rsid w:val="00BD005E"/>
    <w:rsid w:val="00BD0852"/>
    <w:rsid w:val="00BD46E0"/>
    <w:rsid w:val="00BD4C1E"/>
    <w:rsid w:val="00BD53EC"/>
    <w:rsid w:val="00BE0116"/>
    <w:rsid w:val="00BE1086"/>
    <w:rsid w:val="00BE216D"/>
    <w:rsid w:val="00BE3EEA"/>
    <w:rsid w:val="00BE5D8D"/>
    <w:rsid w:val="00BE5EF3"/>
    <w:rsid w:val="00BE5FF4"/>
    <w:rsid w:val="00BF0E2E"/>
    <w:rsid w:val="00BF1C61"/>
    <w:rsid w:val="00BF2192"/>
    <w:rsid w:val="00BF27F2"/>
    <w:rsid w:val="00BF2C84"/>
    <w:rsid w:val="00BF373B"/>
    <w:rsid w:val="00BF37F4"/>
    <w:rsid w:val="00BF3C69"/>
    <w:rsid w:val="00BF45ED"/>
    <w:rsid w:val="00BF4D58"/>
    <w:rsid w:val="00BF5338"/>
    <w:rsid w:val="00BF6504"/>
    <w:rsid w:val="00BF7E7A"/>
    <w:rsid w:val="00C012AE"/>
    <w:rsid w:val="00C0153A"/>
    <w:rsid w:val="00C01DAC"/>
    <w:rsid w:val="00C020E4"/>
    <w:rsid w:val="00C027E8"/>
    <w:rsid w:val="00C03207"/>
    <w:rsid w:val="00C0353D"/>
    <w:rsid w:val="00C03A73"/>
    <w:rsid w:val="00C03C1D"/>
    <w:rsid w:val="00C03D5D"/>
    <w:rsid w:val="00C04648"/>
    <w:rsid w:val="00C0465A"/>
    <w:rsid w:val="00C04BB0"/>
    <w:rsid w:val="00C05BEC"/>
    <w:rsid w:val="00C07781"/>
    <w:rsid w:val="00C07F20"/>
    <w:rsid w:val="00C1405B"/>
    <w:rsid w:val="00C15616"/>
    <w:rsid w:val="00C17256"/>
    <w:rsid w:val="00C203A5"/>
    <w:rsid w:val="00C2161F"/>
    <w:rsid w:val="00C229CF"/>
    <w:rsid w:val="00C24623"/>
    <w:rsid w:val="00C25875"/>
    <w:rsid w:val="00C25B9F"/>
    <w:rsid w:val="00C2658F"/>
    <w:rsid w:val="00C276C6"/>
    <w:rsid w:val="00C2786D"/>
    <w:rsid w:val="00C30765"/>
    <w:rsid w:val="00C30C40"/>
    <w:rsid w:val="00C31422"/>
    <w:rsid w:val="00C3319E"/>
    <w:rsid w:val="00C3397D"/>
    <w:rsid w:val="00C33D06"/>
    <w:rsid w:val="00C343A6"/>
    <w:rsid w:val="00C3446A"/>
    <w:rsid w:val="00C36D81"/>
    <w:rsid w:val="00C37B5F"/>
    <w:rsid w:val="00C37DF6"/>
    <w:rsid w:val="00C37E89"/>
    <w:rsid w:val="00C40383"/>
    <w:rsid w:val="00C42FFE"/>
    <w:rsid w:val="00C432A2"/>
    <w:rsid w:val="00C44615"/>
    <w:rsid w:val="00C44960"/>
    <w:rsid w:val="00C44FCB"/>
    <w:rsid w:val="00C45358"/>
    <w:rsid w:val="00C4645B"/>
    <w:rsid w:val="00C465BC"/>
    <w:rsid w:val="00C4691D"/>
    <w:rsid w:val="00C46D3E"/>
    <w:rsid w:val="00C4792B"/>
    <w:rsid w:val="00C50C62"/>
    <w:rsid w:val="00C55DB4"/>
    <w:rsid w:val="00C562AB"/>
    <w:rsid w:val="00C5658B"/>
    <w:rsid w:val="00C57376"/>
    <w:rsid w:val="00C574FD"/>
    <w:rsid w:val="00C57C8C"/>
    <w:rsid w:val="00C57F9A"/>
    <w:rsid w:val="00C61F90"/>
    <w:rsid w:val="00C61FAB"/>
    <w:rsid w:val="00C64118"/>
    <w:rsid w:val="00C641EC"/>
    <w:rsid w:val="00C65667"/>
    <w:rsid w:val="00C65FE6"/>
    <w:rsid w:val="00C66D7C"/>
    <w:rsid w:val="00C66FB6"/>
    <w:rsid w:val="00C70372"/>
    <w:rsid w:val="00C712E7"/>
    <w:rsid w:val="00C71414"/>
    <w:rsid w:val="00C715CD"/>
    <w:rsid w:val="00C73E7A"/>
    <w:rsid w:val="00C74500"/>
    <w:rsid w:val="00C750D0"/>
    <w:rsid w:val="00C75AB9"/>
    <w:rsid w:val="00C75E59"/>
    <w:rsid w:val="00C768B0"/>
    <w:rsid w:val="00C77259"/>
    <w:rsid w:val="00C82A4B"/>
    <w:rsid w:val="00C83AFC"/>
    <w:rsid w:val="00C84436"/>
    <w:rsid w:val="00C85093"/>
    <w:rsid w:val="00C8538A"/>
    <w:rsid w:val="00C85AE9"/>
    <w:rsid w:val="00C85BC1"/>
    <w:rsid w:val="00C91419"/>
    <w:rsid w:val="00C91E92"/>
    <w:rsid w:val="00C92503"/>
    <w:rsid w:val="00C94D0A"/>
    <w:rsid w:val="00C95BB0"/>
    <w:rsid w:val="00C96F0D"/>
    <w:rsid w:val="00C97280"/>
    <w:rsid w:val="00C97CE6"/>
    <w:rsid w:val="00CA0003"/>
    <w:rsid w:val="00CA0F90"/>
    <w:rsid w:val="00CA13AE"/>
    <w:rsid w:val="00CA38E0"/>
    <w:rsid w:val="00CA3BC2"/>
    <w:rsid w:val="00CA4260"/>
    <w:rsid w:val="00CA5F84"/>
    <w:rsid w:val="00CA74AC"/>
    <w:rsid w:val="00CA7BBB"/>
    <w:rsid w:val="00CB203D"/>
    <w:rsid w:val="00CB2AF8"/>
    <w:rsid w:val="00CB3F3A"/>
    <w:rsid w:val="00CB5758"/>
    <w:rsid w:val="00CB652C"/>
    <w:rsid w:val="00CB6A5D"/>
    <w:rsid w:val="00CC2942"/>
    <w:rsid w:val="00CC3194"/>
    <w:rsid w:val="00CC3196"/>
    <w:rsid w:val="00CC38FB"/>
    <w:rsid w:val="00CC3A6C"/>
    <w:rsid w:val="00CC3EFD"/>
    <w:rsid w:val="00CC4258"/>
    <w:rsid w:val="00CC58A4"/>
    <w:rsid w:val="00CD2595"/>
    <w:rsid w:val="00CD4773"/>
    <w:rsid w:val="00CD63A7"/>
    <w:rsid w:val="00CD657F"/>
    <w:rsid w:val="00CD69EB"/>
    <w:rsid w:val="00CD7310"/>
    <w:rsid w:val="00CE02E6"/>
    <w:rsid w:val="00CE1181"/>
    <w:rsid w:val="00CE1A51"/>
    <w:rsid w:val="00CE2170"/>
    <w:rsid w:val="00CE2B6E"/>
    <w:rsid w:val="00CE2FE6"/>
    <w:rsid w:val="00CE30F9"/>
    <w:rsid w:val="00CE5210"/>
    <w:rsid w:val="00CE62F0"/>
    <w:rsid w:val="00CE70E3"/>
    <w:rsid w:val="00CE7309"/>
    <w:rsid w:val="00CE7A29"/>
    <w:rsid w:val="00CE7D6C"/>
    <w:rsid w:val="00CF0456"/>
    <w:rsid w:val="00CF1863"/>
    <w:rsid w:val="00CF3C30"/>
    <w:rsid w:val="00CF4875"/>
    <w:rsid w:val="00CF4C0E"/>
    <w:rsid w:val="00CF5CFA"/>
    <w:rsid w:val="00CF6A2C"/>
    <w:rsid w:val="00CF6E84"/>
    <w:rsid w:val="00CF731C"/>
    <w:rsid w:val="00CF7687"/>
    <w:rsid w:val="00D019BA"/>
    <w:rsid w:val="00D020EF"/>
    <w:rsid w:val="00D0490B"/>
    <w:rsid w:val="00D06C3D"/>
    <w:rsid w:val="00D10B01"/>
    <w:rsid w:val="00D1223F"/>
    <w:rsid w:val="00D12446"/>
    <w:rsid w:val="00D12B67"/>
    <w:rsid w:val="00D12F70"/>
    <w:rsid w:val="00D1565B"/>
    <w:rsid w:val="00D15A93"/>
    <w:rsid w:val="00D20F5E"/>
    <w:rsid w:val="00D216CF"/>
    <w:rsid w:val="00D217E9"/>
    <w:rsid w:val="00D21924"/>
    <w:rsid w:val="00D2439B"/>
    <w:rsid w:val="00D24701"/>
    <w:rsid w:val="00D308D2"/>
    <w:rsid w:val="00D31223"/>
    <w:rsid w:val="00D31535"/>
    <w:rsid w:val="00D31870"/>
    <w:rsid w:val="00D321EF"/>
    <w:rsid w:val="00D32D63"/>
    <w:rsid w:val="00D32EAF"/>
    <w:rsid w:val="00D34CCA"/>
    <w:rsid w:val="00D358E1"/>
    <w:rsid w:val="00D35A86"/>
    <w:rsid w:val="00D36BF9"/>
    <w:rsid w:val="00D40451"/>
    <w:rsid w:val="00D4249D"/>
    <w:rsid w:val="00D4346E"/>
    <w:rsid w:val="00D43A0D"/>
    <w:rsid w:val="00D44FA0"/>
    <w:rsid w:val="00D45C71"/>
    <w:rsid w:val="00D46F72"/>
    <w:rsid w:val="00D47435"/>
    <w:rsid w:val="00D478F7"/>
    <w:rsid w:val="00D47B2D"/>
    <w:rsid w:val="00D47B3C"/>
    <w:rsid w:val="00D513B1"/>
    <w:rsid w:val="00D519E7"/>
    <w:rsid w:val="00D52030"/>
    <w:rsid w:val="00D5211C"/>
    <w:rsid w:val="00D52AAE"/>
    <w:rsid w:val="00D53FBB"/>
    <w:rsid w:val="00D558E6"/>
    <w:rsid w:val="00D56D57"/>
    <w:rsid w:val="00D619DD"/>
    <w:rsid w:val="00D61A9D"/>
    <w:rsid w:val="00D61C5A"/>
    <w:rsid w:val="00D61CB7"/>
    <w:rsid w:val="00D62AE3"/>
    <w:rsid w:val="00D64E1B"/>
    <w:rsid w:val="00D6692F"/>
    <w:rsid w:val="00D66AC4"/>
    <w:rsid w:val="00D71757"/>
    <w:rsid w:val="00D71EE4"/>
    <w:rsid w:val="00D7295C"/>
    <w:rsid w:val="00D73123"/>
    <w:rsid w:val="00D73DB9"/>
    <w:rsid w:val="00D74F25"/>
    <w:rsid w:val="00D81192"/>
    <w:rsid w:val="00D81C71"/>
    <w:rsid w:val="00D8425D"/>
    <w:rsid w:val="00D8437A"/>
    <w:rsid w:val="00D8442E"/>
    <w:rsid w:val="00D84855"/>
    <w:rsid w:val="00D85623"/>
    <w:rsid w:val="00D87ACA"/>
    <w:rsid w:val="00D87BFA"/>
    <w:rsid w:val="00D9001B"/>
    <w:rsid w:val="00D90F55"/>
    <w:rsid w:val="00D913BE"/>
    <w:rsid w:val="00D928A6"/>
    <w:rsid w:val="00D93012"/>
    <w:rsid w:val="00D93B95"/>
    <w:rsid w:val="00D97869"/>
    <w:rsid w:val="00DA09E2"/>
    <w:rsid w:val="00DA0E99"/>
    <w:rsid w:val="00DA12A6"/>
    <w:rsid w:val="00DA136C"/>
    <w:rsid w:val="00DA4630"/>
    <w:rsid w:val="00DA4646"/>
    <w:rsid w:val="00DA4C98"/>
    <w:rsid w:val="00DA5244"/>
    <w:rsid w:val="00DA5AA7"/>
    <w:rsid w:val="00DB2A03"/>
    <w:rsid w:val="00DB3CE5"/>
    <w:rsid w:val="00DB3EBA"/>
    <w:rsid w:val="00DB4123"/>
    <w:rsid w:val="00DB58B3"/>
    <w:rsid w:val="00DB5EAD"/>
    <w:rsid w:val="00DB653D"/>
    <w:rsid w:val="00DB6DED"/>
    <w:rsid w:val="00DC3578"/>
    <w:rsid w:val="00DC3E6A"/>
    <w:rsid w:val="00DC594D"/>
    <w:rsid w:val="00DC61ED"/>
    <w:rsid w:val="00DD0B08"/>
    <w:rsid w:val="00DD2825"/>
    <w:rsid w:val="00DD3354"/>
    <w:rsid w:val="00DD4735"/>
    <w:rsid w:val="00DD5055"/>
    <w:rsid w:val="00DD6706"/>
    <w:rsid w:val="00DD6E82"/>
    <w:rsid w:val="00DD71C8"/>
    <w:rsid w:val="00DE09B0"/>
    <w:rsid w:val="00DE0B92"/>
    <w:rsid w:val="00DE1224"/>
    <w:rsid w:val="00DE1AFA"/>
    <w:rsid w:val="00DE1B1F"/>
    <w:rsid w:val="00DE20FE"/>
    <w:rsid w:val="00DE27A9"/>
    <w:rsid w:val="00DE2A21"/>
    <w:rsid w:val="00DE42F2"/>
    <w:rsid w:val="00DE5DC0"/>
    <w:rsid w:val="00DE7613"/>
    <w:rsid w:val="00DE784E"/>
    <w:rsid w:val="00DF09EB"/>
    <w:rsid w:val="00DF0AE8"/>
    <w:rsid w:val="00DF1805"/>
    <w:rsid w:val="00DF3B96"/>
    <w:rsid w:val="00DF4477"/>
    <w:rsid w:val="00DF651C"/>
    <w:rsid w:val="00DF6AB1"/>
    <w:rsid w:val="00E00D0C"/>
    <w:rsid w:val="00E00FBD"/>
    <w:rsid w:val="00E02A4B"/>
    <w:rsid w:val="00E03A87"/>
    <w:rsid w:val="00E056A0"/>
    <w:rsid w:val="00E103A7"/>
    <w:rsid w:val="00E13B3D"/>
    <w:rsid w:val="00E16870"/>
    <w:rsid w:val="00E209BF"/>
    <w:rsid w:val="00E21D0B"/>
    <w:rsid w:val="00E22A98"/>
    <w:rsid w:val="00E22FAC"/>
    <w:rsid w:val="00E230FC"/>
    <w:rsid w:val="00E238B3"/>
    <w:rsid w:val="00E2499D"/>
    <w:rsid w:val="00E25870"/>
    <w:rsid w:val="00E267E8"/>
    <w:rsid w:val="00E3037A"/>
    <w:rsid w:val="00E303AD"/>
    <w:rsid w:val="00E30DA3"/>
    <w:rsid w:val="00E31B91"/>
    <w:rsid w:val="00E32D16"/>
    <w:rsid w:val="00E33A38"/>
    <w:rsid w:val="00E33F76"/>
    <w:rsid w:val="00E34FD4"/>
    <w:rsid w:val="00E36444"/>
    <w:rsid w:val="00E36685"/>
    <w:rsid w:val="00E36942"/>
    <w:rsid w:val="00E40370"/>
    <w:rsid w:val="00E40FB4"/>
    <w:rsid w:val="00E41D53"/>
    <w:rsid w:val="00E436EE"/>
    <w:rsid w:val="00E45547"/>
    <w:rsid w:val="00E5165D"/>
    <w:rsid w:val="00E54B85"/>
    <w:rsid w:val="00E54FE8"/>
    <w:rsid w:val="00E5562F"/>
    <w:rsid w:val="00E56CEE"/>
    <w:rsid w:val="00E57682"/>
    <w:rsid w:val="00E57D2B"/>
    <w:rsid w:val="00E60FDD"/>
    <w:rsid w:val="00E6165A"/>
    <w:rsid w:val="00E62522"/>
    <w:rsid w:val="00E635A3"/>
    <w:rsid w:val="00E64E03"/>
    <w:rsid w:val="00E6512E"/>
    <w:rsid w:val="00E661DA"/>
    <w:rsid w:val="00E67055"/>
    <w:rsid w:val="00E71BF5"/>
    <w:rsid w:val="00E72083"/>
    <w:rsid w:val="00E72A00"/>
    <w:rsid w:val="00E754D8"/>
    <w:rsid w:val="00E761C6"/>
    <w:rsid w:val="00E76D3E"/>
    <w:rsid w:val="00E81E17"/>
    <w:rsid w:val="00E83443"/>
    <w:rsid w:val="00E848B6"/>
    <w:rsid w:val="00E85BA2"/>
    <w:rsid w:val="00E85BD6"/>
    <w:rsid w:val="00E9088B"/>
    <w:rsid w:val="00E9392C"/>
    <w:rsid w:val="00E943D3"/>
    <w:rsid w:val="00E9705E"/>
    <w:rsid w:val="00E97E78"/>
    <w:rsid w:val="00E97F3E"/>
    <w:rsid w:val="00EA015E"/>
    <w:rsid w:val="00EA0E82"/>
    <w:rsid w:val="00EA0ED3"/>
    <w:rsid w:val="00EA0F58"/>
    <w:rsid w:val="00EA6733"/>
    <w:rsid w:val="00EA721E"/>
    <w:rsid w:val="00EB0944"/>
    <w:rsid w:val="00EB19D0"/>
    <w:rsid w:val="00EB275E"/>
    <w:rsid w:val="00EB5F9E"/>
    <w:rsid w:val="00EC02BC"/>
    <w:rsid w:val="00EC048E"/>
    <w:rsid w:val="00EC11A8"/>
    <w:rsid w:val="00EC1C49"/>
    <w:rsid w:val="00EC22DC"/>
    <w:rsid w:val="00EC2A60"/>
    <w:rsid w:val="00EC4E7B"/>
    <w:rsid w:val="00EC5778"/>
    <w:rsid w:val="00EC5F36"/>
    <w:rsid w:val="00EC7480"/>
    <w:rsid w:val="00EC7565"/>
    <w:rsid w:val="00EC7986"/>
    <w:rsid w:val="00ED0857"/>
    <w:rsid w:val="00ED270B"/>
    <w:rsid w:val="00ED2B3B"/>
    <w:rsid w:val="00ED2C88"/>
    <w:rsid w:val="00ED2D8C"/>
    <w:rsid w:val="00ED319D"/>
    <w:rsid w:val="00ED4979"/>
    <w:rsid w:val="00ED58B7"/>
    <w:rsid w:val="00ED58F2"/>
    <w:rsid w:val="00ED5DB5"/>
    <w:rsid w:val="00EE0791"/>
    <w:rsid w:val="00EE082B"/>
    <w:rsid w:val="00EE09D7"/>
    <w:rsid w:val="00EE18E1"/>
    <w:rsid w:val="00EE4AA4"/>
    <w:rsid w:val="00EF1817"/>
    <w:rsid w:val="00EF1FDA"/>
    <w:rsid w:val="00EF2F55"/>
    <w:rsid w:val="00EF364B"/>
    <w:rsid w:val="00EF4703"/>
    <w:rsid w:val="00EF51DF"/>
    <w:rsid w:val="00EF5502"/>
    <w:rsid w:val="00EF5F2A"/>
    <w:rsid w:val="00EF6153"/>
    <w:rsid w:val="00EF6B41"/>
    <w:rsid w:val="00EF7EFC"/>
    <w:rsid w:val="00F01C1B"/>
    <w:rsid w:val="00F0288A"/>
    <w:rsid w:val="00F04FCE"/>
    <w:rsid w:val="00F062A3"/>
    <w:rsid w:val="00F06384"/>
    <w:rsid w:val="00F073AF"/>
    <w:rsid w:val="00F1035E"/>
    <w:rsid w:val="00F10401"/>
    <w:rsid w:val="00F11A04"/>
    <w:rsid w:val="00F12201"/>
    <w:rsid w:val="00F12223"/>
    <w:rsid w:val="00F12D25"/>
    <w:rsid w:val="00F12E48"/>
    <w:rsid w:val="00F132DB"/>
    <w:rsid w:val="00F14397"/>
    <w:rsid w:val="00F14F9E"/>
    <w:rsid w:val="00F154B1"/>
    <w:rsid w:val="00F23700"/>
    <w:rsid w:val="00F237E4"/>
    <w:rsid w:val="00F24449"/>
    <w:rsid w:val="00F27365"/>
    <w:rsid w:val="00F277B4"/>
    <w:rsid w:val="00F27D95"/>
    <w:rsid w:val="00F30A3A"/>
    <w:rsid w:val="00F36415"/>
    <w:rsid w:val="00F401D5"/>
    <w:rsid w:val="00F40389"/>
    <w:rsid w:val="00F40C31"/>
    <w:rsid w:val="00F42199"/>
    <w:rsid w:val="00F432DE"/>
    <w:rsid w:val="00F4635A"/>
    <w:rsid w:val="00F47A3D"/>
    <w:rsid w:val="00F50505"/>
    <w:rsid w:val="00F512C4"/>
    <w:rsid w:val="00F52B8C"/>
    <w:rsid w:val="00F538C5"/>
    <w:rsid w:val="00F53A38"/>
    <w:rsid w:val="00F5411D"/>
    <w:rsid w:val="00F5452C"/>
    <w:rsid w:val="00F55367"/>
    <w:rsid w:val="00F568CC"/>
    <w:rsid w:val="00F56EA0"/>
    <w:rsid w:val="00F578A9"/>
    <w:rsid w:val="00F614DD"/>
    <w:rsid w:val="00F615DD"/>
    <w:rsid w:val="00F61D44"/>
    <w:rsid w:val="00F61FB4"/>
    <w:rsid w:val="00F62387"/>
    <w:rsid w:val="00F64269"/>
    <w:rsid w:val="00F64831"/>
    <w:rsid w:val="00F64FD5"/>
    <w:rsid w:val="00F65E01"/>
    <w:rsid w:val="00F65F69"/>
    <w:rsid w:val="00F668D5"/>
    <w:rsid w:val="00F66AAE"/>
    <w:rsid w:val="00F73F49"/>
    <w:rsid w:val="00F73F4B"/>
    <w:rsid w:val="00F765B5"/>
    <w:rsid w:val="00F767C6"/>
    <w:rsid w:val="00F768FA"/>
    <w:rsid w:val="00F77444"/>
    <w:rsid w:val="00F77708"/>
    <w:rsid w:val="00F804CA"/>
    <w:rsid w:val="00F819C8"/>
    <w:rsid w:val="00F81AF8"/>
    <w:rsid w:val="00F87CE9"/>
    <w:rsid w:val="00F900F7"/>
    <w:rsid w:val="00F91210"/>
    <w:rsid w:val="00F91C8D"/>
    <w:rsid w:val="00F92A04"/>
    <w:rsid w:val="00F92E8A"/>
    <w:rsid w:val="00F92F48"/>
    <w:rsid w:val="00F936A4"/>
    <w:rsid w:val="00F93FE2"/>
    <w:rsid w:val="00F940C4"/>
    <w:rsid w:val="00F94596"/>
    <w:rsid w:val="00F95C76"/>
    <w:rsid w:val="00FA043C"/>
    <w:rsid w:val="00FA093A"/>
    <w:rsid w:val="00FA3FBB"/>
    <w:rsid w:val="00FA494E"/>
    <w:rsid w:val="00FA4B54"/>
    <w:rsid w:val="00FA51A9"/>
    <w:rsid w:val="00FA51ED"/>
    <w:rsid w:val="00FA656E"/>
    <w:rsid w:val="00FB2902"/>
    <w:rsid w:val="00FB36DA"/>
    <w:rsid w:val="00FB3EFC"/>
    <w:rsid w:val="00FB512D"/>
    <w:rsid w:val="00FB52E9"/>
    <w:rsid w:val="00FB614A"/>
    <w:rsid w:val="00FC0277"/>
    <w:rsid w:val="00FC1C63"/>
    <w:rsid w:val="00FC2195"/>
    <w:rsid w:val="00FC22D6"/>
    <w:rsid w:val="00FC47CF"/>
    <w:rsid w:val="00FC4ED1"/>
    <w:rsid w:val="00FC7873"/>
    <w:rsid w:val="00FD0E7B"/>
    <w:rsid w:val="00FD1331"/>
    <w:rsid w:val="00FD223B"/>
    <w:rsid w:val="00FD2DBE"/>
    <w:rsid w:val="00FD38CD"/>
    <w:rsid w:val="00FD4474"/>
    <w:rsid w:val="00FD4E54"/>
    <w:rsid w:val="00FD7025"/>
    <w:rsid w:val="00FD72F8"/>
    <w:rsid w:val="00FD7515"/>
    <w:rsid w:val="00FD7EAB"/>
    <w:rsid w:val="00FE1BF7"/>
    <w:rsid w:val="00FE2BDA"/>
    <w:rsid w:val="00FE50D4"/>
    <w:rsid w:val="00FE67AB"/>
    <w:rsid w:val="00FE7C78"/>
    <w:rsid w:val="00FF0254"/>
    <w:rsid w:val="00FF14AC"/>
    <w:rsid w:val="00FF2521"/>
    <w:rsid w:val="00FF43FE"/>
    <w:rsid w:val="00FF62C6"/>
    <w:rsid w:val="00FF78C5"/>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B4B4796"/>
  <w15:docId w15:val="{C96D8D62-1386-416C-8EB1-E9D7B2196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96608"/>
    <w:pPr>
      <w:autoSpaceDE w:val="0"/>
      <w:autoSpaceDN w:val="0"/>
      <w:spacing w:before="20" w:after="20" w:line="240" w:lineRule="exact"/>
    </w:pPr>
    <w:rPr>
      <w:rFonts w:ascii="Arial" w:hAnsi="Arial" w:cs="Arial"/>
      <w:lang w:eastAsia="cs-CZ"/>
    </w:rPr>
  </w:style>
  <w:style w:type="paragraph" w:styleId="Nadpis1">
    <w:name w:val="heading 1"/>
    <w:basedOn w:val="Normlny"/>
    <w:next w:val="Normlny"/>
    <w:link w:val="Nadpis1Char"/>
    <w:qFormat/>
    <w:rsid w:val="00BC066C"/>
    <w:pPr>
      <w:keepNext/>
      <w:spacing w:before="240" w:after="60"/>
      <w:outlineLvl w:val="0"/>
    </w:pPr>
    <w:rPr>
      <w:rFonts w:ascii="Cambria" w:hAnsi="Cambria" w:cs="Times New Roman"/>
      <w:b/>
      <w:bCs/>
      <w:kern w:val="32"/>
      <w:sz w:val="32"/>
      <w:szCs w:val="32"/>
    </w:rPr>
  </w:style>
  <w:style w:type="paragraph" w:styleId="Nadpis2">
    <w:name w:val="heading 2"/>
    <w:basedOn w:val="Normlny"/>
    <w:next w:val="Normlny"/>
    <w:qFormat/>
    <w:rsid w:val="00997480"/>
    <w:pPr>
      <w:keepNext/>
      <w:spacing w:before="240" w:after="60"/>
      <w:outlineLvl w:val="1"/>
    </w:pPr>
    <w:rPr>
      <w:b/>
      <w:bCs/>
      <w:i/>
      <w:iCs/>
      <w:sz w:val="28"/>
      <w:szCs w:val="28"/>
    </w:rPr>
  </w:style>
  <w:style w:type="paragraph" w:styleId="Nadpis3">
    <w:name w:val="heading 3"/>
    <w:basedOn w:val="Normlny"/>
    <w:next w:val="Normlny"/>
    <w:link w:val="Nadpis3Char"/>
    <w:qFormat/>
    <w:rsid w:val="004E156B"/>
    <w:pPr>
      <w:keepNext/>
      <w:spacing w:before="240" w:after="60"/>
      <w:outlineLvl w:val="2"/>
    </w:pPr>
    <w:rPr>
      <w:rFonts w:ascii="Cambria" w:hAnsi="Cambria" w:cs="Times New Roman"/>
      <w:b/>
      <w:bCs/>
      <w:sz w:val="26"/>
      <w:szCs w:val="26"/>
    </w:rPr>
  </w:style>
  <w:style w:type="paragraph" w:styleId="Nadpis4">
    <w:name w:val="heading 4"/>
    <w:basedOn w:val="Normlny"/>
    <w:next w:val="Normlny"/>
    <w:link w:val="Nadpis4Char"/>
    <w:semiHidden/>
    <w:unhideWhenUsed/>
    <w:qFormat/>
    <w:rsid w:val="00CA3BC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y"/>
    <w:next w:val="Normlny"/>
    <w:qFormat/>
    <w:rsid w:val="002B0B87"/>
    <w:pPr>
      <w:spacing w:before="240" w:after="60"/>
      <w:outlineLvl w:val="4"/>
    </w:pPr>
    <w:rPr>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E9088B"/>
    <w:pPr>
      <w:tabs>
        <w:tab w:val="center" w:pos="4819"/>
        <w:tab w:val="right" w:pos="9071"/>
      </w:tabs>
      <w:spacing w:before="0" w:after="0" w:line="240" w:lineRule="auto"/>
    </w:pPr>
  </w:style>
  <w:style w:type="paragraph" w:customStyle="1" w:styleId="Vec">
    <w:name w:val="Vec"/>
    <w:basedOn w:val="Normlny"/>
    <w:next w:val="Normlny"/>
    <w:rsid w:val="00E9088B"/>
    <w:pPr>
      <w:spacing w:before="120" w:after="0"/>
    </w:pPr>
    <w:rPr>
      <w:b/>
      <w:bCs/>
    </w:rPr>
  </w:style>
  <w:style w:type="paragraph" w:customStyle="1" w:styleId="Org">
    <w:name w:val="Org"/>
    <w:basedOn w:val="Normlny"/>
    <w:next w:val="Vybavuje"/>
    <w:rsid w:val="00E9088B"/>
  </w:style>
  <w:style w:type="paragraph" w:customStyle="1" w:styleId="Vybavuje">
    <w:name w:val="Vybavuje"/>
    <w:basedOn w:val="Normlny"/>
    <w:next w:val="Tel"/>
    <w:rsid w:val="00E9088B"/>
  </w:style>
  <w:style w:type="paragraph" w:customStyle="1" w:styleId="Tel">
    <w:name w:val="Tel"/>
    <w:basedOn w:val="Normlny"/>
    <w:next w:val="Name1"/>
    <w:rsid w:val="00E9088B"/>
  </w:style>
  <w:style w:type="paragraph" w:customStyle="1" w:styleId="Name1">
    <w:name w:val="Name1"/>
    <w:basedOn w:val="Normlny"/>
    <w:next w:val="Name2"/>
    <w:rsid w:val="00E9088B"/>
  </w:style>
  <w:style w:type="paragraph" w:customStyle="1" w:styleId="Name2">
    <w:name w:val="Name2"/>
    <w:basedOn w:val="Normlny"/>
    <w:next w:val="Name3"/>
    <w:rsid w:val="00E9088B"/>
  </w:style>
  <w:style w:type="paragraph" w:customStyle="1" w:styleId="Name3">
    <w:name w:val="Name3"/>
    <w:basedOn w:val="Normlny"/>
    <w:next w:val="Nasaznacka"/>
    <w:rsid w:val="00E9088B"/>
  </w:style>
  <w:style w:type="paragraph" w:customStyle="1" w:styleId="Nasaznacka">
    <w:name w:val="Nasaznacka"/>
    <w:basedOn w:val="Normlny"/>
    <w:next w:val="Vec"/>
    <w:rsid w:val="00E9088B"/>
    <w:pPr>
      <w:spacing w:before="60"/>
    </w:pPr>
  </w:style>
  <w:style w:type="paragraph" w:customStyle="1" w:styleId="Meno1">
    <w:name w:val="Meno1"/>
    <w:basedOn w:val="Normlny"/>
    <w:next w:val="Meno2"/>
    <w:rsid w:val="00E9088B"/>
  </w:style>
  <w:style w:type="paragraph" w:customStyle="1" w:styleId="Meno2">
    <w:name w:val="Meno2"/>
    <w:basedOn w:val="Normlny"/>
    <w:next w:val="Vec"/>
    <w:rsid w:val="00E9088B"/>
  </w:style>
  <w:style w:type="paragraph" w:styleId="Zkladntext">
    <w:name w:val="Body Text"/>
    <w:basedOn w:val="Normlny"/>
    <w:rsid w:val="00E9088B"/>
    <w:pPr>
      <w:spacing w:before="0" w:after="0" w:line="240" w:lineRule="auto"/>
      <w:jc w:val="both"/>
    </w:pPr>
    <w:rPr>
      <w:sz w:val="22"/>
      <w:szCs w:val="22"/>
    </w:rPr>
  </w:style>
  <w:style w:type="paragraph" w:styleId="Pta">
    <w:name w:val="footer"/>
    <w:basedOn w:val="Normlny"/>
    <w:link w:val="PtaChar"/>
    <w:uiPriority w:val="99"/>
    <w:rsid w:val="006A1A07"/>
    <w:pPr>
      <w:tabs>
        <w:tab w:val="center" w:pos="4536"/>
        <w:tab w:val="right" w:pos="9072"/>
      </w:tabs>
    </w:pPr>
  </w:style>
  <w:style w:type="paragraph" w:styleId="Zarkazkladnhotextu2">
    <w:name w:val="Body Text Indent 2"/>
    <w:basedOn w:val="Normlny"/>
    <w:rsid w:val="00EE0791"/>
    <w:pPr>
      <w:spacing w:after="120" w:line="480" w:lineRule="auto"/>
      <w:ind w:left="283"/>
    </w:pPr>
  </w:style>
  <w:style w:type="character" w:styleId="Hypertextovprepojenie">
    <w:name w:val="Hyperlink"/>
    <w:basedOn w:val="Predvolenpsmoodseku"/>
    <w:uiPriority w:val="99"/>
    <w:rsid w:val="006D0F58"/>
    <w:rPr>
      <w:color w:val="0000FF"/>
      <w:u w:val="single"/>
    </w:rPr>
  </w:style>
  <w:style w:type="character" w:customStyle="1" w:styleId="HlavikaChar">
    <w:name w:val="Hlavička Char"/>
    <w:basedOn w:val="Predvolenpsmoodseku"/>
    <w:link w:val="Hlavika"/>
    <w:uiPriority w:val="99"/>
    <w:rsid w:val="00F73F49"/>
    <w:rPr>
      <w:rFonts w:ascii="Arial" w:hAnsi="Arial" w:cs="Arial"/>
      <w:lang w:eastAsia="cs-CZ"/>
    </w:rPr>
  </w:style>
  <w:style w:type="numbering" w:customStyle="1" w:styleId="tl1">
    <w:name w:val="Štýl1"/>
    <w:rsid w:val="003313DF"/>
    <w:pPr>
      <w:numPr>
        <w:numId w:val="11"/>
      </w:numPr>
    </w:pPr>
  </w:style>
  <w:style w:type="paragraph" w:styleId="Odsekzoznamu">
    <w:name w:val="List Paragraph"/>
    <w:aliases w:val="body,lp1,Table,Bullet List,FooterText,numbered,Paragraphe de liste1,Bullet Number,lp11,List Paragraph11,Bullet 1,Use Case List Paragraph,ODRAZKY PRVA UROVEN,List Paragraph,Odsek,ZOZNAM,Tabuľka"/>
    <w:basedOn w:val="Normlny"/>
    <w:link w:val="OdsekzoznamuChar"/>
    <w:uiPriority w:val="34"/>
    <w:qFormat/>
    <w:rsid w:val="001E0D1F"/>
    <w:pPr>
      <w:ind w:left="708"/>
    </w:pPr>
  </w:style>
  <w:style w:type="character" w:customStyle="1" w:styleId="PtaChar">
    <w:name w:val="Päta Char"/>
    <w:basedOn w:val="Predvolenpsmoodseku"/>
    <w:link w:val="Pta"/>
    <w:uiPriority w:val="99"/>
    <w:rsid w:val="00BC066C"/>
    <w:rPr>
      <w:rFonts w:ascii="Arial" w:hAnsi="Arial" w:cs="Arial"/>
      <w:lang w:eastAsia="cs-CZ"/>
    </w:rPr>
  </w:style>
  <w:style w:type="character" w:customStyle="1" w:styleId="Nadpis1Char">
    <w:name w:val="Nadpis 1 Char"/>
    <w:basedOn w:val="Predvolenpsmoodseku"/>
    <w:link w:val="Nadpis1"/>
    <w:rsid w:val="00BC066C"/>
    <w:rPr>
      <w:rFonts w:ascii="Cambria" w:eastAsia="Times New Roman" w:hAnsi="Cambria" w:cs="Times New Roman"/>
      <w:b/>
      <w:bCs/>
      <w:kern w:val="32"/>
      <w:sz w:val="32"/>
      <w:szCs w:val="32"/>
      <w:lang w:eastAsia="cs-CZ"/>
    </w:rPr>
  </w:style>
  <w:style w:type="paragraph" w:styleId="Textbubliny">
    <w:name w:val="Balloon Text"/>
    <w:basedOn w:val="Normlny"/>
    <w:link w:val="TextbublinyChar"/>
    <w:rsid w:val="006C097F"/>
    <w:pPr>
      <w:spacing w:before="0" w:after="0" w:line="240" w:lineRule="auto"/>
    </w:pPr>
    <w:rPr>
      <w:rFonts w:ascii="Tahoma" w:hAnsi="Tahoma" w:cs="Tahoma"/>
      <w:sz w:val="16"/>
      <w:szCs w:val="16"/>
    </w:rPr>
  </w:style>
  <w:style w:type="character" w:customStyle="1" w:styleId="TextbublinyChar">
    <w:name w:val="Text bubliny Char"/>
    <w:basedOn w:val="Predvolenpsmoodseku"/>
    <w:link w:val="Textbubliny"/>
    <w:rsid w:val="006C097F"/>
    <w:rPr>
      <w:rFonts w:ascii="Tahoma" w:hAnsi="Tahoma" w:cs="Tahoma"/>
      <w:sz w:val="16"/>
      <w:szCs w:val="16"/>
      <w:lang w:eastAsia="cs-CZ"/>
    </w:rPr>
  </w:style>
  <w:style w:type="character" w:styleId="Siln">
    <w:name w:val="Strong"/>
    <w:basedOn w:val="Predvolenpsmoodseku"/>
    <w:uiPriority w:val="22"/>
    <w:qFormat/>
    <w:rsid w:val="00762070"/>
    <w:rPr>
      <w:b/>
      <w:bCs/>
    </w:rPr>
  </w:style>
  <w:style w:type="character" w:styleId="Odkaznakomentr">
    <w:name w:val="annotation reference"/>
    <w:basedOn w:val="Predvolenpsmoodseku"/>
    <w:uiPriority w:val="99"/>
    <w:rsid w:val="00B67E68"/>
    <w:rPr>
      <w:sz w:val="16"/>
      <w:szCs w:val="16"/>
    </w:rPr>
  </w:style>
  <w:style w:type="paragraph" w:styleId="Textkomentra">
    <w:name w:val="annotation text"/>
    <w:basedOn w:val="Normlny"/>
    <w:link w:val="TextkomentraChar"/>
    <w:uiPriority w:val="99"/>
    <w:rsid w:val="00B67E68"/>
  </w:style>
  <w:style w:type="character" w:customStyle="1" w:styleId="TextkomentraChar">
    <w:name w:val="Text komentára Char"/>
    <w:basedOn w:val="Predvolenpsmoodseku"/>
    <w:link w:val="Textkomentra"/>
    <w:uiPriority w:val="99"/>
    <w:rsid w:val="00B67E68"/>
    <w:rPr>
      <w:rFonts w:ascii="Arial" w:hAnsi="Arial" w:cs="Arial"/>
      <w:lang w:eastAsia="cs-CZ"/>
    </w:rPr>
  </w:style>
  <w:style w:type="paragraph" w:styleId="Predmetkomentra">
    <w:name w:val="annotation subject"/>
    <w:basedOn w:val="Textkomentra"/>
    <w:next w:val="Textkomentra"/>
    <w:link w:val="PredmetkomentraChar"/>
    <w:rsid w:val="00B67E68"/>
    <w:rPr>
      <w:b/>
      <w:bCs/>
    </w:rPr>
  </w:style>
  <w:style w:type="character" w:customStyle="1" w:styleId="PredmetkomentraChar">
    <w:name w:val="Predmet komentára Char"/>
    <w:basedOn w:val="TextkomentraChar"/>
    <w:link w:val="Predmetkomentra"/>
    <w:rsid w:val="00B67E68"/>
    <w:rPr>
      <w:rFonts w:ascii="Arial" w:hAnsi="Arial" w:cs="Arial"/>
      <w:b/>
      <w:bCs/>
      <w:lang w:eastAsia="cs-CZ"/>
    </w:rPr>
  </w:style>
  <w:style w:type="paragraph" w:customStyle="1" w:styleId="Atext">
    <w:name w:val="A) text"/>
    <w:basedOn w:val="Nadpis5"/>
    <w:link w:val="AtextChar"/>
    <w:rsid w:val="002B0B87"/>
    <w:pPr>
      <w:keepNext/>
      <w:autoSpaceDE/>
      <w:autoSpaceDN/>
      <w:spacing w:before="120" w:after="0" w:line="240" w:lineRule="auto"/>
      <w:jc w:val="both"/>
    </w:pPr>
    <w:rPr>
      <w:rFonts w:ascii="Times New Roman" w:eastAsia="Calibri" w:hAnsi="Times New Roman" w:cs="Times New Roman"/>
      <w:b w:val="0"/>
      <w:bCs w:val="0"/>
      <w:i w:val="0"/>
      <w:iCs w:val="0"/>
      <w:sz w:val="22"/>
      <w:szCs w:val="20"/>
    </w:rPr>
  </w:style>
  <w:style w:type="paragraph" w:customStyle="1" w:styleId="bododstavec">
    <w:name w:val="bod odstavec"/>
    <w:basedOn w:val="Normlny"/>
    <w:link w:val="bododstavecChar"/>
    <w:rsid w:val="002B0B87"/>
    <w:pPr>
      <w:numPr>
        <w:numId w:val="16"/>
      </w:numPr>
      <w:autoSpaceDE/>
      <w:autoSpaceDN/>
      <w:spacing w:before="0" w:after="60" w:line="240" w:lineRule="auto"/>
      <w:jc w:val="both"/>
    </w:pPr>
    <w:rPr>
      <w:rFonts w:ascii="Times New Roman" w:eastAsia="Calibri" w:hAnsi="Times New Roman" w:cs="Times New Roman"/>
      <w:sz w:val="22"/>
    </w:rPr>
  </w:style>
  <w:style w:type="character" w:customStyle="1" w:styleId="bododstavecChar">
    <w:name w:val="bod odstavec Char"/>
    <w:basedOn w:val="Predvolenpsmoodseku"/>
    <w:link w:val="bododstavec"/>
    <w:locked/>
    <w:rsid w:val="002B0B87"/>
    <w:rPr>
      <w:rFonts w:eastAsia="Calibri"/>
      <w:sz w:val="22"/>
      <w:lang w:eastAsia="cs-CZ"/>
    </w:rPr>
  </w:style>
  <w:style w:type="character" w:customStyle="1" w:styleId="AtextChar">
    <w:name w:val="A) text Char"/>
    <w:basedOn w:val="Predvolenpsmoodseku"/>
    <w:link w:val="Atext"/>
    <w:locked/>
    <w:rsid w:val="002B0B87"/>
    <w:rPr>
      <w:rFonts w:eastAsia="Calibri"/>
      <w:sz w:val="22"/>
      <w:lang w:val="sk-SK" w:eastAsia="cs-CZ" w:bidi="ar-SA"/>
    </w:rPr>
  </w:style>
  <w:style w:type="paragraph" w:customStyle="1" w:styleId="Odsekzoznamu1">
    <w:name w:val="Odsek zoznamu1"/>
    <w:basedOn w:val="Normlny"/>
    <w:rsid w:val="002B0B87"/>
    <w:pPr>
      <w:autoSpaceDE/>
      <w:autoSpaceDN/>
      <w:spacing w:before="0" w:after="0" w:line="240" w:lineRule="auto"/>
      <w:ind w:left="720"/>
      <w:contextualSpacing/>
      <w:jc w:val="both"/>
    </w:pPr>
    <w:rPr>
      <w:rFonts w:ascii="Times New Roman" w:eastAsia="Calibri" w:hAnsi="Times New Roman" w:cs="Times New Roman"/>
      <w:sz w:val="22"/>
    </w:rPr>
  </w:style>
  <w:style w:type="character" w:customStyle="1" w:styleId="HlavikaChar1">
    <w:name w:val="Hlavička Char1"/>
    <w:basedOn w:val="Predvolenpsmoodseku"/>
    <w:rsid w:val="00D61A9D"/>
    <w:rPr>
      <w:rFonts w:ascii="Arial" w:hAnsi="Arial" w:cs="Arial"/>
      <w:lang w:eastAsia="cs-CZ"/>
    </w:rPr>
  </w:style>
  <w:style w:type="character" w:customStyle="1" w:styleId="Nadpis3Char">
    <w:name w:val="Nadpis 3 Char"/>
    <w:basedOn w:val="Predvolenpsmoodseku"/>
    <w:link w:val="Nadpis3"/>
    <w:rsid w:val="004E156B"/>
    <w:rPr>
      <w:rFonts w:ascii="Cambria" w:hAnsi="Cambria"/>
      <w:b/>
      <w:bCs/>
      <w:sz w:val="26"/>
      <w:szCs w:val="26"/>
      <w:lang w:eastAsia="cs-CZ"/>
    </w:rPr>
  </w:style>
  <w:style w:type="paragraph" w:styleId="Zarkazkladnhotextu3">
    <w:name w:val="Body Text Indent 3"/>
    <w:basedOn w:val="Normlny"/>
    <w:link w:val="Zarkazkladnhotextu3Char"/>
    <w:rsid w:val="00E103A7"/>
    <w:pPr>
      <w:spacing w:after="120"/>
      <w:ind w:left="283"/>
    </w:pPr>
    <w:rPr>
      <w:sz w:val="16"/>
      <w:szCs w:val="16"/>
    </w:rPr>
  </w:style>
  <w:style w:type="character" w:customStyle="1" w:styleId="Zarkazkladnhotextu3Char">
    <w:name w:val="Zarážka základného textu 3 Char"/>
    <w:basedOn w:val="Predvolenpsmoodseku"/>
    <w:link w:val="Zarkazkladnhotextu3"/>
    <w:rsid w:val="00E103A7"/>
    <w:rPr>
      <w:rFonts w:ascii="Arial" w:hAnsi="Arial" w:cs="Arial"/>
      <w:sz w:val="16"/>
      <w:szCs w:val="16"/>
      <w:lang w:eastAsia="cs-CZ"/>
    </w:rPr>
  </w:style>
  <w:style w:type="paragraph" w:styleId="Bezriadkovania">
    <w:name w:val="No Spacing"/>
    <w:uiPriority w:val="1"/>
    <w:qFormat/>
    <w:rsid w:val="00C30C40"/>
    <w:rPr>
      <w:rFonts w:ascii="Calibri" w:hAnsi="Calibri"/>
      <w:sz w:val="22"/>
      <w:szCs w:val="22"/>
    </w:rPr>
  </w:style>
  <w:style w:type="paragraph" w:customStyle="1" w:styleId="00-05">
    <w:name w:val="0.0 - 0.5"/>
    <w:basedOn w:val="Normlny"/>
    <w:rsid w:val="001E5BD7"/>
    <w:pPr>
      <w:autoSpaceDE/>
      <w:autoSpaceDN/>
      <w:spacing w:before="0" w:after="0" w:line="240" w:lineRule="auto"/>
      <w:ind w:left="284" w:hanging="284"/>
      <w:jc w:val="both"/>
    </w:pPr>
    <w:rPr>
      <w:rFonts w:cs="Times New Roman"/>
      <w:sz w:val="22"/>
      <w:lang w:eastAsia="sk-SK"/>
    </w:rPr>
  </w:style>
  <w:style w:type="paragraph" w:customStyle="1" w:styleId="05-10">
    <w:name w:val="0.5 - 1.0"/>
    <w:basedOn w:val="Normlny"/>
    <w:rsid w:val="00686458"/>
    <w:pPr>
      <w:autoSpaceDE/>
      <w:autoSpaceDN/>
      <w:spacing w:before="0" w:after="0" w:line="240" w:lineRule="auto"/>
      <w:ind w:left="568" w:hanging="284"/>
      <w:jc w:val="both"/>
    </w:pPr>
    <w:rPr>
      <w:rFonts w:eastAsia="Calibri"/>
      <w:sz w:val="22"/>
      <w:szCs w:val="22"/>
      <w:lang w:eastAsia="sk-SK"/>
    </w:rPr>
  </w:style>
  <w:style w:type="paragraph" w:customStyle="1" w:styleId="00-050">
    <w:name w:val="0.0-0.5"/>
    <w:basedOn w:val="Normlny"/>
    <w:rsid w:val="0073520A"/>
    <w:pPr>
      <w:tabs>
        <w:tab w:val="right" w:pos="9072"/>
      </w:tabs>
      <w:autoSpaceDE/>
      <w:autoSpaceDN/>
      <w:spacing w:before="0" w:after="0" w:line="240" w:lineRule="auto"/>
      <w:ind w:left="284" w:hanging="284"/>
      <w:jc w:val="both"/>
    </w:pPr>
    <w:rPr>
      <w:rFonts w:cs="Times New Roman"/>
      <w:sz w:val="22"/>
    </w:rPr>
  </w:style>
  <w:style w:type="paragraph" w:customStyle="1" w:styleId="podpisy">
    <w:name w:val="podpisy"/>
    <w:basedOn w:val="Normlny"/>
    <w:rsid w:val="0073520A"/>
    <w:pPr>
      <w:autoSpaceDE/>
      <w:autoSpaceDN/>
      <w:spacing w:before="40" w:after="40" w:line="360" w:lineRule="auto"/>
      <w:jc w:val="both"/>
    </w:pPr>
    <w:rPr>
      <w:rFonts w:eastAsia="Calibri"/>
      <w:sz w:val="22"/>
      <w:szCs w:val="22"/>
      <w:lang w:eastAsia="sk-SK"/>
    </w:rPr>
  </w:style>
  <w:style w:type="character" w:customStyle="1" w:styleId="OdsekzoznamuChar">
    <w:name w:val="Odsek zoznamu Char"/>
    <w:aliases w:val="body Char,lp1 Char,Table Char,Bullet List Char,FooterText Char,numbered Char,Paragraphe de liste1 Char,Bullet Number Char,lp11 Char,List Paragraph11 Char,Bullet 1 Char,Use Case List Paragraph Char,ODRAZKY PRVA UROVEN Char,Odsek Char"/>
    <w:basedOn w:val="Predvolenpsmoodseku"/>
    <w:link w:val="Odsekzoznamu"/>
    <w:uiPriority w:val="34"/>
    <w:qFormat/>
    <w:rsid w:val="0073520A"/>
    <w:rPr>
      <w:rFonts w:ascii="Arial" w:hAnsi="Arial" w:cs="Arial"/>
      <w:lang w:eastAsia="cs-CZ"/>
    </w:rPr>
  </w:style>
  <w:style w:type="paragraph" w:styleId="Revzia">
    <w:name w:val="Revision"/>
    <w:hidden/>
    <w:uiPriority w:val="99"/>
    <w:semiHidden/>
    <w:rsid w:val="007E3969"/>
    <w:rPr>
      <w:rFonts w:ascii="Arial" w:hAnsi="Arial" w:cs="Arial"/>
      <w:lang w:eastAsia="cs-CZ"/>
    </w:rPr>
  </w:style>
  <w:style w:type="paragraph" w:customStyle="1" w:styleId="00-075">
    <w:name w:val="0.0 - 0.75"/>
    <w:basedOn w:val="Normlny"/>
    <w:rsid w:val="00F936A4"/>
    <w:pPr>
      <w:autoSpaceDE/>
      <w:autoSpaceDN/>
      <w:spacing w:before="0" w:after="0" w:line="240" w:lineRule="auto"/>
      <w:ind w:left="426" w:hanging="426"/>
      <w:jc w:val="both"/>
    </w:pPr>
    <w:rPr>
      <w:rFonts w:cs="Times New Roman"/>
      <w:sz w:val="22"/>
      <w:lang w:eastAsia="sk-SK"/>
    </w:rPr>
  </w:style>
  <w:style w:type="numbering" w:customStyle="1" w:styleId="WWNum1">
    <w:name w:val="WWNum1"/>
    <w:basedOn w:val="Bezzoznamu"/>
    <w:rsid w:val="001112C7"/>
    <w:pPr>
      <w:numPr>
        <w:numId w:val="22"/>
      </w:numPr>
    </w:pPr>
  </w:style>
  <w:style w:type="numbering" w:customStyle="1" w:styleId="WWNum4">
    <w:name w:val="WWNum4"/>
    <w:basedOn w:val="Bezzoznamu"/>
    <w:rsid w:val="001112C7"/>
    <w:pPr>
      <w:numPr>
        <w:numId w:val="23"/>
      </w:numPr>
    </w:pPr>
  </w:style>
  <w:style w:type="numbering" w:customStyle="1" w:styleId="WWNum19">
    <w:name w:val="WWNum19"/>
    <w:basedOn w:val="Bezzoznamu"/>
    <w:rsid w:val="00A45DB4"/>
    <w:pPr>
      <w:numPr>
        <w:numId w:val="24"/>
      </w:numPr>
    </w:pPr>
  </w:style>
  <w:style w:type="paragraph" w:customStyle="1" w:styleId="Standard">
    <w:name w:val="Standard"/>
    <w:rsid w:val="005727DC"/>
    <w:pPr>
      <w:suppressAutoHyphens/>
      <w:autoSpaceDN w:val="0"/>
      <w:spacing w:before="20" w:after="20" w:line="240" w:lineRule="exact"/>
      <w:textAlignment w:val="baseline"/>
    </w:pPr>
    <w:rPr>
      <w:rFonts w:ascii="Arial" w:hAnsi="Arial" w:cs="Arial"/>
      <w:kern w:val="3"/>
      <w:lang w:eastAsia="cs-CZ"/>
    </w:rPr>
  </w:style>
  <w:style w:type="paragraph" w:customStyle="1" w:styleId="075-125">
    <w:name w:val="0.75 - 1.25"/>
    <w:basedOn w:val="Normlny"/>
    <w:rsid w:val="00386A58"/>
    <w:pPr>
      <w:autoSpaceDE/>
      <w:autoSpaceDN/>
      <w:spacing w:before="0" w:after="0" w:line="240" w:lineRule="auto"/>
      <w:ind w:left="709" w:hanging="284"/>
      <w:jc w:val="both"/>
    </w:pPr>
    <w:rPr>
      <w:rFonts w:cs="Times New Roman"/>
      <w:sz w:val="22"/>
    </w:rPr>
  </w:style>
  <w:style w:type="paragraph" w:customStyle="1" w:styleId="Default">
    <w:name w:val="Default"/>
    <w:rsid w:val="004520CA"/>
    <w:pPr>
      <w:autoSpaceDE w:val="0"/>
      <w:autoSpaceDN w:val="0"/>
      <w:adjustRightInd w:val="0"/>
    </w:pPr>
    <w:rPr>
      <w:rFonts w:ascii="Symbol" w:hAnsi="Symbol" w:cs="Symbol"/>
      <w:color w:val="000000"/>
      <w:sz w:val="24"/>
      <w:szCs w:val="24"/>
    </w:rPr>
  </w:style>
  <w:style w:type="paragraph" w:customStyle="1" w:styleId="05-100">
    <w:name w:val="0.5-1.0"/>
    <w:basedOn w:val="Normlny"/>
    <w:rsid w:val="00C4691D"/>
    <w:pPr>
      <w:autoSpaceDE/>
      <w:autoSpaceDN/>
      <w:spacing w:before="0" w:after="0" w:line="300" w:lineRule="auto"/>
      <w:ind w:left="568" w:hanging="284"/>
      <w:jc w:val="both"/>
    </w:pPr>
    <w:rPr>
      <w:rFonts w:cs="Times New Roman"/>
      <w:bCs/>
      <w:iCs/>
    </w:rPr>
  </w:style>
  <w:style w:type="paragraph" w:customStyle="1" w:styleId="10-15">
    <w:name w:val="1.0-1.5"/>
    <w:basedOn w:val="Normlny"/>
    <w:rsid w:val="00C4691D"/>
    <w:pPr>
      <w:autoSpaceDE/>
      <w:autoSpaceDN/>
      <w:spacing w:before="0" w:after="0" w:line="300" w:lineRule="auto"/>
      <w:ind w:left="851" w:hanging="284"/>
      <w:jc w:val="both"/>
    </w:pPr>
    <w:rPr>
      <w:rFonts w:cs="Times New Roman"/>
    </w:rPr>
  </w:style>
  <w:style w:type="paragraph" w:styleId="Zkladntext2">
    <w:name w:val="Body Text 2"/>
    <w:basedOn w:val="Normlny"/>
    <w:link w:val="Zkladntext2Char"/>
    <w:semiHidden/>
    <w:unhideWhenUsed/>
    <w:rsid w:val="00FF0254"/>
    <w:pPr>
      <w:spacing w:after="120" w:line="480" w:lineRule="auto"/>
    </w:pPr>
  </w:style>
  <w:style w:type="character" w:customStyle="1" w:styleId="Zkladntext2Char">
    <w:name w:val="Základný text 2 Char"/>
    <w:basedOn w:val="Predvolenpsmoodseku"/>
    <w:link w:val="Zkladntext2"/>
    <w:semiHidden/>
    <w:rsid w:val="00FF0254"/>
    <w:rPr>
      <w:rFonts w:ascii="Arial" w:hAnsi="Arial" w:cs="Arial"/>
      <w:lang w:eastAsia="cs-CZ"/>
    </w:rPr>
  </w:style>
  <w:style w:type="paragraph" w:customStyle="1" w:styleId="Textbody">
    <w:name w:val="Text body"/>
    <w:basedOn w:val="Standard"/>
    <w:rsid w:val="003B4521"/>
    <w:pPr>
      <w:spacing w:before="0" w:after="0" w:line="240" w:lineRule="auto"/>
      <w:jc w:val="both"/>
    </w:pPr>
    <w:rPr>
      <w:sz w:val="22"/>
      <w:szCs w:val="22"/>
    </w:rPr>
  </w:style>
  <w:style w:type="character" w:customStyle="1" w:styleId="Nadpis4Char">
    <w:name w:val="Nadpis 4 Char"/>
    <w:basedOn w:val="Predvolenpsmoodseku"/>
    <w:link w:val="Nadpis4"/>
    <w:semiHidden/>
    <w:rsid w:val="00CA3BC2"/>
    <w:rPr>
      <w:rFonts w:asciiTheme="majorHAnsi" w:eastAsiaTheme="majorEastAsia" w:hAnsiTheme="majorHAnsi" w:cstheme="majorBidi"/>
      <w:i/>
      <w:iCs/>
      <w:color w:val="365F91" w:themeColor="accent1" w:themeShade="BF"/>
      <w:lang w:eastAsia="cs-CZ"/>
    </w:rPr>
  </w:style>
  <w:style w:type="paragraph" w:customStyle="1" w:styleId="10-125">
    <w:name w:val="1.0 - 1.25"/>
    <w:basedOn w:val="Normlny"/>
    <w:rsid w:val="00CA3BC2"/>
    <w:pPr>
      <w:tabs>
        <w:tab w:val="right" w:leader="dot" w:pos="9639"/>
      </w:tabs>
      <w:autoSpaceDE/>
      <w:autoSpaceDN/>
      <w:spacing w:before="0" w:after="0" w:line="240" w:lineRule="auto"/>
      <w:ind w:left="709" w:hanging="142"/>
      <w:jc w:val="both"/>
    </w:pPr>
    <w:rPr>
      <w:rFonts w:cs="Times New Roman"/>
      <w:szCs w:val="24"/>
      <w:lang w:eastAsia="sk-SK"/>
    </w:rPr>
  </w:style>
  <w:style w:type="paragraph" w:customStyle="1" w:styleId="075-1250">
    <w:name w:val="0.75-1.25"/>
    <w:basedOn w:val="Normlny"/>
    <w:rsid w:val="00EB5F9E"/>
    <w:pPr>
      <w:autoSpaceDE/>
      <w:autoSpaceDN/>
      <w:spacing w:before="0" w:after="60" w:line="240" w:lineRule="auto"/>
      <w:ind w:left="709" w:hanging="284"/>
      <w:jc w:val="both"/>
    </w:pPr>
    <w:rPr>
      <w:rFonts w:cs="Times New Roman"/>
      <w:sz w:val="22"/>
    </w:rPr>
  </w:style>
  <w:style w:type="numbering" w:customStyle="1" w:styleId="WWNum21">
    <w:name w:val="WWNum21"/>
    <w:basedOn w:val="Bezzoznamu"/>
    <w:rsid w:val="004A191C"/>
    <w:pPr>
      <w:numPr>
        <w:numId w:val="120"/>
      </w:numPr>
    </w:pPr>
  </w:style>
  <w:style w:type="character" w:customStyle="1" w:styleId="ZarkazkladnhotextuChar">
    <w:name w:val="Zarážka základného textu Char"/>
    <w:link w:val="Zarkazkladnhotextu"/>
    <w:rsid w:val="00DA0E99"/>
    <w:rPr>
      <w:sz w:val="24"/>
      <w:szCs w:val="24"/>
    </w:rPr>
  </w:style>
  <w:style w:type="paragraph" w:styleId="Zarkazkladnhotextu">
    <w:name w:val="Body Text Indent"/>
    <w:basedOn w:val="Normlny"/>
    <w:link w:val="ZarkazkladnhotextuChar"/>
    <w:rsid w:val="00DA0E99"/>
    <w:pPr>
      <w:autoSpaceDE/>
      <w:autoSpaceDN/>
      <w:spacing w:before="0" w:after="120" w:line="240" w:lineRule="auto"/>
      <w:ind w:left="283"/>
    </w:pPr>
    <w:rPr>
      <w:rFonts w:ascii="Times New Roman" w:hAnsi="Times New Roman" w:cs="Times New Roman"/>
      <w:sz w:val="24"/>
      <w:szCs w:val="24"/>
      <w:lang w:eastAsia="sk-SK"/>
    </w:rPr>
  </w:style>
  <w:style w:type="character" w:customStyle="1" w:styleId="ZarkazkladnhotextuChar1">
    <w:name w:val="Zarážka základného textu Char1"/>
    <w:basedOn w:val="Predvolenpsmoodseku"/>
    <w:semiHidden/>
    <w:rsid w:val="00DA0E99"/>
    <w:rPr>
      <w:rFonts w:ascii="Arial" w:hAnsi="Arial" w:cs="Arial"/>
      <w:lang w:eastAsia="cs-CZ"/>
    </w:rPr>
  </w:style>
  <w:style w:type="character" w:styleId="Zvraznenie">
    <w:name w:val="Emphasis"/>
    <w:basedOn w:val="Predvolenpsmoodseku"/>
    <w:uiPriority w:val="20"/>
    <w:qFormat/>
    <w:rsid w:val="00EA721E"/>
    <w:rPr>
      <w:i/>
      <w:iCs/>
    </w:rPr>
  </w:style>
  <w:style w:type="paragraph" w:customStyle="1" w:styleId="CM4">
    <w:name w:val="CM4"/>
    <w:basedOn w:val="Default"/>
    <w:next w:val="Default"/>
    <w:uiPriority w:val="99"/>
    <w:rsid w:val="00CE02E6"/>
    <w:rPr>
      <w:rFonts w:ascii="EUAlbertina" w:eastAsiaTheme="minorHAnsi" w:hAnsi="EUAlbertina" w:cstheme="minorBidi"/>
      <w:color w:val="auto"/>
      <w:lang w:eastAsia="en-US"/>
    </w:rPr>
  </w:style>
  <w:style w:type="character" w:styleId="PouitHypertextovPrepojenie">
    <w:name w:val="FollowedHyperlink"/>
    <w:basedOn w:val="Predvolenpsmoodseku"/>
    <w:semiHidden/>
    <w:unhideWhenUsed/>
    <w:rsid w:val="00DD5055"/>
    <w:rPr>
      <w:color w:val="800080" w:themeColor="followedHyperlink"/>
      <w:u w:val="single"/>
    </w:rPr>
  </w:style>
  <w:style w:type="paragraph" w:customStyle="1" w:styleId="075-175">
    <w:name w:val="0.75 - 1.75"/>
    <w:basedOn w:val="075-125"/>
    <w:rsid w:val="00A301DF"/>
    <w:pPr>
      <w:ind w:left="993" w:hanging="568"/>
    </w:pPr>
  </w:style>
  <w:style w:type="character" w:customStyle="1" w:styleId="Nevyrieenzmienka1">
    <w:name w:val="Nevyriešená zmienka1"/>
    <w:basedOn w:val="Predvolenpsmoodseku"/>
    <w:uiPriority w:val="99"/>
    <w:semiHidden/>
    <w:unhideWhenUsed/>
    <w:rsid w:val="00E33F76"/>
    <w:rPr>
      <w:color w:val="605E5C"/>
      <w:shd w:val="clear" w:color="auto" w:fill="E1DFDD"/>
    </w:rPr>
  </w:style>
  <w:style w:type="character" w:customStyle="1" w:styleId="Nevyrieenzmienka2">
    <w:name w:val="Nevyriešená zmienka2"/>
    <w:basedOn w:val="Predvolenpsmoodseku"/>
    <w:uiPriority w:val="99"/>
    <w:semiHidden/>
    <w:unhideWhenUsed/>
    <w:rsid w:val="00DD67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26312">
      <w:bodyDiv w:val="1"/>
      <w:marLeft w:val="0"/>
      <w:marRight w:val="0"/>
      <w:marTop w:val="0"/>
      <w:marBottom w:val="0"/>
      <w:divBdr>
        <w:top w:val="none" w:sz="0" w:space="0" w:color="auto"/>
        <w:left w:val="none" w:sz="0" w:space="0" w:color="auto"/>
        <w:bottom w:val="none" w:sz="0" w:space="0" w:color="auto"/>
        <w:right w:val="none" w:sz="0" w:space="0" w:color="auto"/>
      </w:divBdr>
    </w:div>
    <w:div w:id="90514426">
      <w:bodyDiv w:val="1"/>
      <w:marLeft w:val="0"/>
      <w:marRight w:val="0"/>
      <w:marTop w:val="0"/>
      <w:marBottom w:val="0"/>
      <w:divBdr>
        <w:top w:val="none" w:sz="0" w:space="0" w:color="auto"/>
        <w:left w:val="none" w:sz="0" w:space="0" w:color="auto"/>
        <w:bottom w:val="none" w:sz="0" w:space="0" w:color="auto"/>
        <w:right w:val="none" w:sz="0" w:space="0" w:color="auto"/>
      </w:divBdr>
    </w:div>
    <w:div w:id="294796186">
      <w:bodyDiv w:val="1"/>
      <w:marLeft w:val="0"/>
      <w:marRight w:val="0"/>
      <w:marTop w:val="0"/>
      <w:marBottom w:val="0"/>
      <w:divBdr>
        <w:top w:val="none" w:sz="0" w:space="0" w:color="auto"/>
        <w:left w:val="none" w:sz="0" w:space="0" w:color="auto"/>
        <w:bottom w:val="none" w:sz="0" w:space="0" w:color="auto"/>
        <w:right w:val="none" w:sz="0" w:space="0" w:color="auto"/>
      </w:divBdr>
    </w:div>
    <w:div w:id="397901790">
      <w:bodyDiv w:val="1"/>
      <w:marLeft w:val="0"/>
      <w:marRight w:val="0"/>
      <w:marTop w:val="0"/>
      <w:marBottom w:val="0"/>
      <w:divBdr>
        <w:top w:val="none" w:sz="0" w:space="0" w:color="auto"/>
        <w:left w:val="none" w:sz="0" w:space="0" w:color="auto"/>
        <w:bottom w:val="none" w:sz="0" w:space="0" w:color="auto"/>
        <w:right w:val="none" w:sz="0" w:space="0" w:color="auto"/>
      </w:divBdr>
    </w:div>
    <w:div w:id="687295963">
      <w:bodyDiv w:val="1"/>
      <w:marLeft w:val="0"/>
      <w:marRight w:val="0"/>
      <w:marTop w:val="0"/>
      <w:marBottom w:val="0"/>
      <w:divBdr>
        <w:top w:val="none" w:sz="0" w:space="0" w:color="auto"/>
        <w:left w:val="none" w:sz="0" w:space="0" w:color="auto"/>
        <w:bottom w:val="none" w:sz="0" w:space="0" w:color="auto"/>
        <w:right w:val="none" w:sz="0" w:space="0" w:color="auto"/>
      </w:divBdr>
    </w:div>
    <w:div w:id="899437446">
      <w:bodyDiv w:val="1"/>
      <w:marLeft w:val="0"/>
      <w:marRight w:val="0"/>
      <w:marTop w:val="0"/>
      <w:marBottom w:val="0"/>
      <w:divBdr>
        <w:top w:val="none" w:sz="0" w:space="0" w:color="auto"/>
        <w:left w:val="none" w:sz="0" w:space="0" w:color="auto"/>
        <w:bottom w:val="none" w:sz="0" w:space="0" w:color="auto"/>
        <w:right w:val="none" w:sz="0" w:space="0" w:color="auto"/>
      </w:divBdr>
    </w:div>
    <w:div w:id="989209217">
      <w:bodyDiv w:val="1"/>
      <w:marLeft w:val="0"/>
      <w:marRight w:val="0"/>
      <w:marTop w:val="0"/>
      <w:marBottom w:val="0"/>
      <w:divBdr>
        <w:top w:val="none" w:sz="0" w:space="0" w:color="auto"/>
        <w:left w:val="none" w:sz="0" w:space="0" w:color="auto"/>
        <w:bottom w:val="none" w:sz="0" w:space="0" w:color="auto"/>
        <w:right w:val="none" w:sz="0" w:space="0" w:color="auto"/>
      </w:divBdr>
    </w:div>
    <w:div w:id="1056004085">
      <w:bodyDiv w:val="1"/>
      <w:marLeft w:val="0"/>
      <w:marRight w:val="0"/>
      <w:marTop w:val="0"/>
      <w:marBottom w:val="0"/>
      <w:divBdr>
        <w:top w:val="none" w:sz="0" w:space="0" w:color="auto"/>
        <w:left w:val="none" w:sz="0" w:space="0" w:color="auto"/>
        <w:bottom w:val="none" w:sz="0" w:space="0" w:color="auto"/>
        <w:right w:val="none" w:sz="0" w:space="0" w:color="auto"/>
      </w:divBdr>
    </w:div>
    <w:div w:id="1251545067">
      <w:bodyDiv w:val="1"/>
      <w:marLeft w:val="0"/>
      <w:marRight w:val="0"/>
      <w:marTop w:val="0"/>
      <w:marBottom w:val="0"/>
      <w:divBdr>
        <w:top w:val="none" w:sz="0" w:space="0" w:color="auto"/>
        <w:left w:val="none" w:sz="0" w:space="0" w:color="auto"/>
        <w:bottom w:val="none" w:sz="0" w:space="0" w:color="auto"/>
        <w:right w:val="none" w:sz="0" w:space="0" w:color="auto"/>
      </w:divBdr>
    </w:div>
    <w:div w:id="1347638823">
      <w:bodyDiv w:val="1"/>
      <w:marLeft w:val="0"/>
      <w:marRight w:val="0"/>
      <w:marTop w:val="0"/>
      <w:marBottom w:val="0"/>
      <w:divBdr>
        <w:top w:val="none" w:sz="0" w:space="0" w:color="auto"/>
        <w:left w:val="none" w:sz="0" w:space="0" w:color="auto"/>
        <w:bottom w:val="none" w:sz="0" w:space="0" w:color="auto"/>
        <w:right w:val="none" w:sz="0" w:space="0" w:color="auto"/>
      </w:divBdr>
    </w:div>
    <w:div w:id="1444181250">
      <w:bodyDiv w:val="1"/>
      <w:marLeft w:val="0"/>
      <w:marRight w:val="0"/>
      <w:marTop w:val="0"/>
      <w:marBottom w:val="0"/>
      <w:divBdr>
        <w:top w:val="none" w:sz="0" w:space="0" w:color="auto"/>
        <w:left w:val="none" w:sz="0" w:space="0" w:color="auto"/>
        <w:bottom w:val="none" w:sz="0" w:space="0" w:color="auto"/>
        <w:right w:val="none" w:sz="0" w:space="0" w:color="auto"/>
      </w:divBdr>
    </w:div>
    <w:div w:id="1453983804">
      <w:bodyDiv w:val="1"/>
      <w:marLeft w:val="0"/>
      <w:marRight w:val="0"/>
      <w:marTop w:val="0"/>
      <w:marBottom w:val="0"/>
      <w:divBdr>
        <w:top w:val="none" w:sz="0" w:space="0" w:color="auto"/>
        <w:left w:val="none" w:sz="0" w:space="0" w:color="auto"/>
        <w:bottom w:val="none" w:sz="0" w:space="0" w:color="auto"/>
        <w:right w:val="none" w:sz="0" w:space="0" w:color="auto"/>
      </w:divBdr>
    </w:div>
    <w:div w:id="1649556204">
      <w:bodyDiv w:val="1"/>
      <w:marLeft w:val="0"/>
      <w:marRight w:val="0"/>
      <w:marTop w:val="0"/>
      <w:marBottom w:val="0"/>
      <w:divBdr>
        <w:top w:val="none" w:sz="0" w:space="0" w:color="auto"/>
        <w:left w:val="none" w:sz="0" w:space="0" w:color="auto"/>
        <w:bottom w:val="none" w:sz="0" w:space="0" w:color="auto"/>
        <w:right w:val="none" w:sz="0" w:space="0" w:color="auto"/>
      </w:divBdr>
    </w:div>
    <w:div w:id="1731422498">
      <w:bodyDiv w:val="1"/>
      <w:marLeft w:val="0"/>
      <w:marRight w:val="0"/>
      <w:marTop w:val="0"/>
      <w:marBottom w:val="0"/>
      <w:divBdr>
        <w:top w:val="none" w:sz="0" w:space="0" w:color="auto"/>
        <w:left w:val="none" w:sz="0" w:space="0" w:color="auto"/>
        <w:bottom w:val="none" w:sz="0" w:space="0" w:color="auto"/>
        <w:right w:val="none" w:sz="0" w:space="0" w:color="auto"/>
      </w:divBdr>
    </w:div>
    <w:div w:id="1890065933">
      <w:bodyDiv w:val="1"/>
      <w:marLeft w:val="0"/>
      <w:marRight w:val="0"/>
      <w:marTop w:val="0"/>
      <w:marBottom w:val="0"/>
      <w:divBdr>
        <w:top w:val="none" w:sz="0" w:space="0" w:color="auto"/>
        <w:left w:val="none" w:sz="0" w:space="0" w:color="auto"/>
        <w:bottom w:val="none" w:sz="0" w:space="0" w:color="auto"/>
        <w:right w:val="none" w:sz="0" w:space="0" w:color="auto"/>
      </w:divBdr>
    </w:div>
    <w:div w:id="196499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C:\Users\3261\AppData\Local\Microsoft\Windows\Temporary%20Internet%20Files\Content.Outlook\WMCRCBLN\(https:\opii.gov.sk\metodicke-dokumenty\prirucka-cb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ndop.sk/transparentnost/rezortne-metodiky/metodika-pre-vypracovanie-cba"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google.com/maps/d/edit?mid=1H6uEc-G1_aRawt5kZQsac_Lt-zOYCJo&amp;usp=shar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fusko\Data%20aplikac&#237;\Microsoft\&#352;abl&#243;ny\Intern&#233;%20ozn&#225;menie.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83996-7AF7-4B29-95FD-8E63241BF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Interné oznámenie</Template>
  <TotalTime>9</TotalTime>
  <Pages>44</Pages>
  <Words>18726</Words>
  <Characters>121998</Characters>
  <DocSecurity>0</DocSecurity>
  <Lines>1016</Lines>
  <Paragraphs>280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140444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2014-05-19T09:51:00Z</cp:lastPrinted>
  <dcterms:created xsi:type="dcterms:W3CDTF">2025-09-04T11:33:00Z</dcterms:created>
  <dcterms:modified xsi:type="dcterms:W3CDTF">2025-09-04T14:49:00Z</dcterms:modified>
</cp:coreProperties>
</file>